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FD" w:rsidRPr="008A02BA" w:rsidRDefault="000642FD" w:rsidP="00FE59F5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66C06">
        <w:rPr>
          <w:rFonts w:ascii="UkrainianBaltica" w:hAnsi="UkrainianBaltica"/>
          <w:noProof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3.5pt;visibility:visible">
            <v:imagedata r:id="rId5" o:title=""/>
          </v:shape>
        </w:pict>
      </w:r>
    </w:p>
    <w:p w:rsidR="000642FD" w:rsidRPr="008A02BA" w:rsidRDefault="000642FD" w:rsidP="00FE59F5">
      <w:pPr>
        <w:spacing w:after="0" w:line="240" w:lineRule="auto"/>
        <w:ind w:right="-2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0642FD" w:rsidRPr="008A02BA" w:rsidRDefault="000642FD" w:rsidP="00FE59F5">
      <w:pPr>
        <w:keepNext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A02BA">
        <w:rPr>
          <w:rFonts w:ascii="Times New Roman" w:hAnsi="Times New Roman"/>
          <w:sz w:val="24"/>
          <w:szCs w:val="24"/>
          <w:lang w:val="uk-UA"/>
        </w:rPr>
        <w:t>ГОЛОВАНІВСЬКА СЕЛИЩНА РАДА</w:t>
      </w:r>
    </w:p>
    <w:p w:rsidR="000642FD" w:rsidRPr="008A02BA" w:rsidRDefault="000642FD" w:rsidP="00FE59F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642FD" w:rsidRPr="008A02BA" w:rsidRDefault="000642FD" w:rsidP="00FE59F5">
      <w:pPr>
        <w:tabs>
          <w:tab w:val="left" w:pos="1496"/>
        </w:tabs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1" o:spid="_x0000_s1026" style="position:absolute;left:0;text-align:left;z-index:251658240;visibility:visible" from="-28.2pt,-.5pt" to="468.6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" strokeweight="5pt">
            <v:stroke linestyle="thickBetweenThin"/>
          </v:line>
        </w:pict>
      </w:r>
      <w:r w:rsidRPr="008A02B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Четверта  </w:t>
      </w:r>
      <w:r w:rsidRPr="008A02BA">
        <w:rPr>
          <w:rFonts w:ascii="Times New Roman" w:hAnsi="Times New Roman"/>
          <w:b/>
          <w:color w:val="000000"/>
          <w:sz w:val="24"/>
          <w:szCs w:val="24"/>
        </w:rPr>
        <w:t>сесія</w:t>
      </w:r>
      <w:r w:rsidRPr="008A02B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8A02BA">
        <w:rPr>
          <w:rFonts w:ascii="Times New Roman" w:hAnsi="Times New Roman"/>
          <w:b/>
          <w:color w:val="000000"/>
          <w:sz w:val="24"/>
          <w:szCs w:val="24"/>
        </w:rPr>
        <w:t>Голованівської</w:t>
      </w:r>
      <w:r w:rsidRPr="008A02B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</w:t>
      </w:r>
      <w:r w:rsidRPr="008A02BA">
        <w:rPr>
          <w:rFonts w:ascii="Times New Roman" w:hAnsi="Times New Roman"/>
          <w:b/>
          <w:color w:val="000000"/>
          <w:sz w:val="24"/>
          <w:szCs w:val="24"/>
        </w:rPr>
        <w:t xml:space="preserve">селищної </w:t>
      </w:r>
      <w:r w:rsidRPr="008A02B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8A02BA">
        <w:rPr>
          <w:rFonts w:ascii="Times New Roman" w:hAnsi="Times New Roman"/>
          <w:b/>
          <w:color w:val="000000"/>
          <w:sz w:val="24"/>
          <w:szCs w:val="24"/>
        </w:rPr>
        <w:t>ради</w:t>
      </w:r>
    </w:p>
    <w:p w:rsidR="000642FD" w:rsidRPr="008A02BA" w:rsidRDefault="000642FD" w:rsidP="00FE59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8A02B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Восьмого скликання</w:t>
      </w:r>
    </w:p>
    <w:p w:rsidR="000642FD" w:rsidRPr="008A02BA" w:rsidRDefault="000642FD" w:rsidP="00FE59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0642FD" w:rsidRPr="008A02BA" w:rsidRDefault="000642FD" w:rsidP="00FE59F5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A02BA">
        <w:rPr>
          <w:rFonts w:ascii="Times New Roman" w:hAnsi="Times New Roman"/>
          <w:color w:val="000000"/>
          <w:sz w:val="24"/>
          <w:szCs w:val="24"/>
          <w:lang w:val="uk-UA"/>
        </w:rPr>
        <w:t>Рішення</w:t>
      </w:r>
    </w:p>
    <w:p w:rsidR="000642FD" w:rsidRPr="008A02BA" w:rsidRDefault="000642FD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2FD" w:rsidRPr="008A02BA" w:rsidRDefault="000642FD" w:rsidP="00FE59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A02BA">
        <w:rPr>
          <w:rFonts w:ascii="Times New Roman" w:hAnsi="Times New Roman"/>
          <w:sz w:val="28"/>
          <w:szCs w:val="28"/>
          <w:lang w:val="uk-UA"/>
        </w:rPr>
        <w:t xml:space="preserve">Від 15 січня 2021 року   </w:t>
      </w:r>
      <w:r w:rsidRPr="008A02BA">
        <w:rPr>
          <w:rFonts w:ascii="Times New Roman" w:hAnsi="Times New Roman"/>
          <w:sz w:val="28"/>
          <w:szCs w:val="28"/>
          <w:lang w:val="uk-UA"/>
        </w:rPr>
        <w:tab/>
      </w:r>
      <w:r w:rsidRPr="008A02BA">
        <w:rPr>
          <w:rFonts w:ascii="Times New Roman" w:hAnsi="Times New Roman"/>
          <w:sz w:val="28"/>
          <w:szCs w:val="28"/>
          <w:lang w:val="uk-UA"/>
        </w:rPr>
        <w:tab/>
      </w:r>
      <w:r w:rsidRPr="008A02BA">
        <w:rPr>
          <w:rFonts w:ascii="Times New Roman" w:hAnsi="Times New Roman"/>
          <w:sz w:val="28"/>
          <w:szCs w:val="28"/>
          <w:lang w:val="uk-UA"/>
        </w:rPr>
        <w:tab/>
      </w:r>
      <w:r w:rsidRPr="008A02BA">
        <w:rPr>
          <w:rFonts w:ascii="Times New Roman" w:hAnsi="Times New Roman"/>
          <w:sz w:val="28"/>
          <w:szCs w:val="28"/>
          <w:lang w:val="uk-UA"/>
        </w:rPr>
        <w:tab/>
      </w:r>
      <w:r w:rsidRPr="008A02BA">
        <w:rPr>
          <w:rFonts w:ascii="Times New Roman" w:hAnsi="Times New Roman"/>
          <w:sz w:val="28"/>
          <w:szCs w:val="28"/>
          <w:lang w:val="uk-UA"/>
        </w:rPr>
        <w:tab/>
        <w:t xml:space="preserve">       № 62</w:t>
      </w:r>
    </w:p>
    <w:p w:rsidR="000642FD" w:rsidRPr="008A02BA" w:rsidRDefault="000642FD" w:rsidP="00FE59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42FD" w:rsidRPr="008A02BA" w:rsidRDefault="000642FD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A02BA">
        <w:rPr>
          <w:rFonts w:ascii="Times New Roman" w:hAnsi="Times New Roman"/>
          <w:sz w:val="28"/>
          <w:szCs w:val="28"/>
          <w:lang w:val="uk-UA"/>
        </w:rPr>
        <w:t>смт Голованівськ</w:t>
      </w:r>
    </w:p>
    <w:p w:rsidR="000642FD" w:rsidRPr="008A02BA" w:rsidRDefault="000642FD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642FD" w:rsidRPr="008A02BA" w:rsidRDefault="000642FD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A02BA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:rsidR="000642FD" w:rsidRPr="008A02BA" w:rsidRDefault="000642FD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A02BA">
        <w:rPr>
          <w:rFonts w:ascii="Times New Roman" w:hAnsi="Times New Roman"/>
          <w:b/>
          <w:sz w:val="28"/>
          <w:szCs w:val="28"/>
          <w:lang w:val="uk-UA"/>
        </w:rPr>
        <w:t>сесії від 22.12.2020 року № 47</w:t>
      </w:r>
    </w:p>
    <w:p w:rsidR="000642FD" w:rsidRPr="008A02BA" w:rsidRDefault="000642FD" w:rsidP="008A6042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8A02BA">
        <w:rPr>
          <w:b/>
          <w:bCs/>
          <w:sz w:val="28"/>
          <w:szCs w:val="28"/>
        </w:rPr>
        <w:t>«Про селищний бюджет</w:t>
      </w:r>
      <w:r w:rsidRPr="008A02BA">
        <w:rPr>
          <w:b/>
          <w:sz w:val="28"/>
          <w:szCs w:val="28"/>
        </w:rPr>
        <w:t xml:space="preserve"> </w:t>
      </w:r>
    </w:p>
    <w:p w:rsidR="000642FD" w:rsidRPr="008A02BA" w:rsidRDefault="000642FD" w:rsidP="008A6042">
      <w:pPr>
        <w:pStyle w:val="NormalWeb"/>
        <w:spacing w:before="0" w:beforeAutospacing="0" w:after="0" w:afterAutospacing="0"/>
        <w:rPr>
          <w:b/>
          <w:bCs/>
          <w:sz w:val="28"/>
          <w:szCs w:val="28"/>
        </w:rPr>
      </w:pPr>
      <w:r w:rsidRPr="008A02BA">
        <w:rPr>
          <w:b/>
          <w:bCs/>
          <w:sz w:val="28"/>
          <w:szCs w:val="28"/>
        </w:rPr>
        <w:t xml:space="preserve">Голованівської </w:t>
      </w:r>
    </w:p>
    <w:p w:rsidR="000642FD" w:rsidRPr="008A02BA" w:rsidRDefault="000642FD" w:rsidP="008A604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A02BA">
        <w:rPr>
          <w:rFonts w:ascii="Times New Roman" w:hAnsi="Times New Roman"/>
          <w:b/>
          <w:bCs/>
          <w:sz w:val="28"/>
          <w:szCs w:val="28"/>
          <w:lang w:val="uk-UA"/>
        </w:rPr>
        <w:t>селищної ради на</w:t>
      </w:r>
      <w:r w:rsidRPr="008A02BA">
        <w:rPr>
          <w:rFonts w:ascii="Times New Roman" w:hAnsi="Times New Roman"/>
          <w:b/>
          <w:sz w:val="28"/>
          <w:szCs w:val="28"/>
          <w:lang w:val="uk-UA"/>
        </w:rPr>
        <w:t xml:space="preserve"> 2021 </w:t>
      </w:r>
      <w:r w:rsidRPr="008A02BA">
        <w:rPr>
          <w:rFonts w:ascii="Times New Roman" w:hAnsi="Times New Roman"/>
          <w:b/>
          <w:bCs/>
          <w:sz w:val="28"/>
          <w:szCs w:val="28"/>
          <w:lang w:val="uk-UA"/>
        </w:rPr>
        <w:t>рік»</w:t>
      </w:r>
    </w:p>
    <w:p w:rsidR="000642FD" w:rsidRPr="008A02BA" w:rsidRDefault="000642FD" w:rsidP="008A6042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0642FD" w:rsidRPr="008A02BA" w:rsidRDefault="000642FD" w:rsidP="008A6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642FD" w:rsidRPr="008A02BA" w:rsidRDefault="000642FD" w:rsidP="008A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A02BA">
        <w:rPr>
          <w:rFonts w:ascii="Times New Roman" w:hAnsi="Times New Roman"/>
          <w:bCs/>
          <w:sz w:val="24"/>
          <w:szCs w:val="24"/>
          <w:lang w:val="uk-UA"/>
        </w:rPr>
        <w:t xml:space="preserve">            На підставі ст.43 Закону України «Про місцеве самоврядування в Україні», ст.23,78 Бюджетного кодексу України та наказу МФУ від 30 грудня 2020 року № 827 «Про внесення змін до наказу Міністерства фінансів України від 14 січня 2011 року №11»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8A02BA">
        <w:rPr>
          <w:rFonts w:ascii="Times New Roman" w:hAnsi="Times New Roman"/>
          <w:bCs/>
          <w:sz w:val="24"/>
          <w:szCs w:val="24"/>
          <w:lang w:val="uk-UA"/>
        </w:rPr>
        <w:t>селищна рада</w:t>
      </w:r>
    </w:p>
    <w:p w:rsidR="000642FD" w:rsidRPr="008A02BA" w:rsidRDefault="000642FD" w:rsidP="008A6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0642FD" w:rsidRPr="008A02BA" w:rsidRDefault="000642FD" w:rsidP="008A02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A02BA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0642FD" w:rsidRPr="008A02BA" w:rsidRDefault="000642FD" w:rsidP="008A6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0642FD" w:rsidRPr="008A02BA" w:rsidRDefault="000642FD" w:rsidP="003B351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8A02BA">
        <w:rPr>
          <w:rFonts w:ascii="Times New Roman" w:hAnsi="Times New Roman"/>
          <w:bCs/>
          <w:sz w:val="24"/>
          <w:szCs w:val="24"/>
          <w:lang w:val="uk-UA"/>
        </w:rPr>
        <w:t>Внести зміни до рішення селищної ради від 22 грудня 2020 року № 47 «Про селищний бюджет Голованівської селищної ради на 2021 рік», а саме:</w:t>
      </w:r>
    </w:p>
    <w:p w:rsidR="000642FD" w:rsidRPr="008A02BA" w:rsidRDefault="000642FD" w:rsidP="003B35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A02BA">
        <w:rPr>
          <w:rFonts w:ascii="Times New Roman" w:hAnsi="Times New Roman"/>
          <w:bCs/>
          <w:sz w:val="24"/>
          <w:szCs w:val="24"/>
          <w:lang w:val="uk-UA"/>
        </w:rPr>
        <w:t>збільшити видатки селищного бюджету на суму 2292208,0 грн., в тому числі  загального фонду на суму 1228414,0 грн. та спеціального фонду на суму 1063794,0 грн. за рахунок залучення вільного залишку коштів загального фонду селищного бюджету, що склався станом на 1 січня 2021 року в сумі 2292208,0 грн.;</w:t>
      </w:r>
    </w:p>
    <w:p w:rsidR="000642FD" w:rsidRPr="008A02BA" w:rsidRDefault="000642FD" w:rsidP="003B35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A02BA">
        <w:rPr>
          <w:rFonts w:ascii="Times New Roman" w:hAnsi="Times New Roman"/>
          <w:bCs/>
          <w:sz w:val="24"/>
          <w:szCs w:val="24"/>
          <w:lang w:val="uk-UA"/>
        </w:rPr>
        <w:t>збільшити кошти що передаються із загального фонду до спеціального фонду (бюджету розвитку) на суму 1063794,0 грн.;</w:t>
      </w:r>
    </w:p>
    <w:p w:rsidR="000642FD" w:rsidRPr="008A02BA" w:rsidRDefault="000642FD" w:rsidP="003B50C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A02BA">
        <w:rPr>
          <w:rFonts w:ascii="Times New Roman" w:hAnsi="Times New Roman"/>
          <w:bCs/>
          <w:sz w:val="24"/>
          <w:szCs w:val="24"/>
          <w:lang w:val="uk-UA"/>
        </w:rPr>
        <w:t>внести зміни до додатку 3 до даного рішення селищної ради (додається)</w:t>
      </w:r>
      <w:r>
        <w:rPr>
          <w:rFonts w:ascii="Times New Roman" w:hAnsi="Times New Roman"/>
          <w:bCs/>
          <w:sz w:val="24"/>
          <w:szCs w:val="24"/>
          <w:lang w:val="uk-UA"/>
        </w:rPr>
        <w:t>:</w:t>
      </w:r>
    </w:p>
    <w:p w:rsidR="000642FD" w:rsidRPr="008A02BA" w:rsidRDefault="000642FD" w:rsidP="003B50C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A02BA">
        <w:rPr>
          <w:rFonts w:ascii="Times New Roman" w:hAnsi="Times New Roman"/>
          <w:bCs/>
          <w:sz w:val="24"/>
          <w:szCs w:val="24"/>
          <w:lang w:val="uk-UA"/>
        </w:rPr>
        <w:t>додатки 1, 2, 4, 5, 6 викласти у новій редакції (додаються)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0642FD" w:rsidRPr="008A02BA" w:rsidRDefault="000642FD" w:rsidP="008A6042">
      <w:pPr>
        <w:pStyle w:val="NormalWeb"/>
        <w:spacing w:before="0" w:beforeAutospacing="0" w:after="0" w:afterAutospacing="0"/>
        <w:rPr>
          <w:bCs/>
        </w:rPr>
      </w:pPr>
      <w:r w:rsidRPr="008A02BA">
        <w:rPr>
          <w:bCs/>
        </w:rPr>
        <w:t xml:space="preserve">     </w:t>
      </w:r>
    </w:p>
    <w:p w:rsidR="000642FD" w:rsidRPr="008A02BA" w:rsidRDefault="000642FD" w:rsidP="008A6042">
      <w:pPr>
        <w:pStyle w:val="NormalWeb"/>
        <w:spacing w:before="0" w:beforeAutospacing="0" w:after="0" w:afterAutospacing="0"/>
        <w:rPr>
          <w:bCs/>
        </w:rPr>
      </w:pPr>
    </w:p>
    <w:p w:rsidR="000642FD" w:rsidRPr="008A02BA" w:rsidRDefault="000642FD" w:rsidP="0079130B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A02BA">
        <w:rPr>
          <w:rFonts w:ascii="Times New Roman" w:hAnsi="Times New Roman"/>
          <w:bCs/>
          <w:sz w:val="24"/>
          <w:szCs w:val="24"/>
        </w:rPr>
        <w:t xml:space="preserve">Дане </w:t>
      </w:r>
      <w:r w:rsidRPr="008A02BA">
        <w:rPr>
          <w:rFonts w:ascii="Times New Roman" w:hAnsi="Times New Roman"/>
          <w:sz w:val="24"/>
          <w:szCs w:val="24"/>
          <w:lang w:val="uk-UA"/>
        </w:rPr>
        <w:t>рішення оприлюднити у місцевих ЗМІ без додатків.</w:t>
      </w:r>
    </w:p>
    <w:p w:rsidR="000642FD" w:rsidRPr="008A02BA" w:rsidRDefault="000642FD" w:rsidP="0079130B">
      <w:p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642FD" w:rsidRPr="008A02BA" w:rsidRDefault="000642FD" w:rsidP="008A02BA">
      <w:pPr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642FD" w:rsidRPr="008A02BA" w:rsidRDefault="000642FD" w:rsidP="008A02BA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  <w:r w:rsidRPr="008A02BA">
        <w:rPr>
          <w:b/>
        </w:rPr>
        <w:t>Селищний голова                                                            Сергій</w:t>
      </w:r>
      <w:r w:rsidRPr="008A02BA">
        <w:rPr>
          <w:b/>
          <w:lang w:val="uk-UA"/>
        </w:rPr>
        <w:t xml:space="preserve"> </w:t>
      </w:r>
      <w:r w:rsidRPr="008A02BA">
        <w:rPr>
          <w:b/>
        </w:rPr>
        <w:t xml:space="preserve"> ЦОБЕНК</w:t>
      </w:r>
      <w:r w:rsidRPr="008A02BA">
        <w:rPr>
          <w:b/>
          <w:lang w:val="uk-UA"/>
        </w:rPr>
        <w:t>О</w:t>
      </w:r>
    </w:p>
    <w:sectPr w:rsidR="000642FD" w:rsidRPr="008A02BA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9F5"/>
    <w:rsid w:val="00020873"/>
    <w:rsid w:val="000642FD"/>
    <w:rsid w:val="000A2746"/>
    <w:rsid w:val="000D0441"/>
    <w:rsid w:val="001E10EB"/>
    <w:rsid w:val="002E39BD"/>
    <w:rsid w:val="00366C06"/>
    <w:rsid w:val="003B351D"/>
    <w:rsid w:val="003B50CA"/>
    <w:rsid w:val="00406072"/>
    <w:rsid w:val="00484BA1"/>
    <w:rsid w:val="004A769D"/>
    <w:rsid w:val="004B633D"/>
    <w:rsid w:val="00581901"/>
    <w:rsid w:val="005D53CA"/>
    <w:rsid w:val="005E5F3E"/>
    <w:rsid w:val="00613DDE"/>
    <w:rsid w:val="006857EF"/>
    <w:rsid w:val="00781324"/>
    <w:rsid w:val="0079130B"/>
    <w:rsid w:val="007A7E2C"/>
    <w:rsid w:val="007C56AF"/>
    <w:rsid w:val="00836DBE"/>
    <w:rsid w:val="00881FAF"/>
    <w:rsid w:val="008A02BA"/>
    <w:rsid w:val="008A6042"/>
    <w:rsid w:val="008E0AA6"/>
    <w:rsid w:val="009249E1"/>
    <w:rsid w:val="0096058D"/>
    <w:rsid w:val="009D6CDE"/>
    <w:rsid w:val="00A071C5"/>
    <w:rsid w:val="00A13F00"/>
    <w:rsid w:val="00BF5989"/>
    <w:rsid w:val="00C230A3"/>
    <w:rsid w:val="00C625F6"/>
    <w:rsid w:val="00D72E62"/>
    <w:rsid w:val="00DA601C"/>
    <w:rsid w:val="00DF6CB9"/>
    <w:rsid w:val="00F7689E"/>
    <w:rsid w:val="00FB5F0B"/>
    <w:rsid w:val="00FE59F5"/>
    <w:rsid w:val="00FE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DBE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ListParagraph">
    <w:name w:val="List Paragraph"/>
    <w:basedOn w:val="Normal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basedOn w:val="DefaultParagraphFont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Normal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BodyTextIndent2">
    <w:name w:val="Body Text Indent 2"/>
    <w:basedOn w:val="Normal"/>
    <w:link w:val="BodyTextIndent2Char1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857EF"/>
    <w:rPr>
      <w:rFonts w:cs="Times New Roman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locked/>
    <w:rsid w:val="00781324"/>
    <w:rPr>
      <w:rFonts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5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1</Pages>
  <Words>907</Words>
  <Characters>518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Альона і Вадім</cp:lastModifiedBy>
  <cp:revision>11</cp:revision>
  <cp:lastPrinted>2021-01-14T12:13:00Z</cp:lastPrinted>
  <dcterms:created xsi:type="dcterms:W3CDTF">2021-01-13T11:32:00Z</dcterms:created>
  <dcterms:modified xsi:type="dcterms:W3CDTF">2021-01-17T14:52:00Z</dcterms:modified>
</cp:coreProperties>
</file>