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5994" w:rsidRDefault="006F5994" w:rsidP="005030FE">
      <w:pPr>
        <w:jc w:val="both"/>
        <w:rPr>
          <w:sz w:val="28"/>
          <w:szCs w:val="28"/>
        </w:rPr>
      </w:pPr>
      <w:r w:rsidRPr="00252BA2">
        <w:rPr>
          <w:noProof/>
          <w:sz w:val="28"/>
          <w:szCs w:val="28"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77pt;height:108pt;visibility:visible">
            <v:imagedata r:id="rId4" o:title=""/>
          </v:shape>
        </w:pict>
      </w:r>
    </w:p>
    <w:p w:rsidR="006F5994" w:rsidRDefault="006F5994" w:rsidP="005030FE">
      <w:pPr>
        <w:jc w:val="both"/>
        <w:rPr>
          <w:sz w:val="10"/>
          <w:szCs w:val="10"/>
        </w:rPr>
      </w:pPr>
    </w:p>
    <w:tbl>
      <w:tblPr>
        <w:tblW w:w="0" w:type="auto"/>
        <w:tblLook w:val="00A0"/>
      </w:tblPr>
      <w:tblGrid>
        <w:gridCol w:w="9571"/>
      </w:tblGrid>
      <w:tr w:rsidR="006F5994" w:rsidTr="00155CBA">
        <w:tc>
          <w:tcPr>
            <w:tcW w:w="9854" w:type="dxa"/>
          </w:tcPr>
          <w:p w:rsidR="006F5994" w:rsidRDefault="006F5994" w:rsidP="00155CBA">
            <w:pPr>
              <w:tabs>
                <w:tab w:val="left" w:pos="5985"/>
              </w:tabs>
              <w:spacing w:line="252" w:lineRule="auto"/>
              <w:rPr>
                <w:rFonts w:ascii="AcademyCTT" w:hAnsi="AcademyCTT"/>
                <w:b/>
                <w:sz w:val="28"/>
                <w:szCs w:val="28"/>
              </w:rPr>
            </w:pPr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 xml:space="preserve">                                          </w:t>
            </w:r>
            <w:r>
              <w:rPr>
                <w:rFonts w:ascii="AcademyCTT" w:hAnsi="AcademyCTT" w:hint="eastAsia"/>
                <w:b/>
                <w:sz w:val="28"/>
                <w:szCs w:val="28"/>
                <w:lang w:val="ru-RU"/>
              </w:rPr>
              <w:t>ВІСІМНАДЦЯТА</w:t>
            </w:r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AcademyCTT" w:hAnsi="AcademyCTT" w:hint="eastAsia"/>
                <w:b/>
                <w:sz w:val="28"/>
                <w:szCs w:val="28"/>
                <w:lang w:val="ru-RU"/>
              </w:rPr>
              <w:t>СЕСІЯ</w:t>
            </w:r>
          </w:p>
        </w:tc>
      </w:tr>
      <w:tr w:rsidR="006F5994" w:rsidTr="00155CBA">
        <w:tc>
          <w:tcPr>
            <w:tcW w:w="9854" w:type="dxa"/>
          </w:tcPr>
          <w:p w:rsidR="006F5994" w:rsidRDefault="006F5994" w:rsidP="00155CBA">
            <w:pPr>
              <w:spacing w:line="252" w:lineRule="auto"/>
              <w:jc w:val="center"/>
              <w:rPr>
                <w:sz w:val="28"/>
                <w:szCs w:val="28"/>
              </w:rPr>
            </w:pPr>
            <w:r>
              <w:rPr>
                <w:rFonts w:ascii="AcademyCTT" w:hAnsi="AcademyCTT" w:hint="eastAsia"/>
                <w:b/>
                <w:sz w:val="28"/>
                <w:szCs w:val="28"/>
              </w:rPr>
              <w:t>ВОСЬМОГО</w:t>
            </w:r>
            <w:r>
              <w:rPr>
                <w:rFonts w:ascii="AcademyCTT" w:hAnsi="AcademyCTT"/>
                <w:b/>
                <w:sz w:val="28"/>
                <w:szCs w:val="28"/>
              </w:rPr>
              <w:t xml:space="preserve"> </w:t>
            </w:r>
            <w:r>
              <w:rPr>
                <w:rFonts w:ascii="AcademyCTT" w:hAnsi="AcademyCTT" w:hint="eastAsia"/>
                <w:b/>
                <w:sz w:val="28"/>
                <w:szCs w:val="28"/>
              </w:rPr>
              <w:t>СКЛИКАННЯ</w:t>
            </w:r>
          </w:p>
        </w:tc>
      </w:tr>
    </w:tbl>
    <w:p w:rsidR="006F5994" w:rsidRDefault="006F5994" w:rsidP="005030FE">
      <w:pPr>
        <w:jc w:val="center"/>
        <w:rPr>
          <w:b/>
          <w:sz w:val="28"/>
          <w:szCs w:val="28"/>
          <w:lang w:eastAsia="uk-UA"/>
        </w:rPr>
      </w:pPr>
      <w:r>
        <w:rPr>
          <w:b/>
          <w:sz w:val="28"/>
          <w:szCs w:val="28"/>
        </w:rPr>
        <w:t>ПРОЄКТ</w:t>
      </w:r>
    </w:p>
    <w:p w:rsidR="006F5994" w:rsidRDefault="006F5994" w:rsidP="005030FE">
      <w:pPr>
        <w:jc w:val="both"/>
        <w:rPr>
          <w:sz w:val="28"/>
          <w:szCs w:val="28"/>
        </w:rPr>
      </w:pPr>
    </w:p>
    <w:p w:rsidR="006F5994" w:rsidRDefault="006F5994" w:rsidP="005030F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Від «____» ____________ 2022 року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№ _______</w:t>
      </w:r>
    </w:p>
    <w:p w:rsidR="006F5994" w:rsidRDefault="006F5994" w:rsidP="005030FE">
      <w:pPr>
        <w:jc w:val="both"/>
        <w:rPr>
          <w:sz w:val="28"/>
          <w:szCs w:val="28"/>
        </w:rPr>
      </w:pPr>
    </w:p>
    <w:p w:rsidR="006F5994" w:rsidRDefault="006F5994" w:rsidP="005030F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смт Голованівськ </w:t>
      </w:r>
    </w:p>
    <w:p w:rsidR="006F5994" w:rsidRDefault="006F5994" w:rsidP="005030FE">
      <w:pPr>
        <w:tabs>
          <w:tab w:val="left" w:pos="0"/>
        </w:tabs>
        <w:adjustRightInd w:val="0"/>
        <w:ind w:right="4678"/>
        <w:rPr>
          <w:b/>
          <w:sz w:val="28"/>
          <w:szCs w:val="28"/>
          <w:lang w:val="ru-RU"/>
        </w:rPr>
      </w:pPr>
      <w:r>
        <w:rPr>
          <w:b/>
          <w:sz w:val="28"/>
          <w:szCs w:val="28"/>
        </w:rPr>
        <w:t>Про затвердження проєкту</w:t>
      </w:r>
    </w:p>
    <w:p w:rsidR="006F5994" w:rsidRDefault="006F5994" w:rsidP="005030FE">
      <w:pPr>
        <w:tabs>
          <w:tab w:val="left" w:pos="0"/>
        </w:tabs>
        <w:adjustRightInd w:val="0"/>
        <w:ind w:right="4678"/>
        <w:rPr>
          <w:b/>
          <w:sz w:val="28"/>
          <w:szCs w:val="28"/>
        </w:rPr>
      </w:pPr>
      <w:r>
        <w:rPr>
          <w:b/>
          <w:sz w:val="28"/>
          <w:szCs w:val="28"/>
        </w:rPr>
        <w:t>землеустрою та надання у</w:t>
      </w:r>
    </w:p>
    <w:p w:rsidR="006F5994" w:rsidRDefault="006F5994" w:rsidP="005030FE">
      <w:pPr>
        <w:tabs>
          <w:tab w:val="left" w:pos="0"/>
        </w:tabs>
        <w:adjustRightInd w:val="0"/>
        <w:ind w:right="4678"/>
        <w:rPr>
          <w:b/>
          <w:color w:val="333333"/>
          <w:sz w:val="28"/>
          <w:szCs w:val="28"/>
          <w:shd w:val="clear" w:color="auto" w:fill="FFFFFF"/>
        </w:rPr>
      </w:pPr>
      <w:r>
        <w:rPr>
          <w:b/>
          <w:sz w:val="28"/>
          <w:szCs w:val="28"/>
        </w:rPr>
        <w:t>власність земельної ділянки</w:t>
      </w:r>
    </w:p>
    <w:p w:rsidR="006F5994" w:rsidRDefault="006F5994" w:rsidP="005030FE">
      <w:pPr>
        <w:tabs>
          <w:tab w:val="left" w:pos="567"/>
          <w:tab w:val="left" w:pos="851"/>
        </w:tabs>
        <w:adjustRightInd w:val="0"/>
        <w:ind w:right="4678"/>
        <w:rPr>
          <w:b/>
          <w:sz w:val="28"/>
          <w:szCs w:val="28"/>
        </w:rPr>
      </w:pPr>
      <w:r>
        <w:rPr>
          <w:b/>
          <w:sz w:val="28"/>
          <w:szCs w:val="28"/>
        </w:rPr>
        <w:t>гр. Ковбасюк Наталії Миколаївні</w:t>
      </w:r>
    </w:p>
    <w:p w:rsidR="006F5994" w:rsidRDefault="006F5994" w:rsidP="005030FE">
      <w:pPr>
        <w:ind w:firstLine="708"/>
        <w:jc w:val="both"/>
      </w:pPr>
      <w:r>
        <w:rPr>
          <w:sz w:val="28"/>
          <w:szCs w:val="28"/>
        </w:rPr>
        <w:t>Відповідно до п. 34 ст. 26 Закону України “Про місцеве самоврядування в Україні”,  ст. ст. 12, 118, 121, 125, 126 Земельного кодексу України, рекомендацій</w:t>
      </w:r>
      <w:r>
        <w:rPr>
          <w:color w:val="000000"/>
          <w:sz w:val="28"/>
          <w:szCs w:val="28"/>
        </w:rPr>
        <w:t xml:space="preserve"> постійної комісії з питань аграрної політики та земельних відносин</w:t>
      </w:r>
      <w:r>
        <w:rPr>
          <w:sz w:val="28"/>
          <w:szCs w:val="28"/>
        </w:rPr>
        <w:t xml:space="preserve">  селищна рада</w:t>
      </w:r>
    </w:p>
    <w:p w:rsidR="006F5994" w:rsidRDefault="006F5994" w:rsidP="005030FE">
      <w:pPr>
        <w:tabs>
          <w:tab w:val="left" w:pos="567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ВИРІШИЛА:</w:t>
      </w:r>
    </w:p>
    <w:p w:rsidR="006F5994" w:rsidRDefault="006F5994" w:rsidP="005030FE">
      <w:pPr>
        <w:tabs>
          <w:tab w:val="left" w:pos="567"/>
          <w:tab w:val="left" w:pos="851"/>
        </w:tabs>
        <w:adjustRightInd w:val="0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1.  Затвердити проєкт землеустрою гр. Ковбасюк Наталії Миколаївні щодо відведення у власність земельної ділянки   загальною площею  0,1000  га для будівництва та обслуговування житлового будинку, господарських будівель та споруд (присадибна ділянка) (код КВЦПЗ 02.01)    за адресою: Кіровоградська область, Голованівський  район, Голованівська селищна рада,  в межах селище Голованівськ, вул. Шкільна, 37.</w:t>
      </w:r>
    </w:p>
    <w:p w:rsidR="006F5994" w:rsidRDefault="006F5994" w:rsidP="005030FE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2. Передати безоплатно у власність земельну ділянку гр.Ковбасюк Наталії Миколаївні   </w:t>
      </w:r>
      <w:bookmarkStart w:id="0" w:name="_GoBack"/>
      <w:bookmarkEnd w:id="0"/>
      <w:r>
        <w:rPr>
          <w:sz w:val="28"/>
          <w:szCs w:val="28"/>
        </w:rPr>
        <w:t xml:space="preserve">   загальною площею  </w:t>
      </w:r>
      <w:smartTag w:uri="urn:schemas-microsoft-com:office:smarttags" w:element="metricconverter">
        <w:smartTagPr>
          <w:attr w:name="productid" w:val="0,1000 га"/>
        </w:smartTagPr>
        <w:r>
          <w:rPr>
            <w:sz w:val="28"/>
            <w:szCs w:val="28"/>
          </w:rPr>
          <w:t>0,1000 га</w:t>
        </w:r>
      </w:smartTag>
      <w:r>
        <w:rPr>
          <w:sz w:val="28"/>
          <w:szCs w:val="28"/>
        </w:rPr>
        <w:t xml:space="preserve">, в тому числі по угіддях: </w:t>
      </w:r>
      <w:smartTag w:uri="urn:schemas-microsoft-com:office:smarttags" w:element="metricconverter">
        <w:smartTagPr>
          <w:attr w:name="productid" w:val="0,1000 га"/>
        </w:smartTagPr>
        <w:r>
          <w:rPr>
            <w:sz w:val="28"/>
            <w:szCs w:val="28"/>
          </w:rPr>
          <w:t>0,1000 га</w:t>
        </w:r>
      </w:smartTag>
      <w:r>
        <w:rPr>
          <w:sz w:val="28"/>
          <w:szCs w:val="28"/>
        </w:rPr>
        <w:t xml:space="preserve"> – малоповерхова забудова, для будівництва та обслуговування житлового будинку, господарських будівель та споруд (присадибна ділянка) (код КВЦПЗ 02.01), за рахунок земель житлової та громадської забудови, що перебуває в комунальній власності (запасі) за адресою: Кіровоградська область, Голованівський район, Голованівська селищна рада, в межах селища Голованівськ, вул. Шкільна, 37 (кадастровий номер земельної ділянки 3521455100:51:000:0305).</w:t>
      </w:r>
    </w:p>
    <w:p w:rsidR="006F5994" w:rsidRDefault="006F5994" w:rsidP="005030FE">
      <w:pPr>
        <w:jc w:val="both"/>
      </w:pPr>
      <w:r>
        <w:rPr>
          <w:sz w:val="28"/>
          <w:szCs w:val="28"/>
        </w:rPr>
        <w:t>3. Гр.Ковбасюк Наталії Миколаївні       зареєструвати речове право на земельну ділянку відповідно до вимог чинного законодавства.</w:t>
      </w:r>
    </w:p>
    <w:p w:rsidR="006F5994" w:rsidRDefault="006F5994" w:rsidP="005030FE">
      <w:pPr>
        <w:jc w:val="both"/>
        <w:rPr>
          <w:rFonts w:ascii="Calibri" w:hAnsi="Calibri"/>
        </w:rPr>
      </w:pPr>
      <w:r>
        <w:rPr>
          <w:sz w:val="28"/>
          <w:szCs w:val="28"/>
        </w:rPr>
        <w:t xml:space="preserve"> 4. Контроль за виконанням даного рішення покласти на постійну комісію з питань аграрної політики та земельних відносин.</w:t>
      </w:r>
    </w:p>
    <w:p w:rsidR="006F5994" w:rsidRDefault="006F5994" w:rsidP="00C8024D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Селищний голова                                                            Сергій ЦОБЕНКО</w:t>
      </w:r>
    </w:p>
    <w:p w:rsidR="006F5994" w:rsidRDefault="006F5994" w:rsidP="00C8024D"/>
    <w:p w:rsidR="006F5994" w:rsidRDefault="006F5994" w:rsidP="00C8024D"/>
    <w:sectPr w:rsidR="006F5994" w:rsidSect="00F23D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cademyCT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C06F4"/>
    <w:rsid w:val="000C68C1"/>
    <w:rsid w:val="000D3530"/>
    <w:rsid w:val="001330B7"/>
    <w:rsid w:val="00155CBA"/>
    <w:rsid w:val="00252BA2"/>
    <w:rsid w:val="002E554C"/>
    <w:rsid w:val="002F2D62"/>
    <w:rsid w:val="005030FE"/>
    <w:rsid w:val="00590978"/>
    <w:rsid w:val="006F5994"/>
    <w:rsid w:val="00730C83"/>
    <w:rsid w:val="007F6324"/>
    <w:rsid w:val="00827F3D"/>
    <w:rsid w:val="009B494B"/>
    <w:rsid w:val="00A51003"/>
    <w:rsid w:val="00A77790"/>
    <w:rsid w:val="00AC06F4"/>
    <w:rsid w:val="00B53BF4"/>
    <w:rsid w:val="00B76A30"/>
    <w:rsid w:val="00C603FF"/>
    <w:rsid w:val="00C76BA2"/>
    <w:rsid w:val="00C8024D"/>
    <w:rsid w:val="00C82492"/>
    <w:rsid w:val="00D409E7"/>
    <w:rsid w:val="00E15949"/>
    <w:rsid w:val="00E22811"/>
    <w:rsid w:val="00F23DAD"/>
    <w:rsid w:val="00F453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024D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730C8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30C83"/>
    <w:rPr>
      <w:rFonts w:ascii="Segoe UI" w:hAnsi="Segoe UI" w:cs="Segoe UI"/>
      <w:sz w:val="18"/>
      <w:szCs w:val="18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3321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21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</TotalTime>
  <Pages>1</Pages>
  <Words>1193</Words>
  <Characters>681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Пользователь</dc:creator>
  <cp:keywords/>
  <dc:description/>
  <cp:lastModifiedBy>Альона і Вадім</cp:lastModifiedBy>
  <cp:revision>5</cp:revision>
  <cp:lastPrinted>2022-02-10T06:39:00Z</cp:lastPrinted>
  <dcterms:created xsi:type="dcterms:W3CDTF">2022-02-10T14:36:00Z</dcterms:created>
  <dcterms:modified xsi:type="dcterms:W3CDTF">2022-02-10T15:33:00Z</dcterms:modified>
</cp:coreProperties>
</file>