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7F" w:rsidRDefault="00BD5F7F" w:rsidP="00A96BB7">
      <w:pPr>
        <w:jc w:val="both"/>
        <w:rPr>
          <w:sz w:val="28"/>
          <w:szCs w:val="28"/>
        </w:rPr>
      </w:pPr>
      <w:r w:rsidRPr="0059097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BD5F7F" w:rsidRDefault="00BD5F7F" w:rsidP="00A96BB7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BD5F7F" w:rsidTr="00155CBA">
        <w:tc>
          <w:tcPr>
            <w:tcW w:w="9854" w:type="dxa"/>
          </w:tcPr>
          <w:p w:rsidR="00BD5F7F" w:rsidRDefault="00BD5F7F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BD5F7F" w:rsidTr="00155CBA">
        <w:tc>
          <w:tcPr>
            <w:tcW w:w="9854" w:type="dxa"/>
          </w:tcPr>
          <w:p w:rsidR="00BD5F7F" w:rsidRDefault="00BD5F7F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BD5F7F" w:rsidRDefault="00BD5F7F" w:rsidP="00A96BB7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BD5F7F" w:rsidRDefault="00BD5F7F" w:rsidP="00A96BB7">
      <w:pPr>
        <w:jc w:val="both"/>
        <w:rPr>
          <w:sz w:val="28"/>
          <w:szCs w:val="28"/>
        </w:rPr>
      </w:pPr>
    </w:p>
    <w:p w:rsidR="00BD5F7F" w:rsidRDefault="00BD5F7F" w:rsidP="00A96B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BD5F7F" w:rsidRDefault="00BD5F7F" w:rsidP="00A96BB7">
      <w:pPr>
        <w:jc w:val="both"/>
        <w:rPr>
          <w:sz w:val="28"/>
          <w:szCs w:val="28"/>
        </w:rPr>
      </w:pPr>
    </w:p>
    <w:p w:rsidR="00BD5F7F" w:rsidRDefault="00BD5F7F" w:rsidP="00A96B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BD5F7F" w:rsidRDefault="00BD5F7F" w:rsidP="00C06302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:rsidR="00BD5F7F" w:rsidRDefault="00BD5F7F" w:rsidP="00C063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BD5F7F" w:rsidRDefault="00BD5F7F" w:rsidP="00C063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проєкту землеустрою щодо відведення</w:t>
      </w:r>
    </w:p>
    <w:p w:rsidR="00BD5F7F" w:rsidRDefault="00BD5F7F" w:rsidP="00C063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Баланді Галині Михайлівні</w:t>
      </w:r>
    </w:p>
    <w:p w:rsidR="00BD5F7F" w:rsidRDefault="00BD5F7F" w:rsidP="00C06302">
      <w:pPr>
        <w:tabs>
          <w:tab w:val="left" w:pos="0"/>
        </w:tabs>
        <w:adjustRightInd w:val="0"/>
        <w:ind w:right="3954"/>
        <w:rPr>
          <w:rStyle w:val="Emphasis"/>
          <w:i w:val="0"/>
        </w:rPr>
      </w:pPr>
    </w:p>
    <w:p w:rsidR="00BD5F7F" w:rsidRDefault="00BD5F7F" w:rsidP="00C06302">
      <w:pPr>
        <w:jc w:val="both"/>
        <w:rPr>
          <w:rFonts w:ascii="Calibri" w:hAnsi="Calibri"/>
          <w:sz w:val="24"/>
          <w:szCs w:val="24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</w:rPr>
        <w:t>п. 34 ст. 26 Закону України “Про місцеве самоврядування в Україні”,  ст.ст.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:rsidR="00BD5F7F" w:rsidRDefault="00BD5F7F" w:rsidP="00C06302">
      <w:pPr>
        <w:adjustRightInd w:val="0"/>
        <w:jc w:val="both"/>
        <w:rPr>
          <w:sz w:val="28"/>
          <w:szCs w:val="28"/>
        </w:rPr>
      </w:pPr>
    </w:p>
    <w:p w:rsidR="00BD5F7F" w:rsidRDefault="00BD5F7F" w:rsidP="00C0630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D5F7F" w:rsidRDefault="00BD5F7F" w:rsidP="00C063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BD5F7F" w:rsidRDefault="00BD5F7F" w:rsidP="00C063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Баланді Галині Михайлівні на розроблення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</w:rPr>
          <w:t>2,0000 га</w:t>
        </w:r>
      </w:smartTag>
      <w:r>
        <w:rPr>
          <w:sz w:val="28"/>
          <w:szCs w:val="28"/>
        </w:rPr>
        <w:t xml:space="preserve">, в тому числі по угіддях: пасовища (згідно КВЗУ 002.02)  –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</w:rPr>
          <w:t>2,0000 га</w:t>
        </w:r>
      </w:smartTag>
      <w:r>
        <w:rPr>
          <w:sz w:val="28"/>
          <w:szCs w:val="28"/>
        </w:rPr>
        <w:t xml:space="preserve">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адресою: Кіровоградська область, Голованівський район, в межах с. Надеждівка.</w:t>
      </w:r>
    </w:p>
    <w:p w:rsidR="00BD5F7F" w:rsidRDefault="00BD5F7F" w:rsidP="00C063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Баланду Галину Михайлівну    замовити виготовити проєкт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BD5F7F" w:rsidRDefault="00BD5F7F" w:rsidP="00C06302">
      <w:pPr>
        <w:jc w:val="both"/>
        <w:rPr>
          <w:rFonts w:ascii="Calibri" w:hAnsi="Calibr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:rsidR="00BD5F7F" w:rsidRDefault="00BD5F7F" w:rsidP="00C06302">
      <w:pPr>
        <w:jc w:val="center"/>
        <w:rPr>
          <w:sz w:val="28"/>
          <w:szCs w:val="28"/>
        </w:rPr>
      </w:pPr>
    </w:p>
    <w:p w:rsidR="00BD5F7F" w:rsidRPr="00C06302" w:rsidRDefault="00BD5F7F" w:rsidP="00C06302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BD5F7F" w:rsidRPr="00C06302" w:rsidSect="007C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879"/>
    <w:rsid w:val="00155CBA"/>
    <w:rsid w:val="0016125A"/>
    <w:rsid w:val="001A457A"/>
    <w:rsid w:val="003C7039"/>
    <w:rsid w:val="004E698C"/>
    <w:rsid w:val="00516600"/>
    <w:rsid w:val="00590978"/>
    <w:rsid w:val="005E26AC"/>
    <w:rsid w:val="007C0BE3"/>
    <w:rsid w:val="007F5330"/>
    <w:rsid w:val="00966879"/>
    <w:rsid w:val="00A256F7"/>
    <w:rsid w:val="00A96BB7"/>
    <w:rsid w:val="00AB3E8F"/>
    <w:rsid w:val="00BD5F7F"/>
    <w:rsid w:val="00C06302"/>
    <w:rsid w:val="00C9527E"/>
    <w:rsid w:val="00CA3088"/>
    <w:rsid w:val="00EF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30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C06302"/>
    <w:rPr>
      <w:rFonts w:ascii="Times New Roman" w:hAnsi="Times New Roman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75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962</Words>
  <Characters>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2022-02-10T14:50:00Z</dcterms:created>
  <dcterms:modified xsi:type="dcterms:W3CDTF">2022-02-10T18:14:00Z</dcterms:modified>
</cp:coreProperties>
</file>