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02" w:rsidRDefault="00265B02" w:rsidP="00AE28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A0C46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265B02" w:rsidRDefault="00265B02" w:rsidP="00AE28F6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65B02" w:rsidRPr="00AF6409" w:rsidTr="00AE28F6">
        <w:tc>
          <w:tcPr>
            <w:tcW w:w="9854" w:type="dxa"/>
          </w:tcPr>
          <w:p w:rsidR="00265B02" w:rsidRPr="00AF6409" w:rsidRDefault="00265B02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AF640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AF6409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AF640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AF6409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AF6409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AF6409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65B02" w:rsidRPr="00AF6409" w:rsidTr="00AE28F6">
        <w:tc>
          <w:tcPr>
            <w:tcW w:w="9854" w:type="dxa"/>
          </w:tcPr>
          <w:p w:rsidR="00265B02" w:rsidRPr="00AF6409" w:rsidRDefault="00265B0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F6409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AF6409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AF6409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265B02" w:rsidRDefault="00265B02" w:rsidP="00AE28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265B02" w:rsidRDefault="00265B02" w:rsidP="00AE28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B02" w:rsidRDefault="00265B02" w:rsidP="00AE28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265B02" w:rsidRDefault="00265B02" w:rsidP="00AE28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B02" w:rsidRDefault="00265B02" w:rsidP="00AE28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265B02" w:rsidRDefault="00265B02" w:rsidP="00AE28F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265B02" w:rsidRDefault="00265B02" w:rsidP="00AE28F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265B02" w:rsidRDefault="00265B02" w:rsidP="00AE28F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265B02" w:rsidRPr="00AE28F6" w:rsidRDefault="00265B02" w:rsidP="00AE28F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Свяченко Валентині Володимирівні</w:t>
      </w:r>
      <w:bookmarkStart w:id="0" w:name="_GoBack"/>
      <w:bookmarkEnd w:id="0"/>
    </w:p>
    <w:p w:rsidR="00265B02" w:rsidRDefault="00265B02" w:rsidP="0090671C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265B02" w:rsidRDefault="00265B02" w:rsidP="00AE28F6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65B02" w:rsidRDefault="00265B02" w:rsidP="00AE28F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1.Затвердити проєкт землеустрою гр. Свяченко Валентині Володимирівні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1,0000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 за межами  с. Новосілка. </w:t>
      </w:r>
    </w:p>
    <w:p w:rsidR="00265B02" w:rsidRDefault="00265B02" w:rsidP="00AE28F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71C">
        <w:rPr>
          <w:rFonts w:ascii="Times New Roman" w:hAnsi="Times New Roman"/>
          <w:sz w:val="28"/>
          <w:szCs w:val="28"/>
          <w:lang w:val="uk-UA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71C">
        <w:rPr>
          <w:rFonts w:ascii="Times New Roman" w:hAnsi="Times New Roman"/>
          <w:sz w:val="28"/>
          <w:szCs w:val="28"/>
          <w:lang w:val="uk-UA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71C">
        <w:rPr>
          <w:rFonts w:ascii="Times New Roman" w:hAnsi="Times New Roman"/>
          <w:sz w:val="28"/>
          <w:szCs w:val="28"/>
          <w:lang w:val="uk-UA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71C">
        <w:rPr>
          <w:rFonts w:ascii="Times New Roman" w:hAnsi="Times New Roman"/>
          <w:sz w:val="28"/>
          <w:szCs w:val="28"/>
          <w:lang w:val="uk-UA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71C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Свяченко Валентині Володимирівні     загальною площею  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1,0000 га</w:t>
        </w:r>
      </w:smartTag>
      <w:r>
        <w:rPr>
          <w:rFonts w:ascii="Times New Roman" w:hAnsi="Times New Roman"/>
          <w:sz w:val="28"/>
          <w:szCs w:val="28"/>
          <w:lang w:val="uk-UA"/>
        </w:rPr>
        <w:t>, в тому числі по угіддях: під сільськогосподарськими та іншими господарськими будівлями і дворами (згідно КВЗУ 013.00.)  - 1,0000га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за межами с. Новосілка. (кадастровий номер земельної ділянки 3521486500:55:000:0149).</w:t>
      </w:r>
    </w:p>
    <w:p w:rsidR="00265B02" w:rsidRDefault="00265B02" w:rsidP="00906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Свяченко Валентині Володимирівні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265B02" w:rsidRDefault="00265B02" w:rsidP="0090671C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265B02" w:rsidRDefault="00265B02" w:rsidP="00AE28F6">
      <w:pPr>
        <w:spacing w:after="0" w:line="240" w:lineRule="auto"/>
        <w:jc w:val="both"/>
      </w:pPr>
    </w:p>
    <w:p w:rsidR="00265B02" w:rsidRDefault="00265B02" w:rsidP="00AE28F6"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265B02" w:rsidSect="00D75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D23"/>
    <w:rsid w:val="00033512"/>
    <w:rsid w:val="00055A0F"/>
    <w:rsid w:val="001C12BC"/>
    <w:rsid w:val="00254FBB"/>
    <w:rsid w:val="00265B02"/>
    <w:rsid w:val="00310D84"/>
    <w:rsid w:val="00321810"/>
    <w:rsid w:val="00367522"/>
    <w:rsid w:val="004A0C46"/>
    <w:rsid w:val="00591226"/>
    <w:rsid w:val="00794D23"/>
    <w:rsid w:val="00796836"/>
    <w:rsid w:val="0090671C"/>
    <w:rsid w:val="00AA7111"/>
    <w:rsid w:val="00AE28F6"/>
    <w:rsid w:val="00AF6409"/>
    <w:rsid w:val="00D75334"/>
    <w:rsid w:val="00E41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8F6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1124</Words>
  <Characters>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2022-02-10T14:39:00Z</dcterms:created>
  <dcterms:modified xsi:type="dcterms:W3CDTF">2022-02-14T16:48:00Z</dcterms:modified>
</cp:coreProperties>
</file>