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A7" w:rsidRDefault="007747A7" w:rsidP="00F517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6024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5" o:title=""/>
          </v:shape>
        </w:pict>
      </w:r>
    </w:p>
    <w:p w:rsidR="007747A7" w:rsidRDefault="007747A7" w:rsidP="00F517B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7747A7" w:rsidRPr="00B46024" w:rsidTr="00DF59BD">
        <w:tc>
          <w:tcPr>
            <w:tcW w:w="9854" w:type="dxa"/>
          </w:tcPr>
          <w:p w:rsidR="007747A7" w:rsidRPr="00B46024" w:rsidRDefault="007747A7" w:rsidP="00DF59BD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 w:rsidRPr="00B46024">
              <w:rPr>
                <w:rFonts w:ascii="AcademyCTT" w:hAnsi="AcademyCTT"/>
                <w:b/>
                <w:sz w:val="28"/>
                <w:szCs w:val="28"/>
              </w:rPr>
              <w:t xml:space="preserve">ШОСТА СЕСІЯ </w:t>
            </w:r>
          </w:p>
        </w:tc>
      </w:tr>
      <w:tr w:rsidR="007747A7" w:rsidRPr="00B46024" w:rsidTr="00DF59BD">
        <w:tc>
          <w:tcPr>
            <w:tcW w:w="9854" w:type="dxa"/>
          </w:tcPr>
          <w:p w:rsidR="007747A7" w:rsidRPr="00B46024" w:rsidRDefault="007747A7" w:rsidP="00DF59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6024"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747A7" w:rsidRDefault="007747A7" w:rsidP="00F517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7747A7" w:rsidRDefault="007747A7" w:rsidP="00F517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7A7" w:rsidRDefault="007747A7" w:rsidP="00F517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«06» травня 2021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№ 166</w:t>
      </w:r>
    </w:p>
    <w:p w:rsidR="007747A7" w:rsidRDefault="007747A7" w:rsidP="00F517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7A7" w:rsidRDefault="007747A7" w:rsidP="00F517B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 Голованівськ</w:t>
      </w:r>
    </w:p>
    <w:p w:rsidR="007747A7" w:rsidRPr="00F40B39" w:rsidRDefault="007747A7" w:rsidP="000840D4">
      <w:pPr>
        <w:tabs>
          <w:tab w:val="left" w:pos="8364"/>
          <w:tab w:val="left" w:pos="93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7747A7" w:rsidRDefault="007747A7" w:rsidP="000840D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C0759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рішення </w:t>
      </w:r>
    </w:p>
    <w:p w:rsidR="007747A7" w:rsidRDefault="007747A7" w:rsidP="000840D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Голованівської селищної ради</w:t>
      </w:r>
    </w:p>
    <w:p w:rsidR="007747A7" w:rsidRDefault="007747A7" w:rsidP="000840D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«12» березня 2021 р. №123</w:t>
      </w:r>
    </w:p>
    <w:p w:rsidR="007747A7" w:rsidRDefault="007747A7" w:rsidP="000840D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747A7" w:rsidRDefault="007747A7" w:rsidP="000840D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747A7" w:rsidRPr="009C0759" w:rsidRDefault="007747A7" w:rsidP="000840D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747A7" w:rsidRPr="00D56F7B" w:rsidRDefault="007747A7" w:rsidP="00D56F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C0759">
        <w:rPr>
          <w:rFonts w:ascii="Times New Roman" w:hAnsi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«Про нотаріат», «Про державну реєстрацію актів цивільного стану», </w:t>
      </w:r>
      <w:r w:rsidRPr="00AA46D8">
        <w:rPr>
          <w:rFonts w:ascii="Times New Roman" w:hAnsi="Times New Roman"/>
          <w:sz w:val="28"/>
          <w:szCs w:val="28"/>
          <w:lang w:val="uk-UA"/>
        </w:rPr>
        <w:t>Правил організації з діловодства та архівного зберігання документів у держаних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року №1000/5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9C0759">
        <w:rPr>
          <w:rFonts w:ascii="Times New Roman" w:hAnsi="Times New Roman"/>
          <w:sz w:val="28"/>
          <w:szCs w:val="28"/>
          <w:lang w:val="uk-UA"/>
        </w:rPr>
        <w:t>«Про свободу пересування та вільний вибір місця проживання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A46D8">
        <w:rPr>
          <w:rFonts w:ascii="Times New Roman" w:hAnsi="Times New Roman"/>
          <w:sz w:val="28"/>
          <w:szCs w:val="28"/>
          <w:lang w:val="uk-UA"/>
        </w:rPr>
        <w:t xml:space="preserve">постановою Кабінету Міністрів України від 02.03.2016 року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</w:t>
      </w:r>
      <w:r w:rsidRPr="009C0759">
        <w:rPr>
          <w:rFonts w:ascii="Times New Roman" w:hAnsi="Times New Roman"/>
          <w:sz w:val="28"/>
          <w:szCs w:val="28"/>
          <w:lang w:val="uk-UA"/>
        </w:rPr>
        <w:t>з метою належного надання адміністративних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A46D8">
        <w:rPr>
          <w:rFonts w:ascii="Times New Roman" w:hAnsi="Times New Roman"/>
          <w:sz w:val="28"/>
          <w:szCs w:val="28"/>
          <w:lang w:val="uk-UA"/>
        </w:rPr>
        <w:t>а саме вчинення старостами нотаріальних дій, здійснення державної реєстрації актів цивільного стану, реєстрації місця проживання та зняття з реєстрації, видачі довідок, характеристик за місцем проживання, актів обстеження, інших документів</w:t>
      </w:r>
      <w:r w:rsidRPr="00D56F7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D56F7B">
        <w:rPr>
          <w:rFonts w:ascii="Times New Roman" w:hAnsi="Times New Roman"/>
          <w:sz w:val="28"/>
          <w:szCs w:val="28"/>
          <w:lang w:val="uk-UA" w:eastAsia="ru-RU"/>
        </w:rPr>
        <w:t>селищна рада</w:t>
      </w:r>
    </w:p>
    <w:p w:rsidR="007747A7" w:rsidRPr="009C0759" w:rsidRDefault="007747A7" w:rsidP="000840D4">
      <w:pPr>
        <w:tabs>
          <w:tab w:val="left" w:pos="8364"/>
          <w:tab w:val="left" w:pos="93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747A7" w:rsidRDefault="007747A7" w:rsidP="00D56F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40B39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7747A7" w:rsidRPr="00AA46D8" w:rsidRDefault="007747A7" w:rsidP="00084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747A7" w:rsidRPr="00D56F7B" w:rsidRDefault="007747A7" w:rsidP="00D56F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6F7B">
        <w:rPr>
          <w:rFonts w:ascii="Times New Roman" w:hAnsi="Times New Roman"/>
          <w:sz w:val="28"/>
          <w:szCs w:val="28"/>
          <w:lang w:val="uk-UA" w:eastAsia="ru-RU"/>
        </w:rPr>
        <w:t>1. Внести зміни до р.1 додатку 3 «</w:t>
      </w:r>
      <w:r w:rsidRPr="00D56F7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Опис </w:t>
      </w:r>
      <w:r w:rsidRPr="00D56F7B">
        <w:rPr>
          <w:rFonts w:ascii="Times New Roman" w:hAnsi="Times New Roman"/>
          <w:sz w:val="28"/>
          <w:szCs w:val="28"/>
          <w:lang w:val="uk-UA" w:eastAsia="ru-RU"/>
        </w:rPr>
        <w:t>додаткових  штампів для реєстрації місця проживання та зняття з місця реєстрації» рішення сесії Голованівської селищної ради від «12» березня 2021 р. №123 «</w:t>
      </w:r>
      <w:r w:rsidRPr="00D56F7B">
        <w:rPr>
          <w:rFonts w:ascii="Times New Roman" w:hAnsi="Times New Roman"/>
          <w:sz w:val="28"/>
          <w:szCs w:val="28"/>
          <w:lang w:val="uk-UA"/>
        </w:rPr>
        <w:t>Про виготовлення гербових номерних печаток та штампів старостам Голованівської селищної ради</w:t>
      </w:r>
      <w:r w:rsidRPr="00D56F7B">
        <w:rPr>
          <w:rFonts w:ascii="Times New Roman" w:hAnsi="Times New Roman"/>
          <w:sz w:val="28"/>
          <w:szCs w:val="28"/>
          <w:lang w:val="uk-UA" w:eastAsia="ru-RU"/>
        </w:rPr>
        <w:t>», затвердивши його у новій редакції.</w:t>
      </w:r>
    </w:p>
    <w:p w:rsidR="007747A7" w:rsidRDefault="007747A7" w:rsidP="00976F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</w:t>
      </w:r>
      <w:r w:rsidRPr="00060487">
        <w:rPr>
          <w:rFonts w:ascii="Times New Roman" w:hAnsi="Times New Roman"/>
          <w:sz w:val="28"/>
          <w:szCs w:val="28"/>
          <w:lang w:val="uk-UA" w:eastAsia="ru-RU"/>
        </w:rPr>
        <w:t xml:space="preserve">Виготовити додаткові штампи для реєстрації місця проживання у кількості </w:t>
      </w: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060487">
        <w:rPr>
          <w:rFonts w:ascii="Times New Roman" w:hAnsi="Times New Roman"/>
          <w:sz w:val="28"/>
          <w:szCs w:val="28"/>
          <w:lang w:val="uk-UA" w:eastAsia="ru-RU"/>
        </w:rPr>
        <w:t xml:space="preserve"> примірник</w:t>
      </w:r>
      <w:r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060487">
        <w:rPr>
          <w:rFonts w:ascii="Times New Roman" w:hAnsi="Times New Roman"/>
          <w:sz w:val="28"/>
          <w:szCs w:val="28"/>
          <w:lang w:val="uk-UA" w:eastAsia="ru-RU"/>
        </w:rPr>
        <w:t xml:space="preserve"> за зразком  (додаток 3) та вручити їх старост</w:t>
      </w:r>
      <w:r w:rsidRPr="00AA46D8">
        <w:rPr>
          <w:rFonts w:ascii="Times New Roman" w:hAnsi="Times New Roman"/>
          <w:sz w:val="28"/>
          <w:szCs w:val="28"/>
          <w:lang w:val="uk-UA" w:eastAsia="ru-RU"/>
        </w:rPr>
        <w:t>ам</w:t>
      </w:r>
      <w:r w:rsidRPr="00060487">
        <w:rPr>
          <w:rFonts w:ascii="Times New Roman" w:hAnsi="Times New Roman"/>
          <w:sz w:val="28"/>
          <w:szCs w:val="28"/>
          <w:lang w:val="uk-UA" w:eastAsia="ru-RU"/>
        </w:rPr>
        <w:t xml:space="preserve"> для забезпечення виконання посадових обов’язків.</w:t>
      </w:r>
    </w:p>
    <w:p w:rsidR="007747A7" w:rsidRPr="00F40B39" w:rsidRDefault="007747A7" w:rsidP="000840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F40B39"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рішення покласти на постійну комісію селищної ради з питань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4648B">
        <w:rPr>
          <w:rFonts w:ascii="Times New Roman" w:hAnsi="Times New Roman"/>
          <w:sz w:val="28"/>
          <w:szCs w:val="28"/>
          <w:lang w:val="uk-UA"/>
        </w:rPr>
        <w:t>регламенту, депутатської діяльності, законності, правопорядку, взаємодії з правоохоронними органами та боротьби з корупцією</w:t>
      </w:r>
      <w:r w:rsidRPr="00F40B39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7747A7" w:rsidRDefault="007747A7" w:rsidP="000840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47A7" w:rsidRPr="00F40B39" w:rsidRDefault="007747A7" w:rsidP="000840D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47A7" w:rsidRPr="00F40B39" w:rsidRDefault="007747A7" w:rsidP="00D56F7B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F40B39">
        <w:rPr>
          <w:rFonts w:ascii="Times New Roman" w:hAnsi="Times New Roman"/>
          <w:b/>
          <w:sz w:val="28"/>
          <w:szCs w:val="28"/>
          <w:lang w:val="uk-UA" w:eastAsia="ru-RU"/>
        </w:rPr>
        <w:t xml:space="preserve">Селищний  голова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Сергій  ЦОБЕНКО</w:t>
      </w:r>
    </w:p>
    <w:p w:rsidR="007747A7" w:rsidRPr="00F40B39" w:rsidRDefault="007747A7" w:rsidP="000840D4">
      <w:pPr>
        <w:rPr>
          <w:rFonts w:ascii="Times New Roman" w:hAnsi="Times New Roman"/>
          <w:b/>
          <w:sz w:val="28"/>
          <w:szCs w:val="28"/>
          <w:lang w:val="uk-UA"/>
        </w:rPr>
      </w:pPr>
      <w:r w:rsidRPr="00F40B39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7747A7" w:rsidRPr="00F40B39" w:rsidRDefault="007747A7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hAnsi="Times New Roman"/>
          <w:sz w:val="28"/>
          <w:szCs w:val="28"/>
          <w:lang w:val="uk-UA" w:eastAsia="uk-UA"/>
        </w:rPr>
      </w:pPr>
      <w:r w:rsidRPr="00F40B39">
        <w:rPr>
          <w:rFonts w:ascii="Times New Roman" w:hAnsi="Times New Roman"/>
          <w:sz w:val="28"/>
          <w:szCs w:val="28"/>
          <w:lang w:val="uk-UA" w:eastAsia="uk-UA"/>
        </w:rPr>
        <w:t>До</w:t>
      </w:r>
      <w:bookmarkStart w:id="0" w:name="_GoBack"/>
      <w:bookmarkEnd w:id="0"/>
      <w:r w:rsidRPr="00F40B39">
        <w:rPr>
          <w:rFonts w:ascii="Times New Roman" w:hAnsi="Times New Roman"/>
          <w:sz w:val="28"/>
          <w:szCs w:val="28"/>
          <w:lang w:val="uk-UA" w:eastAsia="uk-UA"/>
        </w:rPr>
        <w:t xml:space="preserve">даток </w:t>
      </w:r>
      <w:r>
        <w:rPr>
          <w:rFonts w:ascii="Times New Roman" w:hAnsi="Times New Roman"/>
          <w:sz w:val="28"/>
          <w:szCs w:val="28"/>
          <w:lang w:val="uk-UA" w:eastAsia="uk-UA"/>
        </w:rPr>
        <w:t>3</w:t>
      </w:r>
    </w:p>
    <w:p w:rsidR="007747A7" w:rsidRPr="00F40B39" w:rsidRDefault="007747A7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hAnsi="Times New Roman"/>
          <w:sz w:val="28"/>
          <w:szCs w:val="28"/>
          <w:lang w:val="uk-UA" w:eastAsia="uk-UA"/>
        </w:rPr>
      </w:pPr>
      <w:r w:rsidRPr="00F40B39">
        <w:rPr>
          <w:rFonts w:ascii="Times New Roman" w:hAnsi="Times New Roman"/>
          <w:sz w:val="28"/>
          <w:szCs w:val="28"/>
          <w:lang w:val="uk-UA" w:eastAsia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селищної </w:t>
      </w:r>
      <w:r w:rsidRPr="00F40B39">
        <w:rPr>
          <w:rFonts w:ascii="Times New Roman" w:hAnsi="Times New Roman"/>
          <w:sz w:val="28"/>
          <w:szCs w:val="28"/>
          <w:lang w:val="uk-UA" w:eastAsia="uk-UA"/>
        </w:rPr>
        <w:t>ради</w:t>
      </w:r>
    </w:p>
    <w:p w:rsidR="007747A7" w:rsidRPr="00F40B39" w:rsidRDefault="007747A7" w:rsidP="000840D4">
      <w:pPr>
        <w:tabs>
          <w:tab w:val="left" w:pos="3555"/>
        </w:tabs>
        <w:spacing w:after="0" w:line="240" w:lineRule="auto"/>
        <w:ind w:right="-6" w:firstLine="4820"/>
        <w:rPr>
          <w:rFonts w:ascii="Times New Roman" w:hAnsi="Times New Roman"/>
          <w:sz w:val="28"/>
          <w:szCs w:val="28"/>
          <w:lang w:val="uk-UA" w:eastAsia="uk-UA"/>
        </w:rPr>
      </w:pPr>
      <w:r w:rsidRPr="00F40B39">
        <w:rPr>
          <w:rFonts w:ascii="Times New Roman" w:hAnsi="Times New Roman"/>
          <w:sz w:val="28"/>
          <w:szCs w:val="28"/>
          <w:lang w:val="uk-UA" w:eastAsia="uk-UA"/>
        </w:rPr>
        <w:t xml:space="preserve">від  </w:t>
      </w:r>
      <w:r>
        <w:rPr>
          <w:rFonts w:ascii="Times New Roman" w:hAnsi="Times New Roman"/>
          <w:sz w:val="28"/>
          <w:szCs w:val="28"/>
          <w:lang w:val="uk-UA" w:eastAsia="uk-UA"/>
        </w:rPr>
        <w:t>«12» березня 2021</w:t>
      </w:r>
      <w:r w:rsidRPr="00F40B39">
        <w:rPr>
          <w:rFonts w:ascii="Times New Roman" w:hAnsi="Times New Roman"/>
          <w:sz w:val="28"/>
          <w:szCs w:val="28"/>
          <w:lang w:val="uk-UA" w:eastAsia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123</w:t>
      </w:r>
    </w:p>
    <w:p w:rsidR="007747A7" w:rsidRDefault="007747A7" w:rsidP="000840D4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7747A7" w:rsidRPr="00C52EF5" w:rsidRDefault="007747A7" w:rsidP="000840D4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hAnsi="Times New Roman"/>
          <w:color w:val="000000"/>
          <w:sz w:val="28"/>
          <w:szCs w:val="28"/>
          <w:lang w:val="uk-UA" w:eastAsia="ru-RU"/>
        </w:rPr>
        <w:t>Опис</w:t>
      </w:r>
    </w:p>
    <w:p w:rsidR="007747A7" w:rsidRPr="00C52EF5" w:rsidRDefault="007747A7" w:rsidP="000840D4">
      <w:pPr>
        <w:spacing w:after="0" w:line="240" w:lineRule="auto"/>
        <w:ind w:left="360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C52EF5">
        <w:rPr>
          <w:rFonts w:ascii="Times New Roman" w:hAnsi="Times New Roman"/>
          <w:sz w:val="28"/>
          <w:szCs w:val="28"/>
          <w:lang w:val="uk-UA" w:eastAsia="ru-RU"/>
        </w:rPr>
        <w:t xml:space="preserve">додаткових  штампів для реєстрації місця проживання та зняття з місця реєстрації </w:t>
      </w:r>
    </w:p>
    <w:p w:rsidR="007747A7" w:rsidRDefault="007747A7" w:rsidP="000840D4">
      <w:pPr>
        <w:keepNext/>
        <w:keepLines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C52EF5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ШТАМП</w:t>
      </w:r>
    </w:p>
    <w:p w:rsidR="007747A7" w:rsidRPr="00C52EF5" w:rsidRDefault="007747A7" w:rsidP="000840D4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</w:pPr>
      <w:r w:rsidRPr="00C52EF5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ru-RU"/>
        </w:rPr>
        <w:t>реєстрації місця проживання особи</w:t>
      </w:r>
    </w:p>
    <w:p w:rsidR="007747A7" w:rsidRPr="006F5A2B" w:rsidRDefault="007747A7" w:rsidP="000840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F5A2B">
        <w:rPr>
          <w:rFonts w:ascii="Times New Roman" w:hAnsi="Times New Roman"/>
          <w:sz w:val="28"/>
          <w:szCs w:val="28"/>
          <w:lang w:val="uk-UA" w:eastAsia="ru-RU"/>
        </w:rPr>
        <w:t xml:space="preserve">Штамп </w:t>
      </w:r>
      <w:r w:rsidRPr="00C52EF5">
        <w:rPr>
          <w:rFonts w:ascii="Times New Roman" w:hAnsi="Times New Roman"/>
          <w:sz w:val="28"/>
          <w:szCs w:val="28"/>
          <w:lang w:val="uk-UA" w:eastAsia="ru-RU"/>
        </w:rPr>
        <w:t>реєстрації місця проживання особи</w:t>
      </w:r>
      <w:r w:rsidRPr="006F5A2B">
        <w:rPr>
          <w:rFonts w:ascii="Times New Roman" w:hAnsi="Times New Roman"/>
          <w:sz w:val="28"/>
          <w:szCs w:val="28"/>
          <w:lang w:val="uk-UA" w:eastAsia="ru-RU"/>
        </w:rPr>
        <w:t xml:space="preserve"> виконавчого комітету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C52EF5">
          <w:rPr>
            <w:rFonts w:ascii="Times New Roman" w:hAnsi="Times New Roman"/>
            <w:sz w:val="28"/>
            <w:szCs w:val="28"/>
            <w:lang w:val="uk-UA" w:eastAsia="ru-RU"/>
          </w:rPr>
          <w:t>7</w:t>
        </w:r>
        <w:r w:rsidRPr="006F5A2B">
          <w:rPr>
            <w:rFonts w:ascii="Times New Roman" w:hAnsi="Times New Roman"/>
            <w:sz w:val="28"/>
            <w:szCs w:val="28"/>
            <w:lang w:val="uk-UA" w:eastAsia="ru-RU"/>
          </w:rPr>
          <w:t>0 мм</w:t>
        </w:r>
      </w:smartTag>
      <w:r w:rsidRPr="006F5A2B">
        <w:rPr>
          <w:rFonts w:ascii="Times New Roman" w:hAnsi="Times New Roman"/>
          <w:sz w:val="28"/>
          <w:szCs w:val="28"/>
          <w:lang w:val="uk-UA" w:eastAsia="ru-RU"/>
        </w:rPr>
        <w:t xml:space="preserve"> на </w:t>
      </w:r>
      <w:smartTag w:uri="urn:schemas-microsoft-com:office:smarttags" w:element="metricconverter">
        <w:smartTagPr>
          <w:attr w:name="ProductID" w:val="55 мм"/>
        </w:smartTagPr>
        <w:r w:rsidRPr="00C52EF5">
          <w:rPr>
            <w:rFonts w:ascii="Times New Roman" w:hAnsi="Times New Roman"/>
            <w:sz w:val="28"/>
            <w:szCs w:val="28"/>
            <w:lang w:val="uk-UA" w:eastAsia="ru-RU"/>
          </w:rPr>
          <w:t>55</w:t>
        </w:r>
        <w:r w:rsidRPr="006F5A2B">
          <w:rPr>
            <w:rFonts w:ascii="Times New Roman" w:hAnsi="Times New Roman"/>
            <w:sz w:val="28"/>
            <w:szCs w:val="28"/>
            <w:lang w:val="uk-UA" w:eastAsia="ru-RU"/>
          </w:rPr>
          <w:t xml:space="preserve"> мм</w:t>
        </w:r>
      </w:smartTag>
      <w:r w:rsidRPr="006F5A2B">
        <w:rPr>
          <w:rFonts w:ascii="Times New Roman" w:hAnsi="Times New Roman"/>
          <w:sz w:val="28"/>
          <w:szCs w:val="28"/>
          <w:lang w:val="uk-UA" w:eastAsia="ru-RU"/>
        </w:rPr>
        <w:t xml:space="preserve"> та містить наступну інформацію:</w:t>
      </w:r>
    </w:p>
    <w:p w:rsidR="007747A7" w:rsidRPr="006F5A2B" w:rsidRDefault="007747A7" w:rsidP="000840D4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F5A2B">
        <w:rPr>
          <w:rFonts w:ascii="Times New Roman" w:hAnsi="Times New Roman"/>
          <w:sz w:val="28"/>
          <w:szCs w:val="28"/>
          <w:lang w:val="uk-UA" w:eastAsia="ru-RU"/>
        </w:rPr>
        <w:t xml:space="preserve">назва установи – </w:t>
      </w:r>
      <w:r w:rsidRPr="00C52EF5">
        <w:rPr>
          <w:rFonts w:ascii="Times New Roman" w:hAnsi="Times New Roman"/>
          <w:sz w:val="28"/>
          <w:szCs w:val="28"/>
          <w:lang w:val="uk-UA" w:eastAsia="ru-RU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ГОЛОВАНІВСЬКОЇ СЕЛИЩНОЇ РАДИ Голованівський район Кіровоградська</w:t>
      </w:r>
      <w:r w:rsidRPr="00C52EF5">
        <w:rPr>
          <w:rFonts w:ascii="Times New Roman" w:hAnsi="Times New Roman"/>
          <w:sz w:val="28"/>
          <w:szCs w:val="28"/>
          <w:lang w:val="uk-UA" w:eastAsia="ru-RU"/>
        </w:rPr>
        <w:t xml:space="preserve"> област</w:t>
      </w:r>
      <w:r>
        <w:rPr>
          <w:rFonts w:ascii="Times New Roman" w:hAnsi="Times New Roman"/>
          <w:sz w:val="28"/>
          <w:szCs w:val="28"/>
          <w:lang w:val="uk-UA" w:eastAsia="ru-RU"/>
        </w:rPr>
        <w:t>ь.</w:t>
      </w: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/>
      </w:tblPr>
      <w:tblGrid>
        <w:gridCol w:w="508"/>
        <w:gridCol w:w="9374"/>
      </w:tblGrid>
      <w:tr w:rsidR="007747A7" w:rsidRPr="006F5A2B" w:rsidTr="000C514A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p w:rsidR="007747A7" w:rsidRPr="00C52EF5" w:rsidRDefault="007747A7" w:rsidP="000C514A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n213"/>
            <w:bookmarkStart w:id="2" w:name="n214"/>
            <w:bookmarkEnd w:id="1"/>
            <w:bookmarkEnd w:id="2"/>
            <w:r>
              <w:rPr>
                <w:noProof/>
                <w:lang w:val="uk-UA" w:eastAsia="uk-U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6" type="#_x0000_t32" style="position:absolute;left:0;text-align:left;margin-left:15.7pt;margin-top:-56.2pt;width:.45pt;height:158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">
                  <v:stroke startarrow="block" endarrow="block"/>
                </v:shape>
              </w:pict>
            </w:r>
            <w:r w:rsidRPr="00C52EF5">
              <w:rPr>
                <w:rFonts w:ascii="Times New Roman" w:hAnsi="Times New Roman"/>
                <w:sz w:val="24"/>
                <w:szCs w:val="24"/>
                <w:lang w:eastAsia="ru-RU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47A7" w:rsidRPr="00C52EF5" w:rsidRDefault="007747A7" w:rsidP="000C5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C52EF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ВИКОНАВЧИЙ КОМІТЕТ </w:t>
            </w:r>
          </w:p>
          <w:p w:rsidR="007747A7" w:rsidRPr="00C52EF5" w:rsidRDefault="007747A7" w:rsidP="000C5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ГОЛОВАНІВСЬКОЇ СЕЛИЩНОЇ РАДИ</w:t>
            </w:r>
          </w:p>
          <w:p w:rsidR="007747A7" w:rsidRPr="00C52EF5" w:rsidRDefault="007747A7" w:rsidP="000C51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Голованівський район Кіровоградська</w:t>
            </w:r>
            <w:r w:rsidRPr="00C52EF5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област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ь </w:t>
            </w:r>
          </w:p>
          <w:p w:rsidR="007747A7" w:rsidRPr="00C52EF5" w:rsidRDefault="007747A7" w:rsidP="000C51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МІСЦЕ ПРОЖИВАННЯ ЗАРЕЄСТРОВАНО ЗА АДРЕСОЮ</w:t>
            </w:r>
          </w:p>
          <w:p w:rsidR="007747A7" w:rsidRPr="00C52EF5" w:rsidRDefault="007747A7" w:rsidP="000C514A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____________________________________</w:t>
            </w:r>
            <w:r w:rsidRPr="00C52EF5">
              <w:rPr>
                <w:rFonts w:ascii="Times New Roman" w:hAnsi="Times New Roman"/>
                <w:sz w:val="24"/>
                <w:szCs w:val="24"/>
                <w:lang w:eastAsia="ru-RU"/>
              </w:rPr>
              <w:t>____________</w:t>
            </w: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______________________</w:t>
            </w:r>
          </w:p>
          <w:p w:rsidR="007747A7" w:rsidRPr="00C52EF5" w:rsidRDefault="007747A7" w:rsidP="000C5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hAnsi="Times New Roman"/>
                <w:sz w:val="20"/>
                <w:szCs w:val="20"/>
                <w:lang w:val="uk-UA" w:eastAsia="ru-RU"/>
              </w:rPr>
              <w:t>(найменування адміністративно-територіальної одиниці)</w:t>
            </w:r>
          </w:p>
          <w:p w:rsidR="007747A7" w:rsidRDefault="007747A7" w:rsidP="000C514A">
            <w:pPr>
              <w:spacing w:before="120"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вул. ______________</w:t>
            </w:r>
            <w:r w:rsidRPr="00C52EF5">
              <w:rPr>
                <w:rFonts w:ascii="Times New Roman" w:hAnsi="Times New Roman"/>
                <w:sz w:val="24"/>
                <w:szCs w:val="24"/>
                <w:lang w:eastAsia="ru-RU"/>
              </w:rPr>
              <w:t>_____</w:t>
            </w: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_______________________________________</w:t>
            </w: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</w:p>
          <w:p w:rsidR="007747A7" w:rsidRPr="00C52EF5" w:rsidRDefault="007747A7" w:rsidP="000C514A">
            <w:pPr>
              <w:spacing w:before="120"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буд. _________, корп. ________, кв. _______</w:t>
            </w:r>
          </w:p>
          <w:p w:rsidR="007747A7" w:rsidRPr="00C52EF5" w:rsidRDefault="007747A7" w:rsidP="000C514A">
            <w:pPr>
              <w:spacing w:before="120"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52EF5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 ______________ року ________________    ____________________________</w:t>
            </w:r>
          </w:p>
          <w:p w:rsidR="007747A7" w:rsidRPr="00C52EF5" w:rsidRDefault="007747A7" w:rsidP="000C514A">
            <w:pPr>
              <w:spacing w:after="0" w:line="240" w:lineRule="auto"/>
              <w:ind w:firstLine="4098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C52EF5">
              <w:rPr>
                <w:rFonts w:ascii="Times New Roman" w:hAnsi="Times New Roman"/>
                <w:sz w:val="20"/>
                <w:szCs w:val="20"/>
                <w:lang w:val="uk-UA" w:eastAsia="ru-RU"/>
              </w:rPr>
              <w:t>(підпис)                                  (прізвище, ініціали)</w:t>
            </w:r>
          </w:p>
        </w:tc>
      </w:tr>
      <w:tr w:rsidR="007747A7" w:rsidRPr="00B46024" w:rsidTr="000C514A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7747A7" w:rsidRPr="00C52EF5" w:rsidRDefault="007747A7" w:rsidP="000C514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val="uk-UA" w:eastAsia="uk-UA"/>
              </w:rPr>
              <w:pict>
                <v:shape id="Прямая со стрелкой 3" o:spid="_x0000_s1027" type="#_x0000_t32" style="position:absolute;left:0;text-align:left;margin-left:25.9pt;margin-top:16.65pt;width:481.3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">
                  <v:stroke startarrow="block" endarrow="block"/>
                </v:shape>
              </w:pic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747A7" w:rsidRPr="00C52EF5" w:rsidRDefault="007747A7" w:rsidP="000C51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7747A7" w:rsidRPr="00D56F7B" w:rsidRDefault="007747A7" w:rsidP="00D56F7B">
            <w:pPr>
              <w:numPr>
                <w:ilvl w:val="0"/>
                <w:numId w:val="3"/>
              </w:num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мм</w:t>
            </w:r>
          </w:p>
        </w:tc>
      </w:tr>
    </w:tbl>
    <w:p w:rsidR="007747A7" w:rsidRDefault="007747A7" w:rsidP="00D56F7B">
      <w:pPr>
        <w:keepNext/>
        <w:keepLines/>
        <w:spacing w:before="600" w:after="360" w:line="240" w:lineRule="auto"/>
        <w:rPr>
          <w:lang w:val="uk-UA"/>
        </w:rPr>
      </w:pPr>
      <w:bookmarkStart w:id="3" w:name="n217"/>
      <w:bookmarkEnd w:id="3"/>
    </w:p>
    <w:p w:rsidR="007747A7" w:rsidRPr="00D56F7B" w:rsidRDefault="007747A7" w:rsidP="00D56F7B">
      <w:pPr>
        <w:jc w:val="center"/>
        <w:rPr>
          <w:lang w:val="uk-UA"/>
        </w:rPr>
      </w:pPr>
      <w:r>
        <w:rPr>
          <w:lang w:val="uk-UA"/>
        </w:rPr>
        <w:t>________________________________________</w:t>
      </w:r>
    </w:p>
    <w:sectPr w:rsidR="007747A7" w:rsidRPr="00D56F7B" w:rsidSect="007E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CC083A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0D4"/>
    <w:rsid w:val="00060487"/>
    <w:rsid w:val="00062139"/>
    <w:rsid w:val="000840D4"/>
    <w:rsid w:val="000B17B5"/>
    <w:rsid w:val="000C514A"/>
    <w:rsid w:val="00115EB6"/>
    <w:rsid w:val="00147170"/>
    <w:rsid w:val="0016133F"/>
    <w:rsid w:val="001B6F3D"/>
    <w:rsid w:val="002C75EF"/>
    <w:rsid w:val="004807C9"/>
    <w:rsid w:val="00530358"/>
    <w:rsid w:val="0057248D"/>
    <w:rsid w:val="006038F3"/>
    <w:rsid w:val="006E669E"/>
    <w:rsid w:val="006F5A2B"/>
    <w:rsid w:val="00744615"/>
    <w:rsid w:val="007747A7"/>
    <w:rsid w:val="007D3BFA"/>
    <w:rsid w:val="007E241B"/>
    <w:rsid w:val="0088769F"/>
    <w:rsid w:val="008C6757"/>
    <w:rsid w:val="00976F94"/>
    <w:rsid w:val="009C0759"/>
    <w:rsid w:val="00A71F0A"/>
    <w:rsid w:val="00AA46D8"/>
    <w:rsid w:val="00AC49A8"/>
    <w:rsid w:val="00AF2DA0"/>
    <w:rsid w:val="00B46024"/>
    <w:rsid w:val="00B8583B"/>
    <w:rsid w:val="00C4648B"/>
    <w:rsid w:val="00C52EF5"/>
    <w:rsid w:val="00D56F7B"/>
    <w:rsid w:val="00D6334B"/>
    <w:rsid w:val="00DE15A8"/>
    <w:rsid w:val="00DF59BD"/>
    <w:rsid w:val="00E13DB3"/>
    <w:rsid w:val="00E1759C"/>
    <w:rsid w:val="00F40B39"/>
    <w:rsid w:val="00F517B8"/>
    <w:rsid w:val="00F63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0D4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840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0840D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7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71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038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1943</Words>
  <Characters>1109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valeriya.b99@gmail.com</dc:creator>
  <cp:keywords/>
  <dc:description/>
  <cp:lastModifiedBy>Альона і Вадім</cp:lastModifiedBy>
  <cp:revision>3</cp:revision>
  <dcterms:created xsi:type="dcterms:W3CDTF">2021-05-07T18:07:00Z</dcterms:created>
  <dcterms:modified xsi:type="dcterms:W3CDTF">2021-05-07T18:08:00Z</dcterms:modified>
</cp:coreProperties>
</file>