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75D" w:rsidRDefault="00F8475D" w:rsidP="00C226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4803">
        <w:rPr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F8475D" w:rsidRDefault="00F8475D" w:rsidP="00C22676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F8475D" w:rsidRPr="00BE6AA2" w:rsidTr="00C22676">
        <w:tc>
          <w:tcPr>
            <w:tcW w:w="9854" w:type="dxa"/>
          </w:tcPr>
          <w:p w:rsidR="00F8475D" w:rsidRPr="00BE6AA2" w:rsidRDefault="00F8475D">
            <w:pPr>
              <w:tabs>
                <w:tab w:val="left" w:pos="5985"/>
              </w:tabs>
              <w:rPr>
                <w:rFonts w:ascii="AcademyCTT" w:hAnsi="AcademyCTT"/>
                <w:b/>
                <w:sz w:val="28"/>
                <w:szCs w:val="28"/>
                <w:lang w:eastAsia="en-US"/>
              </w:rPr>
            </w:pPr>
            <w:r w:rsidRPr="00BE6AA2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 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ВІ</w:t>
            </w:r>
            <w:r w:rsidRPr="00BE6AA2">
              <w:rPr>
                <w:rFonts w:ascii="AcademyCTT" w:hAnsi="AcademyCTT" w:hint="eastAsia"/>
                <w:b/>
                <w:sz w:val="28"/>
                <w:szCs w:val="28"/>
                <w:lang w:val="uk-UA" w:eastAsia="en-US"/>
              </w:rPr>
              <w:t>СІМНАДЦЯТА</w:t>
            </w:r>
            <w:r w:rsidRPr="00BE6AA2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</w:t>
            </w:r>
            <w:r w:rsidRPr="00BE6AA2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BE6AA2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СЕСІЯ</w:t>
            </w:r>
            <w:r w:rsidRPr="00BE6AA2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F8475D" w:rsidRPr="00BE6AA2" w:rsidTr="00C22676">
        <w:tc>
          <w:tcPr>
            <w:tcW w:w="9854" w:type="dxa"/>
          </w:tcPr>
          <w:p w:rsidR="00F8475D" w:rsidRPr="00BE6AA2" w:rsidRDefault="00F8475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6AA2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ВОСЬМОГО</w:t>
            </w:r>
            <w:r w:rsidRPr="00BE6AA2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BE6AA2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СКЛИКАННЯ</w:t>
            </w:r>
          </w:p>
        </w:tc>
      </w:tr>
    </w:tbl>
    <w:p w:rsidR="00F8475D" w:rsidRDefault="00F8475D" w:rsidP="00C226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</w:rPr>
        <w:t>ПРОЄКТ</w:t>
      </w:r>
    </w:p>
    <w:p w:rsidR="00F8475D" w:rsidRDefault="00F8475D" w:rsidP="00C226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475D" w:rsidRDefault="00F8475D" w:rsidP="00C226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«____» ____________ 2022 року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№ _______</w:t>
      </w:r>
    </w:p>
    <w:p w:rsidR="00F8475D" w:rsidRDefault="00F8475D" w:rsidP="00C226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475D" w:rsidRDefault="00F8475D" w:rsidP="00C226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</w:rPr>
        <w:t>мтГолованівськ</w:t>
      </w:r>
    </w:p>
    <w:p w:rsidR="00F8475D" w:rsidRDefault="00F8475D" w:rsidP="00C22676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затвердження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проєкту</w:t>
      </w:r>
    </w:p>
    <w:p w:rsidR="00F8475D" w:rsidRDefault="00F8475D" w:rsidP="00C22676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землеустрою та надання у</w:t>
      </w:r>
    </w:p>
    <w:p w:rsidR="00F8475D" w:rsidRDefault="00F8475D" w:rsidP="00C22676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власність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земельної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ділянки</w:t>
      </w:r>
    </w:p>
    <w:p w:rsidR="00F8475D" w:rsidRDefault="00F8475D" w:rsidP="00C22676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гр. Поплавському Роману Броніславовичу</w:t>
      </w:r>
    </w:p>
    <w:p w:rsidR="00F8475D" w:rsidRDefault="00F8475D" w:rsidP="00C22676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  <w:lang w:val="uk-UA"/>
        </w:rPr>
      </w:pPr>
    </w:p>
    <w:p w:rsidR="00F8475D" w:rsidRDefault="00F8475D" w:rsidP="009744EC">
      <w:pPr>
        <w:spacing w:after="0" w:line="240" w:lineRule="auto"/>
        <w:ind w:firstLine="709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п. 34 ст. 26 Закону України “Про місцеве самоврядування в Україні”,  ст. ст. 12, 118, 121, 125, 126 Земельн</w:t>
      </w:r>
      <w:r>
        <w:rPr>
          <w:sz w:val="28"/>
          <w:szCs w:val="28"/>
          <w:lang w:val="uk-UA"/>
        </w:rPr>
        <w:t xml:space="preserve">ого кодексу України, </w:t>
      </w:r>
      <w:r>
        <w:rPr>
          <w:rFonts w:ascii="Times New Roman" w:hAnsi="Times New Roman"/>
          <w:sz w:val="28"/>
          <w:szCs w:val="28"/>
          <w:lang w:val="uk-UA"/>
        </w:rPr>
        <w:t xml:space="preserve"> рекомендацій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/>
          <w:sz w:val="28"/>
          <w:szCs w:val="28"/>
          <w:lang w:val="uk-UA"/>
        </w:rPr>
        <w:t xml:space="preserve">  селищна рада</w:t>
      </w:r>
    </w:p>
    <w:p w:rsidR="00F8475D" w:rsidRDefault="00F8475D" w:rsidP="00C22676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F8475D" w:rsidRDefault="00F8475D" w:rsidP="00C22676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 Затвердити проєкт землеустрою гр. Поплавському Роману Броніславовичу щодо відведення земельної ділянки загальною площею </w:t>
      </w:r>
      <w:smartTag w:uri="urn:schemas-microsoft-com:office:smarttags" w:element="metricconverter">
        <w:smartTagPr>
          <w:attr w:name="ProductID" w:val="1,5126 га"/>
        </w:smartTagPr>
        <w:r>
          <w:rPr>
            <w:rFonts w:ascii="Times New Roman" w:hAnsi="Times New Roman"/>
            <w:sz w:val="28"/>
            <w:szCs w:val="28"/>
            <w:lang w:val="uk-UA"/>
          </w:rPr>
          <w:t>1,5126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</w:t>
      </w:r>
      <w:r w:rsidRPr="00AD6419">
        <w:rPr>
          <w:rFonts w:ascii="Times New Roman" w:hAnsi="Times New Roman"/>
          <w:sz w:val="28"/>
          <w:szCs w:val="28"/>
          <w:lang w:val="uk-UA"/>
        </w:rPr>
        <w:t>за межами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6419"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 xml:space="preserve">. Вербове. </w:t>
      </w:r>
    </w:p>
    <w:p w:rsidR="00F8475D" w:rsidRDefault="00F8475D" w:rsidP="00C22676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2. Передати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безоплатно у власність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земельну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ділянку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Поплавському Роману Броніславовичу    загальною площею  </w:t>
      </w:r>
      <w:smartTag w:uri="urn:schemas-microsoft-com:office:smarttags" w:element="metricconverter">
        <w:smartTagPr>
          <w:attr w:name="ProductID" w:val="1,5126 га"/>
        </w:smartTagPr>
        <w:r>
          <w:rPr>
            <w:rFonts w:ascii="Times New Roman" w:hAnsi="Times New Roman"/>
            <w:sz w:val="28"/>
            <w:szCs w:val="28"/>
            <w:lang w:val="uk-UA"/>
          </w:rPr>
          <w:t>1,5126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, в тому числі по угіддях: рілля (згідно КВЗУ 001.01.)  - </w:t>
      </w:r>
      <w:smartTag w:uri="urn:schemas-microsoft-com:office:smarttags" w:element="metricconverter">
        <w:smartTagPr>
          <w:attr w:name="ProductID" w:val="1,5126 га"/>
        </w:smartTagPr>
        <w:r>
          <w:rPr>
            <w:rFonts w:ascii="Times New Roman" w:hAnsi="Times New Roman"/>
            <w:sz w:val="28"/>
            <w:szCs w:val="28"/>
            <w:lang w:val="uk-UA"/>
          </w:rPr>
          <w:t>1,5126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  для ведення особистого селянського господарства (код КВЦПЗ 01.03), із земель запасу сільськогосподарського призначення комунальної власності, за адресою: Кіровоградська область, Голованівський район, Голованівська селищна рада за межами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с. Вербове. (кадастровий номер земельної ділянки 3521480500:02:000:0523).</w:t>
      </w:r>
    </w:p>
    <w:p w:rsidR="00F8475D" w:rsidRDefault="00F8475D" w:rsidP="00C226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Гр.</w:t>
      </w:r>
      <w:r>
        <w:rPr>
          <w:rFonts w:ascii="Times New Roman" w:hAnsi="Times New Roman"/>
          <w:sz w:val="28"/>
          <w:szCs w:val="28"/>
          <w:lang w:val="uk-UA"/>
        </w:rPr>
        <w:t xml:space="preserve"> Поплавському Роману Броніславовичу    </w:t>
      </w:r>
      <w:r>
        <w:rPr>
          <w:rFonts w:ascii="Times New Roman" w:hAnsi="Times New Roman"/>
          <w:sz w:val="28"/>
          <w:szCs w:val="28"/>
        </w:rPr>
        <w:t>зареєструвати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речове право на земельн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</w:rPr>
        <w:t>ділянк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  <w:lang w:val="uk-UA"/>
        </w:rPr>
        <w:t>ідповідно до вимог чинного законодавства</w:t>
      </w:r>
      <w:r>
        <w:rPr>
          <w:rFonts w:ascii="Times New Roman" w:hAnsi="Times New Roman"/>
          <w:sz w:val="28"/>
          <w:szCs w:val="28"/>
        </w:rPr>
        <w:t>.</w:t>
      </w:r>
    </w:p>
    <w:p w:rsidR="00F8475D" w:rsidRDefault="00F8475D" w:rsidP="00C22676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/>
          <w:sz w:val="28"/>
          <w:szCs w:val="28"/>
        </w:rPr>
        <w:t>. Контроль за виконанням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даного</w:t>
      </w:r>
      <w:r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покласти на постійну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комісію з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аграрної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політики та земельних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відносин.</w:t>
      </w:r>
    </w:p>
    <w:p w:rsidR="00F8475D" w:rsidRDefault="00F8475D" w:rsidP="00C2267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Селищний голова                                                            Сергій ЦОБЕНК</w:t>
      </w:r>
      <w:r>
        <w:rPr>
          <w:rFonts w:ascii="Times New Roman" w:hAnsi="Times New Roman"/>
          <w:b/>
          <w:sz w:val="28"/>
          <w:szCs w:val="28"/>
          <w:lang w:val="uk-UA"/>
        </w:rPr>
        <w:t>О</w:t>
      </w:r>
    </w:p>
    <w:sectPr w:rsidR="00F8475D" w:rsidSect="001B4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211"/>
    <w:rsid w:val="001B4AAB"/>
    <w:rsid w:val="003A4803"/>
    <w:rsid w:val="00605211"/>
    <w:rsid w:val="006F1461"/>
    <w:rsid w:val="0071700F"/>
    <w:rsid w:val="009744EC"/>
    <w:rsid w:val="00AA60C2"/>
    <w:rsid w:val="00AD6419"/>
    <w:rsid w:val="00BE6AA2"/>
    <w:rsid w:val="00C22676"/>
    <w:rsid w:val="00D46C41"/>
    <w:rsid w:val="00E549E2"/>
    <w:rsid w:val="00F8475D"/>
    <w:rsid w:val="00FA1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676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92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1084</Words>
  <Characters>619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3</cp:revision>
  <dcterms:created xsi:type="dcterms:W3CDTF">2022-02-10T14:37:00Z</dcterms:created>
  <dcterms:modified xsi:type="dcterms:W3CDTF">2022-02-10T15:28:00Z</dcterms:modified>
</cp:coreProperties>
</file>