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356" w:rsidRDefault="00036356" w:rsidP="00EA7372">
      <w:pPr>
        <w:jc w:val="both"/>
        <w:rPr>
          <w:sz w:val="28"/>
          <w:szCs w:val="28"/>
        </w:rPr>
      </w:pPr>
      <w:r w:rsidRPr="008532A7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036356" w:rsidRDefault="00036356" w:rsidP="00EA7372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036356" w:rsidTr="00155CBA">
        <w:tc>
          <w:tcPr>
            <w:tcW w:w="9854" w:type="dxa"/>
          </w:tcPr>
          <w:p w:rsidR="00036356" w:rsidRDefault="00036356" w:rsidP="00155CBA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036356" w:rsidTr="00155CBA">
        <w:tc>
          <w:tcPr>
            <w:tcW w:w="9854" w:type="dxa"/>
          </w:tcPr>
          <w:p w:rsidR="00036356" w:rsidRDefault="00036356" w:rsidP="00155CB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036356" w:rsidRDefault="00036356" w:rsidP="00EA7372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036356" w:rsidRDefault="00036356" w:rsidP="00EA7372">
      <w:pPr>
        <w:jc w:val="both"/>
        <w:rPr>
          <w:sz w:val="28"/>
          <w:szCs w:val="28"/>
        </w:rPr>
      </w:pPr>
    </w:p>
    <w:p w:rsidR="00036356" w:rsidRDefault="00036356" w:rsidP="00EA73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036356" w:rsidRDefault="00036356" w:rsidP="00EA7372">
      <w:pPr>
        <w:jc w:val="both"/>
        <w:rPr>
          <w:sz w:val="28"/>
          <w:szCs w:val="28"/>
        </w:rPr>
      </w:pPr>
    </w:p>
    <w:p w:rsidR="00036356" w:rsidRDefault="00036356" w:rsidP="00EA7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036356" w:rsidRDefault="00036356" w:rsidP="00EA7372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Про затвердження проєкту</w:t>
      </w:r>
    </w:p>
    <w:p w:rsidR="00036356" w:rsidRDefault="00036356" w:rsidP="00EA7372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:rsidR="00036356" w:rsidRDefault="00036356" w:rsidP="00EA7372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земельних ділянок</w:t>
      </w:r>
    </w:p>
    <w:p w:rsidR="00036356" w:rsidRDefault="00036356" w:rsidP="00EA7372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П’яничук Олесі Олександрівні</w:t>
      </w:r>
    </w:p>
    <w:p w:rsidR="00036356" w:rsidRDefault="00036356" w:rsidP="00EA7372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:rsidR="00036356" w:rsidRDefault="00036356" w:rsidP="00EA73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п. 34 ст. 26 Закону України “Про місцеве самоврядування в Україні”,  ст. ст. 12, 118, 121, 125, 126 Земельного кодексу України,  рекомендацій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:rsidR="00036356" w:rsidRDefault="00036356" w:rsidP="00EA7372">
      <w:pPr>
        <w:ind w:firstLine="709"/>
        <w:jc w:val="both"/>
        <w:rPr>
          <w:rFonts w:ascii="Calibri" w:hAnsi="Calibri"/>
        </w:rPr>
      </w:pPr>
    </w:p>
    <w:p w:rsidR="00036356" w:rsidRDefault="00036356" w:rsidP="00EA7372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036356" w:rsidRDefault="00036356" w:rsidP="00EA7372">
      <w:pPr>
        <w:tabs>
          <w:tab w:val="left" w:pos="567"/>
        </w:tabs>
        <w:rPr>
          <w:b/>
          <w:sz w:val="28"/>
          <w:szCs w:val="28"/>
        </w:rPr>
      </w:pPr>
    </w:p>
    <w:p w:rsidR="00036356" w:rsidRDefault="00036356" w:rsidP="00EA737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  Затвердити проєкт землеустрою гр. П’яничук Олесі Олександрівні щодо відведення у власність земельної ділянки  для ведення особистого селянського господарства (код КВЦПЗ 01.03.) та для будівництва та обслуговування житлового будинку, господарських будівель та споруд (присадибна ділянка)   (код КВЦПЗ 02.01) за адресою: Кіровоградська область, Голованівський  район, Голованівська селищна рада,  в межах с. Грузьке, вул. Виноградна, 3.</w:t>
      </w:r>
    </w:p>
    <w:p w:rsidR="00036356" w:rsidRDefault="00036356" w:rsidP="00EA737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гр. П’яничук Олесі Олександрівні земельну ділянку   загальною площею 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 –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(кадастровий номер земельної ділянки 3521480800:51:000:0168), за адресою: Кіровоградська область, Голованівський район, Голованівська селищна рада,   в межах с. Грузьке, вул. Виноградна, 3. </w:t>
      </w:r>
    </w:p>
    <w:p w:rsidR="00036356" w:rsidRDefault="00036356" w:rsidP="00EA737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Передати безоплатно у власність земельну ділянку гр. П’яничук Олесі Олександрівні     загальною площею – </w:t>
      </w:r>
      <w:smartTag w:uri="urn:schemas-microsoft-com:office:smarttags" w:element="metricconverter">
        <w:smartTagPr>
          <w:attr w:name="productid" w:val="0,1699 га"/>
        </w:smartTagPr>
        <w:r>
          <w:rPr>
            <w:sz w:val="28"/>
            <w:szCs w:val="28"/>
          </w:rPr>
          <w:t>0,1699 га</w:t>
        </w:r>
      </w:smartTag>
      <w:r>
        <w:rPr>
          <w:sz w:val="28"/>
          <w:szCs w:val="28"/>
        </w:rPr>
        <w:t xml:space="preserve">, в тому числі по угіддях: рілля (згідно КВЗУ 001.01.)  - </w:t>
      </w:r>
      <w:smartTag w:uri="urn:schemas-microsoft-com:office:smarttags" w:element="metricconverter">
        <w:smartTagPr>
          <w:attr w:name="productid" w:val="0,1699 га"/>
        </w:smartTagPr>
        <w:r>
          <w:rPr>
            <w:sz w:val="28"/>
            <w:szCs w:val="28"/>
          </w:rPr>
          <w:t>0,1699 га</w:t>
        </w:r>
      </w:smartTag>
      <w:r>
        <w:rPr>
          <w:sz w:val="28"/>
          <w:szCs w:val="28"/>
        </w:rPr>
        <w:t xml:space="preserve">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за межами с. Грузьке, вул. Виноградна, 3 (кадастровий номер земельної ділянки 3521480800:51:000:0169)</w:t>
      </w:r>
      <w:bookmarkStart w:id="0" w:name="_GoBack"/>
      <w:bookmarkEnd w:id="0"/>
      <w:r>
        <w:rPr>
          <w:sz w:val="28"/>
          <w:szCs w:val="28"/>
        </w:rPr>
        <w:t>.</w:t>
      </w:r>
    </w:p>
    <w:p w:rsidR="00036356" w:rsidRDefault="00036356" w:rsidP="00EA737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4. Гр. П’яничук Олесі Олександрівні   зареєструвати речове право на земельні ділянки відповідно до вимог чинного законодавства.</w:t>
      </w:r>
    </w:p>
    <w:p w:rsidR="00036356" w:rsidRDefault="00036356" w:rsidP="00EA73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Контроль за виконанням даного рішення покласти на постійну комісію з питань аграрної політики та земельних відносин.</w:t>
      </w:r>
    </w:p>
    <w:p w:rsidR="00036356" w:rsidRDefault="00036356" w:rsidP="00EA7372">
      <w:pPr>
        <w:jc w:val="both"/>
        <w:rPr>
          <w:rFonts w:ascii="Calibri" w:hAnsi="Calibri"/>
        </w:rPr>
      </w:pPr>
    </w:p>
    <w:p w:rsidR="00036356" w:rsidRDefault="00036356" w:rsidP="00E62C8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:rsidR="00036356" w:rsidRDefault="00036356" w:rsidP="00E62C8E"/>
    <w:p w:rsidR="00036356" w:rsidRDefault="00036356"/>
    <w:sectPr w:rsidR="00036356" w:rsidSect="00700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0E2"/>
    <w:rsid w:val="00036356"/>
    <w:rsid w:val="001054A5"/>
    <w:rsid w:val="00124579"/>
    <w:rsid w:val="00155CBA"/>
    <w:rsid w:val="00300174"/>
    <w:rsid w:val="00387630"/>
    <w:rsid w:val="003B30E2"/>
    <w:rsid w:val="003F57B3"/>
    <w:rsid w:val="004A2EB8"/>
    <w:rsid w:val="00590978"/>
    <w:rsid w:val="00652DCD"/>
    <w:rsid w:val="007004CA"/>
    <w:rsid w:val="007320FF"/>
    <w:rsid w:val="00811533"/>
    <w:rsid w:val="00831BBF"/>
    <w:rsid w:val="008532A7"/>
    <w:rsid w:val="00B445C4"/>
    <w:rsid w:val="00B614F7"/>
    <w:rsid w:val="00C852A7"/>
    <w:rsid w:val="00CE5EC0"/>
    <w:rsid w:val="00D3266A"/>
    <w:rsid w:val="00D87C6B"/>
    <w:rsid w:val="00DA732E"/>
    <w:rsid w:val="00DD0D70"/>
    <w:rsid w:val="00DE361B"/>
    <w:rsid w:val="00E62C8E"/>
    <w:rsid w:val="00EA7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C8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5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1547</Words>
  <Characters>882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5</cp:revision>
  <dcterms:created xsi:type="dcterms:W3CDTF">2022-02-10T14:21:00Z</dcterms:created>
  <dcterms:modified xsi:type="dcterms:W3CDTF">2022-02-14T16:46:00Z</dcterms:modified>
</cp:coreProperties>
</file>