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EA" w:rsidRDefault="00387EEA" w:rsidP="00BF04DE">
      <w:pPr>
        <w:jc w:val="both"/>
      </w:pPr>
    </w:p>
    <w:p w:rsidR="00387EEA" w:rsidRDefault="00387EEA" w:rsidP="00BF04DE"/>
    <w:p w:rsidR="00387EEA" w:rsidRDefault="00387EEA" w:rsidP="00BF04DE">
      <w:pPr>
        <w:jc w:val="both"/>
        <w:rPr>
          <w:sz w:val="28"/>
          <w:szCs w:val="28"/>
        </w:rPr>
      </w:pPr>
      <w:r w:rsidRPr="00EE1A71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387EEA" w:rsidRDefault="00387EEA" w:rsidP="00BF04DE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387EEA" w:rsidTr="00BF04DE">
        <w:tc>
          <w:tcPr>
            <w:tcW w:w="9854" w:type="dxa"/>
          </w:tcPr>
          <w:p w:rsidR="00387EEA" w:rsidRDefault="00387EE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387EEA" w:rsidTr="00BF04DE">
        <w:tc>
          <w:tcPr>
            <w:tcW w:w="9854" w:type="dxa"/>
          </w:tcPr>
          <w:p w:rsidR="00387EEA" w:rsidRDefault="00387EE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387EEA" w:rsidRDefault="00387EEA" w:rsidP="00BF04DE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387EEA" w:rsidRDefault="00387EEA" w:rsidP="00BF04DE">
      <w:pPr>
        <w:jc w:val="both"/>
        <w:rPr>
          <w:sz w:val="28"/>
          <w:szCs w:val="28"/>
        </w:rPr>
      </w:pPr>
    </w:p>
    <w:p w:rsidR="00387EEA" w:rsidRDefault="00387EEA" w:rsidP="00BF04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387EEA" w:rsidRDefault="00387EEA" w:rsidP="00BF04DE">
      <w:pPr>
        <w:jc w:val="both"/>
        <w:rPr>
          <w:sz w:val="28"/>
          <w:szCs w:val="28"/>
        </w:rPr>
      </w:pPr>
    </w:p>
    <w:p w:rsidR="00387EEA" w:rsidRDefault="00387EEA" w:rsidP="00BF04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387EEA" w:rsidRDefault="00387EEA" w:rsidP="00BF04DE">
      <w:pPr>
        <w:jc w:val="center"/>
        <w:rPr>
          <w:sz w:val="28"/>
          <w:szCs w:val="28"/>
        </w:rPr>
      </w:pPr>
    </w:p>
    <w:p w:rsidR="00387EEA" w:rsidRDefault="00387EEA" w:rsidP="00500BDC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Голубкову</w:t>
      </w:r>
    </w:p>
    <w:p w:rsidR="00387EEA" w:rsidRDefault="00387EEA" w:rsidP="00500BDC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Володимиру Миколайовичу</w:t>
      </w:r>
    </w:p>
    <w:p w:rsidR="00387EEA" w:rsidRDefault="00387EEA" w:rsidP="00500BDC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387EEA" w:rsidRDefault="00387EEA" w:rsidP="00500BDC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387EEA" w:rsidRDefault="00387EEA" w:rsidP="00500BDC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387EEA" w:rsidRDefault="00387EEA" w:rsidP="00500BDC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387EEA" w:rsidRDefault="00387EEA" w:rsidP="00500BDC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387EEA" w:rsidRDefault="00387EEA" w:rsidP="00500BDC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Голубкову Володимиру Миколайовичу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0,7500 га"/>
        </w:smartTagPr>
        <w:r>
          <w:rPr>
            <w:sz w:val="28"/>
            <w:szCs w:val="28"/>
            <w:lang w:eastAsia="ru-RU"/>
          </w:rPr>
          <w:t>0,7500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eastAsia="ru-RU"/>
          </w:rPr>
          <w:t>0,8000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Клинове.</w:t>
      </w:r>
    </w:p>
    <w:p w:rsidR="00387EEA" w:rsidRDefault="00387EEA" w:rsidP="00500B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2.Гр. </w:t>
      </w:r>
      <w:r>
        <w:rPr>
          <w:sz w:val="28"/>
          <w:szCs w:val="28"/>
          <w:lang w:eastAsia="ru-RU"/>
        </w:rPr>
        <w:t xml:space="preserve">Голубкову Володимиру Миколайовичу </w:t>
      </w:r>
      <w:bookmarkStart w:id="0" w:name="_GoBack"/>
      <w:bookmarkEnd w:id="0"/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387EEA" w:rsidRDefault="00387EEA" w:rsidP="00500B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387EEA" w:rsidRDefault="00387EEA" w:rsidP="00500B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387EEA" w:rsidRDefault="00387EEA" w:rsidP="00BF04DE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387EEA" w:rsidSect="00C25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5C5"/>
    <w:rsid w:val="00387EEA"/>
    <w:rsid w:val="003D3F3E"/>
    <w:rsid w:val="00500BDC"/>
    <w:rsid w:val="00521C7D"/>
    <w:rsid w:val="00552190"/>
    <w:rsid w:val="00590476"/>
    <w:rsid w:val="00660251"/>
    <w:rsid w:val="008860D7"/>
    <w:rsid w:val="00A948B0"/>
    <w:rsid w:val="00BF04DE"/>
    <w:rsid w:val="00C259E4"/>
    <w:rsid w:val="00C808F8"/>
    <w:rsid w:val="00CC3BE2"/>
    <w:rsid w:val="00D31ACD"/>
    <w:rsid w:val="00EE1A71"/>
    <w:rsid w:val="00F32951"/>
    <w:rsid w:val="00F74F9C"/>
    <w:rsid w:val="00FA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D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8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971</Words>
  <Characters>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2022-02-10T14:48:00Z</dcterms:created>
  <dcterms:modified xsi:type="dcterms:W3CDTF">2022-02-14T17:11:00Z</dcterms:modified>
</cp:coreProperties>
</file>