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27" w:rsidRDefault="007D5827" w:rsidP="004E0D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072F1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7D5827" w:rsidRDefault="007D5827" w:rsidP="004E0D7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7D5827" w:rsidRPr="00CA3BEE" w:rsidTr="004E0D74">
        <w:tc>
          <w:tcPr>
            <w:tcW w:w="9854" w:type="dxa"/>
          </w:tcPr>
          <w:p w:rsidR="007D5827" w:rsidRPr="00CA3BEE" w:rsidRDefault="007D5827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CA3BE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CA3BEE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CA3BE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CA3BE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CA3BE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CA3BE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D5827" w:rsidRPr="00CA3BEE" w:rsidTr="004E0D74">
        <w:tc>
          <w:tcPr>
            <w:tcW w:w="9854" w:type="dxa"/>
          </w:tcPr>
          <w:p w:rsidR="007D5827" w:rsidRPr="00CA3BEE" w:rsidRDefault="007D5827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3BE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CA3BE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CA3BE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7D5827" w:rsidRDefault="007D5827" w:rsidP="004E0D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7D5827" w:rsidRDefault="007D5827" w:rsidP="004E0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827" w:rsidRDefault="007D5827" w:rsidP="004E0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«____» ____________ 2</w:t>
      </w:r>
      <w:r>
        <w:rPr>
          <w:rFonts w:ascii="Times New Roman" w:hAnsi="Times New Roman"/>
          <w:sz w:val="28"/>
          <w:szCs w:val="28"/>
          <w:lang w:val="uk-UA"/>
        </w:rPr>
        <w:t>022</w:t>
      </w:r>
      <w:r>
        <w:rPr>
          <w:rFonts w:ascii="Times New Roman" w:hAnsi="Times New Roman"/>
          <w:sz w:val="28"/>
          <w:szCs w:val="28"/>
        </w:rPr>
        <w:t xml:space="preserve">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7D5827" w:rsidRDefault="007D5827" w:rsidP="004E0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827" w:rsidRDefault="007D5827" w:rsidP="004E0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мтГолованівськ</w:t>
      </w:r>
    </w:p>
    <w:p w:rsidR="007D5827" w:rsidRDefault="007D5827" w:rsidP="004E0D74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7D5827" w:rsidRDefault="007D5827" w:rsidP="004E0D74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7D5827" w:rsidRDefault="007D5827" w:rsidP="004E0D74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7D5827" w:rsidRDefault="007D5827" w:rsidP="004E0D74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Осипенко Аліні Павлівні</w:t>
      </w:r>
    </w:p>
    <w:p w:rsidR="007D5827" w:rsidRDefault="007D5827" w:rsidP="004E0D74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7D5827" w:rsidRDefault="007D5827" w:rsidP="00641A78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ст. ст. 12, 118, 121, 125, 126 Земельного кодексу України, 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7D5827" w:rsidRDefault="007D5827" w:rsidP="004E0D74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7D5827" w:rsidRDefault="007D5827" w:rsidP="004E0D74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Затвердити проєкт землеустрою гр. Осипенко Аліні Павлівні  щодо відведення земельної ділянки загальною площею – </w:t>
      </w:r>
      <w:smartTag w:uri="urn:schemas-microsoft-com:office:smarttags" w:element="metricconverter">
        <w:smartTagPr>
          <w:attr w:name="ProductID" w:val="1,6000 га"/>
        </w:smartTagPr>
        <w:r>
          <w:rPr>
            <w:rFonts w:ascii="Times New Roman" w:hAnsi="Times New Roman"/>
            <w:sz w:val="28"/>
            <w:szCs w:val="28"/>
            <w:lang w:val="uk-UA"/>
          </w:rPr>
          <w:t>1,6000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за межами смт Голованівськ.</w:t>
      </w:r>
    </w:p>
    <w:p w:rsidR="007D5827" w:rsidRDefault="007D5827" w:rsidP="004E0D7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65BEC">
        <w:rPr>
          <w:rFonts w:ascii="Times New Roman" w:hAnsi="Times New Roman"/>
          <w:sz w:val="28"/>
          <w:szCs w:val="28"/>
          <w:lang w:val="uk-UA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5BEC">
        <w:rPr>
          <w:rFonts w:ascii="Times New Roman" w:hAnsi="Times New Roman"/>
          <w:sz w:val="28"/>
          <w:szCs w:val="28"/>
          <w:lang w:val="uk-UA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5BEC">
        <w:rPr>
          <w:rFonts w:ascii="Times New Roman" w:hAnsi="Times New Roman"/>
          <w:sz w:val="28"/>
          <w:szCs w:val="28"/>
          <w:lang w:val="uk-UA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5BEC">
        <w:rPr>
          <w:rFonts w:ascii="Times New Roman" w:hAnsi="Times New Roman"/>
          <w:sz w:val="28"/>
          <w:szCs w:val="28"/>
          <w:lang w:val="uk-UA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5BEC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Осипенко Аліні Павлівні    </w:t>
      </w:r>
      <w:r w:rsidRPr="004E0D74">
        <w:rPr>
          <w:rFonts w:ascii="Times New Roman" w:hAnsi="Times New Roman"/>
          <w:sz w:val="28"/>
          <w:szCs w:val="28"/>
          <w:lang w:val="uk-UA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площею  </w:t>
      </w:r>
      <w:smartTag w:uri="urn:schemas-microsoft-com:office:smarttags" w:element="metricconverter">
        <w:smartTagPr>
          <w:attr w:name="ProductID" w:val="1,6000 га"/>
        </w:smartTagPr>
        <w:r w:rsidRPr="004E0D74">
          <w:rPr>
            <w:rFonts w:ascii="Times New Roman" w:hAnsi="Times New Roman"/>
            <w:sz w:val="28"/>
            <w:szCs w:val="28"/>
            <w:lang w:val="uk-UA"/>
          </w:rPr>
          <w:t>1,6000 га</w:t>
        </w:r>
      </w:smartTag>
      <w:r w:rsidRPr="004E0D74"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</w:t>
      </w:r>
      <w:r>
        <w:rPr>
          <w:rFonts w:ascii="Times New Roman" w:hAnsi="Times New Roman"/>
          <w:sz w:val="28"/>
          <w:szCs w:val="28"/>
          <w:lang w:val="uk-UA"/>
        </w:rPr>
        <w:t xml:space="preserve">багаторічні насадження (згідно КВЗУ 002.03.)  - </w:t>
      </w:r>
      <w:smartTag w:uri="urn:schemas-microsoft-com:office:smarttags" w:element="metricconverter">
        <w:smartTagPr>
          <w:attr w:name="ProductID" w:val="1,6000 га"/>
        </w:smartTagPr>
        <w:r>
          <w:rPr>
            <w:rFonts w:ascii="Times New Roman" w:hAnsi="Times New Roman"/>
            <w:sz w:val="28"/>
            <w:szCs w:val="28"/>
            <w:lang w:val="uk-UA"/>
          </w:rPr>
          <w:t>1,6000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 за межами </w:t>
      </w:r>
      <w:r>
        <w:rPr>
          <w:rFonts w:ascii="Times New Roman" w:hAnsi="Times New Roman"/>
          <w:sz w:val="28"/>
          <w:szCs w:val="28"/>
        </w:rPr>
        <w:t>смт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Голованівськ</w:t>
      </w:r>
      <w:r>
        <w:rPr>
          <w:rFonts w:ascii="Times New Roman" w:hAnsi="Times New Roman"/>
          <w:sz w:val="28"/>
          <w:szCs w:val="28"/>
          <w:lang w:val="uk-UA"/>
        </w:rPr>
        <w:t xml:space="preserve"> (кадастровий номер земельної ділянки 3521455100:02:000:0814).</w:t>
      </w:r>
    </w:p>
    <w:p w:rsidR="007D5827" w:rsidRDefault="007D5827" w:rsidP="004E0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Осипенко Аліні Павлівні     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7D5827" w:rsidRDefault="007D5827" w:rsidP="004E0D74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7D5827" w:rsidRDefault="007D5827" w:rsidP="004E0D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p w:rsidR="007D5827" w:rsidRDefault="007D5827" w:rsidP="004E0D74"/>
    <w:sectPr w:rsidR="007D5827" w:rsidSect="001A4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37A"/>
    <w:rsid w:val="000145AE"/>
    <w:rsid w:val="001A4979"/>
    <w:rsid w:val="002F037A"/>
    <w:rsid w:val="00365BEC"/>
    <w:rsid w:val="003A0493"/>
    <w:rsid w:val="004E0D74"/>
    <w:rsid w:val="00641A78"/>
    <w:rsid w:val="00650F2B"/>
    <w:rsid w:val="007072F1"/>
    <w:rsid w:val="007D5827"/>
    <w:rsid w:val="00816263"/>
    <w:rsid w:val="00911FC8"/>
    <w:rsid w:val="00987818"/>
    <w:rsid w:val="00B04817"/>
    <w:rsid w:val="00B343DF"/>
    <w:rsid w:val="00B74AC7"/>
    <w:rsid w:val="00BC7AB5"/>
    <w:rsid w:val="00CA3BEE"/>
    <w:rsid w:val="00D20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D74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C7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7AB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0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1078</Words>
  <Characters>615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cp:lastPrinted>2022-02-10T06:37:00Z</cp:lastPrinted>
  <dcterms:created xsi:type="dcterms:W3CDTF">2022-02-10T14:34:00Z</dcterms:created>
  <dcterms:modified xsi:type="dcterms:W3CDTF">2022-02-10T15:12:00Z</dcterms:modified>
</cp:coreProperties>
</file>