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8DC" w:rsidRDefault="00FD58DC" w:rsidP="00604D64">
      <w:pPr>
        <w:jc w:val="center"/>
        <w:rPr>
          <w:sz w:val="28"/>
          <w:szCs w:val="28"/>
        </w:rPr>
      </w:pPr>
      <w:r w:rsidRPr="00942021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D58DC" w:rsidRDefault="00FD58DC" w:rsidP="00604D64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D58DC" w:rsidTr="00604D64">
        <w:tc>
          <w:tcPr>
            <w:tcW w:w="9854" w:type="dxa"/>
          </w:tcPr>
          <w:p w:rsidR="00FD58DC" w:rsidRDefault="00FD58DC">
            <w:pPr>
              <w:tabs>
                <w:tab w:val="left" w:pos="5985"/>
              </w:tabs>
              <w:spacing w:line="256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ЧОТИРНАДЦЯТ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D58DC" w:rsidTr="00604D64">
        <w:tc>
          <w:tcPr>
            <w:tcW w:w="9854" w:type="dxa"/>
          </w:tcPr>
          <w:p w:rsidR="00FD58DC" w:rsidRDefault="00FD58DC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FD58DC" w:rsidRDefault="00FD58DC" w:rsidP="00604D6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 w:hint="eastAsia"/>
          <w:b/>
          <w:sz w:val="28"/>
          <w:szCs w:val="28"/>
        </w:rPr>
        <w:t>Р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І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Ш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Е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Н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Н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Я</w:t>
      </w:r>
    </w:p>
    <w:p w:rsidR="00FD58DC" w:rsidRDefault="00FD58DC" w:rsidP="00604D64">
      <w:pPr>
        <w:jc w:val="both"/>
        <w:rPr>
          <w:sz w:val="28"/>
          <w:szCs w:val="28"/>
        </w:rPr>
      </w:pPr>
    </w:p>
    <w:p w:rsidR="00FD58DC" w:rsidRDefault="00FD58DC" w:rsidP="00604D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грудня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485 </w:t>
      </w:r>
    </w:p>
    <w:p w:rsidR="00FD58DC" w:rsidRDefault="00FD58DC" w:rsidP="00604D64">
      <w:pPr>
        <w:jc w:val="both"/>
        <w:rPr>
          <w:sz w:val="28"/>
          <w:szCs w:val="28"/>
        </w:rPr>
      </w:pPr>
    </w:p>
    <w:p w:rsidR="00FD58DC" w:rsidRDefault="00FD58DC" w:rsidP="00604D6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FD58DC" w:rsidRDefault="00FD58DC" w:rsidP="00604D64">
      <w:pPr>
        <w:jc w:val="center"/>
        <w:rPr>
          <w:color w:val="000000"/>
          <w:sz w:val="24"/>
          <w:szCs w:val="24"/>
          <w:lang w:eastAsia="ru-RU"/>
        </w:rPr>
      </w:pPr>
    </w:p>
    <w:p w:rsidR="00FD58DC" w:rsidRDefault="00FD58DC" w:rsidP="00E20383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проєкту</w:t>
      </w:r>
    </w:p>
    <w:p w:rsidR="00FD58DC" w:rsidRDefault="00FD58DC" w:rsidP="00E2038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:rsidR="00FD58DC" w:rsidRDefault="00FD58DC" w:rsidP="00E20383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:rsidR="00FD58DC" w:rsidRDefault="00FD58DC" w:rsidP="00E2038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Томинець Олені Йосипівні</w:t>
      </w:r>
    </w:p>
    <w:p w:rsidR="00FD58DC" w:rsidRDefault="00FD58DC" w:rsidP="00E2038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bookmarkStart w:id="0" w:name="_GoBack"/>
      <w:bookmarkEnd w:id="0"/>
    </w:p>
    <w:p w:rsidR="00FD58DC" w:rsidRDefault="00FD58DC" w:rsidP="00E2038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:rsidR="00FD58DC" w:rsidRPr="00A020E7" w:rsidRDefault="00FD58DC" w:rsidP="00E2038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D58DC" w:rsidRDefault="00FD58DC" w:rsidP="00E20383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проєкт землеустрою щодо відведення земельної ділянки загальною площею – </w:t>
      </w:r>
      <w:smartTag w:uri="urn:schemas-microsoft-com:office:smarttags" w:element="metricconverter">
        <w:smartTagPr>
          <w:attr w:name="ProductID" w:val="0,6200 га"/>
        </w:smartTagPr>
        <w:r>
          <w:rPr>
            <w:sz w:val="28"/>
            <w:szCs w:val="28"/>
          </w:rPr>
          <w:t>0,6200 га</w:t>
        </w:r>
      </w:smartTag>
      <w:r>
        <w:rPr>
          <w:sz w:val="28"/>
          <w:szCs w:val="28"/>
        </w:rPr>
        <w:t xml:space="preserve"> гр. Томинець Олені Йосипівні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с.Роздол.</w:t>
      </w:r>
    </w:p>
    <w:p w:rsidR="00FD58DC" w:rsidRDefault="00FD58DC" w:rsidP="00E2038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  загальною площею – </w:t>
      </w:r>
      <w:smartTag w:uri="urn:schemas-microsoft-com:office:smarttags" w:element="metricconverter">
        <w:smartTagPr>
          <w:attr w:name="ProductID" w:val="0,6200 га"/>
        </w:smartTagPr>
        <w:r>
          <w:rPr>
            <w:sz w:val="28"/>
            <w:szCs w:val="28"/>
          </w:rPr>
          <w:t>0,6200 га</w:t>
        </w:r>
      </w:smartTag>
      <w:r>
        <w:rPr>
          <w:sz w:val="28"/>
          <w:szCs w:val="28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6200 га"/>
        </w:smartTagPr>
        <w:r>
          <w:rPr>
            <w:sz w:val="28"/>
            <w:szCs w:val="28"/>
          </w:rPr>
          <w:t>0,6200 га</w:t>
        </w:r>
      </w:smartTag>
      <w:r>
        <w:rPr>
          <w:sz w:val="28"/>
          <w:szCs w:val="28"/>
        </w:rPr>
        <w:t xml:space="preserve"> гр. Томинець Олені Йосипівні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Роздол (кадастровий номер земельної ділянки 3521486300:51:000:0017).</w:t>
      </w:r>
    </w:p>
    <w:p w:rsidR="00FD58DC" w:rsidRDefault="00FD58DC" w:rsidP="00E2038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Томинець Олені Йосипівні зареєструвати речове право на земельну ділянку відповідно до вимог чинного законодавства.</w:t>
      </w:r>
    </w:p>
    <w:p w:rsidR="00FD58DC" w:rsidRDefault="00FD58DC" w:rsidP="00E20383">
      <w:pPr>
        <w:jc w:val="both"/>
        <w:rPr>
          <w:rFonts w:ascii="Calibri" w:hAnsi="Calibr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:rsidR="00FD58DC" w:rsidRDefault="00FD58DC" w:rsidP="00E20383">
      <w:pPr>
        <w:jc w:val="center"/>
        <w:rPr>
          <w:b/>
          <w:sz w:val="28"/>
          <w:szCs w:val="28"/>
        </w:rPr>
      </w:pPr>
    </w:p>
    <w:p w:rsidR="00FD58DC" w:rsidRDefault="00FD58DC" w:rsidP="00C765DD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  <w:lang w:val="ru-RU"/>
        </w:rPr>
      </w:pPr>
    </w:p>
    <w:p w:rsidR="00FD58DC" w:rsidRDefault="00FD58DC" w:rsidP="00C765DD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  <w:lang w:val="ru-RU"/>
        </w:rPr>
      </w:pPr>
    </w:p>
    <w:p w:rsidR="00FD58DC" w:rsidRPr="00A020E7" w:rsidRDefault="00FD58DC" w:rsidP="00A020E7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Сергій ЦОБЕНКО</w:t>
      </w:r>
    </w:p>
    <w:sectPr w:rsidR="00FD58DC" w:rsidRPr="00A020E7" w:rsidSect="0046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030"/>
    <w:rsid w:val="00132CA3"/>
    <w:rsid w:val="00460FE1"/>
    <w:rsid w:val="00604D64"/>
    <w:rsid w:val="00924030"/>
    <w:rsid w:val="00942021"/>
    <w:rsid w:val="00A020E7"/>
    <w:rsid w:val="00BC32B9"/>
    <w:rsid w:val="00C765DD"/>
    <w:rsid w:val="00E20383"/>
    <w:rsid w:val="00FD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D6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1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1064</Words>
  <Characters>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7</cp:revision>
  <dcterms:created xsi:type="dcterms:W3CDTF">2021-12-16T08:29:00Z</dcterms:created>
  <dcterms:modified xsi:type="dcterms:W3CDTF">2021-12-27T16:15:00Z</dcterms:modified>
</cp:coreProperties>
</file>