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/>
      </w:pPr>
      <w:r>
        <w:rPr/>
      </w:r>
    </w:p>
    <w:p>
      <w:pPr>
        <w:pStyle w:val="Default"/>
        <w:ind w:left="5954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left="5954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left="5954" w:hanging="0"/>
        <w:rPr>
          <w:sz w:val="28"/>
          <w:szCs w:val="28"/>
        </w:rPr>
      </w:pPr>
      <w:r>
        <w:rPr>
          <w:sz w:val="28"/>
          <w:szCs w:val="28"/>
        </w:rPr>
        <w:t xml:space="preserve">Додаток до наказу </w:t>
      </w:r>
    </w:p>
    <w:p>
      <w:pPr>
        <w:pStyle w:val="Default"/>
        <w:ind w:left="5954" w:hanging="0"/>
        <w:rPr>
          <w:sz w:val="28"/>
          <w:szCs w:val="28"/>
        </w:rPr>
      </w:pPr>
      <w:r>
        <w:rPr>
          <w:sz w:val="28"/>
          <w:szCs w:val="28"/>
        </w:rPr>
        <w:t xml:space="preserve">Пенсійного фонду України </w:t>
      </w:r>
    </w:p>
    <w:p>
      <w:pPr>
        <w:pStyle w:val="Default"/>
        <w:ind w:left="5954" w:hanging="0"/>
        <w:rPr>
          <w:rFonts w:ascii="Calibri" w:hAnsi="Calibri" w:eastAsia="Calibri" w:cs="Calibri"/>
          <w:color w:val="000000"/>
          <w:kern w:val="0"/>
          <w:sz w:val="28"/>
          <w:szCs w:val="28"/>
          <w:lang w:val="uk-UA" w:eastAsia="en-US" w:bidi="ar-SA"/>
        </w:rPr>
      </w:pPr>
      <w:r>
        <w:rPr>
          <w:rFonts w:eastAsia="Calibri" w:cs="Calibri"/>
          <w:color w:val="000000"/>
          <w:kern w:val="0"/>
          <w:sz w:val="28"/>
          <w:szCs w:val="28"/>
          <w:lang w:val="uk-UA" w:eastAsia="en-US" w:bidi="ar-SA"/>
        </w:rPr>
        <w:t>01.12.2020 № 124</w:t>
      </w:r>
    </w:p>
    <w:p>
      <w:pPr>
        <w:pStyle w:val="Defaul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ГРАФІК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особистого прийому громадян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керівництвом Пенсійного фонду України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та керівниками структурних підрозділів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tbl>
      <w:tblPr>
        <w:tblW w:w="10660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818"/>
        <w:gridCol w:w="1843"/>
        <w:gridCol w:w="2272"/>
        <w:gridCol w:w="3525"/>
        <w:gridCol w:w="2202"/>
      </w:tblGrid>
      <w:tr>
        <w:trPr>
          <w:trHeight w:val="1114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Дні тижня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Прізвище, ім’я, по батькові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Години прийому</w:t>
            </w:r>
          </w:p>
        </w:tc>
      </w:tr>
      <w:tr>
        <w:trPr>
          <w:trHeight w:val="341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>
        <w:trPr>
          <w:trHeight w:val="111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-89" w:hanging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Щопонеділка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МАКСИМОВА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Анна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Сергіївна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Начальник Управління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по роботі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з персоналом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10.00-17.00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680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ШУЛЯК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Алла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Павлівна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Директор Департаменту внутрішнього аудиту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680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МАСТЮГІНА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Галина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Іванівна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Заступник директора департаменту - начальник управління контролю та розгляду звернень громадян Департаменту пенсійного забезпечення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1114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Четвертий вівторок парного місяця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КАПІНУС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Євгеній Валерійович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7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left="7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left="7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Голова правління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7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left="7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left="7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15.00-17.00</w:t>
            </w:r>
          </w:p>
        </w:tc>
      </w:tr>
    </w:tbl>
    <w:p>
      <w:pPr>
        <w:pStyle w:val="Normal"/>
        <w:spacing w:lineRule="auto" w:line="240" w:before="0" w:after="0"/>
        <w:ind w:right="536" w:hanging="0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cs="Times New Roman" w:ascii="Times New Roman" w:hAnsi="Times New Roman"/>
          <w:sz w:val="28"/>
          <w:szCs w:val="28"/>
          <w:lang w:val="en-US" w:eastAsia="ru-RU"/>
        </w:rPr>
      </w:r>
    </w:p>
    <w:p>
      <w:pPr>
        <w:sectPr>
          <w:type w:val="nextPage"/>
          <w:pgSz w:w="11906" w:h="16838"/>
          <w:pgMar w:left="800" w:right="845" w:header="0" w:top="142" w:footer="0" w:bottom="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right="536" w:hanging="0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cs="Times New Roman" w:ascii="Times New Roman" w:hAnsi="Times New Roman"/>
          <w:sz w:val="28"/>
          <w:szCs w:val="28"/>
          <w:lang w:val="en-US" w:eastAsia="ru-RU"/>
        </w:rPr>
      </w:r>
    </w:p>
    <w:tbl>
      <w:tblPr>
        <w:tblW w:w="10680" w:type="dxa"/>
        <w:jc w:val="left"/>
        <w:tblInd w:w="-9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98"/>
        <w:gridCol w:w="1862"/>
        <w:gridCol w:w="2438"/>
        <w:gridCol w:w="3360"/>
        <w:gridCol w:w="2222"/>
      </w:tblGrid>
      <w:tr>
        <w:trPr>
          <w:trHeight w:val="1114" w:hRule="atLeast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-8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Щовівторка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МАЛЕЦЬКИЙ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Олександр Миколайович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Заступник Голови правління з питань цифрового розвитку, цифрових трансформацій і цифровізації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10.00-13.00</w:t>
            </w:r>
          </w:p>
        </w:tc>
      </w:tr>
      <w:tr>
        <w:trPr>
          <w:trHeight w:val="1114" w:hRule="atLeast"/>
        </w:trPr>
        <w:tc>
          <w:tcPr>
            <w:tcW w:w="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-89" w:hanging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КАСЬЯНОВ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 Олександр Олександрович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Завідувач Сектору з питань запобігання та виявлення корупції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10.00-17.00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680" w:hRule="atLeast"/>
        </w:trPr>
        <w:tc>
          <w:tcPr>
            <w:tcW w:w="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ru-RU" w:bidi="ar-SA"/>
              </w:rPr>
              <w:t>РЯБЦЕВА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Тетяна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Борисівна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Директор Юридичного департаменту</w:t>
            </w:r>
          </w:p>
        </w:tc>
        <w:tc>
          <w:tcPr>
            <w:tcW w:w="22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1573" w:hRule="atLeast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Щосереди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ОХРІМЕНКО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 Олена Валентинівна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Директор Департаменту пенсійного забезпечення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10.00-17.00</w:t>
            </w:r>
          </w:p>
        </w:tc>
      </w:tr>
      <w:tr>
        <w:trPr>
          <w:trHeight w:val="1631" w:hRule="atLeast"/>
        </w:trPr>
        <w:tc>
          <w:tcPr>
            <w:tcW w:w="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ПУХЛІЙ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Лілія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Андріївна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Заступник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директора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Фінансово-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економічного</w:t>
            </w:r>
          </w:p>
          <w:p>
            <w:pPr>
              <w:pStyle w:val="Normal"/>
              <w:widowControl w:val="false"/>
              <w:spacing w:before="0" w:after="0"/>
              <w:ind w:firstLine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департаменту</w:t>
            </w:r>
          </w:p>
        </w:tc>
        <w:tc>
          <w:tcPr>
            <w:tcW w:w="22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1319" w:hRule="atLeast"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Щочетверга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КОВПАШКО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Ірина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Василівна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Заступник Голови правління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ind w:right="281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10.00-13.00</w:t>
            </w:r>
          </w:p>
        </w:tc>
      </w:tr>
      <w:tr>
        <w:trPr>
          <w:trHeight w:val="2060" w:hRule="atLeast"/>
        </w:trPr>
        <w:tc>
          <w:tcPr>
            <w:tcW w:w="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ШВЕЦЬ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Ганна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Петрівна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Начальник Управління організаційної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роботи, зв’язків з громадськістю та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засобами масової інформації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10.00-17.00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tbl>
      <w:tblPr>
        <w:tblW w:w="10720" w:type="dxa"/>
        <w:jc w:val="left"/>
        <w:tblInd w:w="-10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0"/>
        <w:gridCol w:w="1819"/>
        <w:gridCol w:w="2481"/>
        <w:gridCol w:w="3418"/>
        <w:gridCol w:w="2222"/>
      </w:tblGrid>
      <w:tr>
        <w:trPr>
          <w:trHeight w:val="1114" w:hRule="atLeast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Щочетверга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uk-UA" w:eastAsia="en-US" w:bidi="ar-SA"/>
              </w:rPr>
              <w:t>ПОРОТНІКОВА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Наталя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Іванівна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Начальник Управління контрольно-перевірочної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pacing w:val="1"/>
                <w:sz w:val="28"/>
                <w:szCs w:val="28"/>
                <w:lang w:eastAsia="ru-RU"/>
              </w:rPr>
              <w:t>10.00-17.00</w:t>
            </w:r>
          </w:p>
        </w:tc>
      </w:tr>
      <w:tr>
        <w:trPr>
          <w:trHeight w:val="1114" w:hRule="atLeast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-89" w:hanging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  <w:t>Що</w:t>
            </w: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п'ятниці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-8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КОРОЛЬ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Тетяна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Іллівна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Заступник Голови правління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10.00-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13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.00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rPr>
          <w:trHeight w:val="2060" w:hRule="atLeast"/>
        </w:trPr>
        <w:tc>
          <w:tcPr>
            <w:tcW w:w="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КОСТРИЦЯ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bidi w:val="0"/>
              <w:spacing w:lineRule="auto" w:line="240" w:before="0" w:after="0"/>
              <w:ind w:left="0" w:right="-17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Петро Володимирович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Начальник Управління адміністративного забезпечення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10.00-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15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45</w:t>
            </w:r>
          </w:p>
        </w:tc>
      </w:tr>
      <w:tr>
        <w:trPr>
          <w:trHeight w:val="1114" w:hRule="atLeast"/>
        </w:trPr>
        <w:tc>
          <w:tcPr>
            <w:tcW w:w="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auto"/>
                <w:kern w:val="0"/>
                <w:sz w:val="28"/>
                <w:szCs w:val="28"/>
                <w:lang w:val="ru-RU" w:eastAsia="ru-RU" w:bidi="ar-SA"/>
              </w:rPr>
              <w:t>СПИС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bidi w:val="0"/>
              <w:spacing w:lineRule="auto" w:line="240" w:before="0" w:after="0"/>
              <w:ind w:left="0" w:right="-113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ru-RU" w:eastAsia="ru-RU"/>
              </w:rPr>
              <w:t>Віталій Володимирович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  <w:t>Заступник директора департаменту - начальник управління інформаційно-аналітичного забезпечення та використання електронних реєстрів Департаменту з питань цифрового розвитку, цифрових трансформацій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2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right="79" w:hanging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851" w:header="709" w:top="766" w:footer="0" w:bottom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>
        <w:lang w:val="ru-RU"/>
      </w:rPr>
      <w:fldChar w:fldCharType="begin"/>
    </w:r>
    <w:r>
      <w:rPr>
        <w:lang w:val="ru-RU"/>
      </w:rPr>
      <w:instrText> PAGE </w:instrText>
    </w:r>
    <w:r>
      <w:rPr>
        <w:lang w:val="ru-RU"/>
      </w:rPr>
      <w:fldChar w:fldCharType="separate"/>
    </w:r>
    <w:r>
      <w:rPr>
        <w:lang w:val="ru-RU"/>
      </w:rPr>
      <w:t>3</w:t>
    </w:r>
    <w:r>
      <w:rPr>
        <w:lang w:val="ru-RU"/>
      </w:rPr>
      <w:fldChar w:fldCharType="end"/>
    </w:r>
  </w:p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75"/>
  <w:embedSystemFonts/>
  <w:defaultTabStop w:val="708"/>
  <w:autoHyphenation w:val="true"/>
  <w:doNotHyphenateCaps/>
  <w:compat>
    <w:compatSetting w:name="compatibilityMode" w:uri="http://schemas.microsoft.com/office/word" w:val="12"/>
  </w:compat>
  <w:hyphenationZone w:val="425"/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c3d7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283393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195a18"/>
    <w:rPr/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195a1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qFormat/>
    <w:rsid w:val="0028339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1f702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HeaderChar"/>
    <w:uiPriority w:val="99"/>
    <w:rsid w:val="00195a18"/>
    <w:pPr>
      <w:tabs>
        <w:tab w:val="clear" w:pos="708"/>
        <w:tab w:val="center" w:pos="4819" w:leader="none"/>
        <w:tab w:val="right" w:pos="9639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FooterChar"/>
    <w:uiPriority w:val="99"/>
    <w:rsid w:val="00195a18"/>
    <w:pPr>
      <w:tabs>
        <w:tab w:val="clear" w:pos="708"/>
        <w:tab w:val="center" w:pos="4819" w:leader="none"/>
        <w:tab w:val="right" w:pos="9639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1e27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Application>LibreOffice/7.1.1.2$Windows_X86_64 LibreOffice_project/fe0b08f4af1bacafe4c7ecc87ce55bb426164676</Application>
  <AppVersion>15.0000</AppVersion>
  <Pages>3</Pages>
  <Words>210</Words>
  <Characters>1645</Characters>
  <CharactersWithSpaces>1759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2020-11-27T13:02:00Z</dcterms:created>
  <dc:creator>Користувач Windows</dc:creator>
  <dc:description/>
  <dc:language>uk-UA</dc:language>
  <cp:lastModifiedBy/>
  <cp:lastPrinted>2021-05-17T14:55:21Z</cp:lastPrinted>
  <dcterms:modified xsi:type="dcterms:W3CDTF">2021-08-11T15:45:00Z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