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C7" w:rsidRDefault="00521BC7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21BC7" w:rsidRPr="00FD27E4" w:rsidRDefault="00521BC7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D27E4">
        <w:rPr>
          <w:rFonts w:ascii="Arial" w:hAnsi="Arial" w:cs="Arial"/>
          <w:sz w:val="24"/>
          <w:szCs w:val="24"/>
        </w:rPr>
        <w:t xml:space="preserve">Затверджено </w:t>
      </w:r>
    </w:p>
    <w:p w:rsidR="00521BC7" w:rsidRPr="00B10596" w:rsidRDefault="00521BC7" w:rsidP="00B1059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D27E4">
        <w:rPr>
          <w:rFonts w:ascii="Arial" w:hAnsi="Arial" w:cs="Arial"/>
          <w:sz w:val="24"/>
          <w:szCs w:val="24"/>
        </w:rPr>
        <w:t xml:space="preserve">рішенням сесії </w:t>
      </w:r>
      <w:r>
        <w:rPr>
          <w:rFonts w:ascii="Arial" w:hAnsi="Arial" w:cs="Arial"/>
          <w:sz w:val="24"/>
          <w:szCs w:val="24"/>
        </w:rPr>
        <w:t xml:space="preserve">П’ядицької сільської </w:t>
      </w:r>
      <w:r w:rsidRPr="00FD27E4">
        <w:rPr>
          <w:rFonts w:ascii="Arial" w:hAnsi="Arial" w:cs="Arial"/>
          <w:sz w:val="24"/>
          <w:szCs w:val="24"/>
        </w:rPr>
        <w:t>ради</w:t>
      </w:r>
      <w:r>
        <w:rPr>
          <w:rFonts w:ascii="Arial" w:hAnsi="Arial" w:cs="Arial"/>
          <w:sz w:val="24"/>
          <w:szCs w:val="24"/>
        </w:rPr>
        <w:t xml:space="preserve"> ОТГ</w:t>
      </w:r>
    </w:p>
    <w:p w:rsidR="00521BC7" w:rsidRPr="00B10596" w:rsidRDefault="00521BC7" w:rsidP="00B1059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53CED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Pr="00FD27E4">
        <w:rPr>
          <w:rFonts w:ascii="Arial" w:hAnsi="Arial" w:cs="Arial"/>
          <w:sz w:val="24"/>
          <w:szCs w:val="24"/>
        </w:rPr>
        <w:t xml:space="preserve"> від</w:t>
      </w:r>
      <w:r w:rsidRPr="00F53C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27.11.</w:t>
      </w:r>
      <w:r w:rsidRPr="00FD27E4">
        <w:rPr>
          <w:rFonts w:ascii="Arial" w:hAnsi="Arial" w:cs="Arial"/>
          <w:sz w:val="24"/>
          <w:szCs w:val="24"/>
        </w:rPr>
        <w:t>2017р. №</w:t>
      </w:r>
      <w:r>
        <w:rPr>
          <w:rFonts w:ascii="Arial" w:hAnsi="Arial" w:cs="Arial"/>
          <w:sz w:val="24"/>
          <w:szCs w:val="24"/>
        </w:rPr>
        <w:t>128-VII/2017</w:t>
      </w:r>
    </w:p>
    <w:p w:rsidR="00521BC7" w:rsidRPr="00FD27E4" w:rsidRDefault="00521BC7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21BC7" w:rsidRPr="00F00DF4" w:rsidRDefault="00521BC7" w:rsidP="00D76687">
      <w:pPr>
        <w:rPr>
          <w:rFonts w:ascii="Arial" w:hAnsi="Arial" w:cs="Arial"/>
        </w:rPr>
      </w:pPr>
    </w:p>
    <w:p w:rsidR="00521BC7" w:rsidRDefault="00521BC7" w:rsidP="00D76687">
      <w:pPr>
        <w:jc w:val="center"/>
        <w:rPr>
          <w:rFonts w:ascii="Arial" w:hAnsi="Arial" w:cs="Arial"/>
          <w:b/>
          <w:color w:val="F79646"/>
          <w:sz w:val="52"/>
          <w:szCs w:val="52"/>
        </w:rPr>
      </w:pPr>
    </w:p>
    <w:p w:rsidR="00521BC7" w:rsidRDefault="00521BC7" w:rsidP="00D76687">
      <w:pPr>
        <w:jc w:val="center"/>
        <w:rPr>
          <w:rFonts w:ascii="Arial" w:hAnsi="Arial" w:cs="Arial"/>
          <w:b/>
          <w:color w:val="F79646"/>
          <w:sz w:val="52"/>
          <w:szCs w:val="52"/>
        </w:rPr>
      </w:pPr>
    </w:p>
    <w:p w:rsidR="00521BC7" w:rsidRDefault="00521BC7" w:rsidP="00D76687">
      <w:pPr>
        <w:spacing w:after="0"/>
        <w:jc w:val="center"/>
        <w:rPr>
          <w:rFonts w:ascii="Arial" w:hAnsi="Arial" w:cs="Arial"/>
          <w:b/>
          <w:color w:val="F79646"/>
          <w:sz w:val="52"/>
          <w:szCs w:val="52"/>
        </w:rPr>
      </w:pPr>
    </w:p>
    <w:p w:rsidR="00521BC7" w:rsidRPr="00B10596" w:rsidRDefault="00521BC7" w:rsidP="00D76687">
      <w:pPr>
        <w:spacing w:after="0" w:line="240" w:lineRule="auto"/>
        <w:jc w:val="center"/>
        <w:rPr>
          <w:rFonts w:ascii="Arial" w:hAnsi="Arial" w:cs="Arial"/>
          <w:b/>
          <w:color w:val="F79646"/>
          <w:sz w:val="72"/>
          <w:szCs w:val="72"/>
        </w:rPr>
      </w:pPr>
      <w:r w:rsidRPr="00B10596">
        <w:rPr>
          <w:rFonts w:ascii="Arial" w:hAnsi="Arial" w:cs="Arial"/>
          <w:b/>
          <w:color w:val="F79646"/>
          <w:sz w:val="72"/>
          <w:szCs w:val="72"/>
        </w:rPr>
        <w:t>План реалізації Стратегії розвитку П'ядицької об’єднаної територіальної громади</w:t>
      </w:r>
    </w:p>
    <w:p w:rsidR="00521BC7" w:rsidRPr="00B10596" w:rsidRDefault="00521BC7" w:rsidP="00D76687">
      <w:pPr>
        <w:spacing w:after="0" w:line="240" w:lineRule="auto"/>
        <w:jc w:val="center"/>
        <w:rPr>
          <w:rFonts w:ascii="Arial" w:hAnsi="Arial" w:cs="Arial"/>
          <w:b/>
          <w:color w:val="F79646"/>
          <w:sz w:val="72"/>
          <w:szCs w:val="72"/>
        </w:rPr>
      </w:pPr>
      <w:r w:rsidRPr="00F53CED">
        <w:rPr>
          <w:rFonts w:ascii="Arial" w:hAnsi="Arial" w:cs="Arial"/>
          <w:b/>
          <w:color w:val="F79646"/>
          <w:sz w:val="72"/>
          <w:szCs w:val="72"/>
        </w:rPr>
        <w:t>н</w:t>
      </w:r>
      <w:r>
        <w:rPr>
          <w:rFonts w:ascii="Arial" w:hAnsi="Arial" w:cs="Arial"/>
          <w:b/>
          <w:color w:val="F79646"/>
          <w:sz w:val="72"/>
          <w:szCs w:val="72"/>
        </w:rPr>
        <w:t>а період 2018-2020 рр</w:t>
      </w:r>
    </w:p>
    <w:p w:rsidR="00521BC7" w:rsidRPr="00406888" w:rsidRDefault="00521BC7" w:rsidP="00D76687">
      <w:pPr>
        <w:jc w:val="center"/>
        <w:rPr>
          <w:rFonts w:ascii="Arial" w:hAnsi="Arial" w:cs="Arial"/>
          <w:color w:val="1F497D"/>
          <w:sz w:val="32"/>
          <w:szCs w:val="48"/>
        </w:rPr>
      </w:pPr>
    </w:p>
    <w:p w:rsidR="00521BC7" w:rsidRPr="00406888" w:rsidRDefault="00521BC7" w:rsidP="00D76687">
      <w:pPr>
        <w:jc w:val="center"/>
        <w:rPr>
          <w:rFonts w:ascii="Arial" w:hAnsi="Arial" w:cs="Arial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125A1E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F00DF4" w:rsidRDefault="00521BC7" w:rsidP="00D76687">
      <w:pPr>
        <w:jc w:val="center"/>
        <w:rPr>
          <w:rFonts w:ascii="Arial" w:hAnsi="Arial" w:cs="Arial"/>
          <w:b/>
          <w:sz w:val="28"/>
          <w:szCs w:val="28"/>
        </w:rPr>
      </w:pPr>
    </w:p>
    <w:p w:rsidR="00521BC7" w:rsidRDefault="00521BC7" w:rsidP="00D76687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6E4659">
        <w:rPr>
          <w:rFonts w:ascii="Arial" w:hAnsi="Arial" w:cs="Arial"/>
          <w:b/>
          <w:sz w:val="28"/>
          <w:szCs w:val="28"/>
        </w:rPr>
        <w:t>2017 рік</w:t>
      </w:r>
    </w:p>
    <w:p w:rsidR="00521BC7" w:rsidRPr="00C4115E" w:rsidRDefault="00521BC7" w:rsidP="00A16A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основу Плану реалізації С</w:t>
      </w:r>
      <w:r w:rsidRPr="00C4115E">
        <w:rPr>
          <w:rFonts w:ascii="Arial" w:hAnsi="Arial" w:cs="Arial"/>
          <w:sz w:val="24"/>
          <w:szCs w:val="24"/>
        </w:rPr>
        <w:t xml:space="preserve">тратегії лягли проектні ідеї, відібрані під час засідання 31 жовтня </w:t>
      </w:r>
      <w:r>
        <w:rPr>
          <w:rFonts w:ascii="Arial" w:hAnsi="Arial" w:cs="Arial"/>
          <w:sz w:val="24"/>
          <w:szCs w:val="24"/>
        </w:rPr>
        <w:t>201</w:t>
      </w:r>
      <w:r w:rsidRPr="00DC2334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року та доопрацьовані членами р</w:t>
      </w:r>
      <w:r w:rsidRPr="00C4115E">
        <w:rPr>
          <w:rFonts w:ascii="Arial" w:hAnsi="Arial" w:cs="Arial"/>
          <w:sz w:val="24"/>
          <w:szCs w:val="24"/>
        </w:rPr>
        <w:t xml:space="preserve">обочої групи на основі пропозицій, що надійшли від представників підприємств, установ та організацій </w:t>
      </w:r>
      <w:r>
        <w:rPr>
          <w:rFonts w:ascii="Arial" w:hAnsi="Arial" w:cs="Arial"/>
          <w:sz w:val="24"/>
          <w:szCs w:val="24"/>
        </w:rPr>
        <w:t>П'ядицької</w:t>
      </w:r>
      <w:r w:rsidRPr="00C411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об'єднаної</w:t>
      </w:r>
      <w:r w:rsidRPr="00C4115E">
        <w:rPr>
          <w:rFonts w:ascii="Arial" w:hAnsi="Arial" w:cs="Arial"/>
          <w:sz w:val="24"/>
          <w:szCs w:val="24"/>
        </w:rPr>
        <w:t xml:space="preserve"> територіальної </w:t>
      </w:r>
      <w:r>
        <w:rPr>
          <w:rFonts w:ascii="Arial" w:hAnsi="Arial" w:cs="Arial"/>
          <w:sz w:val="24"/>
          <w:szCs w:val="24"/>
        </w:rPr>
        <w:t>громади, а також доповнені під час громадських обговорень 21 листопада 2017 р.</w:t>
      </w:r>
    </w:p>
    <w:p w:rsidR="00521BC7" w:rsidRPr="00C4115E" w:rsidRDefault="00521BC7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Default="00521BC7" w:rsidP="00052EEB">
      <w:pPr>
        <w:pStyle w:val="BodyTextIndent"/>
        <w:spacing w:after="0"/>
        <w:ind w:left="0" w:firstLine="709"/>
        <w:jc w:val="both"/>
        <w:rPr>
          <w:rFonts w:ascii="Arial" w:hAnsi="Arial" w:cs="Arial"/>
        </w:rPr>
      </w:pPr>
      <w:r w:rsidRPr="00C4115E">
        <w:rPr>
          <w:rFonts w:ascii="Arial" w:hAnsi="Arial" w:cs="Arial"/>
        </w:rPr>
        <w:t xml:space="preserve">План реалізації стратегії складається з </w:t>
      </w:r>
      <w:r>
        <w:rPr>
          <w:rFonts w:ascii="Arial" w:hAnsi="Arial" w:cs="Arial"/>
          <w:b/>
        </w:rPr>
        <w:t>6</w:t>
      </w:r>
      <w:r w:rsidRPr="000C6F76">
        <w:rPr>
          <w:rFonts w:ascii="Arial" w:hAnsi="Arial" w:cs="Arial"/>
          <w:b/>
        </w:rPr>
        <w:t>3</w:t>
      </w:r>
      <w:r w:rsidRPr="00C4115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ідей проектів</w:t>
      </w:r>
      <w:r w:rsidRPr="00C4115E">
        <w:rPr>
          <w:rFonts w:ascii="Arial" w:hAnsi="Arial" w:cs="Arial"/>
        </w:rPr>
        <w:t xml:space="preserve"> місцевого розвитку (далі – ТЗ), які будуть впроваджуватися упродовж 2018 –2020 років. </w:t>
      </w:r>
    </w:p>
    <w:p w:rsidR="00521BC7" w:rsidRPr="00C4115E" w:rsidRDefault="00521BC7" w:rsidP="00052EEB">
      <w:pPr>
        <w:pStyle w:val="BodyTextIndent"/>
        <w:spacing w:after="0"/>
        <w:ind w:left="0" w:firstLine="709"/>
        <w:jc w:val="both"/>
        <w:rPr>
          <w:rFonts w:ascii="Arial" w:hAnsi="Arial" w:cs="Arial"/>
        </w:rPr>
      </w:pPr>
      <w:r w:rsidRPr="00C4115E">
        <w:rPr>
          <w:rFonts w:ascii="Arial" w:hAnsi="Arial" w:cs="Arial"/>
        </w:rPr>
        <w:t>Впровадження проектів можливе через:</w:t>
      </w:r>
    </w:p>
    <w:p w:rsidR="00521BC7" w:rsidRPr="00C4115E" w:rsidRDefault="00521BC7" w:rsidP="00052EEB">
      <w:pPr>
        <w:pStyle w:val="BodyTextIndent"/>
        <w:spacing w:after="0"/>
        <w:ind w:left="0" w:firstLine="709"/>
        <w:jc w:val="both"/>
        <w:rPr>
          <w:rFonts w:ascii="Arial" w:hAnsi="Arial" w:cs="Arial"/>
        </w:rPr>
      </w:pP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 xml:space="preserve">внесення заходів до програми соціально-економічного розвитку, можливо – галузевих регіональних </w:t>
      </w:r>
      <w:r>
        <w:rPr>
          <w:rFonts w:ascii="Arial" w:hAnsi="Arial" w:cs="Arial"/>
          <w:sz w:val="24"/>
          <w:szCs w:val="24"/>
        </w:rPr>
        <w:t xml:space="preserve">та Державних </w:t>
      </w:r>
      <w:r w:rsidRPr="00C4115E">
        <w:rPr>
          <w:rFonts w:ascii="Arial" w:hAnsi="Arial" w:cs="Arial"/>
          <w:sz w:val="24"/>
          <w:szCs w:val="24"/>
        </w:rPr>
        <w:t>програм;</w:t>
      </w: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фінансування за рахунок субвенції на розвиток інфраструктури ОТГ;</w:t>
      </w: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залучення коштів Державного фонду регіонального розвитку;</w:t>
      </w: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залучення фінансування від проектів та програм міжнародної технічної допомоги суб‘єктами місцевого розвитку різних організаційно-правових форм;</w:t>
      </w: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Інвестиції</w:t>
      </w:r>
      <w:r w:rsidRPr="00C4115E">
        <w:rPr>
          <w:rFonts w:ascii="Arial" w:hAnsi="Arial" w:cs="Arial"/>
          <w:sz w:val="24"/>
          <w:szCs w:val="24"/>
        </w:rPr>
        <w:t xml:space="preserve"> бізнесу, </w:t>
      </w:r>
      <w:r>
        <w:rPr>
          <w:rFonts w:ascii="Arial" w:hAnsi="Arial" w:cs="Arial"/>
          <w:sz w:val="24"/>
          <w:szCs w:val="24"/>
        </w:rPr>
        <w:t xml:space="preserve">внески </w:t>
      </w:r>
      <w:r w:rsidRPr="00C4115E">
        <w:rPr>
          <w:rFonts w:ascii="Arial" w:hAnsi="Arial" w:cs="Arial"/>
          <w:sz w:val="24"/>
          <w:szCs w:val="24"/>
        </w:rPr>
        <w:t>домогосподарств, інше (де це передбачено умовами проекту).</w:t>
      </w:r>
    </w:p>
    <w:p w:rsidR="00521BC7" w:rsidRPr="00C4115E" w:rsidRDefault="00521BC7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Default="00521BC7" w:rsidP="00DC2334">
      <w:pPr>
        <w:pStyle w:val="Heading2"/>
        <w:spacing w:before="0" w:after="0"/>
        <w:ind w:left="0" w:firstLine="0"/>
        <w:jc w:val="center"/>
        <w:rPr>
          <w:rFonts w:cs="Arial"/>
        </w:rPr>
      </w:pPr>
      <w:bookmarkStart w:id="0" w:name="_Toc463630217"/>
      <w:r w:rsidRPr="00981769">
        <w:rPr>
          <w:rFonts w:cs="Arial"/>
        </w:rPr>
        <w:t>Орієнтовний фінансовий план</w:t>
      </w:r>
      <w:bookmarkEnd w:id="0"/>
    </w:p>
    <w:p w:rsidR="00521BC7" w:rsidRPr="00DC2334" w:rsidRDefault="00521BC7" w:rsidP="00DC2334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"/>
        <w:gridCol w:w="6079"/>
        <w:gridCol w:w="1051"/>
        <w:gridCol w:w="828"/>
        <w:gridCol w:w="978"/>
        <w:gridCol w:w="978"/>
      </w:tblGrid>
      <w:tr w:rsidR="00521BC7" w:rsidRPr="00DF41E2" w:rsidTr="00B11C08"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 проекту</w:t>
            </w:r>
          </w:p>
        </w:tc>
        <w:tc>
          <w:tcPr>
            <w:tcW w:w="0" w:type="auto"/>
            <w:vMerge w:val="restart"/>
            <w:vAlign w:val="center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Назва проекту</w:t>
            </w:r>
          </w:p>
        </w:tc>
        <w:tc>
          <w:tcPr>
            <w:tcW w:w="0" w:type="auto"/>
            <w:gridSpan w:val="4"/>
            <w:vAlign w:val="center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Вартість, тис. грн.</w:t>
            </w:r>
          </w:p>
        </w:tc>
      </w:tr>
      <w:tr w:rsidR="00521BC7" w:rsidRPr="00DF41E2" w:rsidTr="00B11C08"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Разом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Сільська дорога – запорука розвитку ОТГ (Реконструкція мереж сільських доріг, місцевого значення)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89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00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Pr="00B11C08">
              <w:rPr>
                <w:sz w:val="20"/>
                <w:szCs w:val="20"/>
                <w:lang w:val="ru-RU"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eastAsia="ru-RU"/>
              </w:rPr>
              <w:t>215</w:t>
            </w:r>
            <w:r w:rsidRPr="00B11C08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18000,00</w:t>
            </w:r>
          </w:p>
        </w:tc>
      </w:tr>
      <w:tr w:rsidR="00521BC7" w:rsidRPr="00DF41E2" w:rsidTr="00B11C08">
        <w:trPr>
          <w:trHeight w:val="318"/>
        </w:trPr>
        <w:tc>
          <w:tcPr>
            <w:tcW w:w="0" w:type="auto"/>
          </w:tcPr>
          <w:p w:rsidR="00521BC7" w:rsidRPr="00B11C08" w:rsidRDefault="00521BC7" w:rsidP="00B11C08">
            <w:pPr>
              <w:spacing w:after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Капітальний ремонт сільських тротуарів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900,00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 потреб жителів громади шляхом встановлення вуличного освітлення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дорожньої служби по утриманню та ремонту сільських вуличних доріг.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4500,00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Покращення  водо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забезпечення жителів 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П’ядицької ОТГ Івано-Франківської області через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 xml:space="preserve"> будівництво системи водопостачання та водовідведення.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2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195</w:t>
            </w:r>
            <w:r w:rsidRPr="00B11C08">
              <w:rPr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Pr="00B11C08">
              <w:rPr>
                <w:sz w:val="20"/>
                <w:szCs w:val="20"/>
                <w:lang w:val="en-US"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495</w:t>
            </w:r>
            <w:r w:rsidRPr="00B11C08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В</w:t>
            </w: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лаштування очисних споруд і підвідного каналізаційного колектора в с. 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П’ядики</w:t>
            </w: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500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450</w:t>
            </w:r>
            <w:r w:rsidRPr="00B11C08">
              <w:rPr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350</w:t>
            </w:r>
            <w:r w:rsidRPr="00B11C08">
              <w:rPr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1300</w:t>
            </w:r>
            <w:r w:rsidRPr="00B11C08">
              <w:rPr>
                <w:sz w:val="20"/>
                <w:szCs w:val="20"/>
                <w:lang w:eastAsia="ru-RU"/>
              </w:rPr>
              <w:t>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фізичного здоров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 дітей через вдосконалення матеріально-спортивної бази шкіл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400,00</w:t>
            </w:r>
          </w:p>
        </w:tc>
      </w:tr>
      <w:tr w:rsidR="00521BC7" w:rsidRPr="00DF41E2" w:rsidTr="00B11C08">
        <w:trPr>
          <w:trHeight w:val="559"/>
        </w:trPr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Удосконалення трудових навичок дітей шляхом обладнання майстерень трудового навчання (обслуговуючі види праці)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65,0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165,00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>Добудова блоку № 2 школи в с. П’ядики Коломийського району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послуг по охороні здоров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  жителів громади, оновлення медичного обладнання для  ранньої діагностики, комплексний підхід до переоснащення закладів охорони здоров’я.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культурного простору, оновлення матеріально технічної бази закладів культури в тому числі клубів та бібліотек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«Із забуття – в безсмертя» (Відновлення роботи меморіального музею Мирослава Ірчана в селі П’ядики Коломийського району)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val="ru-RU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Покращення культурних потреб жителів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П’ядицької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громади шляхом заміни віконних та дверних конструкцій в морально застарілому приміщенні будинку культури.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150,0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P_014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Приєднання громади с.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Ценява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до складу П'ядицької ОТГ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Тренувальний військово-спортивний комплекс «Смуга перешкод»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11C08">
              <w:rPr>
                <w:sz w:val="20"/>
                <w:szCs w:val="20"/>
                <w:lang w:val="ru-RU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200,00</w:t>
            </w:r>
          </w:p>
        </w:tc>
      </w:tr>
      <w:tr w:rsidR="00521BC7" w:rsidRPr="00DF41E2" w:rsidTr="00B11C08">
        <w:trPr>
          <w:trHeight w:val="290"/>
        </w:trPr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Розвиток спортивних гуртків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  <w:t>Модернізований спортивний  шкільний зал – крок до здорового майбутнього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202,111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302,11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hd w:val="clear" w:color="auto" w:fill="FFFFFF"/>
              <w:spacing w:after="0" w:line="240" w:lineRule="auto"/>
              <w:textAlignment w:val="baseline"/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shd w:val="clear" w:color="auto" w:fill="FFFFFF"/>
                <w:lang w:eastAsia="ru-RU"/>
              </w:rPr>
              <w:t>Капітальний ремонт поля із влаштуванням штучного покриття в с. Годи-Добровідка П’ядицької сільської ради ОТГ Коломийського району Івано-Франківської області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1349,207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0</w:t>
            </w:r>
            <w:r w:rsidRPr="00B11C0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1349,21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Розробка плану дій зі сталого кліматичного та енергетичного розвитку П'ядицької ОТГ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  <w:r w:rsidRPr="00B11C08">
              <w:rPr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  <w:r w:rsidRPr="00B11C08">
              <w:rPr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Переведення газових котелень бюджетних установ на альтернативні види палива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Запровадження системи енергоменеджменту в громаді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</w:t>
            </w:r>
            <w:r w:rsidRPr="00B11C08">
              <w:rPr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val="en-US"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</w:t>
            </w:r>
            <w:r w:rsidRPr="00B11C08">
              <w:rPr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Розробка концепції, плану дій з  роздільного збору та переробки побутових відходів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Підтримка приватних ініціатив роздільного збору ТПВ в школах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проектної команди по залученню  інвестицій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.Реконструкція басейну в  с. Турка Коломийського р-н. П’ядицької ОТГ Ів-Франківської області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Запровадження цільової програми «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Б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юджет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 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участі» у громаді для фінансування малих проектів активних громадян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Ліквідація негативного впливу господарської діяльності громади села Турка на навколишнє середовище шляхом реконструкції існуючих очисних споруд КУ-200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Pr="00B11C08">
              <w:rPr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B11C08">
              <w:rPr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Pr="00B11C08">
              <w:rPr>
                <w:sz w:val="20"/>
                <w:szCs w:val="20"/>
                <w:lang w:eastAsia="ru-RU"/>
              </w:rPr>
              <w:t>000,00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Чисте довкілля – щаслива громада. Будівництво міні-заводу по переробці автомобільних шин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5</w:t>
            </w:r>
            <w:r w:rsidRPr="00B11C08">
              <w:rPr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Pr="00B11C08">
              <w:rPr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1800,00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Організація роботи молодіжної ради П’ядицької ОТГ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521BC7" w:rsidRPr="00DF41E2" w:rsidTr="00B11C08">
        <w:trPr>
          <w:trHeight w:val="241"/>
        </w:trPr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дитячого ігрового майданчика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42,00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Виготовлення схеми планування територій П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ядицької ОТГ в т.ч здійснення топозйомки М 1:10000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pacing w:val="-4"/>
                <w:sz w:val="20"/>
                <w:szCs w:val="20"/>
                <w:lang w:eastAsia="ru-RU"/>
              </w:rPr>
              <w:t>Розробка генерального плану П’ядицької об’єднаної територіальної громади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Проведення дослідження геопросторових даних та даних 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економ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і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чного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потенціалу громади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Програма розвитку малого та середнього бізнесу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Створення 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центру економічної активності 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громадян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Проведення  щорічних днів підприємця в громаді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60,00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Проведення щорічного конкурсу бізнес планів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Запровадження навчальної позашкільної програми підприємництва дл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я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учнів старших класів шкіл громади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67,00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на території об’єднаної громади середньої потужності комбікормового цеху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1400,00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Реконструкція  консервного цеху по виготовленню овочевих і фруктових консервів. Придбання нової лінії по переробці с/г продукції та продукції садівництва.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Реконструкція тваринницького приміщення для  утримання 200  корів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2800,00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Будівництво овочесховища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4000,00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Створення спільного виробництва по використанню в громаді торф’яного палива.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6200,00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Будівництва сонячної та вітрової електростанції </w:t>
            </w:r>
          </w:p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( виготовлення ПКД і ТЕО)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Проведення інвентаризації майна комунальної форми власності громади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046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Проведення обстеження та визначення об’єктів можливих для залучення інвестицій.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047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 xml:space="preserve">Підготовка інвестиційного проекту по створенню ринку с/г продукції на ділянці суміжної з дорогою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it-IT"/>
              </w:rPr>
              <w:t>H-10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Підготовка інвестиційного проекту для будівництва котеджного житлового містечка.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049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Визначення правового режиму землі як територіальної основи економічного розвитку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Розроблення  і затвердження правил регулювання земельних відносин та забудови на принципах приватно-публічного партнерства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Визначення територій пріоритетного інвестиційного розвитку громади (графічне нанесення на карту ОТГ)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Виготовлення інвестиційного двомовного паспорта об’єднаної громади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Інформаційна підтримка диверсифікації виробництва у сільських домогосподарств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Підтримка приватних ініціатив до започаткуванню та розвитку сімейних ферм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75,00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Програма підтримки кооперативного руху на селі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300,00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056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it-IT"/>
              </w:rPr>
              <w:t>Створення біоенергетичного кооперативу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Цільова програма  підтримки місцевого виробника народних ремесел «Виготовлено в П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ядицькій громаді»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200,00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Щорічне проведення ярмарку народних ремесел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45,00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P_059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П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ідтримка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ініціатив творчих художніх колективів об’єднаної громади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Збереження рекреаційних об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єктів та об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’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єктів культурної спадщини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sz w:val="20"/>
                <w:szCs w:val="20"/>
                <w:lang w:eastAsia="ru-RU"/>
              </w:rPr>
            </w:pPr>
            <w:r w:rsidRPr="00B11C08">
              <w:rPr>
                <w:sz w:val="20"/>
                <w:szCs w:val="20"/>
                <w:lang w:eastAsia="ru-RU"/>
              </w:rPr>
              <w:t>150,0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P_061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Нове будівництво СЕС потужністю 500 кВт на території с. Турка Коломийського району Івано-Франківської області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2300,0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P_062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Асфальтування дороги  економічно-ефективної місцевої промисловості по виробництву торф’яного палива на території сіл Великої Кам’янки та Фатовець, які входять до П’ядицької ОТГ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lang w:val="ru-RU" w:eastAsia="it-IT"/>
              </w:rPr>
              <w:t>18</w:t>
            </w:r>
            <w:r w:rsidRPr="00B11C08">
              <w:rPr>
                <w:rFonts w:ascii="Times New Roman" w:hAnsi="Times New Roman"/>
                <w:sz w:val="20"/>
                <w:szCs w:val="20"/>
                <w:lang w:val="ru-RU" w:eastAsia="it-IT"/>
              </w:rPr>
              <w:t>,0</w:t>
            </w:r>
            <w:r w:rsidRPr="00B11C08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it-IT"/>
              </w:rPr>
              <w:t>669</w:t>
            </w: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,0</w:t>
            </w:r>
            <w:r w:rsidRPr="00B11C08">
              <w:rPr>
                <w:rFonts w:ascii="Times New Roman" w:hAnsi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>
              <w:rPr>
                <w:rFonts w:ascii="Times New Roman" w:hAnsi="Times New Roman"/>
                <w:sz w:val="20"/>
                <w:szCs w:val="20"/>
                <w:lang w:eastAsia="it-IT"/>
              </w:rPr>
              <w:t>1513</w:t>
            </w: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eastAsia="it-IT"/>
              </w:rPr>
              <w:t>3</w:t>
            </w: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700,0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P_063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Покращення культурних потреб жителів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П’ядицької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громади шляхом заміни віконних та дверних конструкцій в морально застарілому приміщенні Будинку культури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300,0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 w:eastAsia="it-IT"/>
              </w:rPr>
            </w:pPr>
            <w:r w:rsidRPr="00B11C08">
              <w:rPr>
                <w:rFonts w:ascii="Times New Roman" w:hAnsi="Times New Roman"/>
                <w:sz w:val="20"/>
                <w:szCs w:val="20"/>
                <w:lang w:val="en-US" w:eastAsia="it-IT"/>
              </w:rPr>
              <w:t>300,0</w:t>
            </w:r>
          </w:p>
        </w:tc>
      </w:tr>
      <w:tr w:rsidR="00521BC7" w:rsidRPr="00DF41E2" w:rsidTr="00B11C08">
        <w:tc>
          <w:tcPr>
            <w:tcW w:w="0" w:type="auto"/>
          </w:tcPr>
          <w:p w:rsidR="00521BC7" w:rsidRPr="00B11C08" w:rsidRDefault="00521BC7" w:rsidP="00B11C0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Всього</w:t>
            </w:r>
          </w:p>
        </w:tc>
        <w:tc>
          <w:tcPr>
            <w:tcW w:w="0" w:type="auto"/>
            <w:vAlign w:val="bottom"/>
          </w:tcPr>
          <w:p w:rsidR="00521BC7" w:rsidRPr="00B11C08" w:rsidRDefault="00521BC7" w:rsidP="00B11C08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1C08">
              <w:rPr>
                <w:b/>
                <w:bCs/>
                <w:color w:val="000000"/>
                <w:sz w:val="20"/>
                <w:szCs w:val="20"/>
                <w:lang w:eastAsia="ru-RU"/>
              </w:rPr>
              <w:t>29906,21</w:t>
            </w:r>
          </w:p>
        </w:tc>
        <w:tc>
          <w:tcPr>
            <w:tcW w:w="0" w:type="auto"/>
            <w:vAlign w:val="bottom"/>
          </w:tcPr>
          <w:p w:rsidR="00521BC7" w:rsidRPr="00B11C08" w:rsidRDefault="00521BC7" w:rsidP="00B11C08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1C08">
              <w:rPr>
                <w:b/>
                <w:bCs/>
                <w:color w:val="000000"/>
                <w:sz w:val="20"/>
                <w:szCs w:val="20"/>
                <w:lang w:eastAsia="ru-RU"/>
              </w:rPr>
              <w:t>37234</w:t>
            </w:r>
          </w:p>
        </w:tc>
        <w:tc>
          <w:tcPr>
            <w:tcW w:w="0" w:type="auto"/>
            <w:vAlign w:val="bottom"/>
          </w:tcPr>
          <w:p w:rsidR="00521BC7" w:rsidRPr="00B11C08" w:rsidRDefault="00521BC7" w:rsidP="00B11C08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19430</w:t>
            </w:r>
            <w:r w:rsidRPr="00B11C08">
              <w:rPr>
                <w:b/>
                <w:bCs/>
                <w:color w:val="000000"/>
                <w:sz w:val="20"/>
                <w:szCs w:val="20"/>
                <w:lang w:eastAsia="ru-RU"/>
              </w:rPr>
              <w:t>,11</w:t>
            </w:r>
          </w:p>
        </w:tc>
        <w:tc>
          <w:tcPr>
            <w:tcW w:w="0" w:type="auto"/>
            <w:vAlign w:val="bottom"/>
          </w:tcPr>
          <w:p w:rsidR="00521BC7" w:rsidRPr="00B11C08" w:rsidRDefault="00521BC7" w:rsidP="00B11C08">
            <w:pPr>
              <w:jc w:val="right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1C08">
              <w:rPr>
                <w:b/>
                <w:bCs/>
                <w:color w:val="000000"/>
                <w:sz w:val="20"/>
                <w:szCs w:val="20"/>
                <w:lang w:eastAsia="ru-RU"/>
              </w:rPr>
              <w:t>86570,32</w:t>
            </w:r>
          </w:p>
        </w:tc>
      </w:tr>
    </w:tbl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Default="00521BC7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Pr="009E5DCF" w:rsidRDefault="00521BC7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9E5DCF" w:rsidRDefault="00521BC7" w:rsidP="009E5D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9E5DCF">
        <w:rPr>
          <w:rFonts w:ascii="Arial" w:hAnsi="Arial" w:cs="Arial"/>
          <w:b/>
          <w:color w:val="1F497D"/>
          <w:sz w:val="24"/>
          <w:szCs w:val="24"/>
        </w:rPr>
        <w:t>Кількість та вартість проектів у розрізі завдань</w:t>
      </w:r>
      <w:r>
        <w:rPr>
          <w:rFonts w:ascii="Arial" w:hAnsi="Arial" w:cs="Arial"/>
          <w:b/>
          <w:color w:val="1F497D"/>
          <w:sz w:val="24"/>
          <w:szCs w:val="24"/>
        </w:rPr>
        <w:t xml:space="preserve"> та результатів</w:t>
      </w:r>
      <w:r w:rsidRPr="009E5DCF">
        <w:rPr>
          <w:rFonts w:ascii="Arial" w:hAnsi="Arial" w:cs="Arial"/>
          <w:b/>
          <w:color w:val="1F497D"/>
          <w:sz w:val="24"/>
          <w:szCs w:val="24"/>
        </w:rPr>
        <w:t xml:space="preserve"> Стратегії</w:t>
      </w: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Pr="00981769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7"/>
        <w:gridCol w:w="4842"/>
        <w:gridCol w:w="1822"/>
        <w:gridCol w:w="1799"/>
        <w:gridCol w:w="1808"/>
      </w:tblGrid>
      <w:tr w:rsidR="00521BC7" w:rsidRPr="00AA6E1C" w:rsidTr="00B11C08"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Завдання</w:t>
            </w:r>
          </w:p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 Проекту/заходу</w:t>
            </w:r>
          </w:p>
        </w:tc>
        <w:tc>
          <w:tcPr>
            <w:tcW w:w="1799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Орієнтовна вартість</w:t>
            </w:r>
          </w:p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(тис. грн.)</w:t>
            </w:r>
          </w:p>
        </w:tc>
        <w:tc>
          <w:tcPr>
            <w:tcW w:w="1808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Якому результату Стратегії відповідає проект/захід</w:t>
            </w:r>
          </w:p>
        </w:tc>
      </w:tr>
      <w:tr w:rsidR="00521BC7" w:rsidRPr="00AA6E1C" w:rsidTr="00B11C08">
        <w:trPr>
          <w:trHeight w:val="343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якості дорожньої інфраструктури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521BC7" w:rsidRPr="00AA6E1C" w:rsidTr="00B11C08">
        <w:trPr>
          <w:trHeight w:val="325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521BC7" w:rsidRPr="00AA6E1C" w:rsidTr="00B11C08">
        <w:trPr>
          <w:trHeight w:val="239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521BC7" w:rsidRPr="00AA6E1C" w:rsidTr="00B11C08">
        <w:trPr>
          <w:trHeight w:val="25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4500,00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521BC7" w:rsidRPr="00AA6E1C" w:rsidTr="00B11C08">
        <w:trPr>
          <w:trHeight w:val="25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P_062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3700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521BC7" w:rsidRPr="00AA6E1C" w:rsidTr="00B11C08">
        <w:trPr>
          <w:trHeight w:val="290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інфраструктури водозабезпечення та водовідведення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7</w:t>
            </w:r>
          </w:p>
        </w:tc>
      </w:tr>
      <w:tr w:rsidR="00521BC7" w:rsidRPr="00AA6E1C" w:rsidTr="00B11C08">
        <w:trPr>
          <w:trHeight w:val="266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7</w:t>
            </w:r>
          </w:p>
        </w:tc>
      </w:tr>
      <w:tr w:rsidR="00521BC7" w:rsidRPr="00AA6E1C" w:rsidTr="00B11C08">
        <w:trPr>
          <w:trHeight w:val="270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Підвищення якості послуг мережі освітніх закладів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329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21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410"/>
        </w:trPr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Підвищення якості послуг закладів охорони здоров‘я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1000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359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Розширення можливостей для забезпечення культурних потреб  населення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192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314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75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P_059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365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1.2.4.  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Розширення можливостей для забезпечення можливості  заняття спортом та ведення здорового способу життя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96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016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96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302,11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93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1349,21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93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P_025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1000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55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управління енергоефективністю в громаді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521BC7" w:rsidRPr="00AA6E1C" w:rsidTr="00B11C08">
        <w:trPr>
          <w:trHeight w:val="26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521BC7" w:rsidRPr="00AA6E1C" w:rsidTr="00B11C08">
        <w:trPr>
          <w:trHeight w:val="399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399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P_061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2300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R2</w:t>
            </w:r>
          </w:p>
        </w:tc>
      </w:tr>
      <w:tr w:rsidR="00521BC7" w:rsidRPr="00AA6E1C" w:rsidTr="00B11C08">
        <w:trPr>
          <w:trHeight w:val="399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P_063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300,0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322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управління поводження з  побутовими відходами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521BC7" w:rsidRPr="00AA6E1C" w:rsidTr="00B11C08">
        <w:trPr>
          <w:trHeight w:val="259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521BC7" w:rsidRPr="00AA6E1C" w:rsidTr="00B11C08">
        <w:trPr>
          <w:trHeight w:val="196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системи управління бюджетним та позабюджетним ресурсом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192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521BC7" w:rsidRPr="00AA6E1C" w:rsidTr="00B11C08">
        <w:trPr>
          <w:trHeight w:val="214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026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397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Охорона навколишнього природного середовища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027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80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028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69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P_060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lang w:val="ru-RU" w:eastAsia="ru-RU"/>
              </w:rPr>
              <w:t>150,0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eastAsia="SimSun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56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Підвищення  самоорганізації населення, підтримка внутрішніх комунікацій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93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41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1.3.6.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умов для просторового розвитку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521BC7" w:rsidRPr="00AA6E1C" w:rsidTr="00B11C08">
        <w:trPr>
          <w:trHeight w:val="241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P_014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521BC7" w:rsidRPr="00AA6E1C" w:rsidTr="00B11C08">
        <w:trPr>
          <w:trHeight w:val="241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521BC7" w:rsidRPr="00AA6E1C" w:rsidTr="00B11C08">
        <w:trPr>
          <w:trHeight w:val="223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521BC7" w:rsidRPr="00AA6E1C" w:rsidTr="00B11C08">
        <w:trPr>
          <w:trHeight w:val="268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Розвиток малого та середнього бізнесу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26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26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26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283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67,00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62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Розвиток пріоритетних сфер економіки громади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1400,00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285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4000,00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206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6200,00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308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Підготовка об‘єктів для залучення інвестицій, створення нових інвестиційних пропозицій.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1400,00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521BC7" w:rsidRPr="00AA6E1C" w:rsidTr="00B11C08">
        <w:trPr>
          <w:trHeight w:val="30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045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521BC7" w:rsidRPr="00AA6E1C" w:rsidTr="00B11C08">
        <w:trPr>
          <w:trHeight w:val="331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046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521BC7" w:rsidRPr="00AA6E1C" w:rsidTr="00B11C08">
        <w:trPr>
          <w:trHeight w:val="362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047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521BC7" w:rsidRPr="00AA6E1C" w:rsidTr="00B11C08">
        <w:trPr>
          <w:trHeight w:val="471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521BC7" w:rsidRPr="00AA6E1C" w:rsidTr="00B11C08">
        <w:trPr>
          <w:trHeight w:val="231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Удосконалення процедур залучення інвестицій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049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521BC7" w:rsidRPr="00AA6E1C" w:rsidTr="00B11C08">
        <w:trPr>
          <w:trHeight w:val="406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521BC7" w:rsidRPr="00AA6E1C" w:rsidTr="00B11C08">
        <w:trPr>
          <w:trHeight w:val="25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521BC7" w:rsidRPr="00AA6E1C" w:rsidTr="00B11C08">
        <w:trPr>
          <w:trHeight w:val="591"/>
        </w:trPr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Промоція інвестиційних можливостей громади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521BC7" w:rsidRPr="00AA6E1C" w:rsidTr="00B11C08">
        <w:trPr>
          <w:trHeight w:val="335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Запровадження високопродуктивних  культур та технологій у дрібнотоварному сільськогосподарському виробництві, у т.ч. у домогосподарствах.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521BC7" w:rsidRPr="00AA6E1C" w:rsidTr="00B11C08">
        <w:trPr>
          <w:trHeight w:val="307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ru-RU"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521BC7" w:rsidRPr="00AA6E1C" w:rsidTr="00B11C08">
        <w:trPr>
          <w:trHeight w:val="275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Підтримка розвитку кооперативного руху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521BC7" w:rsidRPr="00AA6E1C" w:rsidTr="00B11C08">
        <w:trPr>
          <w:trHeight w:val="28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056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521BC7" w:rsidRPr="00AA6E1C" w:rsidTr="00B11C08">
        <w:trPr>
          <w:trHeight w:val="382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2.3.3.  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Сприяння розвитку традиційних ремесел та промислів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R4,R6,R8</w:t>
            </w:r>
          </w:p>
        </w:tc>
      </w:tr>
      <w:tr w:rsidR="00521BC7" w:rsidRPr="00AA6E1C" w:rsidTr="00B11C08">
        <w:trPr>
          <w:trHeight w:val="382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R4,R6,R8</w:t>
            </w:r>
          </w:p>
        </w:tc>
      </w:tr>
    </w:tbl>
    <w:p w:rsidR="00521BC7" w:rsidRDefault="00521BC7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21BC7" w:rsidRPr="004945E9" w:rsidRDefault="00521BC7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21BC7" w:rsidRPr="004945E9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521BC7" w:rsidRPr="00B67FCD" w:rsidRDefault="00521BC7" w:rsidP="00AA6E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Toc463630216"/>
      <w:r w:rsidRPr="00B67FCD">
        <w:rPr>
          <w:rFonts w:ascii="Arial" w:hAnsi="Arial" w:cs="Arial"/>
          <w:b/>
          <w:sz w:val="24"/>
          <w:szCs w:val="24"/>
        </w:rPr>
        <w:t>Очікувані результати та показники</w:t>
      </w:r>
      <w:bookmarkEnd w:id="1"/>
      <w:r w:rsidRPr="00B67FCD">
        <w:rPr>
          <w:rFonts w:ascii="Arial" w:hAnsi="Arial" w:cs="Arial"/>
          <w:b/>
          <w:sz w:val="24"/>
          <w:szCs w:val="24"/>
        </w:rPr>
        <w:t xml:space="preserve"> плану реалізації Стратегії</w:t>
      </w:r>
    </w:p>
    <w:p w:rsidR="00521BC7" w:rsidRPr="004945E9" w:rsidRDefault="00521BC7" w:rsidP="00AA6E1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8895"/>
      </w:tblGrid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№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результату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розвиток підприємництва і конкурентоспроможності місцевої економіки;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 xml:space="preserve">залучення інвестицій; 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 xml:space="preserve">збільшення обсягів виробництва та експорту; 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створення нових робочих місць, зменшення відпливу</w:t>
            </w:r>
            <w:r w:rsidRPr="00B11C08">
              <w:rPr>
                <w:rFonts w:ascii="Arial" w:hAnsi="Arial" w:cs="Arial"/>
                <w:sz w:val="24"/>
                <w:szCs w:val="24"/>
                <w:lang w:val="ru-RU" w:eastAsia="uk-UA"/>
              </w:rPr>
              <w:t xml:space="preserve"> </w:t>
            </w: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населення з громади;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зростання рівня заробітної плати;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зростання рівня купівельної спроможності мешканців громади.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 xml:space="preserve">покращення інфраструктури сільських територій, у першу чергу доріг та мереж водопостачання; 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розвиток сільськогосподарської кооперації,  зростання доходів сільського населення;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зміцнення людського капіталу, підвищення якості послуг освіти, культури, дозвілля, охорони здоров‘я, інтенсифікацію взаємодії з міськими територіями, а отже, – підвищення якості життя сільського населення.</w:t>
            </w:r>
          </w:p>
        </w:tc>
      </w:tr>
    </w:tbl>
    <w:p w:rsidR="00521BC7" w:rsidRPr="00252242" w:rsidRDefault="00521BC7" w:rsidP="00C03506">
      <w:pPr>
        <w:pStyle w:val="Heading1"/>
        <w:tabs>
          <w:tab w:val="left" w:pos="284"/>
        </w:tabs>
        <w:spacing w:before="0" w:line="240" w:lineRule="auto"/>
        <w:rPr>
          <w:rFonts w:cs="Arial"/>
          <w:color w:val="auto"/>
          <w:sz w:val="24"/>
          <w:szCs w:val="24"/>
        </w:rPr>
      </w:pPr>
    </w:p>
    <w:p w:rsidR="00521BC7" w:rsidRPr="00733445" w:rsidRDefault="00521BC7" w:rsidP="006F5007">
      <w:pPr>
        <w:pStyle w:val="Heading1"/>
        <w:tabs>
          <w:tab w:val="left" w:pos="284"/>
        </w:tabs>
        <w:spacing w:before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733445">
        <w:rPr>
          <w:rFonts w:ascii="Arial" w:hAnsi="Arial" w:cs="Arial"/>
          <w:color w:val="auto"/>
          <w:sz w:val="24"/>
          <w:szCs w:val="24"/>
        </w:rPr>
        <w:t>СИСТЕМА УПРАВЛІННЯ, МОНІТОРИНГУ ТА ОНОВЛЕННЯ ПЛАНУ РЕАЛІЗАЦІЇ СТРАТЕГІЇ</w:t>
      </w: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Реалізація проектів С</w:t>
      </w:r>
      <w:r w:rsidRPr="00733445">
        <w:rPr>
          <w:rFonts w:ascii="Arial" w:hAnsi="Arial" w:cs="Arial"/>
          <w:sz w:val="24"/>
          <w:szCs w:val="24"/>
        </w:rPr>
        <w:t>тратегії передбачає виконання одночасно багатьох завдань різними структурами виконкому ради</w:t>
      </w:r>
      <w:r>
        <w:rPr>
          <w:rFonts w:ascii="Arial" w:hAnsi="Arial" w:cs="Arial"/>
          <w:sz w:val="24"/>
          <w:szCs w:val="24"/>
        </w:rPr>
        <w:t xml:space="preserve"> ОТГ</w:t>
      </w:r>
      <w:r w:rsidRPr="00733445">
        <w:rPr>
          <w:rFonts w:ascii="Arial" w:hAnsi="Arial" w:cs="Arial"/>
          <w:sz w:val="24"/>
          <w:szCs w:val="24"/>
        </w:rPr>
        <w:t xml:space="preserve"> за участі багатьох партнерів, що ставить перед керівництвом громади питання раціонального управління цим доволі складним процесом. 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33445">
        <w:rPr>
          <w:rFonts w:ascii="Arial" w:hAnsi="Arial" w:cs="Arial"/>
          <w:sz w:val="24"/>
          <w:szCs w:val="24"/>
          <w:lang w:eastAsia="ru-RU"/>
        </w:rPr>
        <w:t>Система управління Стратегією має два рівні: політичний та технічний. Політичний рівень забезпечує особисто голова громади, виконком та рада</w:t>
      </w:r>
      <w:r w:rsidRPr="009C302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ОТГ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. На цьому рівні заслуховуються та затверджуються звіти Комітету з управління впровадженням </w:t>
      </w:r>
      <w:r w:rsidRPr="00733445"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, пропозиції щодо внесення змін (оновлення) </w:t>
      </w:r>
      <w:r w:rsidRPr="00733445"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. Рада ОТГ приймає рішення щодо внесення змін до </w:t>
      </w:r>
      <w:r w:rsidRPr="00733445">
        <w:rPr>
          <w:rFonts w:ascii="Arial" w:hAnsi="Arial" w:cs="Arial"/>
          <w:sz w:val="24"/>
          <w:szCs w:val="24"/>
        </w:rPr>
        <w:t xml:space="preserve">Стратегії </w:t>
      </w:r>
      <w:r w:rsidRPr="00733445">
        <w:rPr>
          <w:rFonts w:ascii="Arial" w:hAnsi="Arial" w:cs="Arial"/>
          <w:sz w:val="24"/>
          <w:szCs w:val="24"/>
          <w:lang w:eastAsia="ru-RU"/>
        </w:rPr>
        <w:t>на підставі пропозицій голови ОТГ.</w:t>
      </w: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733445">
        <w:rPr>
          <w:rFonts w:ascii="Arial" w:hAnsi="Arial" w:cs="Arial"/>
          <w:sz w:val="24"/>
          <w:szCs w:val="24"/>
          <w:lang w:eastAsia="ru-RU"/>
        </w:rPr>
        <w:t xml:space="preserve">Технічний рівень управління і моніторингу виконує Комітет з управління впровадженням </w:t>
      </w:r>
      <w:r w:rsidRPr="00733445"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  <w:lang w:eastAsia="ru-RU"/>
        </w:rPr>
        <w:t>, який:</w:t>
      </w:r>
    </w:p>
    <w:p w:rsidR="00521BC7" w:rsidRPr="00733445" w:rsidRDefault="00521BC7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забезпечує виконання завдань </w:t>
      </w:r>
      <w:r w:rsidRPr="00733445">
        <w:rPr>
          <w:rFonts w:cs="Arial"/>
          <w:sz w:val="24"/>
          <w:szCs w:val="24"/>
          <w:lang w:val="uk-UA"/>
        </w:rPr>
        <w:t xml:space="preserve">Стратегії </w:t>
      </w:r>
      <w:r w:rsidRPr="00733445">
        <w:rPr>
          <w:rFonts w:cs="Arial"/>
          <w:sz w:val="24"/>
          <w:szCs w:val="24"/>
          <w:lang w:val="uk-UA" w:eastAsia="ru-RU"/>
        </w:rPr>
        <w:t xml:space="preserve">згідно затвердженого плану, </w:t>
      </w:r>
    </w:p>
    <w:p w:rsidR="00521BC7" w:rsidRPr="00733445" w:rsidRDefault="00521BC7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здійснює моніторинг соціально-економічного стану громади за визначеними показниками, </w:t>
      </w:r>
    </w:p>
    <w:p w:rsidR="00521BC7" w:rsidRPr="00733445" w:rsidRDefault="00521BC7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аналізує співвідношення основних соціально-економічних показників громади та зовнішнього середовища (області, країни, світу тощо), </w:t>
      </w:r>
    </w:p>
    <w:p w:rsidR="00521BC7" w:rsidRPr="00733445" w:rsidRDefault="00521BC7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вивчає основні політичні, економічні, фінансові, соціальні, наукові, технологічні і т.д. тенденції, визначає їх впливи на громаду, </w:t>
      </w:r>
    </w:p>
    <w:p w:rsidR="00521BC7" w:rsidRPr="00733445" w:rsidRDefault="00521BC7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формує пропозиції стратегічних сценаріїв в нових політичних, соціально-економічних умовах зовнішнього середовища, </w:t>
      </w:r>
    </w:p>
    <w:p w:rsidR="00521BC7" w:rsidRPr="00733445" w:rsidRDefault="00521BC7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аналізує соціально-економічні тенденції найближчих конкурентів у порівнянні з показниками громади, аналізує загрози, які надходять від конкурентів, </w:t>
      </w:r>
    </w:p>
    <w:p w:rsidR="00521BC7" w:rsidRPr="00733445" w:rsidRDefault="00521BC7" w:rsidP="00C03506">
      <w:pPr>
        <w:pStyle w:val="ListParagraph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формує пропозиції змін до цілей і завдань, які необхідно вносити до </w:t>
      </w:r>
      <w:r w:rsidRPr="00733445">
        <w:rPr>
          <w:rFonts w:cs="Arial"/>
          <w:sz w:val="24"/>
          <w:szCs w:val="24"/>
          <w:lang w:val="uk-UA"/>
        </w:rPr>
        <w:t xml:space="preserve">Стратегії </w:t>
      </w:r>
      <w:r w:rsidRPr="00733445">
        <w:rPr>
          <w:rFonts w:cs="Arial"/>
          <w:sz w:val="24"/>
          <w:szCs w:val="24"/>
          <w:lang w:val="uk-UA" w:eastAsia="ru-RU"/>
        </w:rPr>
        <w:t>як відповідь на виявлені нові загрози і можливості.</w:t>
      </w: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2" w:name="_Toc463630221"/>
      <w:r w:rsidRPr="00733445">
        <w:rPr>
          <w:rFonts w:ascii="Arial" w:hAnsi="Arial" w:cs="Arial"/>
          <w:b/>
          <w:sz w:val="24"/>
          <w:szCs w:val="24"/>
        </w:rPr>
        <w:t>Управління процесом реалізації Стратегії</w:t>
      </w:r>
      <w:bookmarkEnd w:id="2"/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Управління процесом реалізації Стратегії розвитку П</w:t>
      </w:r>
      <w:r w:rsidRPr="003E2342">
        <w:rPr>
          <w:rFonts w:ascii="Arial" w:hAnsi="Arial" w:cs="Arial"/>
          <w:sz w:val="24"/>
          <w:szCs w:val="24"/>
        </w:rPr>
        <w:t>’</w:t>
      </w:r>
      <w:r w:rsidRPr="00733445">
        <w:rPr>
          <w:rFonts w:ascii="Arial" w:hAnsi="Arial" w:cs="Arial"/>
          <w:sz w:val="24"/>
          <w:szCs w:val="24"/>
        </w:rPr>
        <w:t>ядицької ОТГ проводиться за принципами єдності управління, персональної відповідальності, прозорості та поточної координації дій. Адміністрування процесу реалізації стратегічного плану здійснюється виконавчим комітетом та відповідними структурними підрозділами ради ОТГ.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733445">
        <w:rPr>
          <w:rFonts w:ascii="Arial" w:hAnsi="Arial" w:cs="Arial"/>
          <w:sz w:val="24"/>
          <w:szCs w:val="24"/>
        </w:rPr>
        <w:t>З метою координації дій розпорядженням голови ОТГ створюється постійно діючий Комітет з управління впровадженням стратегічного плану (далі – КУВ). До складу КУВ входять відповідальні за викона</w:t>
      </w:r>
      <w:r>
        <w:rPr>
          <w:rFonts w:ascii="Arial" w:hAnsi="Arial" w:cs="Arial"/>
          <w:sz w:val="24"/>
          <w:szCs w:val="24"/>
        </w:rPr>
        <w:t>ння завдань стратегічного плану</w:t>
      </w:r>
      <w:r w:rsidRPr="00733445">
        <w:rPr>
          <w:rFonts w:ascii="Arial" w:hAnsi="Arial" w:cs="Arial"/>
          <w:sz w:val="24"/>
          <w:szCs w:val="24"/>
        </w:rPr>
        <w:t>. Повний склад КУВ та персональна відповідальність за реалізацію завдань стратегічного плану визначається розпорядженням голови</w:t>
      </w:r>
      <w:r>
        <w:rPr>
          <w:rFonts w:ascii="Arial" w:hAnsi="Arial" w:cs="Arial"/>
          <w:sz w:val="24"/>
          <w:szCs w:val="24"/>
        </w:rPr>
        <w:t xml:space="preserve"> ОТГ</w:t>
      </w:r>
      <w:r w:rsidRPr="00733445">
        <w:rPr>
          <w:rFonts w:ascii="Arial" w:hAnsi="Arial" w:cs="Arial"/>
          <w:sz w:val="24"/>
          <w:szCs w:val="24"/>
        </w:rPr>
        <w:t>. КУВ збирається не рідше одну разу на рік та виконує наступні функції: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Pr="00733445" w:rsidRDefault="00521BC7" w:rsidP="00C03506">
      <w:pPr>
        <w:pStyle w:val="ListParagraph"/>
        <w:numPr>
          <w:ilvl w:val="0"/>
          <w:numId w:val="6"/>
        </w:numPr>
        <w:jc w:val="both"/>
        <w:rPr>
          <w:rFonts w:cs="Arial"/>
          <w:sz w:val="24"/>
          <w:szCs w:val="24"/>
          <w:lang w:val="uk-UA"/>
        </w:rPr>
      </w:pPr>
      <w:r w:rsidRPr="00733445">
        <w:rPr>
          <w:rFonts w:cs="Arial"/>
          <w:sz w:val="24"/>
          <w:szCs w:val="24"/>
          <w:lang w:val="uk-UA"/>
        </w:rPr>
        <w:t xml:space="preserve">організовує взаємодію підрозділів виконавчих органів міської ради, органів державної влади, підприємств та установ громади в процесі реалізації Стратегічного плану, програм та проектів. </w:t>
      </w:r>
    </w:p>
    <w:p w:rsidR="00521BC7" w:rsidRPr="00733445" w:rsidRDefault="00521BC7" w:rsidP="00C03506">
      <w:pPr>
        <w:pStyle w:val="ListParagraph"/>
        <w:numPr>
          <w:ilvl w:val="0"/>
          <w:numId w:val="6"/>
        </w:numPr>
        <w:jc w:val="both"/>
        <w:rPr>
          <w:rFonts w:cs="Arial"/>
          <w:sz w:val="24"/>
          <w:szCs w:val="24"/>
          <w:lang w:val="uk-UA"/>
        </w:rPr>
      </w:pPr>
      <w:r w:rsidRPr="00733445">
        <w:rPr>
          <w:rFonts w:cs="Arial"/>
          <w:sz w:val="24"/>
          <w:szCs w:val="24"/>
          <w:lang w:val="uk-UA"/>
        </w:rPr>
        <w:t>здійснює підготовку щорічних звітів про стан реалізації Стратегічного плану, надає їх голові ОТГ та презентує їх на останньому в році черговому пленарному засіданні ради ОТГ. Повний текст звіту підлягає обов’язковому розміщенню в мережі Інтернет.</w:t>
      </w:r>
    </w:p>
    <w:p w:rsidR="00521BC7" w:rsidRPr="00733445" w:rsidRDefault="00521BC7" w:rsidP="00733445">
      <w:pPr>
        <w:pStyle w:val="ListParagraph"/>
        <w:ind w:left="360"/>
        <w:jc w:val="both"/>
        <w:rPr>
          <w:rFonts w:cs="Arial"/>
          <w:sz w:val="24"/>
          <w:szCs w:val="24"/>
          <w:lang w:val="uk-UA"/>
        </w:rPr>
      </w:pPr>
    </w:p>
    <w:p w:rsidR="00521BC7" w:rsidRPr="00733445" w:rsidRDefault="00521BC7" w:rsidP="00733445">
      <w:pPr>
        <w:pStyle w:val="ListParagraph"/>
        <w:ind w:left="360"/>
        <w:jc w:val="both"/>
        <w:rPr>
          <w:rFonts w:cs="Arial"/>
          <w:sz w:val="24"/>
          <w:szCs w:val="24"/>
          <w:lang w:val="uk-UA"/>
        </w:rPr>
      </w:pPr>
    </w:p>
    <w:p w:rsidR="00521BC7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 xml:space="preserve">Пропозиції щодо зміни основного тексту </w:t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>ьратегії виносяться на</w:t>
      </w:r>
      <w:r w:rsidRPr="00733445">
        <w:rPr>
          <w:rFonts w:ascii="Arial" w:hAnsi="Arial" w:cs="Arial"/>
          <w:sz w:val="24"/>
          <w:szCs w:val="24"/>
        </w:rPr>
        <w:t xml:space="preserve"> чергових та позачергових нарадах КУВ і виносяться на розгляд сесії Пядицької ради ОТГ один раз на рік (по необхідності, двічі на рік).</w:t>
      </w:r>
    </w:p>
    <w:p w:rsidR="00521BC7" w:rsidRDefault="00521B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Toc463630222"/>
      <w:r w:rsidRPr="00733445">
        <w:rPr>
          <w:rFonts w:ascii="Arial" w:hAnsi="Arial" w:cs="Arial"/>
          <w:b/>
          <w:sz w:val="24"/>
          <w:szCs w:val="24"/>
        </w:rPr>
        <w:t>Процедура моніторингу Плану реалізації Стратегії</w:t>
      </w:r>
      <w:bookmarkEnd w:id="3"/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 xml:space="preserve">Головний сенс моніторингу полягає у виконанні двох взаємопов’язаних функцій – спостереження (відслідковування) та попередження. Відслідковування проводиться з метою виявлення відповідності наявного стану речей бажаному результату, а спостереження – з метою попередження небажаних наслідків. 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733445">
        <w:rPr>
          <w:rFonts w:ascii="Arial" w:hAnsi="Arial" w:cs="Arial"/>
          <w:sz w:val="24"/>
          <w:szCs w:val="24"/>
        </w:rPr>
        <w:t xml:space="preserve">Моніторинг </w:t>
      </w:r>
      <w:r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</w:rPr>
        <w:t xml:space="preserve"> розвитку Пядицької громади включає три рівні: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1)</w:t>
      </w:r>
      <w:r w:rsidRPr="00733445">
        <w:rPr>
          <w:rFonts w:ascii="Arial" w:hAnsi="Arial" w:cs="Arial"/>
          <w:sz w:val="24"/>
          <w:szCs w:val="24"/>
        </w:rPr>
        <w:t xml:space="preserve"> Моніторинг зовнішнього середовища розвитку громади. Базується на аналізі основних показників, що характеризують ситуацію в державі в цілому та</w:t>
      </w:r>
      <w:r>
        <w:rPr>
          <w:rFonts w:ascii="Arial" w:hAnsi="Arial" w:cs="Arial"/>
          <w:sz w:val="24"/>
          <w:szCs w:val="24"/>
        </w:rPr>
        <w:t xml:space="preserve"> Івано-Франківській </w:t>
      </w:r>
      <w:r w:rsidRPr="00733445">
        <w:rPr>
          <w:rFonts w:ascii="Arial" w:hAnsi="Arial" w:cs="Arial"/>
          <w:sz w:val="24"/>
          <w:szCs w:val="24"/>
        </w:rPr>
        <w:t xml:space="preserve">області, які є стратегічно важливими для </w:t>
      </w:r>
      <w:r>
        <w:rPr>
          <w:rFonts w:ascii="Arial" w:hAnsi="Arial" w:cs="Arial"/>
          <w:sz w:val="24"/>
          <w:szCs w:val="24"/>
        </w:rPr>
        <w:t>громади</w:t>
      </w:r>
      <w:r w:rsidRPr="00733445">
        <w:rPr>
          <w:rFonts w:ascii="Arial" w:hAnsi="Arial" w:cs="Arial"/>
          <w:sz w:val="24"/>
          <w:szCs w:val="24"/>
        </w:rPr>
        <w:t>. Підсумки підводяться один раз на рік та доводяться як частина зведеного аналітичного моніторингового звіту.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2) Моніторинг проц</w:t>
      </w:r>
      <w:r>
        <w:rPr>
          <w:rFonts w:ascii="Arial" w:hAnsi="Arial" w:cs="Arial"/>
          <w:sz w:val="24"/>
          <w:szCs w:val="24"/>
        </w:rPr>
        <w:t>есу реалізації С</w:t>
      </w:r>
      <w:r w:rsidRPr="00733445">
        <w:rPr>
          <w:rFonts w:ascii="Arial" w:hAnsi="Arial" w:cs="Arial"/>
          <w:sz w:val="24"/>
          <w:szCs w:val="24"/>
        </w:rPr>
        <w:t xml:space="preserve">тратегії відповідно до наступних показників: </w:t>
      </w:r>
    </w:p>
    <w:p w:rsidR="00521BC7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W w:w="1020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23"/>
        <w:gridCol w:w="1984"/>
      </w:tblGrid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  <w:t>Показники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  <w:t>Од.виміру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Чисельність населення громади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val="en-US"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чол.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>Природний приріст / скорочення населення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%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Кількість суб’єктів підприємницької діяльності 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 на 1000 нас.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Обсяг залучених інвестицій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тис. грн.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Власні доходи на одного жителя 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грн.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Рівень дотаційності бюджету</w:t>
            </w:r>
          </w:p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(питома вага базової реверсної дотації, 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%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Капітальні видатки на 1-го мешканця,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грн.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Питома вага видатків на утримання апарату управління у власних ресурсах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%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Індекс податкоспроможності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%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Обсяг капітально відремонтовано доріг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м2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Енерговитрати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тис. грн. рік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Кількість реалізованих проектів згідно завдань стратегії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>Кількість подій (фестивалів, конференцій, святкувань і т. п.) на рік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Результат ЗНО в цілому у навчальних закладах </w:t>
            </w:r>
            <w:r w:rsidRPr="00B11C08">
              <w:rPr>
                <w:rFonts w:ascii="Arial" w:hAnsi="Arial" w:cs="Arial"/>
                <w:sz w:val="24"/>
                <w:szCs w:val="24"/>
                <w:lang w:val="ru-RU" w:eastAsia="ru-RU"/>
              </w:rPr>
              <w:t>громади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>Кількість захворювань на хвороби системи кровообігу  на 1000 населення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випадків</w:t>
            </w:r>
          </w:p>
        </w:tc>
      </w:tr>
    </w:tbl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3). Моніторинг виконання проектів місцевого розвитку</w:t>
      </w:r>
      <w:r>
        <w:rPr>
          <w:rFonts w:ascii="Arial" w:hAnsi="Arial" w:cs="Arial"/>
          <w:sz w:val="24"/>
          <w:szCs w:val="24"/>
        </w:rPr>
        <w:t>.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Оцінюється стан виконання кожного проекту та ступінь досягнення результатів, передбачених технічним завданням на проект.</w:t>
      </w:r>
    </w:p>
    <w:p w:rsidR="00521BC7" w:rsidRDefault="00521BC7" w:rsidP="00D76687">
      <w:r>
        <w:br w:type="textWrapping" w:clear="all"/>
      </w:r>
    </w:p>
    <w:p w:rsidR="00521BC7" w:rsidRPr="00B01CDC" w:rsidRDefault="00521BC7" w:rsidP="006067CC">
      <w:pPr>
        <w:spacing w:after="0" w:line="240" w:lineRule="auto"/>
        <w:jc w:val="both"/>
        <w:rPr>
          <w:rFonts w:ascii="Cambria" w:hAnsi="Cambria" w:cs="Arial"/>
          <w:b/>
          <w:bCs/>
          <w:color w:val="4F81BD"/>
          <w:sz w:val="24"/>
          <w:szCs w:val="24"/>
        </w:rPr>
      </w:pPr>
    </w:p>
    <w:p w:rsidR="00521BC7" w:rsidRDefault="00521BC7" w:rsidP="00D76687">
      <w:pPr>
        <w:jc w:val="center"/>
      </w:pPr>
    </w:p>
    <w:sectPr w:rsidR="00521BC7" w:rsidSect="00795EDE">
      <w:type w:val="continuous"/>
      <w:pgSz w:w="11906" w:h="16838"/>
      <w:pgMar w:top="567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?Ё¬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609F"/>
    <w:multiLevelType w:val="hybridMultilevel"/>
    <w:tmpl w:val="0EE84882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1F5BF3"/>
    <w:multiLevelType w:val="hybridMultilevel"/>
    <w:tmpl w:val="8174B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E43BF"/>
    <w:multiLevelType w:val="hybridMultilevel"/>
    <w:tmpl w:val="895061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6691E"/>
    <w:multiLevelType w:val="hybridMultilevel"/>
    <w:tmpl w:val="E182F76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67545085"/>
    <w:multiLevelType w:val="multilevel"/>
    <w:tmpl w:val="AF525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33084"/>
    <w:multiLevelType w:val="hybridMultilevel"/>
    <w:tmpl w:val="288CD400"/>
    <w:lvl w:ilvl="0" w:tplc="49C8EB80">
      <w:start w:val="1"/>
      <w:numFmt w:val="decimal"/>
      <w:lvlText w:val="Рис.%1"/>
      <w:lvlJc w:val="left"/>
      <w:pPr>
        <w:ind w:left="720" w:hanging="360"/>
      </w:pPr>
      <w:rPr>
        <w:rFonts w:ascii="Arial" w:hAnsi="Arial" w:cs="Arial" w:hint="default"/>
        <w:b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691B9F"/>
    <w:multiLevelType w:val="hybridMultilevel"/>
    <w:tmpl w:val="C5445DC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687"/>
    <w:rsid w:val="00047112"/>
    <w:rsid w:val="00052EEB"/>
    <w:rsid w:val="00080624"/>
    <w:rsid w:val="000C6F76"/>
    <w:rsid w:val="000F2F65"/>
    <w:rsid w:val="000F39C9"/>
    <w:rsid w:val="00125A1E"/>
    <w:rsid w:val="00181E2F"/>
    <w:rsid w:val="001D0AED"/>
    <w:rsid w:val="001E61E4"/>
    <w:rsid w:val="00252242"/>
    <w:rsid w:val="002732A0"/>
    <w:rsid w:val="0029211B"/>
    <w:rsid w:val="002D619E"/>
    <w:rsid w:val="002E6E8C"/>
    <w:rsid w:val="00300423"/>
    <w:rsid w:val="003067BC"/>
    <w:rsid w:val="00356884"/>
    <w:rsid w:val="003C605F"/>
    <w:rsid w:val="003D3077"/>
    <w:rsid w:val="003E2342"/>
    <w:rsid w:val="00406888"/>
    <w:rsid w:val="00441255"/>
    <w:rsid w:val="00473637"/>
    <w:rsid w:val="004945E9"/>
    <w:rsid w:val="004A6EE1"/>
    <w:rsid w:val="004E09E9"/>
    <w:rsid w:val="004E100A"/>
    <w:rsid w:val="004E7D26"/>
    <w:rsid w:val="00521BC7"/>
    <w:rsid w:val="005360BC"/>
    <w:rsid w:val="00587175"/>
    <w:rsid w:val="0060068B"/>
    <w:rsid w:val="006067CC"/>
    <w:rsid w:val="006424C3"/>
    <w:rsid w:val="006D07C0"/>
    <w:rsid w:val="006E4659"/>
    <w:rsid w:val="006F5007"/>
    <w:rsid w:val="006F75F5"/>
    <w:rsid w:val="007046DF"/>
    <w:rsid w:val="00706F6E"/>
    <w:rsid w:val="00733445"/>
    <w:rsid w:val="00750085"/>
    <w:rsid w:val="0077160C"/>
    <w:rsid w:val="00795EDE"/>
    <w:rsid w:val="007F384E"/>
    <w:rsid w:val="00804C67"/>
    <w:rsid w:val="008223CF"/>
    <w:rsid w:val="0085098F"/>
    <w:rsid w:val="008660CC"/>
    <w:rsid w:val="00966A26"/>
    <w:rsid w:val="00981769"/>
    <w:rsid w:val="009C3021"/>
    <w:rsid w:val="009E5DCF"/>
    <w:rsid w:val="00A03248"/>
    <w:rsid w:val="00A16AC7"/>
    <w:rsid w:val="00A202B1"/>
    <w:rsid w:val="00A33BC6"/>
    <w:rsid w:val="00A34835"/>
    <w:rsid w:val="00A47F06"/>
    <w:rsid w:val="00A709A3"/>
    <w:rsid w:val="00A74D93"/>
    <w:rsid w:val="00A84EBB"/>
    <w:rsid w:val="00A919CB"/>
    <w:rsid w:val="00AA6E1C"/>
    <w:rsid w:val="00AE2949"/>
    <w:rsid w:val="00B01CDC"/>
    <w:rsid w:val="00B10596"/>
    <w:rsid w:val="00B11C08"/>
    <w:rsid w:val="00B168E8"/>
    <w:rsid w:val="00B437B0"/>
    <w:rsid w:val="00B67FCD"/>
    <w:rsid w:val="00B947FF"/>
    <w:rsid w:val="00BA6E0C"/>
    <w:rsid w:val="00BB0784"/>
    <w:rsid w:val="00C03506"/>
    <w:rsid w:val="00C4115E"/>
    <w:rsid w:val="00C44070"/>
    <w:rsid w:val="00CC31F4"/>
    <w:rsid w:val="00CC55DF"/>
    <w:rsid w:val="00CD74AD"/>
    <w:rsid w:val="00CE68A7"/>
    <w:rsid w:val="00CF2680"/>
    <w:rsid w:val="00D0658E"/>
    <w:rsid w:val="00D112D7"/>
    <w:rsid w:val="00D46829"/>
    <w:rsid w:val="00D55143"/>
    <w:rsid w:val="00D76687"/>
    <w:rsid w:val="00D87531"/>
    <w:rsid w:val="00DB4F72"/>
    <w:rsid w:val="00DB6F92"/>
    <w:rsid w:val="00DC2334"/>
    <w:rsid w:val="00DF41E2"/>
    <w:rsid w:val="00E054FB"/>
    <w:rsid w:val="00E41736"/>
    <w:rsid w:val="00E51278"/>
    <w:rsid w:val="00E65A41"/>
    <w:rsid w:val="00E84A90"/>
    <w:rsid w:val="00E94337"/>
    <w:rsid w:val="00EA5732"/>
    <w:rsid w:val="00EE0AAE"/>
    <w:rsid w:val="00EE2383"/>
    <w:rsid w:val="00F00DF4"/>
    <w:rsid w:val="00F52C6B"/>
    <w:rsid w:val="00F53CED"/>
    <w:rsid w:val="00F5658A"/>
    <w:rsid w:val="00F676B4"/>
    <w:rsid w:val="00F75AA8"/>
    <w:rsid w:val="00FA5113"/>
    <w:rsid w:val="00FD27E4"/>
    <w:rsid w:val="00FD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687"/>
    <w:pPr>
      <w:spacing w:after="200" w:line="276" w:lineRule="auto"/>
    </w:pPr>
    <w:rPr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35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6687"/>
    <w:pPr>
      <w:keepNext/>
      <w:keepLines/>
      <w:tabs>
        <w:tab w:val="left" w:pos="567"/>
      </w:tabs>
      <w:spacing w:before="240" w:after="60" w:line="240" w:lineRule="auto"/>
      <w:ind w:left="567" w:hanging="567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2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350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76687"/>
    <w:rPr>
      <w:rFonts w:ascii="Arial" w:hAnsi="Arial" w:cs="Times New Roman"/>
      <w:b/>
      <w:bCs/>
      <w:sz w:val="26"/>
      <w:szCs w:val="26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52EEB"/>
    <w:rPr>
      <w:rFonts w:ascii="Cambria" w:hAnsi="Cambria" w:cs="Times New Roman"/>
      <w:b/>
      <w:bCs/>
      <w:color w:val="4F81BD"/>
      <w:lang w:val="uk-UA"/>
    </w:rPr>
  </w:style>
  <w:style w:type="table" w:styleId="TableGrid">
    <w:name w:val="Table Grid"/>
    <w:basedOn w:val="TableNormal"/>
    <w:uiPriority w:val="99"/>
    <w:rsid w:val="00D76687"/>
    <w:rPr>
      <w:sz w:val="20"/>
      <w:szCs w:val="20"/>
      <w:lang w:val="uk-UA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D76687"/>
    <w:pPr>
      <w:spacing w:after="0" w:line="240" w:lineRule="auto"/>
      <w:ind w:left="720"/>
      <w:contextualSpacing/>
    </w:pPr>
    <w:rPr>
      <w:rFonts w:ascii="Arial" w:hAnsi="Arial"/>
      <w:sz w:val="20"/>
      <w:szCs w:val="20"/>
      <w:lang w:val="en-US" w:eastAsia="ja-JP"/>
    </w:rPr>
  </w:style>
  <w:style w:type="character" w:customStyle="1" w:styleId="ListParagraphChar">
    <w:name w:val="List Paragraph Char"/>
    <w:link w:val="ListParagraph"/>
    <w:uiPriority w:val="99"/>
    <w:locked/>
    <w:rsid w:val="00D76687"/>
    <w:rPr>
      <w:rFonts w:ascii="Arial" w:hAnsi="Arial"/>
      <w:sz w:val="20"/>
      <w:lang w:val="en-US" w:eastAsia="ja-JP"/>
    </w:rPr>
  </w:style>
  <w:style w:type="paragraph" w:styleId="BodyTextIndent">
    <w:name w:val="Body Text Indent"/>
    <w:basedOn w:val="Normal"/>
    <w:link w:val="BodyTextIndentChar"/>
    <w:uiPriority w:val="99"/>
    <w:rsid w:val="00D766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6687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7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6687"/>
    <w:rPr>
      <w:rFonts w:ascii="Tahoma" w:hAnsi="Tahoma" w:cs="Tahoma"/>
      <w:sz w:val="16"/>
      <w:szCs w:val="16"/>
      <w:lang w:val="uk-UA"/>
    </w:rPr>
  </w:style>
  <w:style w:type="paragraph" w:customStyle="1" w:styleId="1">
    <w:name w:val="Список 1"/>
    <w:basedOn w:val="BodyText"/>
    <w:link w:val="10"/>
    <w:uiPriority w:val="99"/>
    <w:rsid w:val="00C03506"/>
    <w:pPr>
      <w:widowControl w:val="0"/>
      <w:tabs>
        <w:tab w:val="left" w:pos="567"/>
      </w:tabs>
      <w:suppressAutoHyphens/>
      <w:snapToGrid w:val="0"/>
      <w:spacing w:before="120" w:after="0" w:line="240" w:lineRule="auto"/>
      <w:jc w:val="both"/>
    </w:pPr>
    <w:rPr>
      <w:rFonts w:ascii="Arial" w:hAnsi="Arial"/>
      <w:sz w:val="20"/>
      <w:szCs w:val="20"/>
      <w:lang w:eastAsia="uk-UA"/>
    </w:rPr>
  </w:style>
  <w:style w:type="character" w:customStyle="1" w:styleId="10">
    <w:name w:val="Список 1 Знак"/>
    <w:link w:val="1"/>
    <w:uiPriority w:val="99"/>
    <w:locked/>
    <w:rsid w:val="00C03506"/>
    <w:rPr>
      <w:rFonts w:ascii="Arial" w:hAnsi="Arial"/>
      <w:lang w:val="uk-UA"/>
    </w:rPr>
  </w:style>
  <w:style w:type="paragraph" w:styleId="BodyText">
    <w:name w:val="Body Text"/>
    <w:basedOn w:val="Normal"/>
    <w:link w:val="BodyTextChar"/>
    <w:uiPriority w:val="99"/>
    <w:semiHidden/>
    <w:rsid w:val="00C035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3506"/>
    <w:rPr>
      <w:rFonts w:ascii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1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527</TotalTime>
  <Pages>8</Pages>
  <Words>10942</Words>
  <Characters>6237</Characters>
  <Application>Microsoft Office Outlook</Application>
  <DocSecurity>0</DocSecurity>
  <Lines>0</Lines>
  <Paragraphs>0</Paragraphs>
  <ScaleCrop>false</ScaleCrop>
  <Company>office 2007 rus ent: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2017-11-13T13:05:00Z</dcterms:created>
  <dcterms:modified xsi:type="dcterms:W3CDTF">2018-03-13T07:42:00Z</dcterms:modified>
</cp:coreProperties>
</file>