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F7" w:rsidRDefault="00F95CF7" w:rsidP="00D534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691444">
        <w:rPr>
          <w:rFonts w:ascii="Times New Roman" w:hAnsi="Times New Roman"/>
          <w:sz w:val="28"/>
          <w:szCs w:val="28"/>
          <w:lang w:val="uk-UA"/>
        </w:rPr>
        <w:t>Освіт</w:t>
      </w:r>
      <w:r>
        <w:rPr>
          <w:rFonts w:ascii="Times New Roman" w:hAnsi="Times New Roman"/>
          <w:sz w:val="28"/>
          <w:szCs w:val="28"/>
          <w:lang w:val="uk-UA"/>
        </w:rPr>
        <w:t>ні програми, що реалізуються в ЗДО</w:t>
      </w:r>
      <w:r w:rsidRPr="00691444">
        <w:rPr>
          <w:rFonts w:ascii="Times New Roman" w:hAnsi="Times New Roman"/>
          <w:sz w:val="28"/>
          <w:szCs w:val="28"/>
          <w:lang w:val="uk-UA"/>
        </w:rPr>
        <w:t xml:space="preserve"> «Барвіночок»</w:t>
      </w:r>
    </w:p>
    <w:p w:rsidR="00F95CF7" w:rsidRPr="00691444" w:rsidRDefault="00F95CF7" w:rsidP="00D534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F95CF7" w:rsidRDefault="00F95CF7" w:rsidP="00D534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1444">
        <w:rPr>
          <w:rFonts w:ascii="Times New Roman" w:hAnsi="Times New Roman"/>
          <w:sz w:val="28"/>
          <w:szCs w:val="28"/>
          <w:lang w:val="uk-UA"/>
        </w:rPr>
        <w:t xml:space="preserve">Пилипонський заклад  </w:t>
      </w:r>
      <w:r>
        <w:rPr>
          <w:rFonts w:ascii="Times New Roman" w:hAnsi="Times New Roman"/>
          <w:sz w:val="28"/>
          <w:szCs w:val="28"/>
          <w:lang w:val="uk-UA"/>
        </w:rPr>
        <w:t>дошкільної освіти</w:t>
      </w:r>
      <w:r w:rsidRPr="00691444">
        <w:rPr>
          <w:rFonts w:ascii="Times New Roman" w:hAnsi="Times New Roman"/>
          <w:sz w:val="28"/>
          <w:szCs w:val="28"/>
          <w:lang w:val="uk-UA"/>
        </w:rPr>
        <w:t xml:space="preserve"> працю</w:t>
      </w:r>
      <w:r>
        <w:rPr>
          <w:rFonts w:ascii="Times New Roman" w:hAnsi="Times New Roman"/>
          <w:sz w:val="28"/>
          <w:szCs w:val="28"/>
          <w:lang w:val="uk-UA"/>
        </w:rPr>
        <w:t>є:</w:t>
      </w:r>
    </w:p>
    <w:p w:rsidR="00F95CF7" w:rsidRDefault="00F95CF7" w:rsidP="005D148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91444">
        <w:rPr>
          <w:rFonts w:ascii="Times New Roman" w:hAnsi="Times New Roman"/>
          <w:sz w:val="28"/>
          <w:szCs w:val="28"/>
          <w:lang w:val="uk-UA"/>
        </w:rPr>
        <w:t>за програмою «Українське дошкілля»</w:t>
      </w:r>
      <w:r>
        <w:rPr>
          <w:rFonts w:ascii="Times New Roman" w:hAnsi="Times New Roman"/>
          <w:sz w:val="28"/>
          <w:szCs w:val="28"/>
          <w:lang w:val="uk-UA"/>
        </w:rPr>
        <w:t>(оновлена, 2017 р).</w:t>
      </w:r>
    </w:p>
    <w:p w:rsidR="00F95CF7" w:rsidRPr="00691444" w:rsidRDefault="00F95CF7" w:rsidP="00D5342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F95CF7" w:rsidRPr="00691444" w:rsidSect="00D5342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470E1"/>
    <w:multiLevelType w:val="hybridMultilevel"/>
    <w:tmpl w:val="5F6E9462"/>
    <w:lvl w:ilvl="0" w:tplc="5028BF8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3A3178"/>
    <w:multiLevelType w:val="hybridMultilevel"/>
    <w:tmpl w:val="156C482C"/>
    <w:lvl w:ilvl="0" w:tplc="847A9F4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306"/>
    <w:rsid w:val="00090618"/>
    <w:rsid w:val="004A7306"/>
    <w:rsid w:val="005D148B"/>
    <w:rsid w:val="00691444"/>
    <w:rsid w:val="007E77DF"/>
    <w:rsid w:val="007F3E40"/>
    <w:rsid w:val="00AE397B"/>
    <w:rsid w:val="00B433A0"/>
    <w:rsid w:val="00C60F9C"/>
    <w:rsid w:val="00D53421"/>
    <w:rsid w:val="00EC7B8D"/>
    <w:rsid w:val="00F263E3"/>
    <w:rsid w:val="00F95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23</Words>
  <Characters>133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Admin</cp:lastModifiedBy>
  <cp:revision>4</cp:revision>
  <dcterms:created xsi:type="dcterms:W3CDTF">2017-11-24T19:40:00Z</dcterms:created>
  <dcterms:modified xsi:type="dcterms:W3CDTF">2017-11-27T13:53:00Z</dcterms:modified>
</cp:coreProperties>
</file>