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9A" w:rsidRDefault="00CC489A" w:rsidP="009B0F49">
      <w:pPr>
        <w:pStyle w:val="NoSpacing"/>
        <w:rPr>
          <w:rFonts w:ascii="Calibri" w:hAnsi="Calibri"/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Pr="002C3AEF">
        <w:rPr>
          <w:rFonts w:ascii="Calibri" w:hAnsi="Calibri"/>
          <w:sz w:val="28"/>
          <w:szCs w:val="28"/>
          <w:lang w:val="uk-UA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aint.Picture" ShapeID="_x0000_i1025" DrawAspect="Content" ObjectID="_1706073383" r:id="rId6"/>
        </w:object>
      </w:r>
    </w:p>
    <w:p w:rsidR="00CC489A" w:rsidRPr="002C3AEF" w:rsidRDefault="00CC489A" w:rsidP="003658BB">
      <w:pPr>
        <w:pStyle w:val="NoSpacing"/>
        <w:ind w:left="3540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>ПРОЕКТ</w:t>
      </w:r>
    </w:p>
    <w:p w:rsidR="00CC489A" w:rsidRPr="002C3AEF" w:rsidRDefault="00CC489A" w:rsidP="009B0F49">
      <w:pPr>
        <w:pStyle w:val="NoSpacing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У К Р А Ї Н А</w:t>
      </w:r>
    </w:p>
    <w:p w:rsidR="00CC489A" w:rsidRPr="002C3AEF" w:rsidRDefault="00CC489A" w:rsidP="009B0F49">
      <w:pPr>
        <w:pStyle w:val="NoSpacing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РОМАНІВСЬКА СЕЛИЩНА РАДА</w:t>
      </w:r>
    </w:p>
    <w:p w:rsidR="00CC489A" w:rsidRPr="002C3AEF" w:rsidRDefault="00CC489A" w:rsidP="009B0F49">
      <w:pPr>
        <w:pStyle w:val="NoSpacing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ЖИТОМИРСЬКОГО РАЙОНУ</w:t>
      </w:r>
    </w:p>
    <w:p w:rsidR="00CC489A" w:rsidRPr="002C3AEF" w:rsidRDefault="00CC489A" w:rsidP="009B0F49">
      <w:pPr>
        <w:pStyle w:val="NoSpacing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ЖИТОМИРСЬКОЇ ОБЛАСТІ</w:t>
      </w:r>
    </w:p>
    <w:p w:rsidR="00CC489A" w:rsidRPr="00546CC6" w:rsidRDefault="00CC489A" w:rsidP="009B0F49">
      <w:pPr>
        <w:pStyle w:val="NoSpacing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Н Я № </w:t>
      </w:r>
      <w:r>
        <w:rPr>
          <w:b/>
          <w:sz w:val="28"/>
          <w:szCs w:val="28"/>
          <w:lang w:val="uk-UA"/>
        </w:rPr>
        <w:t>__21</w:t>
      </w:r>
      <w:r w:rsidRPr="002C3AEF">
        <w:rPr>
          <w:b/>
          <w:sz w:val="28"/>
          <w:szCs w:val="28"/>
        </w:rPr>
        <w:t>/2</w:t>
      </w:r>
      <w:r>
        <w:rPr>
          <w:b/>
          <w:sz w:val="28"/>
          <w:szCs w:val="28"/>
          <w:lang w:val="uk-UA"/>
        </w:rPr>
        <w:t>2</w:t>
      </w:r>
    </w:p>
    <w:p w:rsidR="00CC489A" w:rsidRPr="002C3AEF" w:rsidRDefault="00CC489A" w:rsidP="009B0F49">
      <w:pPr>
        <w:pStyle w:val="NoSpacing"/>
        <w:jc w:val="center"/>
        <w:rPr>
          <w:sz w:val="28"/>
          <w:szCs w:val="28"/>
        </w:rPr>
      </w:pPr>
      <w:r w:rsidRPr="002C3AEF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21 </w:t>
      </w:r>
      <w:r w:rsidRPr="002C3AEF">
        <w:rPr>
          <w:sz w:val="28"/>
          <w:szCs w:val="28"/>
        </w:rPr>
        <w:t>сесія</w:t>
      </w:r>
      <w:r>
        <w:rPr>
          <w:sz w:val="28"/>
          <w:szCs w:val="28"/>
          <w:lang w:val="uk-UA"/>
        </w:rPr>
        <w:t>восьмого</w:t>
      </w:r>
      <w:r w:rsidRPr="002C3AEF">
        <w:rPr>
          <w:sz w:val="28"/>
          <w:szCs w:val="28"/>
        </w:rPr>
        <w:t>скликання)</w:t>
      </w:r>
    </w:p>
    <w:p w:rsidR="00CC489A" w:rsidRPr="002C3AEF" w:rsidRDefault="00CC489A" w:rsidP="009B0F49">
      <w:pPr>
        <w:jc w:val="center"/>
        <w:rPr>
          <w:sz w:val="28"/>
          <w:szCs w:val="28"/>
        </w:rPr>
      </w:pPr>
    </w:p>
    <w:p w:rsidR="00CC489A" w:rsidRPr="002C3AEF" w:rsidRDefault="00CC489A" w:rsidP="009B0F49">
      <w:pPr>
        <w:ind w:firstLine="708"/>
        <w:jc w:val="center"/>
        <w:rPr>
          <w:b/>
          <w:sz w:val="28"/>
          <w:szCs w:val="28"/>
        </w:rPr>
      </w:pPr>
    </w:p>
    <w:p w:rsidR="00CC489A" w:rsidRPr="002C3AEF" w:rsidRDefault="00CC489A" w:rsidP="009B0F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Pr="002C3AEF"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 xml:space="preserve"> 25.02.2022 </w:t>
      </w:r>
      <w:r w:rsidRPr="002C3AEF">
        <w:rPr>
          <w:sz w:val="28"/>
          <w:szCs w:val="28"/>
        </w:rPr>
        <w:t xml:space="preserve">року </w:t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  <w:t>смт. Романів</w:t>
      </w:r>
    </w:p>
    <w:p w:rsidR="00CC489A" w:rsidRPr="002C3AEF" w:rsidRDefault="00CC489A" w:rsidP="009B0F49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54"/>
      </w:tblGrid>
      <w:tr w:rsidR="00CC489A" w:rsidRPr="002C3AEF" w:rsidTr="00316326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C489A" w:rsidRPr="006A2572" w:rsidRDefault="00CC489A" w:rsidP="00FB59C9">
            <w:pPr>
              <w:widowControl w:val="0"/>
              <w:spacing w:line="252" w:lineRule="auto"/>
              <w:rPr>
                <w:sz w:val="28"/>
                <w:szCs w:val="28"/>
              </w:rPr>
            </w:pPr>
            <w:r w:rsidRPr="006A2572">
              <w:rPr>
                <w:sz w:val="28"/>
                <w:szCs w:val="28"/>
              </w:rPr>
              <w:t>Про внесення</w:t>
            </w:r>
            <w:r w:rsidRPr="006A2572">
              <w:rPr>
                <w:sz w:val="28"/>
                <w:szCs w:val="28"/>
                <w:lang w:val="uk-UA"/>
              </w:rPr>
              <w:t xml:space="preserve"> </w:t>
            </w:r>
            <w:r w:rsidRPr="006A2572">
              <w:rPr>
                <w:sz w:val="28"/>
                <w:szCs w:val="28"/>
              </w:rPr>
              <w:t>змін до структури та штатно</w:t>
            </w:r>
            <w:r w:rsidRPr="006A2572">
              <w:rPr>
                <w:sz w:val="28"/>
                <w:szCs w:val="28"/>
                <w:lang w:val="uk-UA"/>
              </w:rPr>
              <w:t xml:space="preserve">ї чисельності </w:t>
            </w:r>
            <w:r w:rsidRPr="008118D2">
              <w:rPr>
                <w:sz w:val="28"/>
                <w:szCs w:val="28"/>
              </w:rPr>
              <w:t>працівників апарату та виконавчих органів</w:t>
            </w:r>
            <w:r w:rsidRPr="006A2572">
              <w:rPr>
                <w:sz w:val="28"/>
                <w:szCs w:val="28"/>
                <w:lang w:val="uk-UA"/>
              </w:rPr>
              <w:t xml:space="preserve"> </w:t>
            </w:r>
            <w:r w:rsidRPr="006A2572">
              <w:rPr>
                <w:sz w:val="28"/>
                <w:szCs w:val="28"/>
              </w:rPr>
              <w:t>Романівської</w:t>
            </w:r>
            <w:r w:rsidRPr="006A2572">
              <w:rPr>
                <w:sz w:val="28"/>
                <w:szCs w:val="28"/>
                <w:lang w:val="uk-UA"/>
              </w:rPr>
              <w:t xml:space="preserve"> </w:t>
            </w:r>
            <w:r w:rsidRPr="006A2572">
              <w:rPr>
                <w:sz w:val="28"/>
                <w:szCs w:val="28"/>
              </w:rPr>
              <w:t>селищної</w:t>
            </w:r>
            <w:r w:rsidRPr="006A2572">
              <w:rPr>
                <w:sz w:val="28"/>
                <w:szCs w:val="28"/>
                <w:lang w:val="uk-UA"/>
              </w:rPr>
              <w:t xml:space="preserve"> </w:t>
            </w:r>
            <w:r w:rsidRPr="006A2572">
              <w:rPr>
                <w:sz w:val="28"/>
                <w:szCs w:val="28"/>
              </w:rPr>
              <w:t>ради</w:t>
            </w:r>
          </w:p>
          <w:p w:rsidR="00CC489A" w:rsidRPr="002C3AEF" w:rsidRDefault="00CC489A" w:rsidP="00316326">
            <w:pPr>
              <w:spacing w:line="254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CC489A" w:rsidRPr="00FB59C9" w:rsidRDefault="00CC489A" w:rsidP="00FB59C9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FB59C9">
        <w:rPr>
          <w:sz w:val="28"/>
          <w:szCs w:val="28"/>
          <w:bdr w:val="none" w:sz="0" w:space="0" w:color="auto" w:frame="1"/>
        </w:rPr>
        <w:t>Керуючись ст.26 Закону України «Про місцеве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самоврядування в Україні», з метою підвищення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ефективності і якості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роботи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структурних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підрозділів та виконавчих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органів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Романівської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селищної ради, відповідно  до постанови Кабінету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Міністрів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України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від 09.03.2006 № 268 «Про упорядкування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структури та умов оплати праці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працівників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</w:rPr>
        <w:t>апарату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органів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виконавчої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влади, органів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прокуратури, судів та інших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 xml:space="preserve">органів», </w:t>
      </w:r>
      <w:r w:rsidRPr="00FB59C9">
        <w:rPr>
          <w:sz w:val="28"/>
          <w:szCs w:val="28"/>
        </w:rPr>
        <w:t>Наказу Міністерства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праці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 2 жовтня 1996 року № 77 «</w:t>
      </w:r>
      <w:r w:rsidRPr="00FB59C9">
        <w:rPr>
          <w:sz w:val="28"/>
          <w:szCs w:val="28"/>
        </w:rPr>
        <w:t>Про умови оплати праці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робітників, зайнятих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обслуговуванням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виконавчої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влади, місцевого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самоврядування та їх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виконавчих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органів, органів</w:t>
      </w:r>
      <w:r>
        <w:rPr>
          <w:sz w:val="28"/>
          <w:szCs w:val="28"/>
          <w:lang w:val="uk-UA"/>
        </w:rPr>
        <w:t xml:space="preserve"> </w:t>
      </w:r>
      <w:r w:rsidRPr="00FB59C9">
        <w:rPr>
          <w:sz w:val="28"/>
          <w:szCs w:val="28"/>
        </w:rPr>
        <w:t>прокуратури, судів та інших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>»</w:t>
      </w:r>
      <w:r w:rsidRPr="00FB59C9">
        <w:rPr>
          <w:sz w:val="28"/>
          <w:szCs w:val="28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із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змінами та доповненнями, враховуючи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рекомендації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постійної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комісії з питань бюджету і комунальної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B59C9">
        <w:rPr>
          <w:sz w:val="28"/>
          <w:szCs w:val="28"/>
          <w:bdr w:val="none" w:sz="0" w:space="0" w:color="auto" w:frame="1"/>
        </w:rPr>
        <w:t>власності, селищна рада</w:t>
      </w:r>
    </w:p>
    <w:p w:rsidR="00CC489A" w:rsidRPr="00AB343D" w:rsidRDefault="00CC489A" w:rsidP="00FB59C9">
      <w:pPr>
        <w:jc w:val="both"/>
        <w:rPr>
          <w:b/>
          <w:bCs/>
          <w:sz w:val="20"/>
          <w:szCs w:val="20"/>
        </w:rPr>
      </w:pPr>
    </w:p>
    <w:p w:rsidR="00CC489A" w:rsidRPr="00FB59C9" w:rsidRDefault="00CC489A" w:rsidP="00FB59C9">
      <w:pPr>
        <w:jc w:val="both"/>
        <w:rPr>
          <w:b/>
          <w:bCs/>
          <w:sz w:val="28"/>
          <w:szCs w:val="28"/>
        </w:rPr>
      </w:pPr>
      <w:r w:rsidRPr="00FB59C9">
        <w:rPr>
          <w:b/>
          <w:bCs/>
          <w:sz w:val="28"/>
          <w:szCs w:val="28"/>
        </w:rPr>
        <w:t>В И Р І Ш И Л А:</w:t>
      </w:r>
    </w:p>
    <w:p w:rsidR="00CC489A" w:rsidRPr="00AB343D" w:rsidRDefault="00CC489A" w:rsidP="00FB59C9">
      <w:pPr>
        <w:jc w:val="both"/>
        <w:rPr>
          <w:b/>
          <w:bCs/>
          <w:sz w:val="20"/>
          <w:szCs w:val="20"/>
          <w:lang w:val="uk-UA"/>
        </w:rPr>
      </w:pPr>
    </w:p>
    <w:p w:rsidR="00CC489A" w:rsidRPr="00FB59C9" w:rsidRDefault="00CC489A" w:rsidP="00FB59C9">
      <w:pPr>
        <w:pStyle w:val="ListParagraph"/>
        <w:tabs>
          <w:tab w:val="left" w:pos="72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B59C9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>зміни до структури та штатної чисельності</w:t>
      </w:r>
      <w:r w:rsidRPr="00FB59C9">
        <w:rPr>
          <w:sz w:val="28"/>
          <w:szCs w:val="28"/>
        </w:rPr>
        <w:t xml:space="preserve"> </w:t>
      </w:r>
      <w:r w:rsidRPr="008118D2">
        <w:rPr>
          <w:sz w:val="28"/>
          <w:szCs w:val="28"/>
        </w:rPr>
        <w:t>працівників апарату та виконавчих органів</w:t>
      </w:r>
      <w:r w:rsidRPr="006A2572">
        <w:rPr>
          <w:sz w:val="28"/>
          <w:szCs w:val="28"/>
        </w:rPr>
        <w:t xml:space="preserve"> </w:t>
      </w:r>
      <w:r w:rsidRPr="00FB59C9">
        <w:rPr>
          <w:sz w:val="28"/>
          <w:szCs w:val="28"/>
        </w:rPr>
        <w:t>Романівської селищної ради:</w:t>
      </w:r>
    </w:p>
    <w:p w:rsidR="00CC489A" w:rsidRPr="00FB59C9" w:rsidRDefault="00CC489A" w:rsidP="00FB59C9">
      <w:pPr>
        <w:pStyle w:val="ListParagraph"/>
        <w:tabs>
          <w:tab w:val="left" w:pos="72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FB59C9">
        <w:rPr>
          <w:sz w:val="28"/>
          <w:szCs w:val="28"/>
          <w:lang w:val="ru-RU"/>
        </w:rPr>
        <w:t xml:space="preserve">1.1. </w:t>
      </w:r>
      <w:r w:rsidRPr="00FB59C9">
        <w:rPr>
          <w:sz w:val="28"/>
          <w:szCs w:val="28"/>
        </w:rPr>
        <w:t>вивести з</w:t>
      </w:r>
      <w:r>
        <w:rPr>
          <w:sz w:val="28"/>
          <w:szCs w:val="28"/>
        </w:rPr>
        <w:t xml:space="preserve"> штатної чисельності</w:t>
      </w:r>
      <w:r w:rsidRPr="00FB59C9">
        <w:rPr>
          <w:sz w:val="28"/>
          <w:szCs w:val="28"/>
        </w:rPr>
        <w:t xml:space="preserve"> відділу бухгалтерського обліку селищної ради посаду провідного спеціаліста - 1 (одна) штатна одиниця;</w:t>
      </w:r>
    </w:p>
    <w:p w:rsidR="00CC489A" w:rsidRPr="00FB59C9" w:rsidRDefault="00CC489A" w:rsidP="003C4CCF">
      <w:pPr>
        <w:pStyle w:val="ListParagraph"/>
        <w:ind w:left="0" w:firstLine="708"/>
        <w:jc w:val="both"/>
        <w:rPr>
          <w:sz w:val="28"/>
          <w:szCs w:val="28"/>
        </w:rPr>
      </w:pPr>
      <w:r w:rsidRPr="00FB59C9">
        <w:rPr>
          <w:sz w:val="28"/>
          <w:szCs w:val="28"/>
          <w:lang w:val="ru-RU"/>
        </w:rPr>
        <w:t xml:space="preserve">1.2. </w:t>
      </w:r>
      <w:r>
        <w:rPr>
          <w:sz w:val="28"/>
          <w:szCs w:val="28"/>
        </w:rPr>
        <w:t>ввести до штатної чисельності</w:t>
      </w:r>
      <w:r w:rsidRPr="00FB59C9">
        <w:rPr>
          <w:sz w:val="28"/>
          <w:szCs w:val="28"/>
        </w:rPr>
        <w:t xml:space="preserve"> відділу бухгалтерського обліку селищної ради посаду головного спеціаліста - 1 (одна) штатна одиниця;</w:t>
      </w:r>
    </w:p>
    <w:p w:rsidR="00CC489A" w:rsidRPr="00FB59C9" w:rsidRDefault="00CC489A" w:rsidP="003C4CCF">
      <w:pPr>
        <w:pStyle w:val="ListParagraph"/>
        <w:ind w:left="0" w:firstLine="708"/>
        <w:jc w:val="both"/>
        <w:rPr>
          <w:sz w:val="28"/>
          <w:szCs w:val="28"/>
        </w:rPr>
      </w:pPr>
      <w:r w:rsidRPr="00FB59C9">
        <w:rPr>
          <w:sz w:val="28"/>
          <w:szCs w:val="28"/>
        </w:rPr>
        <w:t xml:space="preserve">1.3. ввести </w:t>
      </w:r>
      <w:r>
        <w:rPr>
          <w:sz w:val="28"/>
          <w:szCs w:val="28"/>
        </w:rPr>
        <w:t>до штатної чисельності</w:t>
      </w:r>
      <w:r w:rsidRPr="00FB59C9">
        <w:rPr>
          <w:sz w:val="28"/>
          <w:szCs w:val="28"/>
        </w:rPr>
        <w:t xml:space="preserve"> Центру надання адміністративних послуг селищної ради посаду адміністратора - 3 (три) штатних одиниць</w:t>
      </w:r>
      <w:r>
        <w:rPr>
          <w:sz w:val="28"/>
          <w:szCs w:val="28"/>
        </w:rPr>
        <w:t>.</w:t>
      </w:r>
    </w:p>
    <w:p w:rsidR="00CC489A" w:rsidRPr="006A2572" w:rsidRDefault="00CC489A" w:rsidP="00FB59C9">
      <w:pPr>
        <w:pStyle w:val="ListParagraph"/>
        <w:tabs>
          <w:tab w:val="left" w:pos="72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B59C9">
        <w:rPr>
          <w:sz w:val="28"/>
          <w:szCs w:val="28"/>
        </w:rPr>
        <w:t>2. Відділу бухга</w:t>
      </w:r>
      <w:r>
        <w:rPr>
          <w:sz w:val="28"/>
          <w:szCs w:val="28"/>
        </w:rPr>
        <w:t>лтерського обліку селищної ради (</w:t>
      </w:r>
      <w:r w:rsidRPr="00FB59C9">
        <w:rPr>
          <w:sz w:val="28"/>
          <w:szCs w:val="28"/>
        </w:rPr>
        <w:t>Зінчук Н.А.)  привести структуру</w:t>
      </w:r>
      <w:r>
        <w:rPr>
          <w:sz w:val="28"/>
          <w:szCs w:val="28"/>
        </w:rPr>
        <w:t xml:space="preserve"> </w:t>
      </w:r>
      <w:r w:rsidRPr="00FB59C9">
        <w:rPr>
          <w:sz w:val="28"/>
          <w:szCs w:val="28"/>
        </w:rPr>
        <w:t>та ш</w:t>
      </w:r>
      <w:r>
        <w:rPr>
          <w:sz w:val="28"/>
          <w:szCs w:val="28"/>
        </w:rPr>
        <w:t xml:space="preserve">татну чисельність </w:t>
      </w:r>
      <w:r w:rsidRPr="006A2572">
        <w:rPr>
          <w:sz w:val="28"/>
          <w:szCs w:val="28"/>
        </w:rPr>
        <w:t xml:space="preserve">працівників </w:t>
      </w:r>
      <w:r w:rsidRPr="008118D2">
        <w:rPr>
          <w:sz w:val="28"/>
          <w:szCs w:val="28"/>
        </w:rPr>
        <w:t xml:space="preserve">апарату та виконавчих органів </w:t>
      </w:r>
      <w:r w:rsidRPr="006A2572">
        <w:rPr>
          <w:sz w:val="28"/>
          <w:szCs w:val="28"/>
        </w:rPr>
        <w:t>Романівської селищної ради у відповідність з цим рішенням.</w:t>
      </w:r>
    </w:p>
    <w:p w:rsidR="00CC489A" w:rsidRPr="00FB59C9" w:rsidRDefault="00CC489A" w:rsidP="00FB59C9">
      <w:pPr>
        <w:pStyle w:val="ListParagraph"/>
        <w:tabs>
          <w:tab w:val="left" w:pos="720"/>
        </w:tabs>
        <w:ind w:left="-360"/>
        <w:jc w:val="both"/>
        <w:rPr>
          <w:sz w:val="28"/>
          <w:szCs w:val="28"/>
        </w:rPr>
      </w:pPr>
      <w:r w:rsidRPr="006A2572">
        <w:rPr>
          <w:sz w:val="28"/>
          <w:szCs w:val="28"/>
        </w:rPr>
        <w:tab/>
        <w:t>3. Контроль за виконанням</w:t>
      </w:r>
      <w:r w:rsidRPr="00FB59C9">
        <w:rPr>
          <w:sz w:val="28"/>
          <w:szCs w:val="28"/>
        </w:rPr>
        <w:t xml:space="preserve"> цього рішення покласти на постійну комісію з </w:t>
      </w:r>
    </w:p>
    <w:p w:rsidR="00CC489A" w:rsidRPr="00FB59C9" w:rsidRDefault="00CC489A" w:rsidP="00FB59C9">
      <w:pPr>
        <w:tabs>
          <w:tab w:val="left" w:pos="720"/>
        </w:tabs>
        <w:jc w:val="both"/>
        <w:rPr>
          <w:sz w:val="28"/>
          <w:szCs w:val="28"/>
        </w:rPr>
      </w:pPr>
      <w:bookmarkStart w:id="0" w:name="_GoBack"/>
      <w:bookmarkEnd w:id="0"/>
      <w:r w:rsidRPr="00FB59C9">
        <w:rPr>
          <w:sz w:val="28"/>
          <w:szCs w:val="28"/>
        </w:rPr>
        <w:t>питань бюджету, комунальної власності.</w:t>
      </w:r>
    </w:p>
    <w:p w:rsidR="00CC489A" w:rsidRDefault="00CC489A" w:rsidP="009D7A20">
      <w:pPr>
        <w:pStyle w:val="ListParagraph"/>
        <w:tabs>
          <w:tab w:val="left" w:pos="720"/>
        </w:tabs>
        <w:suppressAutoHyphens/>
        <w:ind w:left="375"/>
        <w:jc w:val="both"/>
        <w:rPr>
          <w:bCs/>
          <w:sz w:val="28"/>
          <w:szCs w:val="28"/>
        </w:rPr>
      </w:pPr>
    </w:p>
    <w:p w:rsidR="00CC489A" w:rsidRPr="00AB343D" w:rsidRDefault="00CC489A" w:rsidP="00AB343D">
      <w:pPr>
        <w:pStyle w:val="ListParagraph"/>
        <w:tabs>
          <w:tab w:val="left" w:pos="720"/>
        </w:tabs>
        <w:suppressAutoHyphens/>
        <w:ind w:left="375"/>
        <w:jc w:val="both"/>
        <w:rPr>
          <w:sz w:val="28"/>
          <w:szCs w:val="28"/>
        </w:rPr>
      </w:pPr>
      <w:r w:rsidRPr="00AB343D">
        <w:rPr>
          <w:sz w:val="28"/>
          <w:szCs w:val="28"/>
        </w:rPr>
        <w:t xml:space="preserve">Селищний голова                           </w:t>
      </w:r>
      <w:r w:rsidRPr="00AB343D">
        <w:rPr>
          <w:sz w:val="28"/>
          <w:szCs w:val="28"/>
        </w:rPr>
        <w:tab/>
      </w:r>
      <w:r w:rsidRPr="00AB343D">
        <w:rPr>
          <w:sz w:val="28"/>
          <w:szCs w:val="28"/>
        </w:rPr>
        <w:tab/>
        <w:t xml:space="preserve">Володимир САВЧЕНКО </w:t>
      </w:r>
    </w:p>
    <w:sectPr w:rsidR="00CC489A" w:rsidRPr="00AB343D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1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9904229"/>
    <w:multiLevelType w:val="multilevel"/>
    <w:tmpl w:val="9BBAA986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9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95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5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55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75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7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35" w:hanging="2160"/>
      </w:pPr>
      <w:rPr>
        <w:rFonts w:cs="Times New Roman"/>
      </w:rPr>
    </w:lvl>
  </w:abstractNum>
  <w:abstractNum w:abstractNumId="3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C66"/>
    <w:rsid w:val="00081E23"/>
    <w:rsid w:val="000E429A"/>
    <w:rsid w:val="001D6F88"/>
    <w:rsid w:val="002C3AEF"/>
    <w:rsid w:val="002E4AE5"/>
    <w:rsid w:val="00316326"/>
    <w:rsid w:val="003658BB"/>
    <w:rsid w:val="003A61D0"/>
    <w:rsid w:val="003B5364"/>
    <w:rsid w:val="003C4CCF"/>
    <w:rsid w:val="00421D22"/>
    <w:rsid w:val="00465BA2"/>
    <w:rsid w:val="0048215C"/>
    <w:rsid w:val="00546CC6"/>
    <w:rsid w:val="00576C30"/>
    <w:rsid w:val="005A467D"/>
    <w:rsid w:val="00615193"/>
    <w:rsid w:val="006A2572"/>
    <w:rsid w:val="006E7C66"/>
    <w:rsid w:val="007262DE"/>
    <w:rsid w:val="00806B1C"/>
    <w:rsid w:val="008118D2"/>
    <w:rsid w:val="00935089"/>
    <w:rsid w:val="009B0F49"/>
    <w:rsid w:val="009D006F"/>
    <w:rsid w:val="009D7A20"/>
    <w:rsid w:val="00AB343D"/>
    <w:rsid w:val="00B2046F"/>
    <w:rsid w:val="00B62B75"/>
    <w:rsid w:val="00BE511D"/>
    <w:rsid w:val="00C54864"/>
    <w:rsid w:val="00C56617"/>
    <w:rsid w:val="00CC489A"/>
    <w:rsid w:val="00CC74A2"/>
    <w:rsid w:val="00CE1884"/>
    <w:rsid w:val="00E81B57"/>
    <w:rsid w:val="00EE5C34"/>
    <w:rsid w:val="00F35BB4"/>
    <w:rsid w:val="00F70CB1"/>
    <w:rsid w:val="00FB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E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">
    <w:name w:val="c8"/>
    <w:basedOn w:val="Normal"/>
    <w:uiPriority w:val="99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uiPriority w:val="99"/>
    <w:rsid w:val="00081E23"/>
  </w:style>
  <w:style w:type="paragraph" w:styleId="BalloonText">
    <w:name w:val="Balloon Text"/>
    <w:basedOn w:val="Normal"/>
    <w:link w:val="BalloonTextChar"/>
    <w:uiPriority w:val="99"/>
    <w:semiHidden/>
    <w:rsid w:val="00081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1E23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uiPriority w:val="99"/>
    <w:rsid w:val="00EE5C3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Spacing">
    <w:name w:val="No Spacing"/>
    <w:uiPriority w:val="99"/>
    <w:qFormat/>
    <w:rsid w:val="009B0F4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304</Words>
  <Characters>1737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user</cp:lastModifiedBy>
  <cp:revision>4</cp:revision>
  <cp:lastPrinted>2022-02-11T06:30:00Z</cp:lastPrinted>
  <dcterms:created xsi:type="dcterms:W3CDTF">2022-02-10T14:17:00Z</dcterms:created>
  <dcterms:modified xsi:type="dcterms:W3CDTF">2022-02-11T06:30:00Z</dcterms:modified>
</cp:coreProperties>
</file>