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3EC" w:rsidRDefault="005323EC" w:rsidP="00B84719">
      <w:pPr>
        <w:ind w:left="9204" w:firstLine="69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ЗАТВЕРДЖЕНО</w:t>
      </w:r>
    </w:p>
    <w:p w:rsidR="005323EC" w:rsidRPr="002B57A6" w:rsidRDefault="005323EC" w:rsidP="00B84719">
      <w:pPr>
        <w:ind w:left="9204" w:firstLine="69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Додаток № 1</w:t>
      </w:r>
      <w:r w:rsidRPr="002B57A6">
        <w:rPr>
          <w:sz w:val="24"/>
          <w:szCs w:val="24"/>
          <w:lang w:val="uk-UA"/>
        </w:rPr>
        <w:t xml:space="preserve"> до рішення виконкому </w:t>
      </w:r>
    </w:p>
    <w:p w:rsidR="005323EC" w:rsidRDefault="005323EC" w:rsidP="00B84719">
      <w:pPr>
        <w:ind w:left="9552" w:firstLine="348"/>
        <w:jc w:val="both"/>
        <w:rPr>
          <w:sz w:val="24"/>
          <w:szCs w:val="24"/>
          <w:lang w:val="uk-UA"/>
        </w:rPr>
      </w:pPr>
      <w:r w:rsidRPr="002B57A6">
        <w:rPr>
          <w:sz w:val="24"/>
          <w:szCs w:val="24"/>
          <w:lang w:val="uk-UA"/>
        </w:rPr>
        <w:t xml:space="preserve">Новоборівської селищної  ради </w:t>
      </w:r>
    </w:p>
    <w:p w:rsidR="005323EC" w:rsidRPr="00FE2FAF" w:rsidRDefault="005323EC" w:rsidP="00B84719">
      <w:pPr>
        <w:ind w:left="9900"/>
        <w:jc w:val="both"/>
        <w:rPr>
          <w:b/>
          <w:sz w:val="24"/>
          <w:szCs w:val="24"/>
          <w:lang w:val="uk-UA"/>
        </w:rPr>
      </w:pPr>
      <w:r w:rsidRPr="002B57A6">
        <w:rPr>
          <w:sz w:val="24"/>
          <w:szCs w:val="24"/>
          <w:lang w:val="uk-UA"/>
        </w:rPr>
        <w:t xml:space="preserve">від </w:t>
      </w:r>
      <w:r>
        <w:rPr>
          <w:b/>
          <w:sz w:val="24"/>
          <w:szCs w:val="24"/>
          <w:lang w:val="uk-UA"/>
        </w:rPr>
        <w:t>11.07.</w:t>
      </w:r>
      <w:r w:rsidRPr="00FE2FAF">
        <w:rPr>
          <w:b/>
          <w:sz w:val="24"/>
          <w:szCs w:val="24"/>
          <w:lang w:val="uk-UA"/>
        </w:rPr>
        <w:t>201</w:t>
      </w:r>
      <w:r>
        <w:rPr>
          <w:b/>
          <w:sz w:val="24"/>
          <w:szCs w:val="24"/>
          <w:lang w:val="uk-UA"/>
        </w:rPr>
        <w:t>6</w:t>
      </w:r>
      <w:r w:rsidRPr="002B57A6">
        <w:rPr>
          <w:sz w:val="24"/>
          <w:szCs w:val="24"/>
          <w:lang w:val="uk-UA"/>
        </w:rPr>
        <w:t xml:space="preserve"> р. № </w:t>
      </w:r>
      <w:r>
        <w:rPr>
          <w:b/>
          <w:sz w:val="24"/>
          <w:szCs w:val="24"/>
          <w:lang w:val="uk-UA"/>
        </w:rPr>
        <w:t>134</w:t>
      </w:r>
    </w:p>
    <w:p w:rsidR="005323EC" w:rsidRPr="00BB7193" w:rsidRDefault="005323EC" w:rsidP="007C612C">
      <w:pPr>
        <w:jc w:val="center"/>
        <w:rPr>
          <w:b/>
          <w:sz w:val="24"/>
          <w:szCs w:val="24"/>
          <w:lang w:val="uk-UA"/>
        </w:rPr>
      </w:pPr>
      <w:r w:rsidRPr="00BB7193">
        <w:rPr>
          <w:b/>
          <w:sz w:val="24"/>
          <w:szCs w:val="24"/>
          <w:lang w:val="uk-UA"/>
        </w:rPr>
        <w:t>СПИСОК  ГРОМАДЯН,</w:t>
      </w:r>
    </w:p>
    <w:p w:rsidR="005323EC" w:rsidRDefault="005323EC" w:rsidP="00B84719">
      <w:pPr>
        <w:jc w:val="center"/>
        <w:rPr>
          <w:lang w:val="uk-UA"/>
        </w:rPr>
      </w:pPr>
      <w:r w:rsidRPr="00BB7193">
        <w:rPr>
          <w:lang w:val="uk-UA"/>
        </w:rPr>
        <w:t>які користуються  правом першочергового отримання</w:t>
      </w:r>
      <w:r w:rsidRPr="00EA793E">
        <w:rPr>
          <w:lang w:val="uk-UA"/>
        </w:rPr>
        <w:t xml:space="preserve"> земельних ділянок</w:t>
      </w:r>
    </w:p>
    <w:p w:rsidR="005323EC" w:rsidRPr="00B84719" w:rsidRDefault="005323EC" w:rsidP="00B84719">
      <w:pPr>
        <w:jc w:val="center"/>
        <w:rPr>
          <w:b/>
          <w:lang w:val="uk-UA"/>
        </w:rPr>
      </w:pPr>
    </w:p>
    <w:tbl>
      <w:tblPr>
        <w:tblW w:w="15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5154"/>
        <w:gridCol w:w="1316"/>
        <w:gridCol w:w="1440"/>
        <w:gridCol w:w="720"/>
        <w:gridCol w:w="1596"/>
        <w:gridCol w:w="1255"/>
        <w:gridCol w:w="1276"/>
        <w:gridCol w:w="1701"/>
      </w:tblGrid>
      <w:tr w:rsidR="005323EC" w:rsidTr="00766E25">
        <w:trPr>
          <w:tblHeader/>
        </w:trPr>
        <w:tc>
          <w:tcPr>
            <w:tcW w:w="648" w:type="dxa"/>
            <w:vAlign w:val="center"/>
          </w:tcPr>
          <w:p w:rsidR="005323EC" w:rsidRDefault="005323EC" w:rsidP="00F8494C">
            <w:pPr>
              <w:jc w:val="center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№ п/п</w:t>
            </w:r>
          </w:p>
        </w:tc>
        <w:tc>
          <w:tcPr>
            <w:tcW w:w="5154" w:type="dxa"/>
            <w:vAlign w:val="center"/>
          </w:tcPr>
          <w:p w:rsidR="005323EC" w:rsidRDefault="005323EC" w:rsidP="00F8494C">
            <w:pPr>
              <w:jc w:val="center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Прізвище, ім’я,  по батькові громадянина і членів його сім’ї,  що стоять  разом з ним на обліку</w:t>
            </w:r>
          </w:p>
        </w:tc>
        <w:tc>
          <w:tcPr>
            <w:tcW w:w="1316" w:type="dxa"/>
            <w:vAlign w:val="center"/>
          </w:tcPr>
          <w:p w:rsidR="005323EC" w:rsidRDefault="005323EC" w:rsidP="00F8494C">
            <w:pPr>
              <w:jc w:val="center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Назва виконкому,           в якому громадянин стоїть на обліку</w:t>
            </w:r>
          </w:p>
        </w:tc>
        <w:tc>
          <w:tcPr>
            <w:tcW w:w="1440" w:type="dxa"/>
            <w:vAlign w:val="center"/>
          </w:tcPr>
          <w:p w:rsidR="005323EC" w:rsidRDefault="005323EC" w:rsidP="00F8494C">
            <w:pPr>
              <w:jc w:val="center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Вид черговості одержання</w:t>
            </w:r>
          </w:p>
        </w:tc>
        <w:tc>
          <w:tcPr>
            <w:tcW w:w="720" w:type="dxa"/>
          </w:tcPr>
          <w:p w:rsidR="005323EC" w:rsidRDefault="005323EC" w:rsidP="00F8494C">
            <w:pPr>
              <w:jc w:val="center"/>
              <w:rPr>
                <w:sz w:val="18"/>
                <w:lang w:val="uk-UA"/>
              </w:rPr>
            </w:pPr>
          </w:p>
          <w:p w:rsidR="005323EC" w:rsidRDefault="005323EC" w:rsidP="00F8494C">
            <w:pPr>
              <w:jc w:val="center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№</w:t>
            </w:r>
          </w:p>
          <w:p w:rsidR="005323EC" w:rsidRDefault="005323EC" w:rsidP="00F8494C">
            <w:pPr>
              <w:jc w:val="center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черги</w:t>
            </w:r>
          </w:p>
        </w:tc>
        <w:tc>
          <w:tcPr>
            <w:tcW w:w="1596" w:type="dxa"/>
            <w:vAlign w:val="center"/>
          </w:tcPr>
          <w:p w:rsidR="005323EC" w:rsidRDefault="005323EC" w:rsidP="00F8494C">
            <w:pPr>
              <w:jc w:val="center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 xml:space="preserve">Дата  та номер рішення </w:t>
            </w:r>
          </w:p>
          <w:p w:rsidR="005323EC" w:rsidRDefault="005323EC" w:rsidP="00F8494C">
            <w:pPr>
              <w:jc w:val="center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прийняття</w:t>
            </w:r>
          </w:p>
          <w:p w:rsidR="005323EC" w:rsidRDefault="005323EC" w:rsidP="00F8494C">
            <w:pPr>
              <w:jc w:val="center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 xml:space="preserve">на облік  </w:t>
            </w:r>
          </w:p>
        </w:tc>
        <w:tc>
          <w:tcPr>
            <w:tcW w:w="1255" w:type="dxa"/>
            <w:vAlign w:val="center"/>
          </w:tcPr>
          <w:p w:rsidR="005323EC" w:rsidRDefault="005323EC" w:rsidP="00F8494C">
            <w:pPr>
              <w:jc w:val="center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Дата і номер</w:t>
            </w:r>
          </w:p>
          <w:p w:rsidR="005323EC" w:rsidRDefault="005323EC" w:rsidP="00F8494C">
            <w:pPr>
              <w:jc w:val="center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рішення про</w:t>
            </w:r>
          </w:p>
          <w:p w:rsidR="005323EC" w:rsidRDefault="005323EC" w:rsidP="00F8494C">
            <w:pPr>
              <w:jc w:val="center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надання  земельної ділянки</w:t>
            </w:r>
          </w:p>
        </w:tc>
        <w:tc>
          <w:tcPr>
            <w:tcW w:w="1276" w:type="dxa"/>
            <w:vAlign w:val="center"/>
          </w:tcPr>
          <w:p w:rsidR="005323EC" w:rsidRDefault="005323EC" w:rsidP="00F8494C">
            <w:pPr>
              <w:jc w:val="center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Відмітка про виключення із списку</w:t>
            </w:r>
          </w:p>
        </w:tc>
        <w:tc>
          <w:tcPr>
            <w:tcW w:w="1701" w:type="dxa"/>
            <w:vAlign w:val="center"/>
          </w:tcPr>
          <w:p w:rsidR="005323EC" w:rsidRDefault="005323EC" w:rsidP="00F8494C">
            <w:pPr>
              <w:jc w:val="center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Примітка</w:t>
            </w:r>
          </w:p>
          <w:p w:rsidR="005323EC" w:rsidRDefault="005323EC" w:rsidP="00F8494C">
            <w:pPr>
              <w:jc w:val="center"/>
              <w:rPr>
                <w:sz w:val="18"/>
                <w:lang w:val="uk-UA"/>
              </w:rPr>
            </w:pPr>
            <w:r>
              <w:rPr>
                <w:sz w:val="18"/>
                <w:lang w:val="uk-UA"/>
              </w:rPr>
              <w:t>(адреса)</w:t>
            </w:r>
          </w:p>
        </w:tc>
      </w:tr>
      <w:tr w:rsidR="005323EC" w:rsidTr="00766E25">
        <w:tc>
          <w:tcPr>
            <w:tcW w:w="648" w:type="dxa"/>
            <w:vAlign w:val="center"/>
          </w:tcPr>
          <w:p w:rsidR="005323EC" w:rsidRDefault="005323EC" w:rsidP="00F8494C">
            <w:pPr>
              <w:jc w:val="center"/>
              <w:rPr>
                <w:i/>
                <w:sz w:val="18"/>
                <w:lang w:val="uk-UA"/>
              </w:rPr>
            </w:pPr>
            <w:r>
              <w:rPr>
                <w:i/>
                <w:sz w:val="18"/>
                <w:lang w:val="uk-UA"/>
              </w:rPr>
              <w:t>1.</w:t>
            </w:r>
          </w:p>
        </w:tc>
        <w:tc>
          <w:tcPr>
            <w:tcW w:w="5154" w:type="dxa"/>
            <w:vAlign w:val="center"/>
          </w:tcPr>
          <w:p w:rsidR="005323EC" w:rsidRDefault="005323EC" w:rsidP="00F8494C">
            <w:pPr>
              <w:jc w:val="center"/>
              <w:rPr>
                <w:i/>
                <w:sz w:val="18"/>
                <w:lang w:val="uk-UA"/>
              </w:rPr>
            </w:pPr>
            <w:r>
              <w:rPr>
                <w:i/>
                <w:sz w:val="18"/>
                <w:lang w:val="uk-UA"/>
              </w:rPr>
              <w:t>2.</w:t>
            </w:r>
          </w:p>
        </w:tc>
        <w:tc>
          <w:tcPr>
            <w:tcW w:w="1316" w:type="dxa"/>
            <w:vAlign w:val="center"/>
          </w:tcPr>
          <w:p w:rsidR="005323EC" w:rsidRDefault="005323EC" w:rsidP="00F8494C">
            <w:pPr>
              <w:jc w:val="center"/>
              <w:rPr>
                <w:i/>
                <w:sz w:val="18"/>
                <w:lang w:val="uk-UA"/>
              </w:rPr>
            </w:pPr>
            <w:r>
              <w:rPr>
                <w:i/>
                <w:sz w:val="18"/>
                <w:lang w:val="uk-UA"/>
              </w:rPr>
              <w:t>3.</w:t>
            </w:r>
          </w:p>
        </w:tc>
        <w:tc>
          <w:tcPr>
            <w:tcW w:w="1440" w:type="dxa"/>
            <w:vAlign w:val="center"/>
          </w:tcPr>
          <w:p w:rsidR="005323EC" w:rsidRDefault="005323EC" w:rsidP="00F8494C">
            <w:pPr>
              <w:jc w:val="center"/>
              <w:rPr>
                <w:i/>
                <w:sz w:val="18"/>
                <w:lang w:val="uk-UA"/>
              </w:rPr>
            </w:pPr>
            <w:r>
              <w:rPr>
                <w:i/>
                <w:sz w:val="18"/>
                <w:lang w:val="uk-UA"/>
              </w:rPr>
              <w:t>4.</w:t>
            </w:r>
          </w:p>
        </w:tc>
        <w:tc>
          <w:tcPr>
            <w:tcW w:w="720" w:type="dxa"/>
          </w:tcPr>
          <w:p w:rsidR="005323EC" w:rsidRDefault="005323EC" w:rsidP="00F8494C">
            <w:pPr>
              <w:jc w:val="center"/>
              <w:rPr>
                <w:i/>
                <w:sz w:val="18"/>
                <w:lang w:val="uk-UA"/>
              </w:rPr>
            </w:pPr>
          </w:p>
        </w:tc>
        <w:tc>
          <w:tcPr>
            <w:tcW w:w="1596" w:type="dxa"/>
            <w:vAlign w:val="center"/>
          </w:tcPr>
          <w:p w:rsidR="005323EC" w:rsidRDefault="005323EC" w:rsidP="00F8494C">
            <w:pPr>
              <w:jc w:val="center"/>
              <w:rPr>
                <w:i/>
                <w:sz w:val="18"/>
                <w:lang w:val="uk-UA"/>
              </w:rPr>
            </w:pPr>
            <w:r>
              <w:rPr>
                <w:i/>
                <w:sz w:val="18"/>
                <w:lang w:val="uk-UA"/>
              </w:rPr>
              <w:t>5.</w:t>
            </w:r>
          </w:p>
        </w:tc>
        <w:tc>
          <w:tcPr>
            <w:tcW w:w="1255" w:type="dxa"/>
            <w:vAlign w:val="center"/>
          </w:tcPr>
          <w:p w:rsidR="005323EC" w:rsidRDefault="005323EC" w:rsidP="00F8494C">
            <w:pPr>
              <w:jc w:val="center"/>
              <w:rPr>
                <w:i/>
                <w:sz w:val="18"/>
                <w:lang w:val="uk-UA"/>
              </w:rPr>
            </w:pPr>
            <w:r>
              <w:rPr>
                <w:i/>
                <w:sz w:val="18"/>
                <w:lang w:val="uk-UA"/>
              </w:rPr>
              <w:t>7.</w:t>
            </w:r>
          </w:p>
        </w:tc>
        <w:tc>
          <w:tcPr>
            <w:tcW w:w="1276" w:type="dxa"/>
            <w:vAlign w:val="center"/>
          </w:tcPr>
          <w:p w:rsidR="005323EC" w:rsidRDefault="005323EC" w:rsidP="00F8494C">
            <w:pPr>
              <w:jc w:val="center"/>
              <w:rPr>
                <w:i/>
                <w:sz w:val="18"/>
                <w:lang w:val="uk-UA"/>
              </w:rPr>
            </w:pPr>
            <w:r>
              <w:rPr>
                <w:i/>
                <w:sz w:val="18"/>
                <w:lang w:val="uk-UA"/>
              </w:rPr>
              <w:t>8.</w:t>
            </w:r>
          </w:p>
        </w:tc>
        <w:tc>
          <w:tcPr>
            <w:tcW w:w="1701" w:type="dxa"/>
            <w:vAlign w:val="center"/>
          </w:tcPr>
          <w:p w:rsidR="005323EC" w:rsidRDefault="005323EC" w:rsidP="00F8494C">
            <w:pPr>
              <w:jc w:val="center"/>
              <w:rPr>
                <w:i/>
                <w:sz w:val="18"/>
                <w:lang w:val="uk-UA"/>
              </w:rPr>
            </w:pPr>
            <w:r>
              <w:rPr>
                <w:i/>
                <w:sz w:val="18"/>
                <w:lang w:val="uk-UA"/>
              </w:rPr>
              <w:t>9.</w:t>
            </w:r>
          </w:p>
        </w:tc>
      </w:tr>
      <w:tr w:rsidR="005323EC" w:rsidRPr="00FE2FAF" w:rsidTr="00766E25">
        <w:tc>
          <w:tcPr>
            <w:tcW w:w="648" w:type="dxa"/>
          </w:tcPr>
          <w:p w:rsidR="005323EC" w:rsidRPr="00ED300D" w:rsidRDefault="005323EC" w:rsidP="00F8494C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5154" w:type="dxa"/>
          </w:tcPr>
          <w:p w:rsidR="005323EC" w:rsidRDefault="005323EC" w:rsidP="00F8494C">
            <w:pPr>
              <w:pStyle w:val="BodyText"/>
            </w:pPr>
            <w:r>
              <w:t>Оникійчук Ярослав Володимирович, 1993 р.н.</w:t>
            </w:r>
          </w:p>
        </w:tc>
        <w:tc>
          <w:tcPr>
            <w:tcW w:w="1316" w:type="dxa"/>
            <w:vAlign w:val="center"/>
          </w:tcPr>
          <w:p w:rsidR="005323EC" w:rsidRDefault="005323EC" w:rsidP="00F8494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--/--</w:t>
            </w:r>
          </w:p>
        </w:tc>
        <w:tc>
          <w:tcPr>
            <w:tcW w:w="1440" w:type="dxa"/>
          </w:tcPr>
          <w:p w:rsidR="005323EC" w:rsidRPr="00FD0C20" w:rsidRDefault="005323EC" w:rsidP="000C562D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першочер-гова</w:t>
            </w:r>
          </w:p>
        </w:tc>
        <w:tc>
          <w:tcPr>
            <w:tcW w:w="720" w:type="dxa"/>
          </w:tcPr>
          <w:p w:rsidR="005323EC" w:rsidRDefault="005323EC" w:rsidP="00F8494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1596" w:type="dxa"/>
          </w:tcPr>
          <w:p w:rsidR="005323EC" w:rsidRDefault="005323EC" w:rsidP="0064681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07.11.2014</w:t>
            </w:r>
          </w:p>
          <w:p w:rsidR="005323EC" w:rsidRPr="001D5FDB" w:rsidRDefault="005323EC" w:rsidP="00646814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№146</w:t>
            </w:r>
          </w:p>
        </w:tc>
        <w:tc>
          <w:tcPr>
            <w:tcW w:w="1255" w:type="dxa"/>
            <w:vAlign w:val="center"/>
          </w:tcPr>
          <w:p w:rsidR="005323EC" w:rsidRPr="00FE2FAF" w:rsidRDefault="005323EC" w:rsidP="00F8494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Ріш 5 сес. І скл. №104 від 19.04.2016</w:t>
            </w:r>
          </w:p>
        </w:tc>
        <w:tc>
          <w:tcPr>
            <w:tcW w:w="1276" w:type="dxa"/>
            <w:vAlign w:val="center"/>
          </w:tcPr>
          <w:p w:rsidR="005323EC" w:rsidRDefault="005323EC" w:rsidP="0053451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Ріш.вик.</w:t>
            </w:r>
          </w:p>
          <w:p w:rsidR="005323EC" w:rsidRDefault="005323EC" w:rsidP="0053451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19.04.2016</w:t>
            </w:r>
          </w:p>
          <w:p w:rsidR="005323EC" w:rsidRPr="00FE2FAF" w:rsidRDefault="005323EC" w:rsidP="0053451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№69</w:t>
            </w:r>
          </w:p>
        </w:tc>
        <w:tc>
          <w:tcPr>
            <w:tcW w:w="1701" w:type="dxa"/>
            <w:vAlign w:val="center"/>
          </w:tcPr>
          <w:p w:rsidR="005323EC" w:rsidRDefault="005323EC" w:rsidP="00ED300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Пушкіна, 85</w:t>
            </w:r>
          </w:p>
        </w:tc>
      </w:tr>
      <w:tr w:rsidR="005323EC" w:rsidRPr="00FE2FAF" w:rsidTr="00766E25">
        <w:tc>
          <w:tcPr>
            <w:tcW w:w="648" w:type="dxa"/>
          </w:tcPr>
          <w:p w:rsidR="005323EC" w:rsidRPr="00ED300D" w:rsidRDefault="005323EC" w:rsidP="00F8494C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5154" w:type="dxa"/>
          </w:tcPr>
          <w:p w:rsidR="005323EC" w:rsidRDefault="005323EC" w:rsidP="00F8494C">
            <w:pPr>
              <w:pStyle w:val="BodyText"/>
            </w:pPr>
            <w:r>
              <w:t xml:space="preserve">Шулятицький </w:t>
            </w:r>
          </w:p>
          <w:p w:rsidR="005323EC" w:rsidRDefault="005323EC" w:rsidP="00F8494C">
            <w:pPr>
              <w:pStyle w:val="BodyText"/>
            </w:pPr>
            <w:r>
              <w:t>Олександр Валентинович, 1988 р.н.</w:t>
            </w:r>
          </w:p>
        </w:tc>
        <w:tc>
          <w:tcPr>
            <w:tcW w:w="1316" w:type="dxa"/>
            <w:vAlign w:val="center"/>
          </w:tcPr>
          <w:p w:rsidR="005323EC" w:rsidRDefault="005323EC" w:rsidP="00F8494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--/--</w:t>
            </w:r>
          </w:p>
        </w:tc>
        <w:tc>
          <w:tcPr>
            <w:tcW w:w="1440" w:type="dxa"/>
          </w:tcPr>
          <w:p w:rsidR="005323EC" w:rsidRDefault="005323EC" w:rsidP="00607A3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першочер-гова</w:t>
            </w:r>
          </w:p>
        </w:tc>
        <w:tc>
          <w:tcPr>
            <w:tcW w:w="720" w:type="dxa"/>
          </w:tcPr>
          <w:p w:rsidR="005323EC" w:rsidRDefault="005323EC" w:rsidP="00F8494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1596" w:type="dxa"/>
          </w:tcPr>
          <w:p w:rsidR="005323EC" w:rsidRDefault="005323EC" w:rsidP="0043368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09.12.2014</w:t>
            </w:r>
          </w:p>
          <w:p w:rsidR="005323EC" w:rsidRPr="001D5FDB" w:rsidRDefault="005323EC" w:rsidP="00433681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№160</w:t>
            </w:r>
          </w:p>
        </w:tc>
        <w:tc>
          <w:tcPr>
            <w:tcW w:w="1255" w:type="dxa"/>
            <w:vAlign w:val="center"/>
          </w:tcPr>
          <w:p w:rsidR="005323EC" w:rsidRPr="00FE2FAF" w:rsidRDefault="005323EC" w:rsidP="00705E3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Ріш 5 сес. І скл. №104 від 19.04.2016</w:t>
            </w:r>
          </w:p>
        </w:tc>
        <w:tc>
          <w:tcPr>
            <w:tcW w:w="1276" w:type="dxa"/>
            <w:vAlign w:val="center"/>
          </w:tcPr>
          <w:p w:rsidR="005323EC" w:rsidRDefault="005323EC" w:rsidP="0082584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Ріш.вик.</w:t>
            </w:r>
          </w:p>
          <w:p w:rsidR="005323EC" w:rsidRDefault="005323EC" w:rsidP="0082584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19.04.2016</w:t>
            </w:r>
          </w:p>
          <w:p w:rsidR="005323EC" w:rsidRPr="00FE2FAF" w:rsidRDefault="005323EC" w:rsidP="0082584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№69</w:t>
            </w:r>
          </w:p>
        </w:tc>
        <w:tc>
          <w:tcPr>
            <w:tcW w:w="1701" w:type="dxa"/>
            <w:vAlign w:val="center"/>
          </w:tcPr>
          <w:p w:rsidR="005323EC" w:rsidRDefault="005323EC" w:rsidP="00ED300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Калініна, 56</w:t>
            </w:r>
          </w:p>
        </w:tc>
      </w:tr>
      <w:tr w:rsidR="005323EC" w:rsidRPr="00E33EEB" w:rsidTr="00766E25">
        <w:tc>
          <w:tcPr>
            <w:tcW w:w="648" w:type="dxa"/>
          </w:tcPr>
          <w:p w:rsidR="005323EC" w:rsidRPr="00ED300D" w:rsidRDefault="005323EC" w:rsidP="00F8494C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5154" w:type="dxa"/>
          </w:tcPr>
          <w:p w:rsidR="005323EC" w:rsidRDefault="005323EC" w:rsidP="00F735CB">
            <w:pPr>
              <w:rPr>
                <w:b/>
                <w:lang w:val="uk-UA"/>
              </w:rPr>
            </w:pPr>
            <w:r w:rsidRPr="002E21AE">
              <w:rPr>
                <w:b/>
                <w:lang w:val="uk-UA"/>
              </w:rPr>
              <w:t>Міхняєва Валентина Андріївна</w:t>
            </w:r>
            <w:r w:rsidRPr="002E21AE">
              <w:rPr>
                <w:b/>
              </w:rPr>
              <w:t xml:space="preserve">, </w:t>
            </w:r>
          </w:p>
          <w:p w:rsidR="005323EC" w:rsidRPr="00BD4179" w:rsidRDefault="005323EC" w:rsidP="00BD417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Pr="002E21AE">
              <w:rPr>
                <w:b/>
              </w:rPr>
              <w:t>9</w:t>
            </w:r>
            <w:r w:rsidRPr="002E21AE">
              <w:rPr>
                <w:b/>
                <w:lang w:val="uk-UA"/>
              </w:rPr>
              <w:t>75</w:t>
            </w:r>
            <w:r w:rsidRPr="002E21AE">
              <w:rPr>
                <w:b/>
              </w:rPr>
              <w:t xml:space="preserve"> р. н.</w:t>
            </w:r>
          </w:p>
        </w:tc>
        <w:tc>
          <w:tcPr>
            <w:tcW w:w="1316" w:type="dxa"/>
            <w:vAlign w:val="center"/>
          </w:tcPr>
          <w:p w:rsidR="005323EC" w:rsidRDefault="005323EC" w:rsidP="00F735C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--/--</w:t>
            </w:r>
          </w:p>
        </w:tc>
        <w:tc>
          <w:tcPr>
            <w:tcW w:w="1440" w:type="dxa"/>
          </w:tcPr>
          <w:p w:rsidR="005323EC" w:rsidRDefault="005323EC" w:rsidP="00F735C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першочер-гова</w:t>
            </w:r>
          </w:p>
        </w:tc>
        <w:tc>
          <w:tcPr>
            <w:tcW w:w="720" w:type="dxa"/>
          </w:tcPr>
          <w:p w:rsidR="005323EC" w:rsidRDefault="005323EC" w:rsidP="00F735C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1596" w:type="dxa"/>
          </w:tcPr>
          <w:p w:rsidR="005323EC" w:rsidRDefault="005323EC" w:rsidP="00F735C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14.01.2015</w:t>
            </w:r>
          </w:p>
          <w:p w:rsidR="005323EC" w:rsidRDefault="005323EC" w:rsidP="00F735C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№08</w:t>
            </w:r>
          </w:p>
        </w:tc>
        <w:tc>
          <w:tcPr>
            <w:tcW w:w="1255" w:type="dxa"/>
            <w:vAlign w:val="center"/>
          </w:tcPr>
          <w:p w:rsidR="005323EC" w:rsidRPr="00FE2FAF" w:rsidRDefault="005323EC" w:rsidP="00F735CB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5323EC" w:rsidRDefault="005323EC" w:rsidP="00E33EE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Ріш.вик.</w:t>
            </w:r>
          </w:p>
          <w:p w:rsidR="005323EC" w:rsidRDefault="005323EC" w:rsidP="00E33EE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11.06.2016</w:t>
            </w:r>
          </w:p>
          <w:p w:rsidR="005323EC" w:rsidRPr="00FE2FAF" w:rsidRDefault="005323EC" w:rsidP="00E33EE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№134</w:t>
            </w:r>
          </w:p>
        </w:tc>
        <w:tc>
          <w:tcPr>
            <w:tcW w:w="1701" w:type="dxa"/>
            <w:vAlign w:val="center"/>
          </w:tcPr>
          <w:p w:rsidR="005323EC" w:rsidRDefault="005323EC" w:rsidP="00ED300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Л.Українки, 51а</w:t>
            </w:r>
          </w:p>
        </w:tc>
      </w:tr>
      <w:tr w:rsidR="005323EC" w:rsidRPr="009A4374" w:rsidTr="00766E25">
        <w:tc>
          <w:tcPr>
            <w:tcW w:w="648" w:type="dxa"/>
          </w:tcPr>
          <w:p w:rsidR="005323EC" w:rsidRPr="00ED300D" w:rsidRDefault="005323EC" w:rsidP="00F8494C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5154" w:type="dxa"/>
          </w:tcPr>
          <w:p w:rsidR="005323EC" w:rsidRPr="00BD4179" w:rsidRDefault="005323EC" w:rsidP="00F735CB">
            <w:pPr>
              <w:rPr>
                <w:b/>
                <w:lang w:val="uk-UA"/>
              </w:rPr>
            </w:pPr>
            <w:r w:rsidRPr="00BD4179">
              <w:rPr>
                <w:b/>
                <w:lang w:val="uk-UA"/>
              </w:rPr>
              <w:t>Романюк Ігор Миколайович, 1988р.н.</w:t>
            </w:r>
          </w:p>
        </w:tc>
        <w:tc>
          <w:tcPr>
            <w:tcW w:w="1316" w:type="dxa"/>
          </w:tcPr>
          <w:p w:rsidR="005323EC" w:rsidRPr="00BB2CD5" w:rsidRDefault="005323EC" w:rsidP="00BD417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--/--</w:t>
            </w:r>
          </w:p>
        </w:tc>
        <w:tc>
          <w:tcPr>
            <w:tcW w:w="1440" w:type="dxa"/>
          </w:tcPr>
          <w:p w:rsidR="005323EC" w:rsidRDefault="005323EC" w:rsidP="0040650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першочер-гова</w:t>
            </w:r>
          </w:p>
        </w:tc>
        <w:tc>
          <w:tcPr>
            <w:tcW w:w="720" w:type="dxa"/>
          </w:tcPr>
          <w:p w:rsidR="005323EC" w:rsidRDefault="005323EC" w:rsidP="00F735C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1596" w:type="dxa"/>
          </w:tcPr>
          <w:p w:rsidR="005323EC" w:rsidRDefault="005323EC" w:rsidP="0040650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19.05.2015</w:t>
            </w:r>
          </w:p>
          <w:p w:rsidR="005323EC" w:rsidRDefault="005323EC" w:rsidP="0040650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№67</w:t>
            </w:r>
          </w:p>
        </w:tc>
        <w:tc>
          <w:tcPr>
            <w:tcW w:w="1255" w:type="dxa"/>
          </w:tcPr>
          <w:p w:rsidR="005323EC" w:rsidRPr="00825847" w:rsidRDefault="005323EC">
            <w:pPr>
              <w:rPr>
                <w:lang w:val="uk-UA"/>
              </w:rPr>
            </w:pPr>
            <w:r w:rsidRPr="00F47BEF">
              <w:rPr>
                <w:sz w:val="20"/>
                <w:szCs w:val="20"/>
                <w:lang w:val="uk-UA"/>
              </w:rPr>
              <w:t>Ріш 5 сес. І скл. №104 від 19.04.2016</w:t>
            </w:r>
          </w:p>
        </w:tc>
        <w:tc>
          <w:tcPr>
            <w:tcW w:w="1276" w:type="dxa"/>
            <w:vAlign w:val="center"/>
          </w:tcPr>
          <w:p w:rsidR="005323EC" w:rsidRDefault="005323EC" w:rsidP="0082584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Ріш.вик.</w:t>
            </w:r>
          </w:p>
          <w:p w:rsidR="005323EC" w:rsidRDefault="005323EC" w:rsidP="0082584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19.04.2016</w:t>
            </w:r>
          </w:p>
          <w:p w:rsidR="005323EC" w:rsidRPr="00FE2FAF" w:rsidRDefault="005323EC" w:rsidP="0082584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№69</w:t>
            </w:r>
          </w:p>
        </w:tc>
        <w:tc>
          <w:tcPr>
            <w:tcW w:w="1701" w:type="dxa"/>
            <w:vAlign w:val="center"/>
          </w:tcPr>
          <w:p w:rsidR="005323EC" w:rsidRDefault="005323EC" w:rsidP="00ED300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Фрунзе, 1/89</w:t>
            </w:r>
          </w:p>
        </w:tc>
      </w:tr>
      <w:tr w:rsidR="005323EC" w:rsidRPr="009A4374" w:rsidTr="00766E25">
        <w:tc>
          <w:tcPr>
            <w:tcW w:w="648" w:type="dxa"/>
          </w:tcPr>
          <w:p w:rsidR="005323EC" w:rsidRPr="00ED300D" w:rsidRDefault="005323EC" w:rsidP="00F8494C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5154" w:type="dxa"/>
          </w:tcPr>
          <w:p w:rsidR="005323EC" w:rsidRPr="00BD4179" w:rsidRDefault="005323EC" w:rsidP="00F735CB">
            <w:pPr>
              <w:rPr>
                <w:b/>
                <w:lang w:val="uk-UA"/>
              </w:rPr>
            </w:pPr>
            <w:r w:rsidRPr="00BD4179">
              <w:rPr>
                <w:b/>
                <w:lang w:val="uk-UA"/>
              </w:rPr>
              <w:t>Толкач Сергій Васильович, 1977 р.н.</w:t>
            </w:r>
          </w:p>
        </w:tc>
        <w:tc>
          <w:tcPr>
            <w:tcW w:w="1316" w:type="dxa"/>
          </w:tcPr>
          <w:p w:rsidR="005323EC" w:rsidRPr="00BB2CD5" w:rsidRDefault="005323EC" w:rsidP="00BD417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--/--</w:t>
            </w:r>
          </w:p>
        </w:tc>
        <w:tc>
          <w:tcPr>
            <w:tcW w:w="1440" w:type="dxa"/>
          </w:tcPr>
          <w:p w:rsidR="005323EC" w:rsidRDefault="005323EC" w:rsidP="00F735C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першочер-гова</w:t>
            </w:r>
          </w:p>
        </w:tc>
        <w:tc>
          <w:tcPr>
            <w:tcW w:w="720" w:type="dxa"/>
          </w:tcPr>
          <w:p w:rsidR="005323EC" w:rsidRDefault="005323EC" w:rsidP="00F735C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1596" w:type="dxa"/>
          </w:tcPr>
          <w:p w:rsidR="005323EC" w:rsidRDefault="005323EC" w:rsidP="00F735C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19.05.2015</w:t>
            </w:r>
          </w:p>
          <w:p w:rsidR="005323EC" w:rsidRDefault="005323EC" w:rsidP="00F735C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№67</w:t>
            </w:r>
          </w:p>
        </w:tc>
        <w:tc>
          <w:tcPr>
            <w:tcW w:w="1255" w:type="dxa"/>
          </w:tcPr>
          <w:p w:rsidR="005323EC" w:rsidRPr="00825847" w:rsidRDefault="005323EC">
            <w:pPr>
              <w:rPr>
                <w:lang w:val="uk-UA"/>
              </w:rPr>
            </w:pPr>
            <w:r w:rsidRPr="00F47BEF">
              <w:rPr>
                <w:sz w:val="20"/>
                <w:szCs w:val="20"/>
                <w:lang w:val="uk-UA"/>
              </w:rPr>
              <w:t>Ріш 5 сес. І скл. №104 від 19.04.2016</w:t>
            </w:r>
          </w:p>
        </w:tc>
        <w:tc>
          <w:tcPr>
            <w:tcW w:w="1276" w:type="dxa"/>
            <w:vAlign w:val="center"/>
          </w:tcPr>
          <w:p w:rsidR="005323EC" w:rsidRDefault="005323EC" w:rsidP="0082584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Ріш.вик.</w:t>
            </w:r>
          </w:p>
          <w:p w:rsidR="005323EC" w:rsidRDefault="005323EC" w:rsidP="0082584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19.04.2016</w:t>
            </w:r>
          </w:p>
          <w:p w:rsidR="005323EC" w:rsidRPr="00FE2FAF" w:rsidRDefault="005323EC" w:rsidP="0082584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№69</w:t>
            </w:r>
          </w:p>
        </w:tc>
        <w:tc>
          <w:tcPr>
            <w:tcW w:w="1701" w:type="dxa"/>
            <w:vAlign w:val="center"/>
          </w:tcPr>
          <w:p w:rsidR="005323EC" w:rsidRDefault="005323EC" w:rsidP="00ED300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Жовтнева, 1а/3</w:t>
            </w:r>
          </w:p>
        </w:tc>
      </w:tr>
      <w:tr w:rsidR="005323EC" w:rsidRPr="009A4374" w:rsidTr="00766E25">
        <w:tc>
          <w:tcPr>
            <w:tcW w:w="648" w:type="dxa"/>
          </w:tcPr>
          <w:p w:rsidR="005323EC" w:rsidRPr="00ED300D" w:rsidRDefault="005323EC" w:rsidP="00F8494C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5154" w:type="dxa"/>
          </w:tcPr>
          <w:p w:rsidR="005323EC" w:rsidRPr="00BD4179" w:rsidRDefault="005323EC" w:rsidP="003C1126">
            <w:pPr>
              <w:rPr>
                <w:b/>
                <w:lang w:val="uk-UA"/>
              </w:rPr>
            </w:pPr>
            <w:r w:rsidRPr="00BD4179">
              <w:rPr>
                <w:b/>
                <w:lang w:val="uk-UA"/>
              </w:rPr>
              <w:t>Кос Віктор Григорович, 1978 р.н.</w:t>
            </w:r>
          </w:p>
          <w:p w:rsidR="005323EC" w:rsidRPr="00BD4179" w:rsidRDefault="005323EC" w:rsidP="00F735CB">
            <w:pPr>
              <w:rPr>
                <w:b/>
                <w:lang w:val="uk-UA"/>
              </w:rPr>
            </w:pPr>
          </w:p>
        </w:tc>
        <w:tc>
          <w:tcPr>
            <w:tcW w:w="1316" w:type="dxa"/>
          </w:tcPr>
          <w:p w:rsidR="005323EC" w:rsidRPr="00BB2CD5" w:rsidRDefault="005323EC" w:rsidP="00BD417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--/--</w:t>
            </w:r>
          </w:p>
        </w:tc>
        <w:tc>
          <w:tcPr>
            <w:tcW w:w="1440" w:type="dxa"/>
          </w:tcPr>
          <w:p w:rsidR="005323EC" w:rsidRDefault="005323EC" w:rsidP="0040650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першочер-гова</w:t>
            </w:r>
          </w:p>
        </w:tc>
        <w:tc>
          <w:tcPr>
            <w:tcW w:w="720" w:type="dxa"/>
          </w:tcPr>
          <w:p w:rsidR="005323EC" w:rsidRDefault="005323EC" w:rsidP="0040650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1596" w:type="dxa"/>
          </w:tcPr>
          <w:p w:rsidR="005323EC" w:rsidRDefault="005323EC" w:rsidP="0040650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19.05.2015</w:t>
            </w:r>
          </w:p>
          <w:p w:rsidR="005323EC" w:rsidRDefault="005323EC" w:rsidP="0040650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№67</w:t>
            </w:r>
          </w:p>
        </w:tc>
        <w:tc>
          <w:tcPr>
            <w:tcW w:w="1255" w:type="dxa"/>
          </w:tcPr>
          <w:p w:rsidR="005323EC" w:rsidRPr="00825847" w:rsidRDefault="005323EC">
            <w:pPr>
              <w:rPr>
                <w:lang w:val="uk-UA"/>
              </w:rPr>
            </w:pPr>
            <w:r w:rsidRPr="00F47BEF">
              <w:rPr>
                <w:sz w:val="20"/>
                <w:szCs w:val="20"/>
                <w:lang w:val="uk-UA"/>
              </w:rPr>
              <w:t>Ріш 5 сес. І скл. №104 від 19.04.2016</w:t>
            </w:r>
          </w:p>
        </w:tc>
        <w:tc>
          <w:tcPr>
            <w:tcW w:w="1276" w:type="dxa"/>
            <w:vAlign w:val="center"/>
          </w:tcPr>
          <w:p w:rsidR="005323EC" w:rsidRDefault="005323EC" w:rsidP="0082584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Ріш.вик.</w:t>
            </w:r>
          </w:p>
          <w:p w:rsidR="005323EC" w:rsidRDefault="005323EC" w:rsidP="0082584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19.04.2016</w:t>
            </w:r>
          </w:p>
          <w:p w:rsidR="005323EC" w:rsidRPr="00FE2FAF" w:rsidRDefault="005323EC" w:rsidP="0082584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№69</w:t>
            </w:r>
          </w:p>
        </w:tc>
        <w:tc>
          <w:tcPr>
            <w:tcW w:w="1701" w:type="dxa"/>
            <w:vAlign w:val="center"/>
          </w:tcPr>
          <w:p w:rsidR="005323EC" w:rsidRDefault="005323EC" w:rsidP="00ED300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Леніна, 36</w:t>
            </w:r>
          </w:p>
        </w:tc>
      </w:tr>
      <w:tr w:rsidR="005323EC" w:rsidRPr="009A4374" w:rsidTr="00766E25">
        <w:tc>
          <w:tcPr>
            <w:tcW w:w="648" w:type="dxa"/>
          </w:tcPr>
          <w:p w:rsidR="005323EC" w:rsidRPr="00ED300D" w:rsidRDefault="005323EC" w:rsidP="00F8494C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5154" w:type="dxa"/>
          </w:tcPr>
          <w:p w:rsidR="005323EC" w:rsidRPr="00BD4179" w:rsidRDefault="005323EC" w:rsidP="003C1126">
            <w:pPr>
              <w:rPr>
                <w:b/>
                <w:lang w:val="uk-UA"/>
              </w:rPr>
            </w:pPr>
            <w:r w:rsidRPr="00BD4179">
              <w:rPr>
                <w:b/>
                <w:lang w:val="uk-UA"/>
              </w:rPr>
              <w:t>Ковтонюк Андрій Костянтинович, 1980р.н.</w:t>
            </w:r>
          </w:p>
        </w:tc>
        <w:tc>
          <w:tcPr>
            <w:tcW w:w="1316" w:type="dxa"/>
          </w:tcPr>
          <w:p w:rsidR="005323EC" w:rsidRPr="00BB2CD5" w:rsidRDefault="005323EC" w:rsidP="00BD417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--/--</w:t>
            </w:r>
          </w:p>
        </w:tc>
        <w:tc>
          <w:tcPr>
            <w:tcW w:w="1440" w:type="dxa"/>
          </w:tcPr>
          <w:p w:rsidR="005323EC" w:rsidRDefault="005323EC" w:rsidP="0040650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першочер-гова</w:t>
            </w:r>
          </w:p>
        </w:tc>
        <w:tc>
          <w:tcPr>
            <w:tcW w:w="720" w:type="dxa"/>
          </w:tcPr>
          <w:p w:rsidR="005323EC" w:rsidRDefault="005323EC" w:rsidP="0040650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</w:t>
            </w:r>
          </w:p>
        </w:tc>
        <w:tc>
          <w:tcPr>
            <w:tcW w:w="1596" w:type="dxa"/>
          </w:tcPr>
          <w:p w:rsidR="005323EC" w:rsidRDefault="005323EC" w:rsidP="0040650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19.05.2015</w:t>
            </w:r>
          </w:p>
          <w:p w:rsidR="005323EC" w:rsidRDefault="005323EC" w:rsidP="0040650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№67</w:t>
            </w:r>
          </w:p>
        </w:tc>
        <w:tc>
          <w:tcPr>
            <w:tcW w:w="1255" w:type="dxa"/>
          </w:tcPr>
          <w:p w:rsidR="005323EC" w:rsidRPr="00825847" w:rsidRDefault="005323EC">
            <w:pPr>
              <w:rPr>
                <w:lang w:val="uk-UA"/>
              </w:rPr>
            </w:pPr>
            <w:r w:rsidRPr="00F47BEF">
              <w:rPr>
                <w:sz w:val="20"/>
                <w:szCs w:val="20"/>
                <w:lang w:val="uk-UA"/>
              </w:rPr>
              <w:t>Ріш 5 сес. І скл. №104 від 19.04.2016</w:t>
            </w:r>
          </w:p>
        </w:tc>
        <w:tc>
          <w:tcPr>
            <w:tcW w:w="1276" w:type="dxa"/>
            <w:vAlign w:val="center"/>
          </w:tcPr>
          <w:p w:rsidR="005323EC" w:rsidRDefault="005323EC" w:rsidP="0082584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Ріш.вик.</w:t>
            </w:r>
          </w:p>
          <w:p w:rsidR="005323EC" w:rsidRDefault="005323EC" w:rsidP="0082584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19.04.2016</w:t>
            </w:r>
          </w:p>
          <w:p w:rsidR="005323EC" w:rsidRPr="00FE2FAF" w:rsidRDefault="005323EC" w:rsidP="0082584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№69</w:t>
            </w:r>
          </w:p>
        </w:tc>
        <w:tc>
          <w:tcPr>
            <w:tcW w:w="1701" w:type="dxa"/>
            <w:vAlign w:val="center"/>
          </w:tcPr>
          <w:p w:rsidR="005323EC" w:rsidRDefault="005323EC" w:rsidP="00ED300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І.Франка, 6</w:t>
            </w:r>
          </w:p>
        </w:tc>
      </w:tr>
      <w:tr w:rsidR="005323EC" w:rsidRPr="009A4374" w:rsidTr="00766E25">
        <w:tc>
          <w:tcPr>
            <w:tcW w:w="648" w:type="dxa"/>
          </w:tcPr>
          <w:p w:rsidR="005323EC" w:rsidRPr="00ED300D" w:rsidRDefault="005323EC" w:rsidP="00F8494C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5154" w:type="dxa"/>
          </w:tcPr>
          <w:p w:rsidR="005323EC" w:rsidRPr="00BD4179" w:rsidRDefault="005323EC" w:rsidP="003C1126">
            <w:pPr>
              <w:rPr>
                <w:b/>
                <w:lang w:val="uk-UA"/>
              </w:rPr>
            </w:pPr>
            <w:r w:rsidRPr="00BD4179">
              <w:rPr>
                <w:b/>
                <w:lang w:val="uk-UA"/>
              </w:rPr>
              <w:t>Паламарчук Андрій Степанович, 1988р.н.</w:t>
            </w:r>
          </w:p>
        </w:tc>
        <w:tc>
          <w:tcPr>
            <w:tcW w:w="1316" w:type="dxa"/>
            <w:vAlign w:val="center"/>
          </w:tcPr>
          <w:p w:rsidR="005323EC" w:rsidRDefault="005323EC" w:rsidP="00F735C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--/--</w:t>
            </w:r>
          </w:p>
        </w:tc>
        <w:tc>
          <w:tcPr>
            <w:tcW w:w="1440" w:type="dxa"/>
          </w:tcPr>
          <w:p w:rsidR="005323EC" w:rsidRDefault="005323EC" w:rsidP="0040650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першочер-гова</w:t>
            </w:r>
          </w:p>
        </w:tc>
        <w:tc>
          <w:tcPr>
            <w:tcW w:w="720" w:type="dxa"/>
          </w:tcPr>
          <w:p w:rsidR="005323EC" w:rsidRDefault="005323EC" w:rsidP="0040650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1596" w:type="dxa"/>
          </w:tcPr>
          <w:p w:rsidR="005323EC" w:rsidRDefault="005323EC" w:rsidP="0040650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19.05.2015</w:t>
            </w:r>
          </w:p>
          <w:p w:rsidR="005323EC" w:rsidRDefault="005323EC" w:rsidP="0040650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№67</w:t>
            </w:r>
          </w:p>
        </w:tc>
        <w:tc>
          <w:tcPr>
            <w:tcW w:w="1255" w:type="dxa"/>
            <w:vAlign w:val="center"/>
          </w:tcPr>
          <w:p w:rsidR="005323EC" w:rsidRPr="00FE2FAF" w:rsidRDefault="005323EC" w:rsidP="00F735CB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5323EC" w:rsidRPr="00FE2FAF" w:rsidRDefault="005323EC" w:rsidP="00F735CB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323EC" w:rsidRDefault="005323EC" w:rsidP="00ED300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Маяковського, 4/30</w:t>
            </w:r>
          </w:p>
        </w:tc>
      </w:tr>
      <w:tr w:rsidR="005323EC" w:rsidRPr="009A4374" w:rsidTr="00766E25">
        <w:tc>
          <w:tcPr>
            <w:tcW w:w="648" w:type="dxa"/>
          </w:tcPr>
          <w:p w:rsidR="005323EC" w:rsidRPr="00BD4179" w:rsidRDefault="005323EC" w:rsidP="00F8494C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5154" w:type="dxa"/>
          </w:tcPr>
          <w:p w:rsidR="005323EC" w:rsidRPr="00B6257B" w:rsidRDefault="005323EC" w:rsidP="003C1126">
            <w:pPr>
              <w:rPr>
                <w:b/>
                <w:lang w:val="uk-UA"/>
              </w:rPr>
            </w:pPr>
            <w:r w:rsidRPr="00B6257B">
              <w:rPr>
                <w:b/>
                <w:lang w:val="uk-UA"/>
              </w:rPr>
              <w:t xml:space="preserve">Прокопенко Ірина Сергіївна 1980р.н.         </w:t>
            </w:r>
          </w:p>
        </w:tc>
        <w:tc>
          <w:tcPr>
            <w:tcW w:w="1316" w:type="dxa"/>
            <w:vAlign w:val="center"/>
          </w:tcPr>
          <w:p w:rsidR="005323EC" w:rsidRDefault="005323EC" w:rsidP="0040650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--/--</w:t>
            </w:r>
          </w:p>
        </w:tc>
        <w:tc>
          <w:tcPr>
            <w:tcW w:w="1440" w:type="dxa"/>
          </w:tcPr>
          <w:p w:rsidR="005323EC" w:rsidRDefault="005323EC" w:rsidP="0040650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першочер-гова</w:t>
            </w:r>
          </w:p>
        </w:tc>
        <w:tc>
          <w:tcPr>
            <w:tcW w:w="720" w:type="dxa"/>
          </w:tcPr>
          <w:p w:rsidR="005323EC" w:rsidRDefault="005323EC" w:rsidP="0040650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  <w:tc>
          <w:tcPr>
            <w:tcW w:w="1596" w:type="dxa"/>
          </w:tcPr>
          <w:p w:rsidR="005323EC" w:rsidRDefault="005323EC" w:rsidP="0040650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19.05.2015</w:t>
            </w:r>
          </w:p>
          <w:p w:rsidR="005323EC" w:rsidRDefault="005323EC" w:rsidP="0040650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№67</w:t>
            </w:r>
          </w:p>
        </w:tc>
        <w:tc>
          <w:tcPr>
            <w:tcW w:w="1255" w:type="dxa"/>
            <w:vAlign w:val="center"/>
          </w:tcPr>
          <w:p w:rsidR="005323EC" w:rsidRPr="00FE2FAF" w:rsidRDefault="005323EC" w:rsidP="00705E3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Ріш 5 сес. І скл. №104 від 19.04.2016</w:t>
            </w:r>
          </w:p>
        </w:tc>
        <w:tc>
          <w:tcPr>
            <w:tcW w:w="1276" w:type="dxa"/>
            <w:vAlign w:val="center"/>
          </w:tcPr>
          <w:p w:rsidR="005323EC" w:rsidRDefault="005323EC" w:rsidP="0082584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Ріш.вик.</w:t>
            </w:r>
          </w:p>
          <w:p w:rsidR="005323EC" w:rsidRDefault="005323EC" w:rsidP="0082584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19.04.2016</w:t>
            </w:r>
          </w:p>
          <w:p w:rsidR="005323EC" w:rsidRPr="00FE2FAF" w:rsidRDefault="005323EC" w:rsidP="0082584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№69</w:t>
            </w:r>
          </w:p>
        </w:tc>
        <w:tc>
          <w:tcPr>
            <w:tcW w:w="1701" w:type="dxa"/>
            <w:vAlign w:val="center"/>
          </w:tcPr>
          <w:p w:rsidR="005323EC" w:rsidRDefault="005323EC" w:rsidP="00ED300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Чкалова, 4</w:t>
            </w:r>
          </w:p>
        </w:tc>
      </w:tr>
      <w:tr w:rsidR="005323EC" w:rsidRPr="009A4374" w:rsidTr="00766E25">
        <w:tc>
          <w:tcPr>
            <w:tcW w:w="648" w:type="dxa"/>
          </w:tcPr>
          <w:p w:rsidR="005323EC" w:rsidRPr="00BD4179" w:rsidRDefault="005323EC" w:rsidP="00F8494C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5154" w:type="dxa"/>
          </w:tcPr>
          <w:p w:rsidR="005323EC" w:rsidRDefault="005323EC" w:rsidP="003C1126">
            <w:pPr>
              <w:rPr>
                <w:b/>
                <w:lang w:val="uk-UA"/>
              </w:rPr>
            </w:pPr>
            <w:r w:rsidRPr="00B84719">
              <w:rPr>
                <w:b/>
                <w:lang w:val="uk-UA"/>
              </w:rPr>
              <w:t xml:space="preserve">Промінський </w:t>
            </w:r>
          </w:p>
          <w:p w:rsidR="005323EC" w:rsidRPr="00B84719" w:rsidRDefault="005323EC" w:rsidP="003C1126">
            <w:pPr>
              <w:rPr>
                <w:b/>
                <w:lang w:val="uk-UA"/>
              </w:rPr>
            </w:pPr>
            <w:r w:rsidRPr="00B84719">
              <w:rPr>
                <w:b/>
                <w:lang w:val="uk-UA"/>
              </w:rPr>
              <w:t>Олександр Олександрович, 1982 р.н.</w:t>
            </w:r>
          </w:p>
        </w:tc>
        <w:tc>
          <w:tcPr>
            <w:tcW w:w="1316" w:type="dxa"/>
            <w:vAlign w:val="center"/>
          </w:tcPr>
          <w:p w:rsidR="005323EC" w:rsidRDefault="005323EC" w:rsidP="000C47C6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--/--</w:t>
            </w:r>
          </w:p>
        </w:tc>
        <w:tc>
          <w:tcPr>
            <w:tcW w:w="1440" w:type="dxa"/>
          </w:tcPr>
          <w:p w:rsidR="005323EC" w:rsidRDefault="005323EC" w:rsidP="000C47C6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першочер-гова</w:t>
            </w:r>
          </w:p>
        </w:tc>
        <w:tc>
          <w:tcPr>
            <w:tcW w:w="720" w:type="dxa"/>
          </w:tcPr>
          <w:p w:rsidR="005323EC" w:rsidRDefault="005323EC" w:rsidP="0040650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1596" w:type="dxa"/>
          </w:tcPr>
          <w:p w:rsidR="005323EC" w:rsidRDefault="005323EC" w:rsidP="0040650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09.12.2015</w:t>
            </w:r>
          </w:p>
          <w:p w:rsidR="005323EC" w:rsidRDefault="005323EC" w:rsidP="0040650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№10</w:t>
            </w:r>
          </w:p>
        </w:tc>
        <w:tc>
          <w:tcPr>
            <w:tcW w:w="1255" w:type="dxa"/>
            <w:vAlign w:val="center"/>
          </w:tcPr>
          <w:p w:rsidR="005323EC" w:rsidRPr="00FE2FAF" w:rsidRDefault="005323EC" w:rsidP="00F735CB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5323EC" w:rsidRPr="00FE2FAF" w:rsidRDefault="005323EC" w:rsidP="00F735CB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323EC" w:rsidRDefault="005323EC" w:rsidP="00ED300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Іршанська, 3 кв. 12</w:t>
            </w:r>
          </w:p>
        </w:tc>
      </w:tr>
      <w:tr w:rsidR="005323EC" w:rsidRPr="00B84719" w:rsidTr="00766E25">
        <w:tc>
          <w:tcPr>
            <w:tcW w:w="648" w:type="dxa"/>
          </w:tcPr>
          <w:p w:rsidR="005323EC" w:rsidRPr="00BD4179" w:rsidRDefault="005323EC" w:rsidP="00F8494C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5154" w:type="dxa"/>
          </w:tcPr>
          <w:p w:rsidR="005323EC" w:rsidRPr="00B84719" w:rsidRDefault="005323EC" w:rsidP="003C1126">
            <w:pPr>
              <w:rPr>
                <w:b/>
                <w:lang w:val="uk-UA"/>
              </w:rPr>
            </w:pPr>
            <w:r w:rsidRPr="00B84719">
              <w:rPr>
                <w:b/>
                <w:lang w:val="uk-UA"/>
              </w:rPr>
              <w:t>Данильчук Олександр Володимирович, 1986 р.н.</w:t>
            </w:r>
          </w:p>
        </w:tc>
        <w:tc>
          <w:tcPr>
            <w:tcW w:w="1316" w:type="dxa"/>
            <w:vAlign w:val="center"/>
          </w:tcPr>
          <w:p w:rsidR="005323EC" w:rsidRDefault="005323EC" w:rsidP="000C47C6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--/--</w:t>
            </w:r>
          </w:p>
        </w:tc>
        <w:tc>
          <w:tcPr>
            <w:tcW w:w="1440" w:type="dxa"/>
          </w:tcPr>
          <w:p w:rsidR="005323EC" w:rsidRDefault="005323EC" w:rsidP="000C47C6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першочер-гова</w:t>
            </w:r>
          </w:p>
        </w:tc>
        <w:tc>
          <w:tcPr>
            <w:tcW w:w="720" w:type="dxa"/>
          </w:tcPr>
          <w:p w:rsidR="005323EC" w:rsidRDefault="005323EC" w:rsidP="0040650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</w:t>
            </w:r>
          </w:p>
        </w:tc>
        <w:tc>
          <w:tcPr>
            <w:tcW w:w="1596" w:type="dxa"/>
          </w:tcPr>
          <w:p w:rsidR="005323EC" w:rsidRDefault="005323EC" w:rsidP="0040650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09.12.2015</w:t>
            </w:r>
          </w:p>
          <w:p w:rsidR="005323EC" w:rsidRDefault="005323EC" w:rsidP="0040650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№10</w:t>
            </w:r>
          </w:p>
        </w:tc>
        <w:tc>
          <w:tcPr>
            <w:tcW w:w="1255" w:type="dxa"/>
            <w:vAlign w:val="center"/>
          </w:tcPr>
          <w:p w:rsidR="005323EC" w:rsidRPr="00FE2FAF" w:rsidRDefault="005323EC" w:rsidP="00F735CB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5323EC" w:rsidRPr="00FE2FAF" w:rsidRDefault="005323EC" w:rsidP="00F735CB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323EC" w:rsidRDefault="005323EC" w:rsidP="00ED300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Героїв України, 16</w:t>
            </w:r>
          </w:p>
        </w:tc>
      </w:tr>
      <w:tr w:rsidR="005323EC" w:rsidRPr="00B84719" w:rsidTr="00766E25">
        <w:tc>
          <w:tcPr>
            <w:tcW w:w="648" w:type="dxa"/>
          </w:tcPr>
          <w:p w:rsidR="005323EC" w:rsidRPr="00BD4179" w:rsidRDefault="005323EC" w:rsidP="00F8494C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5154" w:type="dxa"/>
          </w:tcPr>
          <w:p w:rsidR="005323EC" w:rsidRPr="00B84719" w:rsidRDefault="005323EC" w:rsidP="003C1126">
            <w:pPr>
              <w:rPr>
                <w:b/>
                <w:lang w:val="uk-UA"/>
              </w:rPr>
            </w:pPr>
            <w:r w:rsidRPr="00B84719">
              <w:rPr>
                <w:b/>
                <w:lang w:val="uk-UA"/>
              </w:rPr>
              <w:t xml:space="preserve">Варлахін Олександр Анатолійович, 1976 р.н. </w:t>
            </w:r>
          </w:p>
        </w:tc>
        <w:tc>
          <w:tcPr>
            <w:tcW w:w="1316" w:type="dxa"/>
            <w:vAlign w:val="center"/>
          </w:tcPr>
          <w:p w:rsidR="005323EC" w:rsidRDefault="005323EC" w:rsidP="000C47C6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--/--</w:t>
            </w:r>
          </w:p>
        </w:tc>
        <w:tc>
          <w:tcPr>
            <w:tcW w:w="1440" w:type="dxa"/>
          </w:tcPr>
          <w:p w:rsidR="005323EC" w:rsidRDefault="005323EC" w:rsidP="000C47C6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першочер-гова</w:t>
            </w:r>
          </w:p>
        </w:tc>
        <w:tc>
          <w:tcPr>
            <w:tcW w:w="720" w:type="dxa"/>
          </w:tcPr>
          <w:p w:rsidR="005323EC" w:rsidRDefault="005323EC" w:rsidP="0040650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12</w:t>
            </w:r>
          </w:p>
        </w:tc>
        <w:tc>
          <w:tcPr>
            <w:tcW w:w="1596" w:type="dxa"/>
          </w:tcPr>
          <w:p w:rsidR="005323EC" w:rsidRDefault="005323EC" w:rsidP="0040650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09.12.2015</w:t>
            </w:r>
          </w:p>
          <w:p w:rsidR="005323EC" w:rsidRDefault="005323EC" w:rsidP="0040650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№10</w:t>
            </w:r>
          </w:p>
        </w:tc>
        <w:tc>
          <w:tcPr>
            <w:tcW w:w="1255" w:type="dxa"/>
            <w:vAlign w:val="center"/>
          </w:tcPr>
          <w:p w:rsidR="005323EC" w:rsidRPr="00FE2FAF" w:rsidRDefault="005323EC" w:rsidP="00F735CB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5323EC" w:rsidRPr="00FE2FAF" w:rsidRDefault="005323EC" w:rsidP="00F735CB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323EC" w:rsidRDefault="005323EC" w:rsidP="00ED300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Будівельників, 1 кв.21</w:t>
            </w:r>
          </w:p>
        </w:tc>
      </w:tr>
      <w:tr w:rsidR="005323EC" w:rsidRPr="00B84719" w:rsidTr="00766E25">
        <w:tc>
          <w:tcPr>
            <w:tcW w:w="648" w:type="dxa"/>
          </w:tcPr>
          <w:p w:rsidR="005323EC" w:rsidRPr="00BD4179" w:rsidRDefault="005323EC" w:rsidP="00F8494C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5154" w:type="dxa"/>
          </w:tcPr>
          <w:p w:rsidR="005323EC" w:rsidRPr="00B84719" w:rsidRDefault="005323EC" w:rsidP="003C1126">
            <w:pPr>
              <w:rPr>
                <w:b/>
                <w:lang w:val="uk-UA"/>
              </w:rPr>
            </w:pPr>
            <w:r w:rsidRPr="00B84719">
              <w:rPr>
                <w:b/>
                <w:lang w:val="uk-UA"/>
              </w:rPr>
              <w:t>Лукомський Руслан Янович, 1977 р.н.</w:t>
            </w:r>
          </w:p>
        </w:tc>
        <w:tc>
          <w:tcPr>
            <w:tcW w:w="1316" w:type="dxa"/>
            <w:vAlign w:val="center"/>
          </w:tcPr>
          <w:p w:rsidR="005323EC" w:rsidRDefault="005323EC" w:rsidP="000C47C6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--/--</w:t>
            </w:r>
          </w:p>
        </w:tc>
        <w:tc>
          <w:tcPr>
            <w:tcW w:w="1440" w:type="dxa"/>
          </w:tcPr>
          <w:p w:rsidR="005323EC" w:rsidRDefault="005323EC" w:rsidP="000C47C6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першочер-гова</w:t>
            </w:r>
          </w:p>
        </w:tc>
        <w:tc>
          <w:tcPr>
            <w:tcW w:w="720" w:type="dxa"/>
          </w:tcPr>
          <w:p w:rsidR="005323EC" w:rsidRDefault="005323EC" w:rsidP="0040650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13</w:t>
            </w:r>
          </w:p>
        </w:tc>
        <w:tc>
          <w:tcPr>
            <w:tcW w:w="1596" w:type="dxa"/>
          </w:tcPr>
          <w:p w:rsidR="005323EC" w:rsidRDefault="005323EC" w:rsidP="0040650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09.12.2015</w:t>
            </w:r>
          </w:p>
          <w:p w:rsidR="005323EC" w:rsidRDefault="005323EC" w:rsidP="0040650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№10</w:t>
            </w:r>
          </w:p>
        </w:tc>
        <w:tc>
          <w:tcPr>
            <w:tcW w:w="1255" w:type="dxa"/>
            <w:vAlign w:val="center"/>
          </w:tcPr>
          <w:p w:rsidR="005323EC" w:rsidRPr="00FE2FAF" w:rsidRDefault="005323EC" w:rsidP="00F735CB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5323EC" w:rsidRPr="00FE2FAF" w:rsidRDefault="005323EC" w:rsidP="00F735CB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323EC" w:rsidRDefault="005323EC" w:rsidP="00ED300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Будівельників, 1 кв.29</w:t>
            </w:r>
          </w:p>
        </w:tc>
      </w:tr>
      <w:tr w:rsidR="005323EC" w:rsidRPr="00B84719" w:rsidTr="00766E25">
        <w:tc>
          <w:tcPr>
            <w:tcW w:w="648" w:type="dxa"/>
          </w:tcPr>
          <w:p w:rsidR="005323EC" w:rsidRPr="00BD4179" w:rsidRDefault="005323EC" w:rsidP="00F8494C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5154" w:type="dxa"/>
          </w:tcPr>
          <w:p w:rsidR="005323EC" w:rsidRPr="00B84719" w:rsidRDefault="005323EC" w:rsidP="003C1126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Севрук Сергій Йосипович, 1989 р.н.</w:t>
            </w:r>
          </w:p>
        </w:tc>
        <w:tc>
          <w:tcPr>
            <w:tcW w:w="1316" w:type="dxa"/>
            <w:vAlign w:val="center"/>
          </w:tcPr>
          <w:p w:rsidR="005323EC" w:rsidRDefault="005323EC" w:rsidP="000C47C6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--/--</w:t>
            </w:r>
          </w:p>
        </w:tc>
        <w:tc>
          <w:tcPr>
            <w:tcW w:w="1440" w:type="dxa"/>
          </w:tcPr>
          <w:p w:rsidR="005323EC" w:rsidRDefault="005323EC" w:rsidP="000C47C6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першочер-гова</w:t>
            </w:r>
          </w:p>
        </w:tc>
        <w:tc>
          <w:tcPr>
            <w:tcW w:w="720" w:type="dxa"/>
          </w:tcPr>
          <w:p w:rsidR="005323EC" w:rsidRDefault="005323EC" w:rsidP="0040650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14</w:t>
            </w:r>
          </w:p>
        </w:tc>
        <w:tc>
          <w:tcPr>
            <w:tcW w:w="1596" w:type="dxa"/>
          </w:tcPr>
          <w:p w:rsidR="005323EC" w:rsidRDefault="005323EC" w:rsidP="0040650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19.01.2016</w:t>
            </w:r>
          </w:p>
          <w:p w:rsidR="005323EC" w:rsidRDefault="005323EC" w:rsidP="0040650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№14</w:t>
            </w:r>
          </w:p>
        </w:tc>
        <w:tc>
          <w:tcPr>
            <w:tcW w:w="1255" w:type="dxa"/>
            <w:vAlign w:val="center"/>
          </w:tcPr>
          <w:p w:rsidR="005323EC" w:rsidRPr="00FE2FAF" w:rsidRDefault="005323EC" w:rsidP="00F735CB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5323EC" w:rsidRPr="00FE2FAF" w:rsidRDefault="005323EC" w:rsidP="00F735CB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323EC" w:rsidRDefault="005323EC" w:rsidP="00ED300D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Привокзальна, 96 кв.1</w:t>
            </w:r>
          </w:p>
        </w:tc>
      </w:tr>
      <w:tr w:rsidR="005323EC" w:rsidRPr="00B84719" w:rsidTr="00766E25">
        <w:tc>
          <w:tcPr>
            <w:tcW w:w="648" w:type="dxa"/>
          </w:tcPr>
          <w:p w:rsidR="005323EC" w:rsidRPr="00BD4179" w:rsidRDefault="005323EC" w:rsidP="00F8494C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5154" w:type="dxa"/>
          </w:tcPr>
          <w:p w:rsidR="005323EC" w:rsidRDefault="005323EC" w:rsidP="00AF340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Халітов Ренат Равілійович,1980 р.н.</w:t>
            </w:r>
          </w:p>
        </w:tc>
        <w:tc>
          <w:tcPr>
            <w:tcW w:w="1316" w:type="dxa"/>
            <w:vAlign w:val="center"/>
          </w:tcPr>
          <w:p w:rsidR="005323EC" w:rsidRDefault="005323EC" w:rsidP="000C47C6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--/--</w:t>
            </w:r>
          </w:p>
        </w:tc>
        <w:tc>
          <w:tcPr>
            <w:tcW w:w="1440" w:type="dxa"/>
          </w:tcPr>
          <w:p w:rsidR="005323EC" w:rsidRDefault="005323EC" w:rsidP="000C47C6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першочер-гова</w:t>
            </w:r>
          </w:p>
        </w:tc>
        <w:tc>
          <w:tcPr>
            <w:tcW w:w="720" w:type="dxa"/>
          </w:tcPr>
          <w:p w:rsidR="005323EC" w:rsidRPr="00221DF4" w:rsidRDefault="005323EC" w:rsidP="00406502">
            <w:pPr>
              <w:jc w:val="center"/>
              <w:rPr>
                <w:sz w:val="24"/>
                <w:lang w:val="uk-UA"/>
              </w:rPr>
            </w:pPr>
            <w:r w:rsidRPr="00221DF4">
              <w:rPr>
                <w:sz w:val="24"/>
                <w:lang w:val="uk-UA"/>
              </w:rPr>
              <w:t>15</w:t>
            </w:r>
          </w:p>
        </w:tc>
        <w:tc>
          <w:tcPr>
            <w:tcW w:w="1596" w:type="dxa"/>
          </w:tcPr>
          <w:p w:rsidR="005323EC" w:rsidRDefault="005323EC" w:rsidP="0040650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11.06.2016</w:t>
            </w:r>
          </w:p>
          <w:p w:rsidR="005323EC" w:rsidRDefault="005323EC" w:rsidP="0040650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№134</w:t>
            </w:r>
          </w:p>
        </w:tc>
        <w:tc>
          <w:tcPr>
            <w:tcW w:w="1255" w:type="dxa"/>
            <w:vAlign w:val="center"/>
          </w:tcPr>
          <w:p w:rsidR="005323EC" w:rsidRPr="00FE2FAF" w:rsidRDefault="005323EC" w:rsidP="00F735CB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5323EC" w:rsidRPr="00FE2FAF" w:rsidRDefault="005323EC" w:rsidP="00F735CB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323EC" w:rsidRDefault="005323EC" w:rsidP="00E33EE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вул.Будівельників,1 кв 40</w:t>
            </w:r>
          </w:p>
        </w:tc>
      </w:tr>
      <w:tr w:rsidR="005323EC" w:rsidRPr="00B84719" w:rsidTr="00766E25">
        <w:tc>
          <w:tcPr>
            <w:tcW w:w="648" w:type="dxa"/>
          </w:tcPr>
          <w:p w:rsidR="005323EC" w:rsidRPr="00BD4179" w:rsidRDefault="005323EC" w:rsidP="00F8494C">
            <w:pPr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5154" w:type="dxa"/>
          </w:tcPr>
          <w:p w:rsidR="005323EC" w:rsidRPr="00766E25" w:rsidRDefault="005323EC" w:rsidP="00AF340E">
            <w:pPr>
              <w:rPr>
                <w:b/>
                <w:lang w:val="uk-UA"/>
              </w:rPr>
            </w:pPr>
            <w:r w:rsidRPr="00766E25">
              <w:rPr>
                <w:b/>
                <w:lang w:val="uk-UA"/>
              </w:rPr>
              <w:t>Хилевський Микола Йосипович,1975 р.н</w:t>
            </w:r>
            <w:r>
              <w:rPr>
                <w:b/>
                <w:lang w:val="uk-UA"/>
              </w:rPr>
              <w:t>.</w:t>
            </w:r>
          </w:p>
        </w:tc>
        <w:tc>
          <w:tcPr>
            <w:tcW w:w="1316" w:type="dxa"/>
            <w:vAlign w:val="center"/>
          </w:tcPr>
          <w:p w:rsidR="005323EC" w:rsidRDefault="005323EC" w:rsidP="000C47C6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--/--</w:t>
            </w:r>
          </w:p>
        </w:tc>
        <w:tc>
          <w:tcPr>
            <w:tcW w:w="1440" w:type="dxa"/>
          </w:tcPr>
          <w:p w:rsidR="005323EC" w:rsidRDefault="005323EC" w:rsidP="000C47C6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першочер-гова</w:t>
            </w:r>
          </w:p>
        </w:tc>
        <w:tc>
          <w:tcPr>
            <w:tcW w:w="720" w:type="dxa"/>
          </w:tcPr>
          <w:p w:rsidR="005323EC" w:rsidRPr="00221DF4" w:rsidRDefault="005323EC" w:rsidP="00406502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16</w:t>
            </w:r>
          </w:p>
        </w:tc>
        <w:tc>
          <w:tcPr>
            <w:tcW w:w="1596" w:type="dxa"/>
          </w:tcPr>
          <w:p w:rsidR="005323EC" w:rsidRDefault="005323EC" w:rsidP="00392F3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11.06.2016</w:t>
            </w:r>
          </w:p>
          <w:p w:rsidR="005323EC" w:rsidRDefault="005323EC" w:rsidP="00392F3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№134</w:t>
            </w:r>
          </w:p>
        </w:tc>
        <w:tc>
          <w:tcPr>
            <w:tcW w:w="1255" w:type="dxa"/>
            <w:vAlign w:val="center"/>
          </w:tcPr>
          <w:p w:rsidR="005323EC" w:rsidRPr="00FE2FAF" w:rsidRDefault="005323EC" w:rsidP="00F735CB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5323EC" w:rsidRPr="00FE2FAF" w:rsidRDefault="005323EC" w:rsidP="00F735CB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5323EC" w:rsidRDefault="005323EC" w:rsidP="00E33EE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вул. Гоголя,28</w:t>
            </w:r>
          </w:p>
        </w:tc>
      </w:tr>
    </w:tbl>
    <w:p w:rsidR="005323EC" w:rsidRDefault="005323EC">
      <w:pPr>
        <w:rPr>
          <w:lang w:val="uk-UA"/>
        </w:rPr>
      </w:pPr>
    </w:p>
    <w:p w:rsidR="005323EC" w:rsidRDefault="005323EC">
      <w:pPr>
        <w:rPr>
          <w:lang w:val="uk-UA"/>
        </w:rPr>
      </w:pPr>
    </w:p>
    <w:p w:rsidR="005323EC" w:rsidRDefault="005323EC">
      <w:pPr>
        <w:rPr>
          <w:lang w:val="uk-UA"/>
        </w:rPr>
      </w:pPr>
    </w:p>
    <w:p w:rsidR="005323EC" w:rsidRPr="000338E0" w:rsidRDefault="005323EC" w:rsidP="000338E0">
      <w:pPr>
        <w:ind w:left="708"/>
        <w:rPr>
          <w:lang w:val="uk-UA"/>
        </w:rPr>
      </w:pPr>
      <w:r>
        <w:rPr>
          <w:lang w:val="uk-UA"/>
        </w:rPr>
        <w:t xml:space="preserve">              Голова житлово-побутової комісії: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Кульбака Н.І.</w:t>
      </w:r>
    </w:p>
    <w:sectPr w:rsidR="005323EC" w:rsidRPr="000338E0" w:rsidSect="00C75CC9">
      <w:pgSz w:w="16838" w:h="11906" w:orient="landscape"/>
      <w:pgMar w:top="107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F1CC3"/>
    <w:multiLevelType w:val="multilevel"/>
    <w:tmpl w:val="2CE6E3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5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cs="Times New Roman"/>
      </w:rPr>
    </w:lvl>
  </w:abstractNum>
  <w:abstractNum w:abstractNumId="1">
    <w:nsid w:val="499D5FA2"/>
    <w:multiLevelType w:val="hybridMultilevel"/>
    <w:tmpl w:val="4B44D152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171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494C"/>
    <w:rsid w:val="000338E0"/>
    <w:rsid w:val="000C47C6"/>
    <w:rsid w:val="000C562D"/>
    <w:rsid w:val="000E7ED9"/>
    <w:rsid w:val="00182063"/>
    <w:rsid w:val="001C4C3D"/>
    <w:rsid w:val="001D3541"/>
    <w:rsid w:val="001D5FDB"/>
    <w:rsid w:val="00221DF4"/>
    <w:rsid w:val="0025046F"/>
    <w:rsid w:val="002606F9"/>
    <w:rsid w:val="002751F9"/>
    <w:rsid w:val="002B57A6"/>
    <w:rsid w:val="002C0867"/>
    <w:rsid w:val="002E026D"/>
    <w:rsid w:val="002E21AE"/>
    <w:rsid w:val="002F5E64"/>
    <w:rsid w:val="0030375D"/>
    <w:rsid w:val="00311072"/>
    <w:rsid w:val="00346FFB"/>
    <w:rsid w:val="00392F37"/>
    <w:rsid w:val="003C1126"/>
    <w:rsid w:val="00406502"/>
    <w:rsid w:val="00420BC1"/>
    <w:rsid w:val="00425C96"/>
    <w:rsid w:val="00433681"/>
    <w:rsid w:val="00441AD9"/>
    <w:rsid w:val="00491BF5"/>
    <w:rsid w:val="005323EC"/>
    <w:rsid w:val="00534513"/>
    <w:rsid w:val="005E7548"/>
    <w:rsid w:val="00607A37"/>
    <w:rsid w:val="00631B9E"/>
    <w:rsid w:val="00646814"/>
    <w:rsid w:val="00677778"/>
    <w:rsid w:val="006A0A71"/>
    <w:rsid w:val="006A47DA"/>
    <w:rsid w:val="006B75A0"/>
    <w:rsid w:val="00705E30"/>
    <w:rsid w:val="0070686A"/>
    <w:rsid w:val="00766E25"/>
    <w:rsid w:val="00783DFE"/>
    <w:rsid w:val="007C612C"/>
    <w:rsid w:val="00825847"/>
    <w:rsid w:val="00837A48"/>
    <w:rsid w:val="00895564"/>
    <w:rsid w:val="008A5829"/>
    <w:rsid w:val="0091040B"/>
    <w:rsid w:val="00991F47"/>
    <w:rsid w:val="009A4374"/>
    <w:rsid w:val="009F044E"/>
    <w:rsid w:val="00A44E40"/>
    <w:rsid w:val="00A61AA7"/>
    <w:rsid w:val="00A8567D"/>
    <w:rsid w:val="00AB73B1"/>
    <w:rsid w:val="00AF340E"/>
    <w:rsid w:val="00B1290C"/>
    <w:rsid w:val="00B31676"/>
    <w:rsid w:val="00B40EA3"/>
    <w:rsid w:val="00B6257B"/>
    <w:rsid w:val="00B84719"/>
    <w:rsid w:val="00BB2CD5"/>
    <w:rsid w:val="00BB7193"/>
    <w:rsid w:val="00BD4179"/>
    <w:rsid w:val="00C558E2"/>
    <w:rsid w:val="00C75CC9"/>
    <w:rsid w:val="00CF5C6F"/>
    <w:rsid w:val="00D1462D"/>
    <w:rsid w:val="00DD183E"/>
    <w:rsid w:val="00DD4A17"/>
    <w:rsid w:val="00E33EEB"/>
    <w:rsid w:val="00E815CE"/>
    <w:rsid w:val="00E903C7"/>
    <w:rsid w:val="00EA793E"/>
    <w:rsid w:val="00ED300D"/>
    <w:rsid w:val="00F47BEF"/>
    <w:rsid w:val="00F735CB"/>
    <w:rsid w:val="00F8494C"/>
    <w:rsid w:val="00FD0C20"/>
    <w:rsid w:val="00FE2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94C"/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8494C"/>
    <w:rPr>
      <w:b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0375D"/>
    <w:rPr>
      <w:rFonts w:cs="Times New Roman"/>
      <w:b/>
      <w:sz w:val="28"/>
      <w:szCs w:val="28"/>
      <w:lang w:val="uk-UA"/>
    </w:rPr>
  </w:style>
  <w:style w:type="paragraph" w:styleId="ListParagraph">
    <w:name w:val="List Paragraph"/>
    <w:basedOn w:val="Normal"/>
    <w:uiPriority w:val="99"/>
    <w:qFormat/>
    <w:rsid w:val="00DD4A17"/>
    <w:pPr>
      <w:ind w:left="720"/>
      <w:contextualSpacing/>
    </w:pPr>
    <w:rPr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06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2</Pages>
  <Words>406</Words>
  <Characters>2320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www.nova-borova.com.ua</dc:creator>
  <cp:keywords/>
  <dc:description/>
  <cp:lastModifiedBy>User</cp:lastModifiedBy>
  <cp:revision>8</cp:revision>
  <cp:lastPrinted>2016-07-12T10:57:00Z</cp:lastPrinted>
  <dcterms:created xsi:type="dcterms:W3CDTF">2016-07-10T13:46:00Z</dcterms:created>
  <dcterms:modified xsi:type="dcterms:W3CDTF">2016-07-12T10:58:00Z</dcterms:modified>
</cp:coreProperties>
</file>