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ECA" w:rsidRPr="000F6A69" w:rsidRDefault="008E1ECA" w:rsidP="007D090E">
      <w:pPr>
        <w:jc w:val="center"/>
        <w:rPr>
          <w:sz w:val="28"/>
          <w:szCs w:val="28"/>
          <w:lang w:val="uk-UA"/>
        </w:rPr>
      </w:pPr>
      <w:r w:rsidRPr="005C2420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8E1ECA" w:rsidRDefault="008E1ECA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8E1ECA" w:rsidRPr="000F6A69" w:rsidRDefault="008E1ECA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8E1ECA" w:rsidRPr="000F6A69" w:rsidRDefault="008E1ECA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Pr="00875FD7">
        <w:rPr>
          <w:b/>
          <w:sz w:val="28"/>
          <w:szCs w:val="28"/>
          <w:lang w:val="uk-UA"/>
        </w:rPr>
        <w:t>П’ЯТА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8E1ECA" w:rsidRDefault="008E1ECA" w:rsidP="007D090E">
      <w:pPr>
        <w:jc w:val="center"/>
        <w:rPr>
          <w:b/>
          <w:sz w:val="28"/>
          <w:szCs w:val="28"/>
          <w:lang w:val="uk-UA"/>
        </w:rPr>
      </w:pPr>
    </w:p>
    <w:p w:rsidR="008E1ECA" w:rsidRDefault="008E1ECA" w:rsidP="007D090E">
      <w:pPr>
        <w:jc w:val="center"/>
        <w:rPr>
          <w:b/>
          <w:sz w:val="28"/>
          <w:szCs w:val="28"/>
          <w:lang w:val="uk-UA"/>
        </w:rPr>
      </w:pPr>
    </w:p>
    <w:p w:rsidR="008E1ECA" w:rsidRPr="000F6A69" w:rsidRDefault="008E1ECA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8E1ECA" w:rsidRPr="000F6A69" w:rsidRDefault="008E1ECA" w:rsidP="007D090E">
      <w:pPr>
        <w:rPr>
          <w:b/>
          <w:sz w:val="28"/>
          <w:szCs w:val="28"/>
          <w:lang w:val="uk-UA"/>
        </w:rPr>
      </w:pPr>
    </w:p>
    <w:p w:rsidR="008E1ECA" w:rsidRPr="003259D9" w:rsidRDefault="008E1ECA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березня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</w:t>
      </w:r>
      <w:r w:rsidRPr="003259D9">
        <w:rPr>
          <w:sz w:val="28"/>
          <w:szCs w:val="28"/>
          <w:lang w:val="uk-UA"/>
        </w:rPr>
        <w:t>смт Марківка</w:t>
      </w:r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№ 5 -    /2021</w:t>
      </w:r>
    </w:p>
    <w:p w:rsidR="008E1ECA" w:rsidRPr="00E14898" w:rsidRDefault="008E1ECA" w:rsidP="007D090E">
      <w:pPr>
        <w:jc w:val="center"/>
        <w:rPr>
          <w:color w:val="000000"/>
          <w:sz w:val="28"/>
          <w:szCs w:val="28"/>
          <w:lang w:val="uk-UA"/>
        </w:rPr>
      </w:pPr>
    </w:p>
    <w:p w:rsidR="008E1ECA" w:rsidRDefault="008E1ECA" w:rsidP="007D090E">
      <w:pPr>
        <w:jc w:val="both"/>
        <w:rPr>
          <w:b/>
          <w:color w:val="000000"/>
          <w:sz w:val="28"/>
          <w:szCs w:val="28"/>
          <w:lang w:val="uk-UA"/>
        </w:rPr>
      </w:pPr>
    </w:p>
    <w:p w:rsidR="008E1ECA" w:rsidRDefault="008E1ECA" w:rsidP="00AC2BB6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 xml:space="preserve">внесення змін до штатного розпису комунальної установи «Центр надання соціальних послуг» </w:t>
      </w:r>
      <w:r w:rsidRPr="0042012E">
        <w:rPr>
          <w:b/>
          <w:bCs/>
          <w:color w:val="000000"/>
          <w:sz w:val="28"/>
          <w:szCs w:val="28"/>
          <w:lang w:val="uk-UA"/>
        </w:rPr>
        <w:t>Марківської селищної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8E1ECA" w:rsidRDefault="008E1ECA" w:rsidP="007D090E">
      <w:pPr>
        <w:pStyle w:val="NormalWeb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8E1ECA" w:rsidRPr="007D090E" w:rsidRDefault="008E1ECA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F90203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>статтями 28, 61 Закону України «Про місцеве самоврядування в Україні», наказом Міністерства соціальної політики України від 12.07.2016   № 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послуг), в зв’язку з збільшенням кількості осіб похилого віку, які потребують обслуговування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8E1ECA" w:rsidRDefault="008E1ECA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8E1ECA" w:rsidRDefault="008E1ECA" w:rsidP="007D090E">
      <w:pPr>
        <w:ind w:firstLine="708"/>
        <w:jc w:val="both"/>
        <w:rPr>
          <w:sz w:val="28"/>
          <w:szCs w:val="28"/>
          <w:lang w:val="uk-UA"/>
        </w:rPr>
      </w:pPr>
    </w:p>
    <w:p w:rsidR="008E1ECA" w:rsidRDefault="008E1ECA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зміни до штатного розпису комунальної установи «Центр надання соціальних послуг» Марківської селищної ради Марківського району Луганської області, а саме:</w:t>
      </w:r>
    </w:p>
    <w:p w:rsidR="008E1ECA" w:rsidRDefault="008E1ECA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Ввести з 01.04.2021 року до штатного розпису</w:t>
      </w:r>
      <w:r w:rsidRPr="006417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комунальної установи «Центр надання соціальних послуг» Марківської селищної ради Марківського району Луганської області:</w:t>
      </w:r>
    </w:p>
    <w:p w:rsidR="008E1ECA" w:rsidRDefault="008E1ECA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1.1.1. </w:t>
      </w:r>
      <w:r>
        <w:rPr>
          <w:sz w:val="28"/>
          <w:szCs w:val="28"/>
        </w:rPr>
        <w:t>Відділення соціальної допомоги вдома 1,25 штатних одиниць соціального робітника.</w:t>
      </w:r>
    </w:p>
    <w:p w:rsidR="008E1ECA" w:rsidRDefault="008E1ECA" w:rsidP="00343DE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8E1ECA" w:rsidRDefault="008E1ECA" w:rsidP="00343DE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Комунальній установі «Центр надання соціальних послуг» Марківської селищної ради Марківського району Луганської області внести зміни до штатного розпису.</w:t>
      </w:r>
    </w:p>
    <w:p w:rsidR="008E1ECA" w:rsidRPr="00F90203" w:rsidRDefault="008E1ECA" w:rsidP="00343DEC">
      <w:pPr>
        <w:pStyle w:val="NormalWeb"/>
        <w:spacing w:before="0" w:beforeAutospacing="0" w:after="0" w:afterAutospacing="0"/>
        <w:ind w:firstLine="708"/>
        <w:jc w:val="both"/>
        <w:rPr>
          <w:lang w:val="uk-UA"/>
        </w:rPr>
      </w:pPr>
    </w:p>
    <w:p w:rsidR="008E1ECA" w:rsidRPr="00F21D28" w:rsidRDefault="008E1ECA" w:rsidP="00343DEC">
      <w:pPr>
        <w:pStyle w:val="NormalWeb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Контроль за виконанням рішення покласти на </w:t>
      </w:r>
      <w:r w:rsidRPr="00F21D28">
        <w:rPr>
          <w:color w:val="000000"/>
          <w:sz w:val="28"/>
          <w:szCs w:val="28"/>
        </w:rPr>
        <w:t xml:space="preserve">постійну комісію з питань </w:t>
      </w:r>
      <w:r>
        <w:rPr>
          <w:color w:val="000000"/>
          <w:sz w:val="28"/>
          <w:szCs w:val="28"/>
          <w:lang w:val="uk-UA"/>
        </w:rPr>
        <w:t>планування</w:t>
      </w:r>
      <w:r w:rsidRPr="00F21D2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фінансів, бюджету</w:t>
      </w:r>
      <w:r w:rsidRPr="00F21D2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соціально</w:t>
      </w:r>
      <w:r w:rsidRPr="00F21D28">
        <w:rPr>
          <w:color w:val="000000"/>
          <w:sz w:val="28"/>
          <w:szCs w:val="28"/>
          <w:lang w:val="uk-UA"/>
        </w:rPr>
        <w:t>–економічного розвитку</w:t>
      </w:r>
      <w:r w:rsidRPr="00F21D28">
        <w:rPr>
          <w:color w:val="000000"/>
          <w:sz w:val="28"/>
          <w:szCs w:val="28"/>
        </w:rPr>
        <w:t>.</w:t>
      </w:r>
    </w:p>
    <w:p w:rsidR="008E1ECA" w:rsidRDefault="008E1ECA" w:rsidP="007D090E">
      <w:pPr>
        <w:ind w:firstLine="708"/>
        <w:jc w:val="both"/>
        <w:rPr>
          <w:sz w:val="28"/>
          <w:szCs w:val="28"/>
        </w:rPr>
      </w:pPr>
    </w:p>
    <w:p w:rsidR="008E1ECA" w:rsidRPr="00343DEC" w:rsidRDefault="008E1ECA" w:rsidP="007D090E">
      <w:pPr>
        <w:ind w:firstLine="708"/>
        <w:jc w:val="both"/>
        <w:rPr>
          <w:sz w:val="28"/>
          <w:szCs w:val="28"/>
        </w:rPr>
      </w:pPr>
    </w:p>
    <w:p w:rsidR="008E1ECA" w:rsidRDefault="008E1ECA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8E1ECA" w:rsidRDefault="008E1ECA" w:rsidP="007D090E">
      <w:pPr>
        <w:jc w:val="both"/>
        <w:rPr>
          <w:sz w:val="28"/>
          <w:szCs w:val="28"/>
          <w:lang w:val="uk-UA"/>
        </w:rPr>
      </w:pPr>
    </w:p>
    <w:p w:rsidR="008E1ECA" w:rsidRDefault="008E1ECA" w:rsidP="007D090E">
      <w:pPr>
        <w:jc w:val="both"/>
        <w:rPr>
          <w:sz w:val="28"/>
          <w:szCs w:val="28"/>
          <w:lang w:val="uk-UA"/>
        </w:rPr>
      </w:pPr>
    </w:p>
    <w:sectPr w:rsidR="008E1ECA" w:rsidSect="006F3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7"/>
  </w:num>
  <w:num w:numId="5">
    <w:abstractNumId w:val="2"/>
  </w:num>
  <w:num w:numId="6">
    <w:abstractNumId w:val="11"/>
  </w:num>
  <w:num w:numId="7">
    <w:abstractNumId w:val="17"/>
  </w:num>
  <w:num w:numId="8">
    <w:abstractNumId w:val="5"/>
  </w:num>
  <w:num w:numId="9">
    <w:abstractNumId w:val="18"/>
  </w:num>
  <w:num w:numId="10">
    <w:abstractNumId w:val="12"/>
  </w:num>
  <w:num w:numId="11">
    <w:abstractNumId w:val="16"/>
  </w:num>
  <w:num w:numId="12">
    <w:abstractNumId w:val="0"/>
  </w:num>
  <w:num w:numId="13">
    <w:abstractNumId w:val="4"/>
  </w:num>
  <w:num w:numId="14">
    <w:abstractNumId w:val="13"/>
  </w:num>
  <w:num w:numId="15">
    <w:abstractNumId w:val="15"/>
  </w:num>
  <w:num w:numId="16">
    <w:abstractNumId w:val="3"/>
  </w:num>
  <w:num w:numId="17">
    <w:abstractNumId w:val="6"/>
  </w:num>
  <w:num w:numId="18">
    <w:abstractNumId w:val="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90E"/>
    <w:rsid w:val="000F6A69"/>
    <w:rsid w:val="00164F76"/>
    <w:rsid w:val="001F0131"/>
    <w:rsid w:val="002258EB"/>
    <w:rsid w:val="00297249"/>
    <w:rsid w:val="003259D9"/>
    <w:rsid w:val="00343DEC"/>
    <w:rsid w:val="00362626"/>
    <w:rsid w:val="00374718"/>
    <w:rsid w:val="00397520"/>
    <w:rsid w:val="0042012E"/>
    <w:rsid w:val="00487757"/>
    <w:rsid w:val="004D0F5F"/>
    <w:rsid w:val="004F78B2"/>
    <w:rsid w:val="00554C1D"/>
    <w:rsid w:val="005637B8"/>
    <w:rsid w:val="005C2420"/>
    <w:rsid w:val="005E0188"/>
    <w:rsid w:val="00631FE6"/>
    <w:rsid w:val="0064173C"/>
    <w:rsid w:val="006A6ED3"/>
    <w:rsid w:val="006D0DA2"/>
    <w:rsid w:val="006F3163"/>
    <w:rsid w:val="007352F0"/>
    <w:rsid w:val="007B0FB5"/>
    <w:rsid w:val="007D090E"/>
    <w:rsid w:val="00875FD7"/>
    <w:rsid w:val="008E1ECA"/>
    <w:rsid w:val="008E488C"/>
    <w:rsid w:val="00923F65"/>
    <w:rsid w:val="009F771B"/>
    <w:rsid w:val="00A1522C"/>
    <w:rsid w:val="00A34D41"/>
    <w:rsid w:val="00A83E82"/>
    <w:rsid w:val="00AA2E0D"/>
    <w:rsid w:val="00AC2BB6"/>
    <w:rsid w:val="00B252CB"/>
    <w:rsid w:val="00C535A1"/>
    <w:rsid w:val="00C600E9"/>
    <w:rsid w:val="00D84DB2"/>
    <w:rsid w:val="00DD1DDC"/>
    <w:rsid w:val="00E14898"/>
    <w:rsid w:val="00EF6CDA"/>
    <w:rsid w:val="00F21D28"/>
    <w:rsid w:val="00F55AAA"/>
    <w:rsid w:val="00F90203"/>
    <w:rsid w:val="00FD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link w:val="Heading5Char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2420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C2420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C2420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C2420"/>
    <w:rPr>
      <w:rFonts w:ascii="Calibri" w:hAnsi="Calibri" w:cs="Times New Roman"/>
      <w:b/>
      <w:bCs/>
      <w:lang w:val="ru-RU" w:eastAsia="ru-RU"/>
    </w:rPr>
  </w:style>
  <w:style w:type="paragraph" w:styleId="NormalWeb">
    <w:name w:val="Normal (Web)"/>
    <w:basedOn w:val="Normal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E018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DefaultParagraphFont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DefaultParagraphFont"/>
    <w:uiPriority w:val="99"/>
    <w:rsid w:val="005E0188"/>
    <w:rPr>
      <w:rFonts w:cs="Times New Roman"/>
    </w:rPr>
  </w:style>
  <w:style w:type="character" w:styleId="Hyperlink">
    <w:name w:val="Hyperlink"/>
    <w:basedOn w:val="DefaultParagraphFont"/>
    <w:uiPriority w:val="99"/>
    <w:rsid w:val="005E018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5C2420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NoSpacing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Normal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99"/>
    <w:qFormat/>
    <w:rsid w:val="00343DEC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238</Words>
  <Characters>1359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Пользователь Windows</cp:lastModifiedBy>
  <cp:revision>8</cp:revision>
  <dcterms:created xsi:type="dcterms:W3CDTF">2021-03-02T09:28:00Z</dcterms:created>
  <dcterms:modified xsi:type="dcterms:W3CDTF">2021-03-05T08:57:00Z</dcterms:modified>
</cp:coreProperties>
</file>