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76F" w:rsidRPr="001929B3" w:rsidRDefault="005E676F" w:rsidP="003A4440">
      <w:pPr>
        <w:pStyle w:val="Title"/>
        <w:outlineLvl w:val="0"/>
        <w:rPr>
          <w:b/>
          <w:szCs w:val="28"/>
        </w:rPr>
      </w:pPr>
      <w:r w:rsidRPr="001929B3">
        <w:rPr>
          <w:b/>
          <w:szCs w:val="28"/>
        </w:rPr>
        <w:t xml:space="preserve">ПОРЯДОК ДЕННИЙ </w:t>
      </w:r>
    </w:p>
    <w:p w:rsidR="005E676F" w:rsidRPr="001929B3" w:rsidRDefault="005E676F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 xml:space="preserve">пленарного засідання </w:t>
      </w:r>
      <w:r>
        <w:rPr>
          <w:szCs w:val="28"/>
        </w:rPr>
        <w:t xml:space="preserve">чергової </w:t>
      </w:r>
      <w:r w:rsidRPr="001929B3">
        <w:rPr>
          <w:szCs w:val="28"/>
        </w:rPr>
        <w:t xml:space="preserve">двадцять </w:t>
      </w:r>
      <w:r>
        <w:rPr>
          <w:szCs w:val="28"/>
        </w:rPr>
        <w:t xml:space="preserve">шостої </w:t>
      </w:r>
      <w:r w:rsidRPr="001929B3">
        <w:rPr>
          <w:szCs w:val="28"/>
        </w:rPr>
        <w:t xml:space="preserve">сесії </w:t>
      </w:r>
    </w:p>
    <w:p w:rsidR="005E676F" w:rsidRPr="001929B3" w:rsidRDefault="005E676F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Марківської селищної ради</w:t>
      </w:r>
    </w:p>
    <w:p w:rsidR="005E676F" w:rsidRPr="001929B3" w:rsidRDefault="005E676F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сьомого скликання</w:t>
      </w:r>
    </w:p>
    <w:p w:rsidR="005E676F" w:rsidRPr="001929B3" w:rsidRDefault="005E676F" w:rsidP="003A4440">
      <w:pPr>
        <w:pStyle w:val="Title"/>
        <w:jc w:val="left"/>
        <w:rPr>
          <w:szCs w:val="28"/>
        </w:rPr>
      </w:pPr>
    </w:p>
    <w:p w:rsidR="005E676F" w:rsidRPr="001929B3" w:rsidRDefault="005E676F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  <w:lang w:val="ru-RU"/>
        </w:rPr>
        <w:t>23 листопада</w:t>
      </w:r>
      <w:r w:rsidRPr="001929B3">
        <w:rPr>
          <w:i/>
          <w:szCs w:val="28"/>
          <w:lang w:val="ru-RU"/>
        </w:rPr>
        <w:t xml:space="preserve"> 2020 року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</w:t>
      </w:r>
      <w:r w:rsidRPr="001929B3">
        <w:rPr>
          <w:i/>
          <w:szCs w:val="28"/>
        </w:rPr>
        <w:t>Початок: 1</w:t>
      </w:r>
      <w:r>
        <w:rPr>
          <w:i/>
          <w:szCs w:val="28"/>
        </w:rPr>
        <w:t>6</w:t>
      </w:r>
      <w:r w:rsidRPr="001929B3">
        <w:rPr>
          <w:i/>
          <w:szCs w:val="28"/>
        </w:rPr>
        <w:t>.00</w:t>
      </w:r>
    </w:p>
    <w:p w:rsidR="005E676F" w:rsidRPr="001929B3" w:rsidRDefault="005E676F" w:rsidP="00E27A85">
      <w:pPr>
        <w:pStyle w:val="Title"/>
        <w:ind w:firstLine="708"/>
        <w:jc w:val="left"/>
        <w:rPr>
          <w:szCs w:val="28"/>
        </w:rPr>
      </w:pPr>
      <w:r w:rsidRPr="001929B3">
        <w:rPr>
          <w:szCs w:val="28"/>
        </w:rPr>
        <w:t>смт Марківка</w:t>
      </w:r>
      <w:r w:rsidRPr="001929B3">
        <w:rPr>
          <w:szCs w:val="28"/>
        </w:rPr>
        <w:tab/>
      </w:r>
      <w:r w:rsidRPr="001929B3">
        <w:rPr>
          <w:szCs w:val="28"/>
        </w:rPr>
        <w:tab/>
      </w:r>
      <w:r w:rsidRPr="001929B3">
        <w:rPr>
          <w:szCs w:val="28"/>
        </w:rPr>
        <w:tab/>
      </w:r>
      <w:r w:rsidRPr="001929B3">
        <w:rPr>
          <w:szCs w:val="28"/>
        </w:rPr>
        <w:tab/>
      </w:r>
      <w:r w:rsidRPr="001929B3">
        <w:rPr>
          <w:szCs w:val="28"/>
        </w:rPr>
        <w:tab/>
      </w:r>
      <w:r>
        <w:rPr>
          <w:szCs w:val="28"/>
        </w:rPr>
        <w:t xml:space="preserve">        </w:t>
      </w:r>
      <w:r w:rsidRPr="001929B3">
        <w:rPr>
          <w:szCs w:val="28"/>
        </w:rPr>
        <w:t>Зала засідань райдержадміністрації</w:t>
      </w:r>
    </w:p>
    <w:p w:rsidR="005E676F" w:rsidRPr="001929B3" w:rsidRDefault="005E676F" w:rsidP="00C533FC">
      <w:pPr>
        <w:ind w:firstLine="708"/>
        <w:jc w:val="both"/>
        <w:rPr>
          <w:sz w:val="28"/>
          <w:szCs w:val="28"/>
          <w:lang w:val="uk-UA"/>
        </w:rPr>
      </w:pPr>
    </w:p>
    <w:p w:rsidR="005E676F" w:rsidRPr="00C62AAC" w:rsidRDefault="005E676F" w:rsidP="00B70D86">
      <w:pPr>
        <w:ind w:firstLine="708"/>
        <w:jc w:val="both"/>
        <w:rPr>
          <w:sz w:val="28"/>
          <w:szCs w:val="28"/>
          <w:lang w:val="uk-UA"/>
        </w:rPr>
      </w:pPr>
      <w:r w:rsidRPr="00C62AAC">
        <w:rPr>
          <w:sz w:val="28"/>
          <w:szCs w:val="28"/>
          <w:lang w:val="uk-UA"/>
        </w:rPr>
        <w:t xml:space="preserve">1. </w:t>
      </w:r>
      <w:r w:rsidRPr="00B70D86">
        <w:rPr>
          <w:sz w:val="28"/>
          <w:szCs w:val="28"/>
          <w:lang w:val="uk-UA"/>
        </w:rPr>
        <w:t>Про внесення змін до структури Марківської селищної ради та її виконавчого комітету.</w:t>
      </w:r>
    </w:p>
    <w:p w:rsidR="005E676F" w:rsidRPr="00B70D86" w:rsidRDefault="005E676F" w:rsidP="00B70D86">
      <w:pPr>
        <w:ind w:right="175" w:firstLine="708"/>
        <w:jc w:val="both"/>
        <w:rPr>
          <w:sz w:val="28"/>
          <w:szCs w:val="28"/>
          <w:lang w:val="uk-UA"/>
        </w:rPr>
      </w:pPr>
      <w:r w:rsidRPr="00B70D86">
        <w:rPr>
          <w:b/>
          <w:i/>
          <w:sz w:val="28"/>
          <w:szCs w:val="28"/>
          <w:lang w:val="uk-UA"/>
        </w:rPr>
        <w:t>Доповідає</w:t>
      </w:r>
      <w:r w:rsidRPr="00B70D86">
        <w:rPr>
          <w:i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</w:t>
      </w:r>
      <w:r w:rsidRPr="00B70D86">
        <w:rPr>
          <w:color w:val="000000"/>
          <w:sz w:val="28"/>
          <w:szCs w:val="28"/>
          <w:lang w:val="uk-UA"/>
        </w:rPr>
        <w:t>.</w:t>
      </w:r>
    </w:p>
    <w:p w:rsidR="005E676F" w:rsidRPr="00B70D86" w:rsidRDefault="005E676F" w:rsidP="001929B3">
      <w:pPr>
        <w:ind w:firstLine="708"/>
        <w:jc w:val="both"/>
        <w:rPr>
          <w:sz w:val="28"/>
          <w:szCs w:val="28"/>
          <w:lang w:val="uk-UA"/>
        </w:rPr>
      </w:pPr>
    </w:p>
    <w:p w:rsidR="005E676F" w:rsidRDefault="005E676F" w:rsidP="001929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Про створення відділу соціального захисту населення Марківської селищної ради Луганської області.</w:t>
      </w:r>
    </w:p>
    <w:p w:rsidR="005E676F" w:rsidRPr="00B70D86" w:rsidRDefault="005E676F" w:rsidP="009C45D5">
      <w:pPr>
        <w:ind w:right="175" w:firstLine="708"/>
        <w:jc w:val="both"/>
        <w:rPr>
          <w:sz w:val="28"/>
          <w:szCs w:val="28"/>
          <w:lang w:val="uk-UA"/>
        </w:rPr>
      </w:pPr>
      <w:r w:rsidRPr="00B70D86">
        <w:rPr>
          <w:b/>
          <w:i/>
          <w:sz w:val="28"/>
          <w:szCs w:val="28"/>
          <w:lang w:val="uk-UA"/>
        </w:rPr>
        <w:t>Доповідає</w:t>
      </w:r>
      <w:r w:rsidRPr="00B70D86">
        <w:rPr>
          <w:i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</w:t>
      </w:r>
      <w:r w:rsidRPr="00B70D86">
        <w:rPr>
          <w:color w:val="000000"/>
          <w:sz w:val="28"/>
          <w:szCs w:val="28"/>
          <w:lang w:val="uk-UA"/>
        </w:rPr>
        <w:t>.</w:t>
      </w:r>
    </w:p>
    <w:p w:rsidR="005E676F" w:rsidRPr="009C45D5" w:rsidRDefault="005E676F" w:rsidP="001929B3">
      <w:pPr>
        <w:ind w:firstLine="708"/>
        <w:jc w:val="both"/>
        <w:rPr>
          <w:sz w:val="28"/>
          <w:szCs w:val="28"/>
          <w:lang w:val="uk-UA"/>
        </w:rPr>
      </w:pPr>
    </w:p>
    <w:p w:rsidR="005E676F" w:rsidRPr="00B70D86" w:rsidRDefault="005E676F" w:rsidP="001929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70D86">
        <w:rPr>
          <w:sz w:val="28"/>
          <w:szCs w:val="28"/>
        </w:rPr>
        <w:t>. Про затвердження цільової програми «Основні напрямки соціальної робот з сім՚ями, дітьми та молоддю на 2020-2022 роки».</w:t>
      </w:r>
    </w:p>
    <w:p w:rsidR="005E676F" w:rsidRPr="00B70D86" w:rsidRDefault="005E676F" w:rsidP="004B6E91">
      <w:pPr>
        <w:ind w:right="175" w:firstLine="708"/>
        <w:jc w:val="both"/>
        <w:rPr>
          <w:sz w:val="28"/>
          <w:szCs w:val="28"/>
          <w:lang w:val="uk-UA"/>
        </w:rPr>
      </w:pPr>
      <w:r w:rsidRPr="00B70D86">
        <w:rPr>
          <w:b/>
          <w:i/>
          <w:sz w:val="28"/>
          <w:szCs w:val="28"/>
          <w:lang w:val="uk-UA"/>
        </w:rPr>
        <w:t>Доповідає</w:t>
      </w:r>
      <w:r w:rsidRPr="00B70D86">
        <w:rPr>
          <w:i/>
          <w:sz w:val="28"/>
          <w:szCs w:val="28"/>
          <w:lang w:val="uk-UA"/>
        </w:rPr>
        <w:t xml:space="preserve">: </w:t>
      </w:r>
      <w:r w:rsidRPr="00B70D86">
        <w:rPr>
          <w:sz w:val="28"/>
          <w:szCs w:val="28"/>
          <w:lang w:val="uk-UA"/>
        </w:rPr>
        <w:t xml:space="preserve">в.о. директора КУ </w:t>
      </w:r>
      <w:r w:rsidRPr="00B70D86">
        <w:rPr>
          <w:color w:val="000000"/>
          <w:sz w:val="28"/>
          <w:szCs w:val="28"/>
          <w:lang w:val="uk-UA"/>
        </w:rPr>
        <w:t>«Центр надання соціальних послуг» Марківської селищної ради Марківського району Луганської області Оксана Гармаш.</w:t>
      </w:r>
    </w:p>
    <w:p w:rsidR="005E676F" w:rsidRPr="001929B3" w:rsidRDefault="005E676F" w:rsidP="00626A98">
      <w:pPr>
        <w:jc w:val="both"/>
        <w:rPr>
          <w:sz w:val="28"/>
          <w:szCs w:val="28"/>
          <w:lang w:val="uk-UA"/>
        </w:rPr>
      </w:pPr>
    </w:p>
    <w:p w:rsidR="005E676F" w:rsidRPr="00B84996" w:rsidRDefault="005E676F" w:rsidP="00B849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84996">
        <w:rPr>
          <w:sz w:val="28"/>
          <w:szCs w:val="28"/>
          <w:lang w:val="uk-UA"/>
        </w:rPr>
        <w:t xml:space="preserve">. Про внесення змін до Програми </w:t>
      </w:r>
      <w:r w:rsidRPr="00B84996">
        <w:rPr>
          <w:bCs/>
          <w:color w:val="000000"/>
          <w:sz w:val="28"/>
          <w:szCs w:val="28"/>
          <w:lang w:val="uk-UA"/>
        </w:rPr>
        <w:t>розвитку надання соціальних послуг у Марківській селищній раді на 2020 – 2022 роки</w:t>
      </w:r>
      <w:r w:rsidRPr="00B84996">
        <w:rPr>
          <w:sz w:val="28"/>
          <w:szCs w:val="28"/>
          <w:lang w:val="uk-UA"/>
        </w:rPr>
        <w:t>.</w:t>
      </w:r>
    </w:p>
    <w:p w:rsidR="005E676F" w:rsidRPr="00B84996" w:rsidRDefault="005E676F" w:rsidP="00B84996">
      <w:pPr>
        <w:ind w:right="175" w:firstLine="708"/>
        <w:jc w:val="both"/>
        <w:rPr>
          <w:sz w:val="28"/>
          <w:szCs w:val="28"/>
          <w:lang w:val="uk-UA"/>
        </w:rPr>
      </w:pPr>
      <w:r w:rsidRPr="00B84996">
        <w:rPr>
          <w:b/>
          <w:i/>
          <w:sz w:val="28"/>
          <w:szCs w:val="28"/>
          <w:lang w:val="uk-UA"/>
        </w:rPr>
        <w:t>Доповідає</w:t>
      </w:r>
      <w:r w:rsidRPr="00B84996">
        <w:rPr>
          <w:i/>
          <w:sz w:val="28"/>
          <w:szCs w:val="28"/>
          <w:lang w:val="uk-UA"/>
        </w:rPr>
        <w:t xml:space="preserve">: </w:t>
      </w:r>
      <w:r w:rsidRPr="00B84996">
        <w:rPr>
          <w:sz w:val="28"/>
          <w:szCs w:val="28"/>
          <w:lang w:val="uk-UA"/>
        </w:rPr>
        <w:t xml:space="preserve">в.о. директора КУ </w:t>
      </w:r>
      <w:r w:rsidRPr="00B84996">
        <w:rPr>
          <w:color w:val="000000"/>
          <w:sz w:val="28"/>
          <w:szCs w:val="28"/>
          <w:lang w:val="uk-UA"/>
        </w:rPr>
        <w:t>«Центр надання соціальних послуг» Марківської селищної ради Марківського району Луганської області Оксана Гармаш.</w:t>
      </w:r>
    </w:p>
    <w:p w:rsidR="005E676F" w:rsidRPr="006B0AF8" w:rsidRDefault="005E676F" w:rsidP="00D436FE">
      <w:pPr>
        <w:ind w:firstLine="708"/>
        <w:jc w:val="both"/>
        <w:rPr>
          <w:sz w:val="28"/>
          <w:szCs w:val="28"/>
          <w:lang w:val="uk-UA"/>
        </w:rPr>
      </w:pPr>
    </w:p>
    <w:p w:rsidR="005E676F" w:rsidRDefault="005E676F" w:rsidP="00D436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 внесення змін до Програми соціального захисту незахищених верств населення Марківської селищної ради на 2020 рік.</w:t>
      </w:r>
    </w:p>
    <w:p w:rsidR="005E676F" w:rsidRPr="001929B3" w:rsidRDefault="005E676F" w:rsidP="00902CC9">
      <w:pPr>
        <w:ind w:right="175" w:firstLine="708"/>
        <w:jc w:val="both"/>
        <w:rPr>
          <w:sz w:val="28"/>
          <w:szCs w:val="28"/>
          <w:lang w:val="uk-UA"/>
        </w:rPr>
      </w:pPr>
      <w:r w:rsidRPr="001929B3">
        <w:rPr>
          <w:b/>
          <w:i/>
          <w:sz w:val="28"/>
          <w:szCs w:val="28"/>
          <w:lang w:val="uk-UA"/>
        </w:rPr>
        <w:t>Доповідає</w:t>
      </w:r>
      <w:r w:rsidRPr="001929B3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керуючий справами (секретар) виконавчого комітету                         Світлана Федоренко</w:t>
      </w:r>
      <w:r w:rsidRPr="001929B3">
        <w:rPr>
          <w:sz w:val="28"/>
          <w:szCs w:val="28"/>
          <w:lang w:val="uk-UA"/>
        </w:rPr>
        <w:t>.</w:t>
      </w:r>
    </w:p>
    <w:p w:rsidR="005E676F" w:rsidRDefault="005E676F" w:rsidP="00D436FE">
      <w:pPr>
        <w:ind w:firstLine="708"/>
        <w:jc w:val="both"/>
        <w:rPr>
          <w:sz w:val="28"/>
          <w:szCs w:val="28"/>
          <w:lang w:val="uk-UA"/>
        </w:rPr>
      </w:pPr>
    </w:p>
    <w:p w:rsidR="005E676F" w:rsidRPr="00832DFB" w:rsidRDefault="005E676F" w:rsidP="00832D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 </w:t>
      </w:r>
      <w:r w:rsidRPr="00832DFB">
        <w:rPr>
          <w:sz w:val="28"/>
          <w:szCs w:val="28"/>
        </w:rPr>
        <w:t>Про внесення змін до цільової Програми підтримки Комунальної установи «Трудовий архів територіальних громад Марківського району на 2020 рік».</w:t>
      </w:r>
    </w:p>
    <w:p w:rsidR="005E676F" w:rsidRPr="00832DFB" w:rsidRDefault="005E676F" w:rsidP="00832DFB">
      <w:pPr>
        <w:ind w:firstLine="708"/>
        <w:jc w:val="both"/>
        <w:rPr>
          <w:sz w:val="28"/>
          <w:szCs w:val="28"/>
        </w:rPr>
      </w:pPr>
      <w:r w:rsidRPr="00832DFB">
        <w:rPr>
          <w:b/>
          <w:i/>
          <w:sz w:val="28"/>
          <w:szCs w:val="28"/>
        </w:rPr>
        <w:t>Доповідає:</w:t>
      </w:r>
      <w:r w:rsidRPr="00832DFB">
        <w:rPr>
          <w:sz w:val="28"/>
          <w:szCs w:val="28"/>
        </w:rPr>
        <w:t xml:space="preserve"> директор Комунальної установи «Трудовий архів територіальних громад Марківського району» Наталя Ткаченко.</w:t>
      </w:r>
    </w:p>
    <w:p w:rsidR="005E676F" w:rsidRPr="00832DFB" w:rsidRDefault="005E676F" w:rsidP="003B51F6">
      <w:pPr>
        <w:ind w:right="175" w:firstLine="708"/>
        <w:jc w:val="both"/>
        <w:rPr>
          <w:sz w:val="28"/>
          <w:szCs w:val="28"/>
        </w:rPr>
      </w:pPr>
    </w:p>
    <w:p w:rsidR="005E676F" w:rsidRPr="00F10F51" w:rsidRDefault="005E676F" w:rsidP="00F10F5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F10F51">
        <w:rPr>
          <w:sz w:val="28"/>
          <w:szCs w:val="28"/>
          <w:lang w:val="uk-UA"/>
        </w:rPr>
        <w:t>. Про внесення змін до Програми фінансової підтримки комунальних підприємств та здійснення внесків до їх статутних фондів на 2020-2022 роки.</w:t>
      </w:r>
    </w:p>
    <w:p w:rsidR="005E676F" w:rsidRPr="00F10F51" w:rsidRDefault="005E676F" w:rsidP="00F10F51">
      <w:pPr>
        <w:ind w:right="175" w:firstLine="708"/>
        <w:jc w:val="both"/>
        <w:rPr>
          <w:sz w:val="28"/>
          <w:szCs w:val="28"/>
          <w:lang w:val="uk-UA"/>
        </w:rPr>
      </w:pPr>
      <w:r w:rsidRPr="00F10F51">
        <w:rPr>
          <w:b/>
          <w:i/>
          <w:sz w:val="28"/>
          <w:szCs w:val="28"/>
          <w:lang w:val="uk-UA"/>
        </w:rPr>
        <w:t>Доповідає</w:t>
      </w:r>
      <w:r w:rsidRPr="00F10F51">
        <w:rPr>
          <w:sz w:val="28"/>
          <w:szCs w:val="28"/>
          <w:lang w:val="uk-UA"/>
        </w:rPr>
        <w:t>: заступник селищного голови Віталій Семенченко.</w:t>
      </w:r>
    </w:p>
    <w:p w:rsidR="005E676F" w:rsidRPr="001929B3" w:rsidRDefault="005E676F" w:rsidP="00F228E1">
      <w:pPr>
        <w:ind w:right="175" w:firstLine="708"/>
        <w:jc w:val="both"/>
        <w:rPr>
          <w:sz w:val="28"/>
          <w:szCs w:val="28"/>
          <w:lang w:val="uk-UA"/>
        </w:rPr>
      </w:pPr>
    </w:p>
    <w:p w:rsidR="005E676F" w:rsidRPr="00F10F51" w:rsidRDefault="005E676F" w:rsidP="00F137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F10F51">
        <w:rPr>
          <w:sz w:val="28"/>
          <w:szCs w:val="28"/>
          <w:lang w:val="uk-UA"/>
        </w:rPr>
        <w:t xml:space="preserve">. Про внесення змін до Програми </w:t>
      </w:r>
      <w:r>
        <w:rPr>
          <w:sz w:val="28"/>
          <w:szCs w:val="28"/>
          <w:lang w:val="uk-UA"/>
        </w:rPr>
        <w:t>розвитку земельних відносин на території Марківської селищної ради на</w:t>
      </w:r>
      <w:r w:rsidRPr="00F10F51">
        <w:rPr>
          <w:sz w:val="28"/>
          <w:szCs w:val="28"/>
          <w:lang w:val="uk-UA"/>
        </w:rPr>
        <w:t xml:space="preserve"> 2020-202</w:t>
      </w:r>
      <w:r>
        <w:rPr>
          <w:sz w:val="28"/>
          <w:szCs w:val="28"/>
          <w:lang w:val="uk-UA"/>
        </w:rPr>
        <w:t>1</w:t>
      </w:r>
      <w:r w:rsidRPr="00F10F51">
        <w:rPr>
          <w:sz w:val="28"/>
          <w:szCs w:val="28"/>
          <w:lang w:val="uk-UA"/>
        </w:rPr>
        <w:t xml:space="preserve"> роки.</w:t>
      </w:r>
    </w:p>
    <w:p w:rsidR="005E676F" w:rsidRPr="00BD43E0" w:rsidRDefault="005E676F" w:rsidP="00BD43E0">
      <w:pPr>
        <w:ind w:right="175" w:firstLine="708"/>
        <w:jc w:val="both"/>
        <w:rPr>
          <w:sz w:val="28"/>
          <w:szCs w:val="28"/>
          <w:lang w:val="uk-UA"/>
        </w:rPr>
      </w:pPr>
      <w:r w:rsidRPr="00F10F51">
        <w:rPr>
          <w:b/>
          <w:i/>
          <w:sz w:val="28"/>
          <w:szCs w:val="28"/>
          <w:lang w:val="uk-UA"/>
        </w:rPr>
        <w:t>Доповідає</w:t>
      </w:r>
      <w:r w:rsidRPr="00BD43E0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    </w:t>
      </w:r>
      <w:r w:rsidRPr="00BD43E0">
        <w:rPr>
          <w:sz w:val="28"/>
          <w:szCs w:val="28"/>
          <w:lang w:val="uk-UA"/>
        </w:rPr>
        <w:t>Ірина Кравцова.</w:t>
      </w:r>
    </w:p>
    <w:p w:rsidR="005E676F" w:rsidRDefault="005E676F" w:rsidP="00D436FE">
      <w:pPr>
        <w:ind w:firstLine="708"/>
        <w:jc w:val="both"/>
        <w:rPr>
          <w:sz w:val="28"/>
          <w:szCs w:val="28"/>
          <w:lang w:val="uk-UA"/>
        </w:rPr>
      </w:pPr>
    </w:p>
    <w:p w:rsidR="005E676F" w:rsidRDefault="005E676F" w:rsidP="00D436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Про звіт щодо виконання бюджету Марківської селищної ради за 9 місяців 2020 року.</w:t>
      </w:r>
    </w:p>
    <w:p w:rsidR="005E676F" w:rsidRPr="00BD43E0" w:rsidRDefault="005E676F" w:rsidP="00BD43E0">
      <w:pPr>
        <w:ind w:right="175" w:firstLine="708"/>
        <w:jc w:val="both"/>
        <w:rPr>
          <w:sz w:val="28"/>
          <w:szCs w:val="28"/>
          <w:lang w:val="uk-UA"/>
        </w:rPr>
      </w:pPr>
      <w:r w:rsidRPr="00F10F51">
        <w:rPr>
          <w:b/>
          <w:i/>
          <w:sz w:val="28"/>
          <w:szCs w:val="28"/>
          <w:lang w:val="uk-UA"/>
        </w:rPr>
        <w:t>Доповідає</w:t>
      </w:r>
      <w:r w:rsidRPr="00BD43E0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    </w:t>
      </w:r>
      <w:r w:rsidRPr="00BD43E0">
        <w:rPr>
          <w:sz w:val="28"/>
          <w:szCs w:val="28"/>
          <w:lang w:val="uk-UA"/>
        </w:rPr>
        <w:t>Ірина Кравцова.</w:t>
      </w:r>
    </w:p>
    <w:p w:rsidR="005E676F" w:rsidRDefault="005E676F" w:rsidP="00D436FE">
      <w:pPr>
        <w:ind w:firstLine="708"/>
        <w:jc w:val="both"/>
        <w:rPr>
          <w:sz w:val="28"/>
          <w:szCs w:val="28"/>
          <w:lang w:val="uk-UA"/>
        </w:rPr>
      </w:pPr>
    </w:p>
    <w:p w:rsidR="005E676F" w:rsidRDefault="005E676F" w:rsidP="00BD43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BD43E0">
        <w:rPr>
          <w:sz w:val="28"/>
          <w:szCs w:val="28"/>
          <w:lang w:val="uk-UA"/>
        </w:rPr>
        <w:t xml:space="preserve">. Про внесення змін до напрямків використання коштів іншої субвенції виділеної Марківською селищною радою на фінансову підтримку </w:t>
      </w:r>
      <w:r>
        <w:rPr>
          <w:sz w:val="28"/>
          <w:szCs w:val="28"/>
          <w:lang w:val="uk-UA"/>
        </w:rPr>
        <w:t>ком</w:t>
      </w:r>
      <w:r w:rsidRPr="00BD43E0">
        <w:rPr>
          <w:sz w:val="28"/>
          <w:szCs w:val="28"/>
          <w:lang w:val="uk-UA"/>
        </w:rPr>
        <w:t>унального некомерційного підприємства «</w:t>
      </w:r>
      <w:r>
        <w:rPr>
          <w:sz w:val="28"/>
          <w:szCs w:val="28"/>
          <w:lang w:val="uk-UA"/>
        </w:rPr>
        <w:t>Марківський центр первинної медико-санітарної допомоги</w:t>
      </w:r>
      <w:r w:rsidRPr="00BD43E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5E676F" w:rsidRPr="00BD43E0" w:rsidRDefault="005E676F" w:rsidP="00C53898">
      <w:pPr>
        <w:ind w:right="175" w:firstLine="708"/>
        <w:jc w:val="both"/>
        <w:rPr>
          <w:sz w:val="28"/>
          <w:szCs w:val="28"/>
          <w:lang w:val="uk-UA"/>
        </w:rPr>
      </w:pPr>
      <w:r w:rsidRPr="00F10F51">
        <w:rPr>
          <w:b/>
          <w:i/>
          <w:sz w:val="28"/>
          <w:szCs w:val="28"/>
          <w:lang w:val="uk-UA"/>
        </w:rPr>
        <w:t>Доповідає</w:t>
      </w:r>
      <w:r w:rsidRPr="00BD43E0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    </w:t>
      </w:r>
      <w:r w:rsidRPr="00BD43E0">
        <w:rPr>
          <w:sz w:val="28"/>
          <w:szCs w:val="28"/>
          <w:lang w:val="uk-UA"/>
        </w:rPr>
        <w:t>Ірина Кравцова.</w:t>
      </w:r>
    </w:p>
    <w:p w:rsidR="005E676F" w:rsidRPr="00BD43E0" w:rsidRDefault="005E676F" w:rsidP="00BD43E0">
      <w:pPr>
        <w:ind w:firstLine="708"/>
        <w:jc w:val="both"/>
        <w:rPr>
          <w:sz w:val="28"/>
          <w:szCs w:val="28"/>
          <w:lang w:val="uk-UA"/>
        </w:rPr>
      </w:pPr>
    </w:p>
    <w:p w:rsidR="005E676F" w:rsidRPr="00C53898" w:rsidRDefault="005E676F" w:rsidP="00BD43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C53898">
        <w:rPr>
          <w:sz w:val="28"/>
          <w:szCs w:val="28"/>
        </w:rPr>
        <w:t>. Про внесення змін до бюджету Марківської селищної ради на 2020 рік.</w:t>
      </w:r>
    </w:p>
    <w:p w:rsidR="005E676F" w:rsidRPr="00C53898" w:rsidRDefault="005E676F" w:rsidP="00BD43E0">
      <w:pPr>
        <w:ind w:right="175" w:firstLine="708"/>
        <w:jc w:val="both"/>
        <w:rPr>
          <w:sz w:val="28"/>
          <w:szCs w:val="28"/>
          <w:lang w:val="uk-UA"/>
        </w:rPr>
      </w:pPr>
      <w:r w:rsidRPr="00C53898">
        <w:rPr>
          <w:b/>
          <w:i/>
          <w:sz w:val="28"/>
          <w:szCs w:val="28"/>
          <w:lang w:val="uk-UA"/>
        </w:rPr>
        <w:t>Доповідає</w:t>
      </w:r>
      <w:r w:rsidRPr="00C53898">
        <w:rPr>
          <w:sz w:val="28"/>
          <w:szCs w:val="28"/>
          <w:lang w:val="uk-UA"/>
        </w:rPr>
        <w:t>: начальник відділу фінансів Марківської селищної ради Ірина Кравцова.</w:t>
      </w:r>
    </w:p>
    <w:p w:rsidR="005E676F" w:rsidRDefault="005E676F" w:rsidP="00D436FE">
      <w:pPr>
        <w:ind w:firstLine="708"/>
        <w:jc w:val="both"/>
        <w:rPr>
          <w:sz w:val="28"/>
          <w:szCs w:val="28"/>
          <w:lang w:val="uk-UA"/>
        </w:rPr>
      </w:pPr>
    </w:p>
    <w:p w:rsidR="005E676F" w:rsidRPr="00C62AAC" w:rsidRDefault="005E676F" w:rsidP="00C62AAC">
      <w:pPr>
        <w:ind w:firstLine="708"/>
        <w:rPr>
          <w:sz w:val="28"/>
          <w:szCs w:val="28"/>
          <w:lang w:val="uk-UA"/>
        </w:rPr>
      </w:pPr>
      <w:r w:rsidRPr="00C62AAC">
        <w:rPr>
          <w:sz w:val="28"/>
          <w:szCs w:val="28"/>
          <w:lang w:val="uk-UA"/>
        </w:rPr>
        <w:t>12. Про прийняття із спільної власності територіальних громад Марківського району комунальних установ та нерухомого</w:t>
      </w:r>
      <w:r>
        <w:rPr>
          <w:sz w:val="28"/>
          <w:szCs w:val="28"/>
          <w:lang w:val="uk-UA"/>
        </w:rPr>
        <w:t xml:space="preserve"> </w:t>
      </w:r>
      <w:r w:rsidRPr="00C62AAC">
        <w:rPr>
          <w:sz w:val="28"/>
          <w:szCs w:val="28"/>
          <w:lang w:val="uk-UA"/>
        </w:rPr>
        <w:t>і рухомого майна у власність Марківської селищної ради</w:t>
      </w:r>
      <w:r>
        <w:rPr>
          <w:sz w:val="28"/>
          <w:szCs w:val="28"/>
          <w:lang w:val="uk-UA"/>
        </w:rPr>
        <w:t>.</w:t>
      </w:r>
    </w:p>
    <w:p w:rsidR="005E676F" w:rsidRPr="00C53898" w:rsidRDefault="005E676F" w:rsidP="008A3E25">
      <w:pPr>
        <w:ind w:right="175" w:firstLine="708"/>
        <w:jc w:val="both"/>
        <w:rPr>
          <w:sz w:val="28"/>
          <w:szCs w:val="28"/>
          <w:lang w:val="uk-UA"/>
        </w:rPr>
      </w:pPr>
      <w:r w:rsidRPr="00C53898">
        <w:rPr>
          <w:b/>
          <w:i/>
          <w:sz w:val="28"/>
          <w:szCs w:val="28"/>
          <w:lang w:val="uk-UA"/>
        </w:rPr>
        <w:t>Доповідає</w:t>
      </w:r>
      <w:r w:rsidRPr="00C53898">
        <w:rPr>
          <w:sz w:val="28"/>
          <w:szCs w:val="28"/>
          <w:lang w:val="uk-UA"/>
        </w:rPr>
        <w:t xml:space="preserve">: начальник </w:t>
      </w:r>
      <w:r>
        <w:rPr>
          <w:sz w:val="28"/>
          <w:szCs w:val="28"/>
          <w:lang w:val="uk-UA"/>
        </w:rPr>
        <w:t xml:space="preserve">юридичного </w:t>
      </w:r>
      <w:r w:rsidRPr="00C53898">
        <w:rPr>
          <w:sz w:val="28"/>
          <w:szCs w:val="28"/>
          <w:lang w:val="uk-UA"/>
        </w:rPr>
        <w:t xml:space="preserve">відділу Марківської селищної ради </w:t>
      </w:r>
      <w:r>
        <w:rPr>
          <w:sz w:val="28"/>
          <w:szCs w:val="28"/>
          <w:lang w:val="uk-UA"/>
        </w:rPr>
        <w:t xml:space="preserve">                     Ігор Лигута</w:t>
      </w:r>
      <w:r w:rsidRPr="00C53898">
        <w:rPr>
          <w:sz w:val="28"/>
          <w:szCs w:val="28"/>
          <w:lang w:val="uk-UA"/>
        </w:rPr>
        <w:t>.</w:t>
      </w:r>
    </w:p>
    <w:p w:rsidR="005E676F" w:rsidRDefault="005E676F" w:rsidP="00D436FE">
      <w:pPr>
        <w:ind w:firstLine="708"/>
        <w:jc w:val="both"/>
        <w:rPr>
          <w:sz w:val="28"/>
          <w:szCs w:val="28"/>
          <w:lang w:val="uk-UA"/>
        </w:rPr>
      </w:pPr>
    </w:p>
    <w:p w:rsidR="005E676F" w:rsidRPr="001929B3" w:rsidRDefault="005E676F" w:rsidP="00D436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1929B3">
        <w:rPr>
          <w:sz w:val="28"/>
          <w:szCs w:val="28"/>
          <w:lang w:val="uk-UA"/>
        </w:rPr>
        <w:t>Різне.</w:t>
      </w:r>
    </w:p>
    <w:p w:rsidR="005E676F" w:rsidRPr="001929B3" w:rsidRDefault="005E676F" w:rsidP="0072192E">
      <w:pPr>
        <w:jc w:val="both"/>
        <w:rPr>
          <w:sz w:val="28"/>
          <w:szCs w:val="28"/>
          <w:lang w:val="uk-UA"/>
        </w:rPr>
      </w:pPr>
    </w:p>
    <w:p w:rsidR="005E676F" w:rsidRPr="001929B3" w:rsidRDefault="005E676F" w:rsidP="0072192E">
      <w:pPr>
        <w:jc w:val="both"/>
        <w:rPr>
          <w:sz w:val="28"/>
          <w:szCs w:val="28"/>
          <w:lang w:val="uk-UA"/>
        </w:rPr>
      </w:pPr>
    </w:p>
    <w:p w:rsidR="005E676F" w:rsidRPr="001929B3" w:rsidRDefault="005E676F" w:rsidP="0072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            Ігор ДЗЮБА</w:t>
      </w:r>
    </w:p>
    <w:sectPr w:rsidR="005E676F" w:rsidRPr="001929B3" w:rsidSect="00C71902">
      <w:pgSz w:w="11906" w:h="16838"/>
      <w:pgMar w:top="567" w:right="567" w:bottom="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76F" w:rsidRDefault="005E676F" w:rsidP="00D96CE1">
      <w:r>
        <w:separator/>
      </w:r>
    </w:p>
  </w:endnote>
  <w:endnote w:type="continuationSeparator" w:id="0">
    <w:p w:rsidR="005E676F" w:rsidRDefault="005E676F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76F" w:rsidRDefault="005E676F" w:rsidP="00D96CE1">
      <w:r>
        <w:separator/>
      </w:r>
    </w:p>
  </w:footnote>
  <w:footnote w:type="continuationSeparator" w:id="0">
    <w:p w:rsidR="005E676F" w:rsidRDefault="005E676F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B3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3DA"/>
    <w:rsid w:val="000476A8"/>
    <w:rsid w:val="00047B07"/>
    <w:rsid w:val="00047BA2"/>
    <w:rsid w:val="00047E88"/>
    <w:rsid w:val="00047E95"/>
    <w:rsid w:val="00050C43"/>
    <w:rsid w:val="00050CCE"/>
    <w:rsid w:val="00051901"/>
    <w:rsid w:val="00051B8F"/>
    <w:rsid w:val="00052308"/>
    <w:rsid w:val="00052462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F12"/>
    <w:rsid w:val="00075774"/>
    <w:rsid w:val="000761B3"/>
    <w:rsid w:val="000770BA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4A"/>
    <w:rsid w:val="000A29F5"/>
    <w:rsid w:val="000A314A"/>
    <w:rsid w:val="000A38AB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C08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1939"/>
    <w:rsid w:val="000E223A"/>
    <w:rsid w:val="000E299B"/>
    <w:rsid w:val="000E4932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27D"/>
    <w:rsid w:val="001062F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4AC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80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9B3"/>
    <w:rsid w:val="00192A25"/>
    <w:rsid w:val="00192D00"/>
    <w:rsid w:val="001931F9"/>
    <w:rsid w:val="00194BBF"/>
    <w:rsid w:val="00195516"/>
    <w:rsid w:val="00195A15"/>
    <w:rsid w:val="00195F47"/>
    <w:rsid w:val="001961E1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77DB"/>
    <w:rsid w:val="001A788D"/>
    <w:rsid w:val="001A7B16"/>
    <w:rsid w:val="001B02BF"/>
    <w:rsid w:val="001B0511"/>
    <w:rsid w:val="001B09EA"/>
    <w:rsid w:val="001B0AED"/>
    <w:rsid w:val="001B15CC"/>
    <w:rsid w:val="001B1F83"/>
    <w:rsid w:val="001B2124"/>
    <w:rsid w:val="001B2B7D"/>
    <w:rsid w:val="001B31B0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A09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552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7B5"/>
    <w:rsid w:val="00217E80"/>
    <w:rsid w:val="00217EBE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149"/>
    <w:rsid w:val="002654B0"/>
    <w:rsid w:val="00265F39"/>
    <w:rsid w:val="00265F7E"/>
    <w:rsid w:val="00267189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3DF"/>
    <w:rsid w:val="00294B1A"/>
    <w:rsid w:val="00294C14"/>
    <w:rsid w:val="00294E8C"/>
    <w:rsid w:val="0029576F"/>
    <w:rsid w:val="00295EB0"/>
    <w:rsid w:val="00296064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21F7"/>
    <w:rsid w:val="002B33CB"/>
    <w:rsid w:val="002B43CB"/>
    <w:rsid w:val="002B48EC"/>
    <w:rsid w:val="002B4A56"/>
    <w:rsid w:val="002B4B5E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80A"/>
    <w:rsid w:val="002C0C6E"/>
    <w:rsid w:val="002C1B83"/>
    <w:rsid w:val="002C2E73"/>
    <w:rsid w:val="002C3AED"/>
    <w:rsid w:val="002C3EE5"/>
    <w:rsid w:val="002C421C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7A"/>
    <w:rsid w:val="003235CC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5065"/>
    <w:rsid w:val="0035570D"/>
    <w:rsid w:val="00355BC3"/>
    <w:rsid w:val="00355C99"/>
    <w:rsid w:val="00355EE2"/>
    <w:rsid w:val="00356233"/>
    <w:rsid w:val="00356419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1F6"/>
    <w:rsid w:val="003B53EE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E70"/>
    <w:rsid w:val="003D08C9"/>
    <w:rsid w:val="003D09F6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69A"/>
    <w:rsid w:val="003E180C"/>
    <w:rsid w:val="003E1821"/>
    <w:rsid w:val="003E1AC5"/>
    <w:rsid w:val="003E2585"/>
    <w:rsid w:val="003E2722"/>
    <w:rsid w:val="003E2778"/>
    <w:rsid w:val="003E34DB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18B"/>
    <w:rsid w:val="003F75F2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E02"/>
    <w:rsid w:val="00406E6F"/>
    <w:rsid w:val="004073BD"/>
    <w:rsid w:val="0040763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268D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A7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9DF"/>
    <w:rsid w:val="00495B2B"/>
    <w:rsid w:val="00495C2A"/>
    <w:rsid w:val="00495F6B"/>
    <w:rsid w:val="00496EED"/>
    <w:rsid w:val="004976E9"/>
    <w:rsid w:val="00497727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06A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6E91"/>
    <w:rsid w:val="004B7026"/>
    <w:rsid w:val="004B78D4"/>
    <w:rsid w:val="004C00D3"/>
    <w:rsid w:val="004C0F15"/>
    <w:rsid w:val="004C152A"/>
    <w:rsid w:val="004C16AF"/>
    <w:rsid w:val="004C2B12"/>
    <w:rsid w:val="004C2B6B"/>
    <w:rsid w:val="004C2EC7"/>
    <w:rsid w:val="004C32B3"/>
    <w:rsid w:val="004C3D23"/>
    <w:rsid w:val="004C3FC5"/>
    <w:rsid w:val="004C537E"/>
    <w:rsid w:val="004C5574"/>
    <w:rsid w:val="004C5E3F"/>
    <w:rsid w:val="004C5E52"/>
    <w:rsid w:val="004C6FF5"/>
    <w:rsid w:val="004C7149"/>
    <w:rsid w:val="004C7C5E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BF"/>
    <w:rsid w:val="00510AD6"/>
    <w:rsid w:val="00512E5C"/>
    <w:rsid w:val="00513436"/>
    <w:rsid w:val="005136BC"/>
    <w:rsid w:val="00513AAD"/>
    <w:rsid w:val="00514433"/>
    <w:rsid w:val="00514F11"/>
    <w:rsid w:val="0051540F"/>
    <w:rsid w:val="005154A6"/>
    <w:rsid w:val="0051551E"/>
    <w:rsid w:val="00515604"/>
    <w:rsid w:val="00515DC8"/>
    <w:rsid w:val="00516241"/>
    <w:rsid w:val="00517690"/>
    <w:rsid w:val="00517C41"/>
    <w:rsid w:val="00520B18"/>
    <w:rsid w:val="00520D57"/>
    <w:rsid w:val="00521620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056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70B8"/>
    <w:rsid w:val="0058715C"/>
    <w:rsid w:val="005908F4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71D"/>
    <w:rsid w:val="005E5EB6"/>
    <w:rsid w:val="005E676F"/>
    <w:rsid w:val="005E6E03"/>
    <w:rsid w:val="005E759E"/>
    <w:rsid w:val="005F0643"/>
    <w:rsid w:val="005F06C9"/>
    <w:rsid w:val="005F11B4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5662"/>
    <w:rsid w:val="00635BB0"/>
    <w:rsid w:val="00635DA6"/>
    <w:rsid w:val="00636029"/>
    <w:rsid w:val="00636074"/>
    <w:rsid w:val="00636A98"/>
    <w:rsid w:val="006371D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76F8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63A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E54"/>
    <w:rsid w:val="00692F12"/>
    <w:rsid w:val="00693E3C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80C"/>
    <w:rsid w:val="006B5F2C"/>
    <w:rsid w:val="006B6091"/>
    <w:rsid w:val="006B6164"/>
    <w:rsid w:val="006B6352"/>
    <w:rsid w:val="006B6CAE"/>
    <w:rsid w:val="006B7E6F"/>
    <w:rsid w:val="006C04FA"/>
    <w:rsid w:val="006C070A"/>
    <w:rsid w:val="006C139D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4313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520"/>
    <w:rsid w:val="00710E72"/>
    <w:rsid w:val="00711B32"/>
    <w:rsid w:val="007126F5"/>
    <w:rsid w:val="00713306"/>
    <w:rsid w:val="007133AF"/>
    <w:rsid w:val="007135B5"/>
    <w:rsid w:val="00713E62"/>
    <w:rsid w:val="007142CD"/>
    <w:rsid w:val="0071474C"/>
    <w:rsid w:val="007155B6"/>
    <w:rsid w:val="00715B77"/>
    <w:rsid w:val="00715BEA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9F4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B46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10F6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05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31C8"/>
    <w:rsid w:val="007F3E67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250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2DFB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21A"/>
    <w:rsid w:val="008457EE"/>
    <w:rsid w:val="00846171"/>
    <w:rsid w:val="00846517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6FB"/>
    <w:rsid w:val="0087537A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471"/>
    <w:rsid w:val="00881BA7"/>
    <w:rsid w:val="00881F61"/>
    <w:rsid w:val="00882059"/>
    <w:rsid w:val="00882150"/>
    <w:rsid w:val="00883200"/>
    <w:rsid w:val="00883989"/>
    <w:rsid w:val="00883C2B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364B"/>
    <w:rsid w:val="008A3E25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29E1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379F"/>
    <w:rsid w:val="008D3A39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B7"/>
    <w:rsid w:val="008E5CF2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F39"/>
    <w:rsid w:val="009540B1"/>
    <w:rsid w:val="009544ED"/>
    <w:rsid w:val="0095451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33F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5D5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1191"/>
    <w:rsid w:val="009E12FD"/>
    <w:rsid w:val="009E1950"/>
    <w:rsid w:val="009E2515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BF6"/>
    <w:rsid w:val="009F7ECB"/>
    <w:rsid w:val="00A00BCC"/>
    <w:rsid w:val="00A01092"/>
    <w:rsid w:val="00A0156D"/>
    <w:rsid w:val="00A016CB"/>
    <w:rsid w:val="00A01727"/>
    <w:rsid w:val="00A01C6F"/>
    <w:rsid w:val="00A01F3A"/>
    <w:rsid w:val="00A02B58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1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107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471C"/>
    <w:rsid w:val="00A851F0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4FD"/>
    <w:rsid w:val="00A957FC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621A"/>
    <w:rsid w:val="00AA72FA"/>
    <w:rsid w:val="00AA73CF"/>
    <w:rsid w:val="00AA79FF"/>
    <w:rsid w:val="00AA7FC6"/>
    <w:rsid w:val="00AB0AF1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0D86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3339"/>
    <w:rsid w:val="00B8359E"/>
    <w:rsid w:val="00B83936"/>
    <w:rsid w:val="00B83F44"/>
    <w:rsid w:val="00B844AA"/>
    <w:rsid w:val="00B84989"/>
    <w:rsid w:val="00B84996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5058"/>
    <w:rsid w:val="00BC5389"/>
    <w:rsid w:val="00BC564E"/>
    <w:rsid w:val="00BC5A74"/>
    <w:rsid w:val="00BC5DCC"/>
    <w:rsid w:val="00BC73EA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43E0"/>
    <w:rsid w:val="00BD6717"/>
    <w:rsid w:val="00BD671F"/>
    <w:rsid w:val="00BD70CB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60E1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6BF8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8E0"/>
    <w:rsid w:val="00C4540A"/>
    <w:rsid w:val="00C45754"/>
    <w:rsid w:val="00C47D91"/>
    <w:rsid w:val="00C507EE"/>
    <w:rsid w:val="00C51149"/>
    <w:rsid w:val="00C5130F"/>
    <w:rsid w:val="00C51707"/>
    <w:rsid w:val="00C524C3"/>
    <w:rsid w:val="00C52D90"/>
    <w:rsid w:val="00C533FC"/>
    <w:rsid w:val="00C53898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2AAC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69A"/>
    <w:rsid w:val="00C67D33"/>
    <w:rsid w:val="00C67F4B"/>
    <w:rsid w:val="00C70581"/>
    <w:rsid w:val="00C70D39"/>
    <w:rsid w:val="00C71086"/>
    <w:rsid w:val="00C71459"/>
    <w:rsid w:val="00C716E1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0E1B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4F20"/>
    <w:rsid w:val="00CF51F0"/>
    <w:rsid w:val="00CF5203"/>
    <w:rsid w:val="00CF5340"/>
    <w:rsid w:val="00CF580D"/>
    <w:rsid w:val="00CF5E24"/>
    <w:rsid w:val="00CF66EB"/>
    <w:rsid w:val="00CF6D09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B92"/>
    <w:rsid w:val="00D04EA9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241B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4190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A0A99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B12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441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77A"/>
    <w:rsid w:val="00E5751B"/>
    <w:rsid w:val="00E575D5"/>
    <w:rsid w:val="00E605E0"/>
    <w:rsid w:val="00E606C4"/>
    <w:rsid w:val="00E60852"/>
    <w:rsid w:val="00E60A66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9"/>
    <w:rsid w:val="00E7662A"/>
    <w:rsid w:val="00E76992"/>
    <w:rsid w:val="00E76BEE"/>
    <w:rsid w:val="00E77361"/>
    <w:rsid w:val="00E80724"/>
    <w:rsid w:val="00E80E9A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E8A"/>
    <w:rsid w:val="00F1068E"/>
    <w:rsid w:val="00F10A22"/>
    <w:rsid w:val="00F10D88"/>
    <w:rsid w:val="00F10F51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790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3E5"/>
    <w:rsid w:val="00F310EE"/>
    <w:rsid w:val="00F3148D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7B54"/>
    <w:rsid w:val="00F50AA5"/>
    <w:rsid w:val="00F51415"/>
    <w:rsid w:val="00F52238"/>
    <w:rsid w:val="00F526D2"/>
    <w:rsid w:val="00F52A89"/>
    <w:rsid w:val="00F52B57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6B1E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41D8"/>
    <w:rsid w:val="00F94765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595E"/>
    <w:rsid w:val="00FC61EC"/>
    <w:rsid w:val="00FC68A6"/>
    <w:rsid w:val="00FC6A8D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360</TotalTime>
  <Pages>2</Pages>
  <Words>450</Words>
  <Characters>2568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37</cp:revision>
  <cp:lastPrinted>2020-11-23T12:24:00Z</cp:lastPrinted>
  <dcterms:created xsi:type="dcterms:W3CDTF">2020-11-13T14:59:00Z</dcterms:created>
  <dcterms:modified xsi:type="dcterms:W3CDTF">2020-11-24T11:04:00Z</dcterms:modified>
</cp:coreProperties>
</file>