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76E" w:rsidRPr="00E515D7" w:rsidRDefault="0063076E" w:rsidP="00071A7E">
      <w:pPr>
        <w:pStyle w:val="Heading1"/>
        <w:jc w:val="left"/>
        <w:rPr>
          <w:i/>
          <w:szCs w:val="24"/>
          <w:lang w:val="ru-RU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0.65pt;margin-top:-41.2pt;width:27.55pt;height:35.3pt;z-index:251658240;visibility:visible" filled="t" fillcolor="red" stroked="t" strokecolor="white">
            <v:imagedata r:id="rId5" o:title="" gain="546133f" blacklevel="-11796f"/>
          </v:shape>
        </w:pict>
      </w:r>
      <w:r>
        <w:rPr>
          <w:sz w:val="28"/>
          <w:szCs w:val="28"/>
        </w:rPr>
        <w:t xml:space="preserve">                              </w:t>
      </w:r>
      <w:r w:rsidRPr="004716B4">
        <w:rPr>
          <w:sz w:val="28"/>
          <w:szCs w:val="28"/>
        </w:rPr>
        <w:t>МАРКІВСЬКА СЕЛИЩНА РАДА</w:t>
      </w:r>
      <w:r>
        <w:rPr>
          <w:sz w:val="28"/>
          <w:szCs w:val="28"/>
        </w:rPr>
        <w:t xml:space="preserve">                         </w:t>
      </w:r>
    </w:p>
    <w:p w:rsidR="0063076E" w:rsidRPr="004716B4" w:rsidRDefault="0063076E" w:rsidP="00112AA2">
      <w:pPr>
        <w:pStyle w:val="Heading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63076E" w:rsidRPr="00AE2B2E" w:rsidRDefault="0063076E" w:rsidP="00AE2B2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A835DD">
        <w:rPr>
          <w:b/>
          <w:bCs/>
          <w:sz w:val="28"/>
          <w:szCs w:val="28"/>
        </w:rPr>
        <w:t>1</w:t>
      </w:r>
      <w:r w:rsidRPr="00637C4D">
        <w:rPr>
          <w:b/>
          <w:bCs/>
          <w:sz w:val="28"/>
          <w:szCs w:val="28"/>
        </w:rPr>
        <w:t>2</w:t>
      </w:r>
      <w:r w:rsidRPr="00A62CB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СЕСІЯ 7</w:t>
      </w:r>
      <w:r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63076E" w:rsidRPr="004716B4" w:rsidRDefault="0063076E" w:rsidP="00112AA2">
      <w:pPr>
        <w:pStyle w:val="BodyText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>25</w:t>
      </w:r>
      <w:r w:rsidRPr="00A835DD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лютого</w:t>
      </w:r>
      <w:r w:rsidRPr="004224C8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</w:t>
      </w:r>
      <w:r w:rsidRPr="004716B4">
        <w:rPr>
          <w:bCs/>
          <w:szCs w:val="24"/>
        </w:rPr>
        <w:t xml:space="preserve"> року</w:t>
      </w:r>
    </w:p>
    <w:p w:rsidR="0063076E" w:rsidRDefault="0063076E" w:rsidP="00112AA2">
      <w:pPr>
        <w:pStyle w:val="BodyText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>
        <w:rPr>
          <w:bCs/>
          <w:sz w:val="28"/>
          <w:szCs w:val="28"/>
          <w:lang w:val="ru-RU"/>
        </w:rPr>
        <w:t xml:space="preserve">         </w:t>
      </w:r>
      <w:r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>
        <w:rPr>
          <w:bCs/>
          <w:szCs w:val="24"/>
          <w:lang w:val="ru-RU"/>
        </w:rPr>
        <w:t xml:space="preserve"> 1</w:t>
      </w:r>
      <w:r w:rsidRPr="00637C4D">
        <w:rPr>
          <w:bCs/>
          <w:szCs w:val="24"/>
          <w:lang w:val="ru-RU"/>
        </w:rPr>
        <w:t>2</w:t>
      </w:r>
      <w:r w:rsidRPr="001E1021">
        <w:rPr>
          <w:bCs/>
          <w:szCs w:val="24"/>
          <w:lang w:val="ru-RU"/>
        </w:rPr>
        <w:t xml:space="preserve"> –</w:t>
      </w:r>
      <w:r>
        <w:rPr>
          <w:bCs/>
          <w:szCs w:val="24"/>
          <w:lang w:val="ru-RU"/>
        </w:rPr>
        <w:t xml:space="preserve"> 3</w:t>
      </w:r>
      <w:r w:rsidRPr="007800E6">
        <w:rPr>
          <w:bCs/>
          <w:szCs w:val="24"/>
          <w:lang w:val="ru-RU"/>
        </w:rPr>
        <w:t>9</w:t>
      </w:r>
      <w:r w:rsidRPr="001E1021">
        <w:rPr>
          <w:bCs/>
          <w:szCs w:val="24"/>
          <w:lang w:val="ru-RU"/>
        </w:rPr>
        <w:t>/</w:t>
      </w:r>
      <w:r>
        <w:rPr>
          <w:bCs/>
          <w:szCs w:val="24"/>
          <w:lang w:val="ru-RU"/>
        </w:rPr>
        <w:t>2020</w:t>
      </w:r>
    </w:p>
    <w:p w:rsidR="0063076E" w:rsidRPr="00AE2B2E" w:rsidRDefault="0063076E" w:rsidP="00112AA2">
      <w:pPr>
        <w:pStyle w:val="BodyText2"/>
        <w:jc w:val="both"/>
        <w:rPr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070"/>
      </w:tblGrid>
      <w:tr w:rsidR="0063076E" w:rsidRPr="001A29E7" w:rsidTr="00C6246A">
        <w:trPr>
          <w:trHeight w:val="1570"/>
        </w:trPr>
        <w:tc>
          <w:tcPr>
            <w:tcW w:w="5070" w:type="dxa"/>
          </w:tcPr>
          <w:p w:rsidR="0063076E" w:rsidRPr="00C6246A" w:rsidRDefault="0063076E" w:rsidP="00C6246A">
            <w:pPr>
              <w:pStyle w:val="BodyText2"/>
              <w:jc w:val="both"/>
              <w:rPr>
                <w:b w:val="0"/>
              </w:rPr>
            </w:pPr>
            <w:r w:rsidRPr="00C6246A">
              <w:rPr>
                <w:b w:val="0"/>
                <w:bCs/>
                <w:szCs w:val="24"/>
              </w:rPr>
              <w:t xml:space="preserve">Про </w:t>
            </w:r>
            <w:r w:rsidRPr="00C6246A">
              <w:rPr>
                <w:b w:val="0"/>
                <w:bCs/>
                <w:szCs w:val="24"/>
                <w:lang w:val="ru-RU"/>
              </w:rPr>
              <w:t>надання дозволу на виготовлення</w:t>
            </w:r>
            <w:r w:rsidRPr="00C6246A">
              <w:rPr>
                <w:b w:val="0"/>
                <w:bCs/>
                <w:szCs w:val="24"/>
              </w:rPr>
              <w:t xml:space="preserve"> проекту</w:t>
            </w:r>
            <w:r w:rsidRPr="00C6246A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C6246A">
              <w:rPr>
                <w:b w:val="0"/>
                <w:bCs/>
                <w:szCs w:val="24"/>
              </w:rPr>
              <w:t>землеустрою</w:t>
            </w:r>
            <w:r w:rsidRPr="00C6246A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C6246A">
              <w:rPr>
                <w:b w:val="0"/>
                <w:bCs/>
                <w:szCs w:val="24"/>
              </w:rPr>
              <w:t>щодо</w:t>
            </w:r>
            <w:r w:rsidRPr="00C6246A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C6246A">
              <w:rPr>
                <w:b w:val="0"/>
                <w:bCs/>
                <w:szCs w:val="24"/>
              </w:rPr>
              <w:t>відведення земельної ділянк</w:t>
            </w:r>
            <w:r w:rsidRPr="00C6246A">
              <w:rPr>
                <w:b w:val="0"/>
                <w:bCs/>
                <w:szCs w:val="24"/>
                <w:lang w:val="ru-RU"/>
              </w:rPr>
              <w:t xml:space="preserve">и в приватну власність, </w:t>
            </w:r>
            <w:r w:rsidRPr="00C6246A">
              <w:rPr>
                <w:b w:val="0"/>
                <w:szCs w:val="24"/>
                <w:lang w:val="ru-RU"/>
              </w:rPr>
              <w:t>гр. Дугінову Максиму Олександровичу</w:t>
            </w:r>
            <w:r w:rsidRPr="00C6246A">
              <w:rPr>
                <w:b w:val="0"/>
                <w:szCs w:val="24"/>
              </w:rPr>
              <w:t>, для</w:t>
            </w:r>
            <w:r w:rsidRPr="00C6246A">
              <w:rPr>
                <w:b w:val="0"/>
                <w:szCs w:val="24"/>
                <w:lang w:val="ru-RU"/>
              </w:rPr>
              <w:t xml:space="preserve"> </w:t>
            </w:r>
            <w:r w:rsidRPr="00C6246A">
              <w:rPr>
                <w:b w:val="0"/>
              </w:rPr>
              <w:t xml:space="preserve"> ведення особистого селянського господарства,</w:t>
            </w:r>
            <w:r>
              <w:t xml:space="preserve"> </w:t>
            </w:r>
            <w:r w:rsidRPr="00C6246A">
              <w:rPr>
                <w:b w:val="0"/>
                <w:szCs w:val="24"/>
              </w:rPr>
              <w:t xml:space="preserve">за адресою: смт. Марківка, вул. Єременка, буд. 137А, </w:t>
            </w:r>
            <w:r w:rsidRPr="00C6246A">
              <w:rPr>
                <w:b w:val="0"/>
                <w:bCs/>
                <w:szCs w:val="24"/>
              </w:rPr>
              <w:t>на території, яка за даними Державного земельного кадастру враховується в Марківській селищній раді Марківського району Луганської області.</w:t>
            </w:r>
          </w:p>
        </w:tc>
      </w:tr>
    </w:tbl>
    <w:p w:rsidR="0063076E" w:rsidRDefault="0063076E" w:rsidP="00B35D38">
      <w:pPr>
        <w:ind w:firstLine="709"/>
        <w:jc w:val="both"/>
        <w:rPr>
          <w:sz w:val="24"/>
          <w:szCs w:val="24"/>
          <w:lang w:val="uk-UA"/>
        </w:rPr>
      </w:pPr>
    </w:p>
    <w:p w:rsidR="0063076E" w:rsidRPr="00711682" w:rsidRDefault="0063076E" w:rsidP="00A835DD">
      <w:pPr>
        <w:pStyle w:val="BodyText2"/>
        <w:ind w:firstLine="709"/>
        <w:jc w:val="both"/>
        <w:rPr>
          <w:b w:val="0"/>
          <w:bCs/>
          <w:szCs w:val="24"/>
        </w:rPr>
      </w:pPr>
      <w:r w:rsidRPr="00711682">
        <w:rPr>
          <w:b w:val="0"/>
          <w:szCs w:val="24"/>
        </w:rPr>
        <w:t xml:space="preserve">Розглянувши заяву </w:t>
      </w:r>
      <w:r w:rsidRPr="00711682">
        <w:rPr>
          <w:b w:val="0"/>
          <w:szCs w:val="24"/>
          <w:lang w:val="ru-RU"/>
        </w:rPr>
        <w:t xml:space="preserve">гр. </w:t>
      </w:r>
      <w:r w:rsidRPr="00711682">
        <w:rPr>
          <w:b w:val="0"/>
          <w:szCs w:val="24"/>
        </w:rPr>
        <w:t>Дугінова Максима Олександровича,</w:t>
      </w:r>
      <w:r>
        <w:rPr>
          <w:b w:val="0"/>
          <w:szCs w:val="24"/>
        </w:rPr>
        <w:t xml:space="preserve"> представником якого є Гетьманський Євген Іванович, згідно довіреності НОЕ</w:t>
      </w:r>
      <w:r w:rsidRPr="00637C4D">
        <w:rPr>
          <w:b w:val="0"/>
          <w:szCs w:val="24"/>
        </w:rPr>
        <w:t xml:space="preserve"> </w:t>
      </w:r>
      <w:r>
        <w:rPr>
          <w:b w:val="0"/>
          <w:szCs w:val="24"/>
        </w:rPr>
        <w:t>377611 від 28.11.2019</w:t>
      </w:r>
      <w:r w:rsidRPr="00637C4D">
        <w:rPr>
          <w:b w:val="0"/>
          <w:szCs w:val="24"/>
        </w:rPr>
        <w:t xml:space="preserve"> року,</w:t>
      </w:r>
      <w:r w:rsidRPr="00711682">
        <w:rPr>
          <w:b w:val="0"/>
          <w:szCs w:val="24"/>
        </w:rPr>
        <w:t xml:space="preserve"> про</w:t>
      </w:r>
      <w:r w:rsidRPr="00711682">
        <w:rPr>
          <w:b w:val="0"/>
          <w:bCs/>
          <w:szCs w:val="24"/>
        </w:rPr>
        <w:t xml:space="preserve"> надання дозволу на виготовлення проекту землеустрою щодо відведення земельної ділянки в приватну власність, </w:t>
      </w:r>
      <w:r w:rsidRPr="00711682">
        <w:rPr>
          <w:b w:val="0"/>
          <w:szCs w:val="24"/>
        </w:rPr>
        <w:t>для ведення особистого селянського господ</w:t>
      </w:r>
      <w:r>
        <w:rPr>
          <w:b w:val="0"/>
          <w:szCs w:val="24"/>
        </w:rPr>
        <w:t>арства, орієнтовною площею 2,00</w:t>
      </w:r>
      <w:r w:rsidRPr="008E5085">
        <w:rPr>
          <w:b w:val="0"/>
          <w:szCs w:val="24"/>
          <w:lang w:val="ru-RU"/>
        </w:rPr>
        <w:t xml:space="preserve">00 </w:t>
      </w:r>
      <w:r w:rsidRPr="00711682">
        <w:rPr>
          <w:b w:val="0"/>
          <w:szCs w:val="24"/>
        </w:rPr>
        <w:t xml:space="preserve">га, на земельній ділянці знаходиться комплекс будівель та споруд, який згідно витягу з Державного реєстру речових прав на нерухоме майно належить </w:t>
      </w:r>
      <w:r>
        <w:rPr>
          <w:b w:val="0"/>
          <w:szCs w:val="24"/>
        </w:rPr>
        <w:t xml:space="preserve"> гр. </w:t>
      </w:r>
      <w:r w:rsidRPr="00711682">
        <w:rPr>
          <w:b w:val="0"/>
          <w:szCs w:val="24"/>
        </w:rPr>
        <w:t>Дугінову Максиму Олександровичу, на праві приватної власності, земельна ділянка розташована за адресою: смт. М</w:t>
      </w:r>
      <w:r>
        <w:rPr>
          <w:b w:val="0"/>
          <w:szCs w:val="24"/>
        </w:rPr>
        <w:t>арківка, вул. Єременка, 137А</w:t>
      </w:r>
      <w:r w:rsidRPr="00711682">
        <w:rPr>
          <w:b w:val="0"/>
          <w:szCs w:val="24"/>
        </w:rPr>
        <w:t xml:space="preserve">, </w:t>
      </w:r>
      <w:r w:rsidRPr="00711682">
        <w:rPr>
          <w:b w:val="0"/>
          <w:bCs/>
          <w:szCs w:val="24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118, 121, 122 Земельного кодексу України, сесія селищної ради</w:t>
      </w:r>
    </w:p>
    <w:p w:rsidR="0063076E" w:rsidRPr="00996591" w:rsidRDefault="0063076E" w:rsidP="00996591">
      <w:pPr>
        <w:pStyle w:val="BodyText2"/>
        <w:jc w:val="center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63076E" w:rsidRPr="000B56FA" w:rsidRDefault="0063076E" w:rsidP="000B56FA">
      <w:pPr>
        <w:pStyle w:val="BodyText2"/>
        <w:jc w:val="center"/>
        <w:rPr>
          <w:b w:val="0"/>
          <w:bCs/>
          <w:szCs w:val="24"/>
        </w:rPr>
      </w:pPr>
    </w:p>
    <w:p w:rsidR="0063076E" w:rsidRPr="00996591" w:rsidRDefault="0063076E" w:rsidP="0099659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6591">
        <w:rPr>
          <w:bCs/>
          <w:sz w:val="24"/>
          <w:szCs w:val="24"/>
        </w:rPr>
        <w:t xml:space="preserve">Рішення не прийнято, депутати не підтримали проект даного рішення </w:t>
      </w:r>
      <w:r w:rsidRPr="00996591">
        <w:rPr>
          <w:bCs/>
          <w:sz w:val="24"/>
          <w:szCs w:val="24"/>
          <w:lang w:val="uk-UA"/>
        </w:rPr>
        <w:t>«</w:t>
      </w:r>
      <w:r w:rsidRPr="00996591">
        <w:rPr>
          <w:bCs/>
          <w:sz w:val="24"/>
          <w:szCs w:val="24"/>
        </w:rPr>
        <w:t xml:space="preserve">Про надання дозволу на виготовлення проекту землеустрою щодо відведення земельної ділянки в приватну власність, </w:t>
      </w:r>
      <w:r w:rsidRPr="00996591">
        <w:rPr>
          <w:sz w:val="24"/>
          <w:szCs w:val="24"/>
        </w:rPr>
        <w:t xml:space="preserve">гр. Дугінову Максиму Олександровичу, для  ведення особистого селянського господарства, за адресою: смт. Марківка, вул. Єременка, буд. 137А, </w:t>
      </w:r>
      <w:r w:rsidRPr="00996591">
        <w:rPr>
          <w:bCs/>
          <w:sz w:val="24"/>
          <w:szCs w:val="24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</w:t>
      </w:r>
      <w:r w:rsidRPr="00996591">
        <w:rPr>
          <w:bCs/>
          <w:sz w:val="24"/>
          <w:szCs w:val="24"/>
          <w:lang w:val="uk-UA"/>
        </w:rPr>
        <w:t>»</w:t>
      </w:r>
      <w:r>
        <w:rPr>
          <w:bCs/>
          <w:sz w:val="24"/>
          <w:szCs w:val="24"/>
          <w:lang w:val="uk-UA"/>
        </w:rPr>
        <w:t>.</w:t>
      </w:r>
    </w:p>
    <w:p w:rsidR="0063076E" w:rsidRPr="00B8622B" w:rsidRDefault="0063076E" w:rsidP="00A835DD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67772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63076E" w:rsidRPr="00967772" w:rsidRDefault="0063076E" w:rsidP="00FC79A6">
      <w:pPr>
        <w:pStyle w:val="ListParagraph"/>
        <w:jc w:val="both"/>
        <w:rPr>
          <w:sz w:val="24"/>
          <w:szCs w:val="24"/>
          <w:lang w:val="uk-UA"/>
        </w:rPr>
      </w:pPr>
    </w:p>
    <w:p w:rsidR="0063076E" w:rsidRPr="004E69D6" w:rsidRDefault="0063076E" w:rsidP="00FC79A6">
      <w:pPr>
        <w:pStyle w:val="BodyText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3076E" w:rsidRPr="00983832" w:rsidRDefault="0063076E" w:rsidP="00775A5A">
      <w:pPr>
        <w:pStyle w:val="ListParagraph"/>
        <w:ind w:left="0"/>
        <w:jc w:val="both"/>
        <w:rPr>
          <w:b/>
          <w:bCs/>
          <w:sz w:val="24"/>
          <w:szCs w:val="24"/>
          <w:lang w:val="uk-UA"/>
        </w:rPr>
      </w:pPr>
      <w:r w:rsidRPr="004E69D6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Ігор ДЗЮБА</w:t>
      </w:r>
    </w:p>
    <w:sectPr w:rsidR="0063076E" w:rsidRPr="00983832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22C"/>
    <w:rsid w:val="00000952"/>
    <w:rsid w:val="00031C60"/>
    <w:rsid w:val="00053F97"/>
    <w:rsid w:val="00071A7E"/>
    <w:rsid w:val="000754D4"/>
    <w:rsid w:val="00075911"/>
    <w:rsid w:val="00084EA0"/>
    <w:rsid w:val="00092532"/>
    <w:rsid w:val="000B56FA"/>
    <w:rsid w:val="000B60BB"/>
    <w:rsid w:val="000D4047"/>
    <w:rsid w:val="000F322C"/>
    <w:rsid w:val="000F7971"/>
    <w:rsid w:val="0011157A"/>
    <w:rsid w:val="00111A02"/>
    <w:rsid w:val="00112AA2"/>
    <w:rsid w:val="00133054"/>
    <w:rsid w:val="00143D5D"/>
    <w:rsid w:val="001671F6"/>
    <w:rsid w:val="00171E81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915D3"/>
    <w:rsid w:val="002948F3"/>
    <w:rsid w:val="002D1D08"/>
    <w:rsid w:val="002D241F"/>
    <w:rsid w:val="002D3B64"/>
    <w:rsid w:val="002E7A05"/>
    <w:rsid w:val="002F225F"/>
    <w:rsid w:val="003006CC"/>
    <w:rsid w:val="00302429"/>
    <w:rsid w:val="003143E8"/>
    <w:rsid w:val="00333EFB"/>
    <w:rsid w:val="00344DC9"/>
    <w:rsid w:val="00372368"/>
    <w:rsid w:val="0037271B"/>
    <w:rsid w:val="00376A18"/>
    <w:rsid w:val="0039331F"/>
    <w:rsid w:val="003F6D0D"/>
    <w:rsid w:val="004224C8"/>
    <w:rsid w:val="00425AC2"/>
    <w:rsid w:val="0042746E"/>
    <w:rsid w:val="00432316"/>
    <w:rsid w:val="004421A9"/>
    <w:rsid w:val="00442747"/>
    <w:rsid w:val="004716B4"/>
    <w:rsid w:val="004754B8"/>
    <w:rsid w:val="004760B7"/>
    <w:rsid w:val="00485016"/>
    <w:rsid w:val="004A6562"/>
    <w:rsid w:val="004C731C"/>
    <w:rsid w:val="004D3F5E"/>
    <w:rsid w:val="004E4829"/>
    <w:rsid w:val="004E69D6"/>
    <w:rsid w:val="00510783"/>
    <w:rsid w:val="0051798B"/>
    <w:rsid w:val="005458B2"/>
    <w:rsid w:val="00561D28"/>
    <w:rsid w:val="0057343D"/>
    <w:rsid w:val="00576117"/>
    <w:rsid w:val="005954CE"/>
    <w:rsid w:val="005A7561"/>
    <w:rsid w:val="005A7E22"/>
    <w:rsid w:val="005F5F37"/>
    <w:rsid w:val="00604343"/>
    <w:rsid w:val="0063076E"/>
    <w:rsid w:val="00637C4D"/>
    <w:rsid w:val="00641BAB"/>
    <w:rsid w:val="00665A91"/>
    <w:rsid w:val="0068499B"/>
    <w:rsid w:val="00696364"/>
    <w:rsid w:val="006A315B"/>
    <w:rsid w:val="006A7326"/>
    <w:rsid w:val="006B7240"/>
    <w:rsid w:val="006D1BE8"/>
    <w:rsid w:val="00711682"/>
    <w:rsid w:val="0073557B"/>
    <w:rsid w:val="00742AC1"/>
    <w:rsid w:val="00770BE6"/>
    <w:rsid w:val="00775A5A"/>
    <w:rsid w:val="0077761E"/>
    <w:rsid w:val="007800E6"/>
    <w:rsid w:val="007B790D"/>
    <w:rsid w:val="007C2BFC"/>
    <w:rsid w:val="007D61F7"/>
    <w:rsid w:val="007D6779"/>
    <w:rsid w:val="007E3DC7"/>
    <w:rsid w:val="007E6DFC"/>
    <w:rsid w:val="007F694E"/>
    <w:rsid w:val="00816B85"/>
    <w:rsid w:val="008333E0"/>
    <w:rsid w:val="00842027"/>
    <w:rsid w:val="008541E3"/>
    <w:rsid w:val="00860BB2"/>
    <w:rsid w:val="00870E79"/>
    <w:rsid w:val="008717A9"/>
    <w:rsid w:val="00875C1B"/>
    <w:rsid w:val="008776A7"/>
    <w:rsid w:val="00887B48"/>
    <w:rsid w:val="008C122B"/>
    <w:rsid w:val="008D2E1C"/>
    <w:rsid w:val="008E5085"/>
    <w:rsid w:val="008F42C3"/>
    <w:rsid w:val="008F4953"/>
    <w:rsid w:val="00902373"/>
    <w:rsid w:val="009206FD"/>
    <w:rsid w:val="00926A8C"/>
    <w:rsid w:val="0093538E"/>
    <w:rsid w:val="009500BE"/>
    <w:rsid w:val="00953B91"/>
    <w:rsid w:val="009562B7"/>
    <w:rsid w:val="00967772"/>
    <w:rsid w:val="00983832"/>
    <w:rsid w:val="00996591"/>
    <w:rsid w:val="009B5C9C"/>
    <w:rsid w:val="009D41F0"/>
    <w:rsid w:val="009D6C08"/>
    <w:rsid w:val="009E65B5"/>
    <w:rsid w:val="009F4CE4"/>
    <w:rsid w:val="009F77B5"/>
    <w:rsid w:val="00A03E32"/>
    <w:rsid w:val="00A17388"/>
    <w:rsid w:val="00A4080D"/>
    <w:rsid w:val="00A62CBB"/>
    <w:rsid w:val="00A835DD"/>
    <w:rsid w:val="00AE2B2E"/>
    <w:rsid w:val="00AE3190"/>
    <w:rsid w:val="00AF0BB1"/>
    <w:rsid w:val="00AF2427"/>
    <w:rsid w:val="00B060F8"/>
    <w:rsid w:val="00B22F58"/>
    <w:rsid w:val="00B35D38"/>
    <w:rsid w:val="00B4071D"/>
    <w:rsid w:val="00B543BB"/>
    <w:rsid w:val="00B825FB"/>
    <w:rsid w:val="00B8622B"/>
    <w:rsid w:val="00BB5295"/>
    <w:rsid w:val="00BB6DC4"/>
    <w:rsid w:val="00BD7763"/>
    <w:rsid w:val="00BE6C45"/>
    <w:rsid w:val="00BE7B41"/>
    <w:rsid w:val="00BF7F77"/>
    <w:rsid w:val="00C03A52"/>
    <w:rsid w:val="00C121ED"/>
    <w:rsid w:val="00C265F8"/>
    <w:rsid w:val="00C327B4"/>
    <w:rsid w:val="00C348CD"/>
    <w:rsid w:val="00C45642"/>
    <w:rsid w:val="00C46EC2"/>
    <w:rsid w:val="00C46F0E"/>
    <w:rsid w:val="00C60597"/>
    <w:rsid w:val="00C6246A"/>
    <w:rsid w:val="00C82228"/>
    <w:rsid w:val="00CB2CCB"/>
    <w:rsid w:val="00CC205A"/>
    <w:rsid w:val="00CC3427"/>
    <w:rsid w:val="00CE5EC0"/>
    <w:rsid w:val="00CF0139"/>
    <w:rsid w:val="00D1563A"/>
    <w:rsid w:val="00D214D7"/>
    <w:rsid w:val="00D50DA0"/>
    <w:rsid w:val="00D53F4A"/>
    <w:rsid w:val="00D57993"/>
    <w:rsid w:val="00D67557"/>
    <w:rsid w:val="00D748F7"/>
    <w:rsid w:val="00D963AC"/>
    <w:rsid w:val="00DA5939"/>
    <w:rsid w:val="00DC61A9"/>
    <w:rsid w:val="00DD2481"/>
    <w:rsid w:val="00DE30A7"/>
    <w:rsid w:val="00DF0CB6"/>
    <w:rsid w:val="00E22D58"/>
    <w:rsid w:val="00E44995"/>
    <w:rsid w:val="00E515D7"/>
    <w:rsid w:val="00E5760C"/>
    <w:rsid w:val="00E72A29"/>
    <w:rsid w:val="00EA3D9A"/>
    <w:rsid w:val="00EA7CE0"/>
    <w:rsid w:val="00EB20FC"/>
    <w:rsid w:val="00EB2BDC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82CE0"/>
    <w:rsid w:val="00F93965"/>
    <w:rsid w:val="00F967D4"/>
    <w:rsid w:val="00FA0462"/>
    <w:rsid w:val="00FC22B7"/>
    <w:rsid w:val="00FC79A6"/>
    <w:rsid w:val="00FE0D63"/>
    <w:rsid w:val="00FE2AB2"/>
    <w:rsid w:val="00FE2E32"/>
    <w:rsid w:val="00FE3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2C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0F322C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0F322C"/>
    <w:pPr>
      <w:ind w:left="720"/>
      <w:contextualSpacing/>
    </w:pPr>
  </w:style>
  <w:style w:type="table" w:styleId="TableGrid">
    <w:name w:val="Table Grid"/>
    <w:basedOn w:val="TableNormal"/>
    <w:uiPriority w:val="99"/>
    <w:rsid w:val="00112A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351</Words>
  <Characters>2002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МАРКІВСЬКА СЕЛИЩНА РАДА                         </dc:title>
  <dc:subject/>
  <dc:creator>User</dc:creator>
  <cp:keywords/>
  <dc:description/>
  <cp:lastModifiedBy>Пользователь Windows</cp:lastModifiedBy>
  <cp:revision>2</cp:revision>
  <cp:lastPrinted>2020-03-04T06:58:00Z</cp:lastPrinted>
  <dcterms:created xsi:type="dcterms:W3CDTF">2020-03-12T13:28:00Z</dcterms:created>
  <dcterms:modified xsi:type="dcterms:W3CDTF">2020-03-12T13:28:00Z</dcterms:modified>
</cp:coreProperties>
</file>