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09" w:rsidRDefault="00FA4309" w:rsidP="0066263F">
      <w:pPr>
        <w:rPr>
          <w:lang w:val="uk-UA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9.7pt;margin-top:-30.45pt;width:34.2pt;height:43.2pt;z-index:251658240;visibility:visible" filled="t" fillcolor="red" stroked="t" strokecolor="white">
            <v:imagedata r:id="rId5" o:title="" gain="546133f" blacklevel="-11796f"/>
          </v:shape>
        </w:pict>
      </w:r>
    </w:p>
    <w:p w:rsidR="00FA4309" w:rsidRDefault="00FA4309" w:rsidP="0066263F">
      <w:pPr>
        <w:tabs>
          <w:tab w:val="left" w:pos="396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МАРКІВСЬКА СЕЛИЩНА РАДА</w:t>
      </w:r>
    </w:p>
    <w:p w:rsidR="00FA4309" w:rsidRDefault="00FA4309" w:rsidP="0066263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МАРКІВСЬКОГО РАЙОНУ ЛУГАНСЬКОЇ ОБЛАСТІ</w:t>
      </w:r>
    </w:p>
    <w:p w:rsidR="00FA4309" w:rsidRPr="004D64C3" w:rsidRDefault="00FA4309" w:rsidP="0066263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20 СЕСІЯ 7 СКЛИКАННЯ</w:t>
      </w:r>
    </w:p>
    <w:p w:rsidR="00FA4309" w:rsidRDefault="00FA4309" w:rsidP="0066263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FA4309" w:rsidRDefault="00FA4309" w:rsidP="0066263F">
      <w:pPr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>18 серпня 2020 року</w:t>
      </w:r>
    </w:p>
    <w:p w:rsidR="00FA4309" w:rsidRDefault="00FA4309" w:rsidP="0066263F">
      <w:pPr>
        <w:rPr>
          <w:b/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смт.Марківка                                         </w:t>
      </w:r>
      <w:r>
        <w:rPr>
          <w:b/>
          <w:noProof/>
          <w:sz w:val="24"/>
          <w:szCs w:val="24"/>
          <w:lang w:val="uk-UA"/>
        </w:rPr>
        <w:t xml:space="preserve">Рішення                              </w:t>
      </w:r>
      <w:r>
        <w:rPr>
          <w:b/>
          <w:noProof/>
          <w:sz w:val="24"/>
          <w:szCs w:val="24"/>
          <w:lang w:val="uk-UA"/>
        </w:rPr>
        <w:tab/>
      </w:r>
      <w:r>
        <w:rPr>
          <w:b/>
          <w:noProof/>
          <w:sz w:val="24"/>
          <w:szCs w:val="24"/>
          <w:lang w:val="uk-UA"/>
        </w:rPr>
        <w:tab/>
        <w:t>№20-56/2020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</w:p>
    <w:p w:rsidR="00FA4309" w:rsidRDefault="00FA4309" w:rsidP="009471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технічної документації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із землеустрою щодо встановлення  (відновлення)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меж земельної  ділянки  в натурі (на місцевості)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гр.Медвєдєвій Анні Іванівні для ведення 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товарного виробництва, що знаходяться 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межами населеного пункту, на території, 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яка за даними Державного земельного кадастру 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враховується в Сичанській сільській раді 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Марківського району Луганської області</w:t>
      </w:r>
    </w:p>
    <w:p w:rsidR="00FA4309" w:rsidRDefault="00FA4309" w:rsidP="00947175">
      <w:pPr>
        <w:jc w:val="both"/>
        <w:rPr>
          <w:sz w:val="24"/>
          <w:szCs w:val="24"/>
          <w:lang w:val="uk-UA"/>
        </w:rPr>
      </w:pP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гр. Медвєдєвої Анни Іванівни, власниці сертифікату на право на земельну частку (пай) колишнього КСП «Марківське», (сертифікат ЛГ №0163051) про затвердження технічної документації із землеустрою щодо встановлення (відновлення) меж земельної ділянки в натурі (на місцевості) пай №1430,(сіножаті),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Марківської селищної ради №1-7/2019 від 25.07.2019р., та №1-8/2019р. від 25.07.2019р. селищна рада 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</w:p>
    <w:p w:rsidR="00FA4309" w:rsidRDefault="00FA4309" w:rsidP="0066263F">
      <w:pPr>
        <w:rPr>
          <w:b/>
          <w:sz w:val="22"/>
          <w:szCs w:val="22"/>
          <w:lang w:val="uk-UA"/>
        </w:rPr>
      </w:pPr>
      <w:r w:rsidRPr="00947175">
        <w:rPr>
          <w:b/>
          <w:sz w:val="24"/>
          <w:szCs w:val="24"/>
          <w:lang w:val="uk-UA"/>
        </w:rPr>
        <w:t xml:space="preserve">                                                                </w:t>
      </w:r>
      <w:r w:rsidRPr="00947175">
        <w:rPr>
          <w:b/>
          <w:sz w:val="22"/>
          <w:szCs w:val="22"/>
          <w:lang w:val="uk-UA"/>
        </w:rPr>
        <w:t xml:space="preserve">вирішила: </w:t>
      </w:r>
    </w:p>
    <w:p w:rsidR="00FA4309" w:rsidRPr="00947175" w:rsidRDefault="00FA4309" w:rsidP="0066263F">
      <w:pPr>
        <w:rPr>
          <w:b/>
          <w:sz w:val="24"/>
          <w:szCs w:val="24"/>
          <w:lang w:val="uk-UA"/>
        </w:rPr>
      </w:pP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1.Затвердити технічну документацію із землеустрою щодо встановлення (відновлення) меж земельної ділянки в натурі (на місцевості) пай №1430 (сіножаті), для ведення товарного сільськогосподарського виробництва гр.</w:t>
      </w:r>
      <w:r w:rsidRPr="004D64C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Медвєдєвой Анні Іванівні, власниці сертифікату на право на земельну частку (пай)КСП «Марківське», розташованої за межами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Передати гр.</w:t>
      </w:r>
      <w:r w:rsidRPr="00F1715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Медвєдєвой Анні Іванівні у власність земельну ділянку загальною площею 2,3984 га, кадастровий номер 4422588800:12:028:0100 з цільовим призначенням 01.01 для ведення товарного сільськогосподарського виробництва(угіддя-сіножаті) розташованої за межами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 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FA4309" w:rsidRDefault="00FA4309" w:rsidP="0094717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A4309" w:rsidRDefault="00FA4309" w:rsidP="0066263F">
      <w:pPr>
        <w:jc w:val="both"/>
        <w:rPr>
          <w:sz w:val="24"/>
          <w:szCs w:val="24"/>
          <w:lang w:val="uk-UA"/>
        </w:rPr>
      </w:pPr>
    </w:p>
    <w:p w:rsidR="00FA4309" w:rsidRDefault="00FA4309" w:rsidP="0066263F">
      <w:pPr>
        <w:jc w:val="both"/>
        <w:rPr>
          <w:sz w:val="24"/>
          <w:szCs w:val="24"/>
          <w:lang w:val="uk-UA"/>
        </w:rPr>
      </w:pPr>
    </w:p>
    <w:p w:rsidR="00FA4309" w:rsidRPr="00947175" w:rsidRDefault="00FA4309" w:rsidP="00947175">
      <w:pPr>
        <w:ind w:firstLine="708"/>
        <w:jc w:val="both"/>
        <w:rPr>
          <w:b/>
          <w:sz w:val="24"/>
          <w:szCs w:val="24"/>
          <w:lang w:val="uk-UA"/>
        </w:rPr>
      </w:pPr>
      <w:r w:rsidRPr="00947175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FA4309" w:rsidRDefault="00FA4309"/>
    <w:sectPr w:rsidR="00FA4309" w:rsidSect="0094717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55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2">
    <w:nsid w:val="14A645C1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670FE2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4">
    <w:nsid w:val="1C837722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8B24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6F40DC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F04375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7B44C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D2762E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DE6957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7A309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9A085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8C523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EA3B8D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810918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16">
    <w:nsid w:val="7D6A27D0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1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12"/>
  </w:num>
  <w:num w:numId="11">
    <w:abstractNumId w:val="16"/>
  </w:num>
  <w:num w:numId="12">
    <w:abstractNumId w:val="7"/>
  </w:num>
  <w:num w:numId="13">
    <w:abstractNumId w:val="2"/>
  </w:num>
  <w:num w:numId="14">
    <w:abstractNumId w:val="10"/>
  </w:num>
  <w:num w:numId="15">
    <w:abstractNumId w:val="14"/>
  </w:num>
  <w:num w:numId="16">
    <w:abstractNumId w:val="9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3F"/>
    <w:rsid w:val="000414E2"/>
    <w:rsid w:val="00055EA5"/>
    <w:rsid w:val="00121D34"/>
    <w:rsid w:val="00166955"/>
    <w:rsid w:val="001E6741"/>
    <w:rsid w:val="00217594"/>
    <w:rsid w:val="002208B1"/>
    <w:rsid w:val="00226095"/>
    <w:rsid w:val="0029041E"/>
    <w:rsid w:val="00304FF8"/>
    <w:rsid w:val="003050B4"/>
    <w:rsid w:val="004D64C3"/>
    <w:rsid w:val="00551BB8"/>
    <w:rsid w:val="00582349"/>
    <w:rsid w:val="0066263F"/>
    <w:rsid w:val="00694E91"/>
    <w:rsid w:val="00696D0A"/>
    <w:rsid w:val="006F59FC"/>
    <w:rsid w:val="007B3E8D"/>
    <w:rsid w:val="007F0ACA"/>
    <w:rsid w:val="008C4884"/>
    <w:rsid w:val="0092098C"/>
    <w:rsid w:val="00947175"/>
    <w:rsid w:val="00950953"/>
    <w:rsid w:val="00980E54"/>
    <w:rsid w:val="009B1472"/>
    <w:rsid w:val="009F7F0D"/>
    <w:rsid w:val="00A030AA"/>
    <w:rsid w:val="00A17E37"/>
    <w:rsid w:val="00A36628"/>
    <w:rsid w:val="00A717E4"/>
    <w:rsid w:val="00A76F79"/>
    <w:rsid w:val="00A9032E"/>
    <w:rsid w:val="00B10F96"/>
    <w:rsid w:val="00B651DF"/>
    <w:rsid w:val="00BC0C04"/>
    <w:rsid w:val="00BE3037"/>
    <w:rsid w:val="00C235A9"/>
    <w:rsid w:val="00C61451"/>
    <w:rsid w:val="00CC4AFA"/>
    <w:rsid w:val="00CD07A1"/>
    <w:rsid w:val="00CE0B82"/>
    <w:rsid w:val="00D145D3"/>
    <w:rsid w:val="00D235F9"/>
    <w:rsid w:val="00D72283"/>
    <w:rsid w:val="00D9150D"/>
    <w:rsid w:val="00DD34CB"/>
    <w:rsid w:val="00DF1FB0"/>
    <w:rsid w:val="00E16E2A"/>
    <w:rsid w:val="00EC6A34"/>
    <w:rsid w:val="00F020D3"/>
    <w:rsid w:val="00F11176"/>
    <w:rsid w:val="00F16CD2"/>
    <w:rsid w:val="00F1715C"/>
    <w:rsid w:val="00F20178"/>
    <w:rsid w:val="00FA4309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5A9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26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62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63F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rsid w:val="00947175"/>
    <w:pPr>
      <w:ind w:right="84"/>
    </w:pPr>
    <w:rPr>
      <w:rFonts w:eastAsia="Calibri"/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47175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463</Words>
  <Characters>2643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2020-08-27T11:29:00Z</cp:lastPrinted>
  <dcterms:created xsi:type="dcterms:W3CDTF">2020-09-01T06:56:00Z</dcterms:created>
  <dcterms:modified xsi:type="dcterms:W3CDTF">2020-09-01T12:55:00Z</dcterms:modified>
</cp:coreProperties>
</file>