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CAE" w:rsidRPr="00A419A7" w:rsidRDefault="00DB0CAE" w:rsidP="003A4440">
      <w:pPr>
        <w:pStyle w:val="Title"/>
        <w:outlineLvl w:val="0"/>
        <w:rPr>
          <w:b/>
          <w:szCs w:val="28"/>
        </w:rPr>
      </w:pPr>
      <w:r w:rsidRPr="00A419A7">
        <w:rPr>
          <w:b/>
          <w:szCs w:val="28"/>
        </w:rPr>
        <w:t xml:space="preserve">ПОРЯДОК ДЕННИЙ </w:t>
      </w:r>
    </w:p>
    <w:p w:rsidR="00DB0CAE" w:rsidRPr="00A419A7" w:rsidRDefault="00DB0CAE" w:rsidP="003A4440">
      <w:pPr>
        <w:pStyle w:val="Title"/>
        <w:tabs>
          <w:tab w:val="center" w:pos="4844"/>
        </w:tabs>
        <w:rPr>
          <w:szCs w:val="28"/>
        </w:rPr>
      </w:pPr>
      <w:r w:rsidRPr="00A419A7">
        <w:rPr>
          <w:szCs w:val="28"/>
        </w:rPr>
        <w:t xml:space="preserve">пленарного засідання двадцять першої (позачергової) сесії </w:t>
      </w:r>
    </w:p>
    <w:p w:rsidR="00DB0CAE" w:rsidRPr="00A419A7" w:rsidRDefault="00DB0CAE" w:rsidP="003A4440">
      <w:pPr>
        <w:pStyle w:val="Title"/>
        <w:tabs>
          <w:tab w:val="center" w:pos="4844"/>
        </w:tabs>
        <w:rPr>
          <w:szCs w:val="28"/>
        </w:rPr>
      </w:pPr>
      <w:r w:rsidRPr="00A419A7">
        <w:rPr>
          <w:szCs w:val="28"/>
        </w:rPr>
        <w:t>Марківської селищної ради</w:t>
      </w:r>
    </w:p>
    <w:p w:rsidR="00DB0CAE" w:rsidRPr="00A419A7" w:rsidRDefault="00DB0CAE" w:rsidP="003A4440">
      <w:pPr>
        <w:pStyle w:val="Title"/>
        <w:tabs>
          <w:tab w:val="center" w:pos="4844"/>
        </w:tabs>
        <w:rPr>
          <w:szCs w:val="28"/>
        </w:rPr>
      </w:pPr>
      <w:r w:rsidRPr="00A419A7">
        <w:rPr>
          <w:szCs w:val="28"/>
        </w:rPr>
        <w:t>сьомого скликання</w:t>
      </w:r>
    </w:p>
    <w:p w:rsidR="00DB0CAE" w:rsidRPr="00A419A7" w:rsidRDefault="00DB0CAE" w:rsidP="003A4440">
      <w:pPr>
        <w:pStyle w:val="Title"/>
        <w:jc w:val="left"/>
        <w:rPr>
          <w:szCs w:val="28"/>
        </w:rPr>
      </w:pPr>
    </w:p>
    <w:p w:rsidR="00DB0CAE" w:rsidRPr="00A419A7" w:rsidRDefault="00DB0CAE" w:rsidP="00E27A85">
      <w:pPr>
        <w:pStyle w:val="Title"/>
        <w:ind w:firstLine="708"/>
        <w:jc w:val="left"/>
        <w:rPr>
          <w:i/>
          <w:szCs w:val="28"/>
        </w:rPr>
      </w:pPr>
      <w:r w:rsidRPr="00A419A7">
        <w:rPr>
          <w:i/>
          <w:szCs w:val="28"/>
          <w:lang w:val="ru-RU"/>
        </w:rPr>
        <w:t>31 серпня 2020 року</w:t>
      </w:r>
      <w:r w:rsidRPr="00A419A7">
        <w:rPr>
          <w:i/>
          <w:szCs w:val="28"/>
        </w:rPr>
        <w:tab/>
      </w:r>
      <w:r w:rsidRPr="00A419A7">
        <w:rPr>
          <w:i/>
          <w:szCs w:val="28"/>
        </w:rPr>
        <w:tab/>
      </w:r>
      <w:r w:rsidRPr="00A419A7">
        <w:rPr>
          <w:i/>
          <w:szCs w:val="28"/>
        </w:rPr>
        <w:tab/>
      </w:r>
      <w:r w:rsidRPr="00A419A7">
        <w:rPr>
          <w:i/>
          <w:szCs w:val="28"/>
        </w:rPr>
        <w:tab/>
        <w:t xml:space="preserve">    Початок: 10.00</w:t>
      </w:r>
    </w:p>
    <w:p w:rsidR="00DB0CAE" w:rsidRPr="00A419A7" w:rsidRDefault="00DB0CAE" w:rsidP="00E27A85">
      <w:pPr>
        <w:pStyle w:val="Title"/>
        <w:ind w:firstLine="708"/>
        <w:jc w:val="left"/>
        <w:rPr>
          <w:szCs w:val="28"/>
        </w:rPr>
      </w:pPr>
      <w:r w:rsidRPr="00A419A7">
        <w:rPr>
          <w:szCs w:val="28"/>
        </w:rPr>
        <w:t>смт Марківка</w:t>
      </w:r>
      <w:r w:rsidRPr="00A419A7">
        <w:rPr>
          <w:szCs w:val="28"/>
        </w:rPr>
        <w:tab/>
      </w:r>
      <w:r w:rsidRPr="00A419A7">
        <w:rPr>
          <w:szCs w:val="28"/>
        </w:rPr>
        <w:tab/>
      </w:r>
      <w:r w:rsidRPr="00A419A7">
        <w:rPr>
          <w:szCs w:val="28"/>
        </w:rPr>
        <w:tab/>
      </w:r>
      <w:r w:rsidRPr="00A419A7">
        <w:rPr>
          <w:szCs w:val="28"/>
        </w:rPr>
        <w:tab/>
      </w:r>
      <w:r w:rsidRPr="00A419A7">
        <w:rPr>
          <w:szCs w:val="28"/>
        </w:rPr>
        <w:tab/>
        <w:t xml:space="preserve">    Зала засідань райдержадміністрації</w:t>
      </w:r>
    </w:p>
    <w:p w:rsidR="00DB0CAE" w:rsidRPr="00151597" w:rsidRDefault="00DB0CAE" w:rsidP="003A4440">
      <w:pPr>
        <w:pStyle w:val="Title"/>
        <w:jc w:val="left"/>
        <w:rPr>
          <w:szCs w:val="28"/>
        </w:rPr>
      </w:pPr>
    </w:p>
    <w:p w:rsidR="00DB0CAE" w:rsidRPr="00A419A7" w:rsidRDefault="00DB0CAE" w:rsidP="000A4B36">
      <w:pPr>
        <w:pStyle w:val="Normal0"/>
        <w:ind w:firstLine="708"/>
        <w:jc w:val="both"/>
        <w:rPr>
          <w:sz w:val="28"/>
          <w:szCs w:val="28"/>
        </w:rPr>
      </w:pPr>
      <w:r w:rsidRPr="00A419A7">
        <w:rPr>
          <w:sz w:val="28"/>
          <w:szCs w:val="28"/>
        </w:rPr>
        <w:t>1. Про внесення змін до структури та штатного розпису Марківської селищної ради та її виконавчого комітету.</w:t>
      </w:r>
    </w:p>
    <w:p w:rsidR="00DB0CAE" w:rsidRPr="00A419A7" w:rsidRDefault="00DB0CAE" w:rsidP="000A4B36">
      <w:pPr>
        <w:ind w:right="175" w:firstLine="708"/>
        <w:jc w:val="both"/>
        <w:rPr>
          <w:sz w:val="28"/>
          <w:szCs w:val="28"/>
          <w:lang w:val="uk-UA"/>
        </w:rPr>
      </w:pPr>
      <w:r w:rsidRPr="00A419A7">
        <w:rPr>
          <w:b/>
          <w:i/>
          <w:sz w:val="28"/>
          <w:szCs w:val="28"/>
          <w:lang w:val="uk-UA"/>
        </w:rPr>
        <w:t>Доповідає</w:t>
      </w:r>
      <w:r w:rsidRPr="00A419A7">
        <w:rPr>
          <w:sz w:val="28"/>
          <w:szCs w:val="28"/>
          <w:lang w:val="uk-UA"/>
        </w:rPr>
        <w:t>: начальник відділу «Центр надання адміністративних послуг» Світлана Мальцева.</w:t>
      </w:r>
    </w:p>
    <w:p w:rsidR="00DB0CAE" w:rsidRPr="00A419A7" w:rsidRDefault="00DB0CAE" w:rsidP="00355C99">
      <w:pPr>
        <w:ind w:right="175" w:firstLine="708"/>
        <w:jc w:val="both"/>
        <w:rPr>
          <w:sz w:val="28"/>
          <w:szCs w:val="28"/>
          <w:lang w:val="en-US"/>
        </w:rPr>
      </w:pPr>
    </w:p>
    <w:p w:rsidR="00DB0CAE" w:rsidRPr="00A419A7" w:rsidRDefault="00DB0CAE" w:rsidP="00355C99">
      <w:pPr>
        <w:ind w:right="175" w:firstLine="708"/>
        <w:jc w:val="both"/>
        <w:rPr>
          <w:sz w:val="28"/>
          <w:szCs w:val="28"/>
          <w:lang w:val="uk-UA"/>
        </w:rPr>
      </w:pPr>
      <w:r w:rsidRPr="00A419A7">
        <w:rPr>
          <w:sz w:val="28"/>
          <w:szCs w:val="28"/>
          <w:lang w:val="uk-UA"/>
        </w:rPr>
        <w:t>2. Про затвердження бюджетного регламенту Марківської селищної ради.</w:t>
      </w:r>
    </w:p>
    <w:p w:rsidR="00DB0CAE" w:rsidRPr="00A419A7" w:rsidRDefault="00DB0CAE" w:rsidP="00330C44">
      <w:pPr>
        <w:ind w:right="175" w:firstLine="708"/>
        <w:jc w:val="both"/>
        <w:rPr>
          <w:sz w:val="28"/>
          <w:szCs w:val="28"/>
          <w:lang w:val="uk-UA"/>
        </w:rPr>
      </w:pPr>
      <w:r w:rsidRPr="00A419A7">
        <w:rPr>
          <w:b/>
          <w:i/>
          <w:sz w:val="28"/>
          <w:szCs w:val="28"/>
          <w:lang w:val="uk-UA"/>
        </w:rPr>
        <w:t>Доповідає</w:t>
      </w:r>
      <w:r w:rsidRPr="00A419A7">
        <w:rPr>
          <w:sz w:val="28"/>
          <w:szCs w:val="28"/>
          <w:lang w:val="uk-UA"/>
        </w:rPr>
        <w:t xml:space="preserve">: начальник відділу фінансів Марківської селищної ради </w:t>
      </w:r>
      <w:r>
        <w:rPr>
          <w:sz w:val="28"/>
          <w:szCs w:val="28"/>
          <w:lang w:val="uk-UA"/>
        </w:rPr>
        <w:t xml:space="preserve">                     </w:t>
      </w:r>
      <w:r w:rsidRPr="00A419A7">
        <w:rPr>
          <w:sz w:val="28"/>
          <w:szCs w:val="28"/>
          <w:lang w:val="uk-UA"/>
        </w:rPr>
        <w:t>Ірина Кравцова.</w:t>
      </w:r>
    </w:p>
    <w:p w:rsidR="00DB0CAE" w:rsidRPr="00A419A7" w:rsidRDefault="00DB0CAE" w:rsidP="00E425DF">
      <w:pPr>
        <w:ind w:firstLine="708"/>
        <w:jc w:val="both"/>
        <w:rPr>
          <w:sz w:val="28"/>
          <w:szCs w:val="28"/>
          <w:lang w:val="uk-UA"/>
        </w:rPr>
      </w:pPr>
    </w:p>
    <w:p w:rsidR="00DB0CAE" w:rsidRPr="00A419A7" w:rsidRDefault="00DB0CAE" w:rsidP="00E425DF">
      <w:pPr>
        <w:ind w:firstLine="708"/>
        <w:jc w:val="both"/>
        <w:rPr>
          <w:sz w:val="28"/>
          <w:szCs w:val="28"/>
          <w:lang w:val="uk-UA"/>
        </w:rPr>
      </w:pPr>
      <w:r w:rsidRPr="00A419A7">
        <w:rPr>
          <w:sz w:val="28"/>
          <w:szCs w:val="28"/>
          <w:lang w:val="uk-UA"/>
        </w:rPr>
        <w:t>3. Про створення комунальної установи «Центр професійного розвитку педагогічних працівників Марківської селищної ради Луганської області».</w:t>
      </w:r>
    </w:p>
    <w:p w:rsidR="00DB0CAE" w:rsidRPr="00A419A7" w:rsidRDefault="00DB0CAE" w:rsidP="00E425DF">
      <w:pPr>
        <w:ind w:firstLine="708"/>
        <w:jc w:val="both"/>
        <w:rPr>
          <w:sz w:val="28"/>
          <w:szCs w:val="28"/>
        </w:rPr>
      </w:pPr>
      <w:r w:rsidRPr="00A419A7">
        <w:rPr>
          <w:b/>
          <w:i/>
          <w:sz w:val="28"/>
          <w:szCs w:val="28"/>
        </w:rPr>
        <w:t>Доповідає:</w:t>
      </w:r>
      <w:r w:rsidRPr="00A419A7">
        <w:rPr>
          <w:sz w:val="28"/>
          <w:szCs w:val="28"/>
        </w:rPr>
        <w:t xml:space="preserve"> начальник відділу освіти Марківської селищної ради </w:t>
      </w:r>
      <w:r>
        <w:rPr>
          <w:sz w:val="28"/>
          <w:szCs w:val="28"/>
        </w:rPr>
        <w:t xml:space="preserve">                    </w:t>
      </w:r>
      <w:r w:rsidRPr="00A419A7">
        <w:rPr>
          <w:sz w:val="28"/>
          <w:szCs w:val="28"/>
        </w:rPr>
        <w:t>Анатолій Бородавка.</w:t>
      </w:r>
    </w:p>
    <w:p w:rsidR="00DB0CAE" w:rsidRPr="00A419A7" w:rsidRDefault="00DB0CAE" w:rsidP="00B7310A">
      <w:pPr>
        <w:ind w:firstLine="708"/>
        <w:jc w:val="both"/>
        <w:rPr>
          <w:sz w:val="28"/>
          <w:szCs w:val="28"/>
        </w:rPr>
      </w:pPr>
    </w:p>
    <w:p w:rsidR="00DB0CAE" w:rsidRPr="00A419A7" w:rsidRDefault="00DB0CAE" w:rsidP="00B7310A">
      <w:pPr>
        <w:ind w:firstLine="708"/>
        <w:jc w:val="both"/>
        <w:rPr>
          <w:sz w:val="28"/>
          <w:szCs w:val="28"/>
        </w:rPr>
      </w:pPr>
      <w:r w:rsidRPr="00A419A7">
        <w:rPr>
          <w:sz w:val="28"/>
          <w:szCs w:val="28"/>
        </w:rPr>
        <w:t>4. Про внесення змін до бюджету Марківської селищної ради на 2020 рік.</w:t>
      </w:r>
    </w:p>
    <w:p w:rsidR="00DB0CAE" w:rsidRPr="00A419A7" w:rsidRDefault="00DB0CAE" w:rsidP="00B7310A">
      <w:pPr>
        <w:ind w:right="175" w:firstLine="708"/>
        <w:jc w:val="both"/>
        <w:rPr>
          <w:sz w:val="28"/>
          <w:szCs w:val="28"/>
          <w:lang w:val="uk-UA"/>
        </w:rPr>
      </w:pPr>
      <w:r w:rsidRPr="00A419A7">
        <w:rPr>
          <w:b/>
          <w:i/>
          <w:sz w:val="28"/>
          <w:szCs w:val="28"/>
          <w:lang w:val="uk-UA"/>
        </w:rPr>
        <w:t>Доповідає</w:t>
      </w:r>
      <w:r w:rsidRPr="00A419A7">
        <w:rPr>
          <w:sz w:val="28"/>
          <w:szCs w:val="28"/>
          <w:lang w:val="uk-UA"/>
        </w:rPr>
        <w:t xml:space="preserve">: начальник відділу фінансів Марківської селищної ради </w:t>
      </w:r>
      <w:r>
        <w:rPr>
          <w:sz w:val="28"/>
          <w:szCs w:val="28"/>
          <w:lang w:val="uk-UA"/>
        </w:rPr>
        <w:t xml:space="preserve">                    </w:t>
      </w:r>
      <w:r w:rsidRPr="00A419A7">
        <w:rPr>
          <w:sz w:val="28"/>
          <w:szCs w:val="28"/>
          <w:lang w:val="uk-UA"/>
        </w:rPr>
        <w:t>Ірина Кравцова.</w:t>
      </w:r>
    </w:p>
    <w:p w:rsidR="00DB0CAE" w:rsidRPr="00A419A7" w:rsidRDefault="00DB0CAE" w:rsidP="00E9297E">
      <w:pPr>
        <w:ind w:firstLine="708"/>
        <w:jc w:val="both"/>
        <w:rPr>
          <w:sz w:val="28"/>
          <w:szCs w:val="28"/>
        </w:rPr>
      </w:pPr>
    </w:p>
    <w:p w:rsidR="00DB0CAE" w:rsidRPr="00A419A7" w:rsidRDefault="00DB0CAE" w:rsidP="00E9297E">
      <w:pPr>
        <w:ind w:firstLine="708"/>
        <w:jc w:val="both"/>
        <w:rPr>
          <w:sz w:val="28"/>
          <w:szCs w:val="28"/>
        </w:rPr>
      </w:pPr>
      <w:r w:rsidRPr="00A419A7">
        <w:rPr>
          <w:sz w:val="28"/>
          <w:szCs w:val="28"/>
        </w:rPr>
        <w:t>5. Про затвердження актів приймання-передачі матеріальних цінностей.</w:t>
      </w:r>
    </w:p>
    <w:p w:rsidR="00DB0CAE" w:rsidRPr="00A419A7" w:rsidRDefault="00DB0CAE" w:rsidP="00D55526">
      <w:pPr>
        <w:ind w:firstLine="708"/>
        <w:jc w:val="both"/>
        <w:rPr>
          <w:sz w:val="28"/>
          <w:szCs w:val="28"/>
        </w:rPr>
      </w:pPr>
      <w:r w:rsidRPr="00A419A7">
        <w:rPr>
          <w:b/>
          <w:i/>
          <w:sz w:val="28"/>
          <w:szCs w:val="28"/>
        </w:rPr>
        <w:t>Доповідає:</w:t>
      </w:r>
      <w:r w:rsidRPr="00A419A7">
        <w:rPr>
          <w:sz w:val="28"/>
          <w:szCs w:val="28"/>
        </w:rPr>
        <w:t xml:space="preserve"> начальник відділу освіти Марківської селищної ради </w:t>
      </w:r>
      <w:r>
        <w:rPr>
          <w:sz w:val="28"/>
          <w:szCs w:val="28"/>
        </w:rPr>
        <w:t xml:space="preserve">                    </w:t>
      </w:r>
      <w:r w:rsidRPr="00A419A7">
        <w:rPr>
          <w:sz w:val="28"/>
          <w:szCs w:val="28"/>
        </w:rPr>
        <w:t>Анатолій Бородавка.</w:t>
      </w:r>
    </w:p>
    <w:p w:rsidR="00DB0CAE" w:rsidRPr="00A419A7" w:rsidRDefault="00DB0CAE" w:rsidP="00F051A7">
      <w:pPr>
        <w:ind w:firstLine="708"/>
        <w:jc w:val="both"/>
        <w:rPr>
          <w:sz w:val="28"/>
          <w:szCs w:val="28"/>
        </w:rPr>
      </w:pPr>
    </w:p>
    <w:p w:rsidR="00DB0CAE" w:rsidRPr="00A419A7" w:rsidRDefault="00DB0CAE" w:rsidP="00F051A7">
      <w:pPr>
        <w:ind w:firstLine="708"/>
        <w:jc w:val="both"/>
        <w:rPr>
          <w:sz w:val="28"/>
          <w:szCs w:val="28"/>
        </w:rPr>
      </w:pPr>
      <w:r w:rsidRPr="00A419A7">
        <w:rPr>
          <w:sz w:val="28"/>
          <w:szCs w:val="28"/>
        </w:rPr>
        <w:t>6. Про прийняття на баланс Марківської селищної ради Марківського району Луганської області комп՚ютерної техніки, меблів.</w:t>
      </w:r>
    </w:p>
    <w:p w:rsidR="00DB0CAE" w:rsidRPr="00A419A7" w:rsidRDefault="00DB0CAE" w:rsidP="00F051A7">
      <w:pPr>
        <w:ind w:firstLine="708"/>
        <w:jc w:val="both"/>
        <w:rPr>
          <w:sz w:val="28"/>
          <w:szCs w:val="28"/>
        </w:rPr>
      </w:pPr>
      <w:r w:rsidRPr="00A419A7">
        <w:rPr>
          <w:b/>
          <w:i/>
          <w:sz w:val="28"/>
          <w:szCs w:val="28"/>
        </w:rPr>
        <w:t>Доповідає:</w:t>
      </w:r>
      <w:r w:rsidRPr="00A419A7">
        <w:rPr>
          <w:sz w:val="28"/>
          <w:szCs w:val="28"/>
        </w:rPr>
        <w:t xml:space="preserve"> начальник відділу бухгалтерського обліку та звітності-головний бухгалтер Марківської селищної ради Алла Житник.</w:t>
      </w:r>
    </w:p>
    <w:p w:rsidR="00DB0CAE" w:rsidRPr="00A419A7" w:rsidRDefault="00DB0CAE" w:rsidP="00A42376">
      <w:pPr>
        <w:ind w:firstLine="708"/>
        <w:jc w:val="both"/>
        <w:rPr>
          <w:sz w:val="28"/>
          <w:szCs w:val="28"/>
          <w:lang w:val="uk-UA"/>
        </w:rPr>
      </w:pPr>
    </w:p>
    <w:p w:rsidR="00DB0CAE" w:rsidRPr="00A419A7" w:rsidRDefault="00DB0CAE" w:rsidP="00A42376">
      <w:pPr>
        <w:ind w:firstLine="708"/>
        <w:jc w:val="both"/>
        <w:rPr>
          <w:sz w:val="28"/>
          <w:szCs w:val="28"/>
          <w:lang w:val="uk-UA"/>
        </w:rPr>
      </w:pPr>
      <w:r w:rsidRPr="00A419A7">
        <w:rPr>
          <w:sz w:val="28"/>
          <w:szCs w:val="28"/>
          <w:lang w:val="uk-UA"/>
        </w:rPr>
        <w:t>7. Про затвердження звернення депутатів Марківської селищної ради до Марківської районної ради про передачу майна з спільної власності територіальних громад Марківського району в комунальну власність Марківської селищної ради.</w:t>
      </w:r>
    </w:p>
    <w:p w:rsidR="00DB0CAE" w:rsidRPr="00A419A7" w:rsidRDefault="00DB0CAE" w:rsidP="00A42376">
      <w:pPr>
        <w:ind w:firstLine="708"/>
        <w:jc w:val="both"/>
        <w:rPr>
          <w:sz w:val="28"/>
          <w:szCs w:val="28"/>
          <w:lang w:val="uk-UA"/>
        </w:rPr>
      </w:pPr>
      <w:r w:rsidRPr="00A419A7">
        <w:rPr>
          <w:b/>
          <w:i/>
          <w:sz w:val="28"/>
          <w:szCs w:val="28"/>
          <w:lang w:val="uk-UA"/>
        </w:rPr>
        <w:t>Доповідає:</w:t>
      </w:r>
      <w:r w:rsidRPr="00A419A7">
        <w:rPr>
          <w:sz w:val="28"/>
          <w:szCs w:val="28"/>
          <w:lang w:val="uk-UA"/>
        </w:rPr>
        <w:t xml:space="preserve"> селищний голова Ігор Дзюба.</w:t>
      </w:r>
    </w:p>
    <w:p w:rsidR="00DB0CAE" w:rsidRDefault="00DB0CAE" w:rsidP="00737081">
      <w:pPr>
        <w:ind w:right="-108" w:firstLine="708"/>
        <w:jc w:val="both"/>
        <w:rPr>
          <w:sz w:val="28"/>
          <w:szCs w:val="28"/>
          <w:lang w:val="uk-UA"/>
        </w:rPr>
      </w:pPr>
    </w:p>
    <w:p w:rsidR="00DB0CAE" w:rsidRPr="00A419A7" w:rsidRDefault="00DB0CAE" w:rsidP="00737081">
      <w:pPr>
        <w:ind w:right="-108" w:firstLine="708"/>
        <w:jc w:val="both"/>
        <w:rPr>
          <w:sz w:val="28"/>
          <w:szCs w:val="28"/>
          <w:lang w:val="uk-UA" w:eastAsia="en-US"/>
        </w:rPr>
      </w:pPr>
      <w:r w:rsidRPr="00A419A7">
        <w:rPr>
          <w:sz w:val="28"/>
          <w:szCs w:val="28"/>
          <w:lang w:val="uk-UA"/>
        </w:rPr>
        <w:t>8. Про затвердження звернення депутатів Марківської селищної ради до Марківської районної ради про передачу комунального некомерційного підприємства «Марківський центр первинної медико-санітарної допомоги» Марківської районної ради разом з рухомим та нерухомим майном в комунальну власність Марківської селищної ради.</w:t>
      </w:r>
    </w:p>
    <w:p w:rsidR="00DB0CAE" w:rsidRPr="00A419A7" w:rsidRDefault="00DB0CAE" w:rsidP="00737081">
      <w:pPr>
        <w:ind w:firstLine="708"/>
        <w:jc w:val="both"/>
        <w:rPr>
          <w:sz w:val="28"/>
          <w:szCs w:val="28"/>
          <w:lang w:val="uk-UA"/>
        </w:rPr>
      </w:pPr>
      <w:r w:rsidRPr="00A419A7">
        <w:rPr>
          <w:b/>
          <w:i/>
          <w:sz w:val="28"/>
          <w:szCs w:val="28"/>
          <w:lang w:val="uk-UA"/>
        </w:rPr>
        <w:t>Доповідає:</w:t>
      </w:r>
      <w:r w:rsidRPr="00A419A7">
        <w:rPr>
          <w:sz w:val="28"/>
          <w:szCs w:val="28"/>
          <w:lang w:val="uk-UA"/>
        </w:rPr>
        <w:t xml:space="preserve"> селищний голова Ігор Дзюба.</w:t>
      </w:r>
    </w:p>
    <w:p w:rsidR="00DB0CAE" w:rsidRDefault="00DB0CAE" w:rsidP="00A753C0">
      <w:pPr>
        <w:ind w:right="-108" w:firstLine="708"/>
        <w:jc w:val="both"/>
        <w:rPr>
          <w:sz w:val="28"/>
          <w:szCs w:val="28"/>
          <w:lang w:val="uk-UA"/>
        </w:rPr>
      </w:pPr>
    </w:p>
    <w:p w:rsidR="00DB0CAE" w:rsidRPr="00A419A7" w:rsidRDefault="00DB0CAE" w:rsidP="00A753C0">
      <w:pPr>
        <w:ind w:right="-108" w:firstLine="708"/>
        <w:jc w:val="both"/>
        <w:rPr>
          <w:sz w:val="28"/>
          <w:szCs w:val="28"/>
          <w:lang w:val="uk-UA" w:eastAsia="en-US"/>
        </w:rPr>
      </w:pPr>
      <w:r w:rsidRPr="00A419A7">
        <w:rPr>
          <w:sz w:val="28"/>
          <w:szCs w:val="28"/>
          <w:lang w:val="uk-UA"/>
        </w:rPr>
        <w:t>9. Про затвердження звернення депутатів Марківської селищної ради до Марківської районної ради про передачу комунального некомерційного підприємства «Марківська багатопрофільна лікарня Марківської районної ради» разом з рухомим та нерухомим майном в комунальну власність Марківської селищної ради.</w:t>
      </w:r>
    </w:p>
    <w:p w:rsidR="00DB0CAE" w:rsidRPr="00A419A7" w:rsidRDefault="00DB0CAE" w:rsidP="00A753C0">
      <w:pPr>
        <w:ind w:firstLine="708"/>
        <w:jc w:val="both"/>
        <w:rPr>
          <w:sz w:val="28"/>
          <w:szCs w:val="28"/>
          <w:lang w:val="uk-UA"/>
        </w:rPr>
      </w:pPr>
      <w:r w:rsidRPr="00A419A7">
        <w:rPr>
          <w:b/>
          <w:i/>
          <w:sz w:val="28"/>
          <w:szCs w:val="28"/>
          <w:lang w:val="uk-UA"/>
        </w:rPr>
        <w:t>Доповідає:</w:t>
      </w:r>
      <w:r w:rsidRPr="00A419A7">
        <w:rPr>
          <w:sz w:val="28"/>
          <w:szCs w:val="28"/>
          <w:lang w:val="uk-UA"/>
        </w:rPr>
        <w:t xml:space="preserve"> селищний голова Ігор Дзюба.</w:t>
      </w:r>
    </w:p>
    <w:p w:rsidR="00DB0CAE" w:rsidRDefault="00DB0CAE" w:rsidP="008D439B">
      <w:pPr>
        <w:ind w:firstLine="708"/>
        <w:jc w:val="both"/>
        <w:rPr>
          <w:sz w:val="28"/>
          <w:szCs w:val="28"/>
          <w:lang w:val="uk-UA"/>
        </w:rPr>
      </w:pPr>
    </w:p>
    <w:p w:rsidR="00DB0CAE" w:rsidRPr="00A419A7" w:rsidRDefault="00DB0CAE" w:rsidP="008D439B">
      <w:pPr>
        <w:ind w:firstLine="708"/>
        <w:jc w:val="both"/>
        <w:rPr>
          <w:sz w:val="28"/>
          <w:szCs w:val="28"/>
          <w:lang w:val="uk-UA"/>
        </w:rPr>
      </w:pPr>
      <w:r w:rsidRPr="00A419A7">
        <w:rPr>
          <w:sz w:val="28"/>
          <w:szCs w:val="28"/>
          <w:lang w:val="uk-UA"/>
        </w:rPr>
        <w:t>10. Про прийняття земельних ділянок у комунальну власність.</w:t>
      </w:r>
    </w:p>
    <w:p w:rsidR="00DB0CAE" w:rsidRPr="00A419A7" w:rsidRDefault="00DB0CAE" w:rsidP="00886758">
      <w:pPr>
        <w:ind w:firstLine="708"/>
        <w:jc w:val="both"/>
        <w:rPr>
          <w:sz w:val="28"/>
          <w:szCs w:val="28"/>
          <w:lang w:val="uk-UA"/>
        </w:rPr>
      </w:pPr>
      <w:r w:rsidRPr="00A419A7">
        <w:rPr>
          <w:b/>
          <w:i/>
          <w:sz w:val="28"/>
          <w:szCs w:val="28"/>
          <w:lang w:val="uk-UA"/>
        </w:rPr>
        <w:t>Доповідає:</w:t>
      </w:r>
      <w:r w:rsidRPr="00A419A7">
        <w:rPr>
          <w:sz w:val="28"/>
          <w:szCs w:val="28"/>
          <w:lang w:val="uk-UA"/>
        </w:rPr>
        <w:t xml:space="preserve"> начальник відділу земельних відносин Марківської селищної ради        Олена Самардакова.</w:t>
      </w:r>
    </w:p>
    <w:p w:rsidR="00DB0CAE" w:rsidRDefault="00DB0CAE" w:rsidP="008D439B">
      <w:pPr>
        <w:ind w:firstLine="708"/>
        <w:jc w:val="both"/>
        <w:rPr>
          <w:sz w:val="28"/>
          <w:szCs w:val="28"/>
          <w:lang w:val="uk-UA"/>
        </w:rPr>
      </w:pPr>
    </w:p>
    <w:p w:rsidR="00DB0CAE" w:rsidRPr="00A419A7" w:rsidRDefault="00DB0CAE" w:rsidP="008D439B">
      <w:pPr>
        <w:ind w:firstLine="708"/>
        <w:jc w:val="both"/>
        <w:rPr>
          <w:sz w:val="28"/>
          <w:szCs w:val="28"/>
        </w:rPr>
      </w:pPr>
      <w:r w:rsidRPr="00A419A7">
        <w:rPr>
          <w:sz w:val="28"/>
          <w:szCs w:val="28"/>
          <w:lang w:val="uk-UA"/>
        </w:rPr>
        <w:t>11. Різне.</w:t>
      </w:r>
      <w:r w:rsidRPr="00A419A7">
        <w:rPr>
          <w:sz w:val="28"/>
          <w:szCs w:val="28"/>
        </w:rPr>
        <w:t xml:space="preserve"> </w:t>
      </w:r>
    </w:p>
    <w:p w:rsidR="00DB0CAE" w:rsidRPr="00A419A7" w:rsidRDefault="00DB0CAE" w:rsidP="0072192E">
      <w:pPr>
        <w:jc w:val="both"/>
        <w:rPr>
          <w:sz w:val="28"/>
          <w:szCs w:val="28"/>
          <w:lang w:val="en-US"/>
        </w:rPr>
      </w:pPr>
    </w:p>
    <w:p w:rsidR="00DB0CAE" w:rsidRPr="00A419A7" w:rsidRDefault="00DB0CAE" w:rsidP="0072192E">
      <w:pPr>
        <w:jc w:val="both"/>
        <w:rPr>
          <w:sz w:val="28"/>
          <w:szCs w:val="28"/>
          <w:lang w:val="en-US"/>
        </w:rPr>
      </w:pPr>
    </w:p>
    <w:p w:rsidR="00DB0CAE" w:rsidRPr="00A419A7" w:rsidRDefault="00DB0CAE" w:rsidP="0072192E">
      <w:pPr>
        <w:jc w:val="both"/>
        <w:rPr>
          <w:sz w:val="26"/>
          <w:szCs w:val="26"/>
          <w:lang w:val="en-US"/>
        </w:rPr>
      </w:pPr>
      <w:r w:rsidRPr="00A419A7">
        <w:rPr>
          <w:sz w:val="28"/>
          <w:szCs w:val="28"/>
          <w:lang w:val="en-US"/>
        </w:rPr>
        <w:t>Селищний голова                                                                                                Ігор ДЗЮБА</w:t>
      </w:r>
    </w:p>
    <w:sectPr w:rsidR="00DB0CAE" w:rsidRPr="00A419A7" w:rsidSect="00C71902">
      <w:pgSz w:w="11906" w:h="16838"/>
      <w:pgMar w:top="567" w:right="567" w:bottom="0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CAE" w:rsidRDefault="00DB0CAE" w:rsidP="00D96CE1">
      <w:r>
        <w:separator/>
      </w:r>
    </w:p>
  </w:endnote>
  <w:endnote w:type="continuationSeparator" w:id="0">
    <w:p w:rsidR="00DB0CAE" w:rsidRDefault="00DB0CAE" w:rsidP="00D96C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CAE" w:rsidRDefault="00DB0CAE" w:rsidP="00D96CE1">
      <w:r>
        <w:separator/>
      </w:r>
    </w:p>
  </w:footnote>
  <w:footnote w:type="continuationSeparator" w:id="0">
    <w:p w:rsidR="00DB0CAE" w:rsidRDefault="00DB0CAE" w:rsidP="00D96C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374E"/>
    <w:multiLevelType w:val="hybridMultilevel"/>
    <w:tmpl w:val="A058DD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17165E"/>
    <w:multiLevelType w:val="hybridMultilevel"/>
    <w:tmpl w:val="284670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E220708"/>
    <w:multiLevelType w:val="hybridMultilevel"/>
    <w:tmpl w:val="6EDA021A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244F13"/>
    <w:multiLevelType w:val="hybridMultilevel"/>
    <w:tmpl w:val="C9A08CDC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09B6B26"/>
    <w:multiLevelType w:val="hybridMultilevel"/>
    <w:tmpl w:val="AE1CDCCC"/>
    <w:lvl w:ilvl="0" w:tplc="7C50A2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0E7E05"/>
    <w:multiLevelType w:val="hybridMultilevel"/>
    <w:tmpl w:val="668212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E2E3C58"/>
    <w:multiLevelType w:val="hybridMultilevel"/>
    <w:tmpl w:val="76CC1060"/>
    <w:lvl w:ilvl="0" w:tplc="31784EA2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4A893B14"/>
    <w:multiLevelType w:val="hybridMultilevel"/>
    <w:tmpl w:val="3E0E1AA6"/>
    <w:lvl w:ilvl="0" w:tplc="FBFA35E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5C754869"/>
    <w:multiLevelType w:val="hybridMultilevel"/>
    <w:tmpl w:val="2E5A85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249CD2">
      <w:start w:val="1"/>
      <w:numFmt w:val="bullet"/>
      <w:lvlText w:val="-"/>
      <w:lvlJc w:val="left"/>
      <w:pPr>
        <w:ind w:left="2685" w:hanging="705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66B6B0A"/>
    <w:multiLevelType w:val="hybridMultilevel"/>
    <w:tmpl w:val="3B14C0D6"/>
    <w:lvl w:ilvl="0" w:tplc="31784EA2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E78470B"/>
    <w:multiLevelType w:val="hybridMultilevel"/>
    <w:tmpl w:val="6354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F5A26C6"/>
    <w:multiLevelType w:val="hybridMultilevel"/>
    <w:tmpl w:val="6354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125B7A"/>
    <w:multiLevelType w:val="hybridMultilevel"/>
    <w:tmpl w:val="0794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A736E48"/>
    <w:multiLevelType w:val="hybridMultilevel"/>
    <w:tmpl w:val="2DDA5F7A"/>
    <w:lvl w:ilvl="0" w:tplc="FB129D1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8"/>
  </w:num>
  <w:num w:numId="5">
    <w:abstractNumId w:val="12"/>
  </w:num>
  <w:num w:numId="6">
    <w:abstractNumId w:val="6"/>
  </w:num>
  <w:num w:numId="7">
    <w:abstractNumId w:val="9"/>
  </w:num>
  <w:num w:numId="8">
    <w:abstractNumId w:val="4"/>
  </w:num>
  <w:num w:numId="9">
    <w:abstractNumId w:val="2"/>
  </w:num>
  <w:num w:numId="10">
    <w:abstractNumId w:val="3"/>
  </w:num>
  <w:num w:numId="11">
    <w:abstractNumId w:val="5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722F"/>
    <w:rsid w:val="0000017F"/>
    <w:rsid w:val="00000760"/>
    <w:rsid w:val="000011A2"/>
    <w:rsid w:val="00001DB8"/>
    <w:rsid w:val="00001F17"/>
    <w:rsid w:val="000026FD"/>
    <w:rsid w:val="00002867"/>
    <w:rsid w:val="000036AD"/>
    <w:rsid w:val="00003D8E"/>
    <w:rsid w:val="0000438E"/>
    <w:rsid w:val="00004D86"/>
    <w:rsid w:val="00004E36"/>
    <w:rsid w:val="0000716C"/>
    <w:rsid w:val="000073A5"/>
    <w:rsid w:val="00007589"/>
    <w:rsid w:val="00007657"/>
    <w:rsid w:val="00007C33"/>
    <w:rsid w:val="00007FCE"/>
    <w:rsid w:val="00010347"/>
    <w:rsid w:val="00010D72"/>
    <w:rsid w:val="00010FAE"/>
    <w:rsid w:val="0001185C"/>
    <w:rsid w:val="000119A4"/>
    <w:rsid w:val="00012178"/>
    <w:rsid w:val="00012573"/>
    <w:rsid w:val="00012BA9"/>
    <w:rsid w:val="0001300F"/>
    <w:rsid w:val="000138C5"/>
    <w:rsid w:val="00013F4A"/>
    <w:rsid w:val="000144A8"/>
    <w:rsid w:val="00014F0B"/>
    <w:rsid w:val="0001668B"/>
    <w:rsid w:val="00016825"/>
    <w:rsid w:val="00016F2B"/>
    <w:rsid w:val="00017361"/>
    <w:rsid w:val="000201B4"/>
    <w:rsid w:val="00020832"/>
    <w:rsid w:val="000212CA"/>
    <w:rsid w:val="00021C19"/>
    <w:rsid w:val="00021C2D"/>
    <w:rsid w:val="00022286"/>
    <w:rsid w:val="00022E17"/>
    <w:rsid w:val="000235D1"/>
    <w:rsid w:val="00023D84"/>
    <w:rsid w:val="000250F0"/>
    <w:rsid w:val="000252F4"/>
    <w:rsid w:val="00025872"/>
    <w:rsid w:val="0002602B"/>
    <w:rsid w:val="00026149"/>
    <w:rsid w:val="000264A3"/>
    <w:rsid w:val="000265F2"/>
    <w:rsid w:val="000266E9"/>
    <w:rsid w:val="0002686F"/>
    <w:rsid w:val="0002722F"/>
    <w:rsid w:val="000274BC"/>
    <w:rsid w:val="00027523"/>
    <w:rsid w:val="00027690"/>
    <w:rsid w:val="00027B41"/>
    <w:rsid w:val="00027B93"/>
    <w:rsid w:val="00027CAB"/>
    <w:rsid w:val="00027D23"/>
    <w:rsid w:val="000300FE"/>
    <w:rsid w:val="00033399"/>
    <w:rsid w:val="000335BC"/>
    <w:rsid w:val="00034325"/>
    <w:rsid w:val="0003564A"/>
    <w:rsid w:val="00035699"/>
    <w:rsid w:val="00035BE1"/>
    <w:rsid w:val="000360E5"/>
    <w:rsid w:val="000363FD"/>
    <w:rsid w:val="00036523"/>
    <w:rsid w:val="00036608"/>
    <w:rsid w:val="00036A71"/>
    <w:rsid w:val="00036A7C"/>
    <w:rsid w:val="00036AC5"/>
    <w:rsid w:val="000370EB"/>
    <w:rsid w:val="00037122"/>
    <w:rsid w:val="0003718F"/>
    <w:rsid w:val="00037331"/>
    <w:rsid w:val="00037739"/>
    <w:rsid w:val="00037ADA"/>
    <w:rsid w:val="00037B7C"/>
    <w:rsid w:val="00040250"/>
    <w:rsid w:val="00040D17"/>
    <w:rsid w:val="000411DD"/>
    <w:rsid w:val="00041286"/>
    <w:rsid w:val="00041CEF"/>
    <w:rsid w:val="00042CA8"/>
    <w:rsid w:val="00044718"/>
    <w:rsid w:val="00044E25"/>
    <w:rsid w:val="000457CE"/>
    <w:rsid w:val="00045829"/>
    <w:rsid w:val="00045F53"/>
    <w:rsid w:val="00046021"/>
    <w:rsid w:val="0004640F"/>
    <w:rsid w:val="0004654E"/>
    <w:rsid w:val="0004668E"/>
    <w:rsid w:val="0004672C"/>
    <w:rsid w:val="000473D6"/>
    <w:rsid w:val="000476A8"/>
    <w:rsid w:val="00047B07"/>
    <w:rsid w:val="00047BA2"/>
    <w:rsid w:val="00047E95"/>
    <w:rsid w:val="00050C43"/>
    <w:rsid w:val="00050CCE"/>
    <w:rsid w:val="00051901"/>
    <w:rsid w:val="00051B8F"/>
    <w:rsid w:val="00052308"/>
    <w:rsid w:val="00052462"/>
    <w:rsid w:val="0005313D"/>
    <w:rsid w:val="00053620"/>
    <w:rsid w:val="00054B2D"/>
    <w:rsid w:val="0005542A"/>
    <w:rsid w:val="00055883"/>
    <w:rsid w:val="00055E1B"/>
    <w:rsid w:val="000560DA"/>
    <w:rsid w:val="00056453"/>
    <w:rsid w:val="00056994"/>
    <w:rsid w:val="0005700C"/>
    <w:rsid w:val="000570C8"/>
    <w:rsid w:val="00057631"/>
    <w:rsid w:val="00060155"/>
    <w:rsid w:val="000603AA"/>
    <w:rsid w:val="0006053C"/>
    <w:rsid w:val="000606C0"/>
    <w:rsid w:val="000620B9"/>
    <w:rsid w:val="000623D6"/>
    <w:rsid w:val="00062508"/>
    <w:rsid w:val="0006289E"/>
    <w:rsid w:val="00062919"/>
    <w:rsid w:val="00062F81"/>
    <w:rsid w:val="00063A14"/>
    <w:rsid w:val="00063ACF"/>
    <w:rsid w:val="000645FA"/>
    <w:rsid w:val="0006549E"/>
    <w:rsid w:val="00065926"/>
    <w:rsid w:val="000661C3"/>
    <w:rsid w:val="000662FA"/>
    <w:rsid w:val="00066975"/>
    <w:rsid w:val="00066A16"/>
    <w:rsid w:val="00066DA2"/>
    <w:rsid w:val="0006772B"/>
    <w:rsid w:val="00067757"/>
    <w:rsid w:val="00070309"/>
    <w:rsid w:val="000703AD"/>
    <w:rsid w:val="000704C1"/>
    <w:rsid w:val="000707DC"/>
    <w:rsid w:val="00071076"/>
    <w:rsid w:val="0007108B"/>
    <w:rsid w:val="0007189C"/>
    <w:rsid w:val="00072C0E"/>
    <w:rsid w:val="00072D26"/>
    <w:rsid w:val="000730F5"/>
    <w:rsid w:val="000731DF"/>
    <w:rsid w:val="00073FBE"/>
    <w:rsid w:val="000742A0"/>
    <w:rsid w:val="00074839"/>
    <w:rsid w:val="00074953"/>
    <w:rsid w:val="00074F12"/>
    <w:rsid w:val="00075774"/>
    <w:rsid w:val="000761B3"/>
    <w:rsid w:val="000772BF"/>
    <w:rsid w:val="00077DA8"/>
    <w:rsid w:val="000803DB"/>
    <w:rsid w:val="000804A0"/>
    <w:rsid w:val="00080892"/>
    <w:rsid w:val="00080967"/>
    <w:rsid w:val="000812BD"/>
    <w:rsid w:val="00081EC0"/>
    <w:rsid w:val="000823D7"/>
    <w:rsid w:val="00082AB9"/>
    <w:rsid w:val="00083220"/>
    <w:rsid w:val="00083573"/>
    <w:rsid w:val="000838E4"/>
    <w:rsid w:val="000843A2"/>
    <w:rsid w:val="00084934"/>
    <w:rsid w:val="00085E8F"/>
    <w:rsid w:val="000866EE"/>
    <w:rsid w:val="00086E9E"/>
    <w:rsid w:val="000875F9"/>
    <w:rsid w:val="000906A2"/>
    <w:rsid w:val="0009087D"/>
    <w:rsid w:val="000908FD"/>
    <w:rsid w:val="00090ACC"/>
    <w:rsid w:val="0009102A"/>
    <w:rsid w:val="000917E0"/>
    <w:rsid w:val="000917EB"/>
    <w:rsid w:val="00091DD1"/>
    <w:rsid w:val="000924A4"/>
    <w:rsid w:val="00092679"/>
    <w:rsid w:val="00092894"/>
    <w:rsid w:val="000928F9"/>
    <w:rsid w:val="00092F99"/>
    <w:rsid w:val="0009325D"/>
    <w:rsid w:val="0009379A"/>
    <w:rsid w:val="000944DD"/>
    <w:rsid w:val="00094A78"/>
    <w:rsid w:val="00094F90"/>
    <w:rsid w:val="00095E05"/>
    <w:rsid w:val="00095E0A"/>
    <w:rsid w:val="000976B4"/>
    <w:rsid w:val="000A004F"/>
    <w:rsid w:val="000A0620"/>
    <w:rsid w:val="000A064A"/>
    <w:rsid w:val="000A0AD6"/>
    <w:rsid w:val="000A0B56"/>
    <w:rsid w:val="000A0B9B"/>
    <w:rsid w:val="000A0BB3"/>
    <w:rsid w:val="000A1821"/>
    <w:rsid w:val="000A194B"/>
    <w:rsid w:val="000A1BEA"/>
    <w:rsid w:val="000A20B0"/>
    <w:rsid w:val="000A270B"/>
    <w:rsid w:val="000A294A"/>
    <w:rsid w:val="000A314A"/>
    <w:rsid w:val="000A38AB"/>
    <w:rsid w:val="000A3C8B"/>
    <w:rsid w:val="000A40D6"/>
    <w:rsid w:val="000A4859"/>
    <w:rsid w:val="000A4B36"/>
    <w:rsid w:val="000A4E44"/>
    <w:rsid w:val="000A5253"/>
    <w:rsid w:val="000A5290"/>
    <w:rsid w:val="000A5495"/>
    <w:rsid w:val="000A552F"/>
    <w:rsid w:val="000A5913"/>
    <w:rsid w:val="000A5C84"/>
    <w:rsid w:val="000A5DAF"/>
    <w:rsid w:val="000A5DF7"/>
    <w:rsid w:val="000A65B5"/>
    <w:rsid w:val="000A7103"/>
    <w:rsid w:val="000A71DE"/>
    <w:rsid w:val="000A75B7"/>
    <w:rsid w:val="000B05C5"/>
    <w:rsid w:val="000B0B41"/>
    <w:rsid w:val="000B1300"/>
    <w:rsid w:val="000B13C1"/>
    <w:rsid w:val="000B19F7"/>
    <w:rsid w:val="000B1CC3"/>
    <w:rsid w:val="000B215C"/>
    <w:rsid w:val="000B33AF"/>
    <w:rsid w:val="000B3472"/>
    <w:rsid w:val="000B3716"/>
    <w:rsid w:val="000B3F40"/>
    <w:rsid w:val="000B5CDE"/>
    <w:rsid w:val="000B5EC7"/>
    <w:rsid w:val="000B6FC3"/>
    <w:rsid w:val="000B71DF"/>
    <w:rsid w:val="000B7234"/>
    <w:rsid w:val="000B7E47"/>
    <w:rsid w:val="000C01EC"/>
    <w:rsid w:val="000C08E6"/>
    <w:rsid w:val="000C0BCA"/>
    <w:rsid w:val="000C0BE0"/>
    <w:rsid w:val="000C1362"/>
    <w:rsid w:val="000C1A55"/>
    <w:rsid w:val="000C28FC"/>
    <w:rsid w:val="000C319E"/>
    <w:rsid w:val="000C37AA"/>
    <w:rsid w:val="000C3D29"/>
    <w:rsid w:val="000C4629"/>
    <w:rsid w:val="000C4F1B"/>
    <w:rsid w:val="000C5424"/>
    <w:rsid w:val="000C54F0"/>
    <w:rsid w:val="000C5BE4"/>
    <w:rsid w:val="000C63C0"/>
    <w:rsid w:val="000C691B"/>
    <w:rsid w:val="000C70C1"/>
    <w:rsid w:val="000C7170"/>
    <w:rsid w:val="000C77BB"/>
    <w:rsid w:val="000D070B"/>
    <w:rsid w:val="000D0755"/>
    <w:rsid w:val="000D0913"/>
    <w:rsid w:val="000D0ECD"/>
    <w:rsid w:val="000D13B0"/>
    <w:rsid w:val="000D140A"/>
    <w:rsid w:val="000D1A68"/>
    <w:rsid w:val="000D1EDE"/>
    <w:rsid w:val="000D2BCD"/>
    <w:rsid w:val="000D3319"/>
    <w:rsid w:val="000D3566"/>
    <w:rsid w:val="000D3C41"/>
    <w:rsid w:val="000D4013"/>
    <w:rsid w:val="000D4EE8"/>
    <w:rsid w:val="000D5C2E"/>
    <w:rsid w:val="000D625C"/>
    <w:rsid w:val="000D68C1"/>
    <w:rsid w:val="000D69AF"/>
    <w:rsid w:val="000D6BC0"/>
    <w:rsid w:val="000D76CE"/>
    <w:rsid w:val="000D784C"/>
    <w:rsid w:val="000D7A4A"/>
    <w:rsid w:val="000D7C0B"/>
    <w:rsid w:val="000D7CE9"/>
    <w:rsid w:val="000E01D4"/>
    <w:rsid w:val="000E020E"/>
    <w:rsid w:val="000E0372"/>
    <w:rsid w:val="000E0D17"/>
    <w:rsid w:val="000E1939"/>
    <w:rsid w:val="000E223A"/>
    <w:rsid w:val="000E299B"/>
    <w:rsid w:val="000E6819"/>
    <w:rsid w:val="000E68A8"/>
    <w:rsid w:val="000E76E8"/>
    <w:rsid w:val="000F0175"/>
    <w:rsid w:val="000F03A3"/>
    <w:rsid w:val="000F0EBE"/>
    <w:rsid w:val="000F1299"/>
    <w:rsid w:val="000F1C49"/>
    <w:rsid w:val="000F20F3"/>
    <w:rsid w:val="000F2420"/>
    <w:rsid w:val="000F2573"/>
    <w:rsid w:val="000F2B9B"/>
    <w:rsid w:val="000F2DA5"/>
    <w:rsid w:val="000F3121"/>
    <w:rsid w:val="000F3E1E"/>
    <w:rsid w:val="000F4388"/>
    <w:rsid w:val="000F4D99"/>
    <w:rsid w:val="000F5060"/>
    <w:rsid w:val="000F584E"/>
    <w:rsid w:val="000F63CA"/>
    <w:rsid w:val="000F651D"/>
    <w:rsid w:val="000F666F"/>
    <w:rsid w:val="000F745B"/>
    <w:rsid w:val="000F7521"/>
    <w:rsid w:val="000F7967"/>
    <w:rsid w:val="000F79FA"/>
    <w:rsid w:val="000F7D4F"/>
    <w:rsid w:val="00100133"/>
    <w:rsid w:val="00100161"/>
    <w:rsid w:val="00100586"/>
    <w:rsid w:val="001011ED"/>
    <w:rsid w:val="001012D8"/>
    <w:rsid w:val="00101922"/>
    <w:rsid w:val="00101EF6"/>
    <w:rsid w:val="00101FAC"/>
    <w:rsid w:val="0010205D"/>
    <w:rsid w:val="00102595"/>
    <w:rsid w:val="00103039"/>
    <w:rsid w:val="0010306C"/>
    <w:rsid w:val="00103323"/>
    <w:rsid w:val="00103510"/>
    <w:rsid w:val="001048A8"/>
    <w:rsid w:val="00104B7D"/>
    <w:rsid w:val="00104F96"/>
    <w:rsid w:val="00104FD0"/>
    <w:rsid w:val="001061B6"/>
    <w:rsid w:val="001064C0"/>
    <w:rsid w:val="0010696C"/>
    <w:rsid w:val="00106A37"/>
    <w:rsid w:val="00106E8A"/>
    <w:rsid w:val="001073D0"/>
    <w:rsid w:val="001106B3"/>
    <w:rsid w:val="00110763"/>
    <w:rsid w:val="00110CD7"/>
    <w:rsid w:val="00110DDD"/>
    <w:rsid w:val="00111619"/>
    <w:rsid w:val="00112073"/>
    <w:rsid w:val="001127D7"/>
    <w:rsid w:val="00112AD7"/>
    <w:rsid w:val="001130B9"/>
    <w:rsid w:val="00113432"/>
    <w:rsid w:val="00113EC4"/>
    <w:rsid w:val="001142B5"/>
    <w:rsid w:val="001146EB"/>
    <w:rsid w:val="00114CD9"/>
    <w:rsid w:val="0011569D"/>
    <w:rsid w:val="00116837"/>
    <w:rsid w:val="00116F2F"/>
    <w:rsid w:val="001174E1"/>
    <w:rsid w:val="00117552"/>
    <w:rsid w:val="00117582"/>
    <w:rsid w:val="00117998"/>
    <w:rsid w:val="00117DA6"/>
    <w:rsid w:val="001206B6"/>
    <w:rsid w:val="00120C73"/>
    <w:rsid w:val="0012125B"/>
    <w:rsid w:val="00122850"/>
    <w:rsid w:val="001228C6"/>
    <w:rsid w:val="00123101"/>
    <w:rsid w:val="00124119"/>
    <w:rsid w:val="0012425B"/>
    <w:rsid w:val="001245A0"/>
    <w:rsid w:val="001248E5"/>
    <w:rsid w:val="0012493A"/>
    <w:rsid w:val="00124CCC"/>
    <w:rsid w:val="001254B9"/>
    <w:rsid w:val="00125895"/>
    <w:rsid w:val="00126274"/>
    <w:rsid w:val="001264FD"/>
    <w:rsid w:val="001267C0"/>
    <w:rsid w:val="00126BD0"/>
    <w:rsid w:val="00127198"/>
    <w:rsid w:val="001276D2"/>
    <w:rsid w:val="00127864"/>
    <w:rsid w:val="00127D0A"/>
    <w:rsid w:val="001303F9"/>
    <w:rsid w:val="00130859"/>
    <w:rsid w:val="00130880"/>
    <w:rsid w:val="00130939"/>
    <w:rsid w:val="00130D49"/>
    <w:rsid w:val="0013220D"/>
    <w:rsid w:val="0013296D"/>
    <w:rsid w:val="001337B7"/>
    <w:rsid w:val="00133918"/>
    <w:rsid w:val="00134AFB"/>
    <w:rsid w:val="00134EA9"/>
    <w:rsid w:val="001359E7"/>
    <w:rsid w:val="00136210"/>
    <w:rsid w:val="00136BB4"/>
    <w:rsid w:val="00136F12"/>
    <w:rsid w:val="001370D7"/>
    <w:rsid w:val="0013771A"/>
    <w:rsid w:val="00140044"/>
    <w:rsid w:val="001403FB"/>
    <w:rsid w:val="00140720"/>
    <w:rsid w:val="00141176"/>
    <w:rsid w:val="001415FB"/>
    <w:rsid w:val="001416B7"/>
    <w:rsid w:val="00141AC5"/>
    <w:rsid w:val="00141D63"/>
    <w:rsid w:val="0014285F"/>
    <w:rsid w:val="00142FD0"/>
    <w:rsid w:val="0014386E"/>
    <w:rsid w:val="00143B2A"/>
    <w:rsid w:val="0014400D"/>
    <w:rsid w:val="00144044"/>
    <w:rsid w:val="00144285"/>
    <w:rsid w:val="00145185"/>
    <w:rsid w:val="001452C5"/>
    <w:rsid w:val="001462AB"/>
    <w:rsid w:val="001471A9"/>
    <w:rsid w:val="00147A97"/>
    <w:rsid w:val="00147C13"/>
    <w:rsid w:val="0015023A"/>
    <w:rsid w:val="0015042C"/>
    <w:rsid w:val="0015060C"/>
    <w:rsid w:val="0015093E"/>
    <w:rsid w:val="00150FE9"/>
    <w:rsid w:val="00151597"/>
    <w:rsid w:val="00151B1E"/>
    <w:rsid w:val="00151E36"/>
    <w:rsid w:val="00152403"/>
    <w:rsid w:val="00152DD2"/>
    <w:rsid w:val="001536BB"/>
    <w:rsid w:val="00154BA9"/>
    <w:rsid w:val="001566A6"/>
    <w:rsid w:val="001567BC"/>
    <w:rsid w:val="001568E5"/>
    <w:rsid w:val="0015696D"/>
    <w:rsid w:val="001569CE"/>
    <w:rsid w:val="00156B64"/>
    <w:rsid w:val="00156F3E"/>
    <w:rsid w:val="00157027"/>
    <w:rsid w:val="001572FE"/>
    <w:rsid w:val="001573CC"/>
    <w:rsid w:val="00157991"/>
    <w:rsid w:val="00157C67"/>
    <w:rsid w:val="00157F50"/>
    <w:rsid w:val="00157FC0"/>
    <w:rsid w:val="00161155"/>
    <w:rsid w:val="00161396"/>
    <w:rsid w:val="00161AA3"/>
    <w:rsid w:val="00162027"/>
    <w:rsid w:val="00162350"/>
    <w:rsid w:val="00162449"/>
    <w:rsid w:val="00162474"/>
    <w:rsid w:val="001627B2"/>
    <w:rsid w:val="001632A4"/>
    <w:rsid w:val="00163419"/>
    <w:rsid w:val="001639C2"/>
    <w:rsid w:val="00163A24"/>
    <w:rsid w:val="00163CA0"/>
    <w:rsid w:val="00164287"/>
    <w:rsid w:val="0016443E"/>
    <w:rsid w:val="0016503D"/>
    <w:rsid w:val="0016575C"/>
    <w:rsid w:val="00165AA3"/>
    <w:rsid w:val="00165CA9"/>
    <w:rsid w:val="00166003"/>
    <w:rsid w:val="001660C4"/>
    <w:rsid w:val="001667E2"/>
    <w:rsid w:val="00166CF8"/>
    <w:rsid w:val="0016708A"/>
    <w:rsid w:val="00167298"/>
    <w:rsid w:val="001673CB"/>
    <w:rsid w:val="001678D5"/>
    <w:rsid w:val="00171420"/>
    <w:rsid w:val="00171D96"/>
    <w:rsid w:val="00172B3C"/>
    <w:rsid w:val="00172E1D"/>
    <w:rsid w:val="00172F91"/>
    <w:rsid w:val="00173B74"/>
    <w:rsid w:val="00173E69"/>
    <w:rsid w:val="00173F20"/>
    <w:rsid w:val="001741E8"/>
    <w:rsid w:val="0017422F"/>
    <w:rsid w:val="00174696"/>
    <w:rsid w:val="001770C3"/>
    <w:rsid w:val="0017772C"/>
    <w:rsid w:val="001779E3"/>
    <w:rsid w:val="00177B04"/>
    <w:rsid w:val="001802AE"/>
    <w:rsid w:val="00180362"/>
    <w:rsid w:val="001808EC"/>
    <w:rsid w:val="00180AB2"/>
    <w:rsid w:val="0018157B"/>
    <w:rsid w:val="00181B11"/>
    <w:rsid w:val="00181B79"/>
    <w:rsid w:val="00182BA7"/>
    <w:rsid w:val="00183C5E"/>
    <w:rsid w:val="00184B6C"/>
    <w:rsid w:val="00185F02"/>
    <w:rsid w:val="00186C0F"/>
    <w:rsid w:val="00186E08"/>
    <w:rsid w:val="00186EA3"/>
    <w:rsid w:val="00187BEC"/>
    <w:rsid w:val="0019052C"/>
    <w:rsid w:val="0019132A"/>
    <w:rsid w:val="001913D3"/>
    <w:rsid w:val="00191DDE"/>
    <w:rsid w:val="00192175"/>
    <w:rsid w:val="0019228D"/>
    <w:rsid w:val="00192479"/>
    <w:rsid w:val="00192989"/>
    <w:rsid w:val="00192A25"/>
    <w:rsid w:val="00192D00"/>
    <w:rsid w:val="001931F9"/>
    <w:rsid w:val="00194BBF"/>
    <w:rsid w:val="00195516"/>
    <w:rsid w:val="00195A15"/>
    <w:rsid w:val="00195F47"/>
    <w:rsid w:val="00196766"/>
    <w:rsid w:val="00196CE4"/>
    <w:rsid w:val="00196DFE"/>
    <w:rsid w:val="00197503"/>
    <w:rsid w:val="00197560"/>
    <w:rsid w:val="001979EE"/>
    <w:rsid w:val="001A0C78"/>
    <w:rsid w:val="001A0F7B"/>
    <w:rsid w:val="001A0F83"/>
    <w:rsid w:val="001A11FC"/>
    <w:rsid w:val="001A1C42"/>
    <w:rsid w:val="001A1CFE"/>
    <w:rsid w:val="001A1DC0"/>
    <w:rsid w:val="001A1F63"/>
    <w:rsid w:val="001A2398"/>
    <w:rsid w:val="001A37B4"/>
    <w:rsid w:val="001A42FE"/>
    <w:rsid w:val="001A4A94"/>
    <w:rsid w:val="001A5475"/>
    <w:rsid w:val="001A5606"/>
    <w:rsid w:val="001A6796"/>
    <w:rsid w:val="001A6AE8"/>
    <w:rsid w:val="001A77DB"/>
    <w:rsid w:val="001A788D"/>
    <w:rsid w:val="001A7B16"/>
    <w:rsid w:val="001B02BF"/>
    <w:rsid w:val="001B0511"/>
    <w:rsid w:val="001B09EA"/>
    <w:rsid w:val="001B0AED"/>
    <w:rsid w:val="001B15CC"/>
    <w:rsid w:val="001B1F83"/>
    <w:rsid w:val="001B2124"/>
    <w:rsid w:val="001B2B7D"/>
    <w:rsid w:val="001B31B0"/>
    <w:rsid w:val="001B3FEE"/>
    <w:rsid w:val="001B5382"/>
    <w:rsid w:val="001B57E5"/>
    <w:rsid w:val="001B5E93"/>
    <w:rsid w:val="001B5F98"/>
    <w:rsid w:val="001B6149"/>
    <w:rsid w:val="001B6632"/>
    <w:rsid w:val="001B6BC5"/>
    <w:rsid w:val="001B6FC6"/>
    <w:rsid w:val="001B73F5"/>
    <w:rsid w:val="001B7930"/>
    <w:rsid w:val="001B7E5B"/>
    <w:rsid w:val="001B7FF0"/>
    <w:rsid w:val="001C0406"/>
    <w:rsid w:val="001C0678"/>
    <w:rsid w:val="001C0D96"/>
    <w:rsid w:val="001C0FF8"/>
    <w:rsid w:val="001C1B6F"/>
    <w:rsid w:val="001C1F9C"/>
    <w:rsid w:val="001C203B"/>
    <w:rsid w:val="001C208C"/>
    <w:rsid w:val="001C30E0"/>
    <w:rsid w:val="001C3487"/>
    <w:rsid w:val="001C36E1"/>
    <w:rsid w:val="001C3DFF"/>
    <w:rsid w:val="001C3F86"/>
    <w:rsid w:val="001C4090"/>
    <w:rsid w:val="001C48CC"/>
    <w:rsid w:val="001C4B51"/>
    <w:rsid w:val="001C552B"/>
    <w:rsid w:val="001C64D2"/>
    <w:rsid w:val="001C6A81"/>
    <w:rsid w:val="001C6B1E"/>
    <w:rsid w:val="001C7B9D"/>
    <w:rsid w:val="001C7D41"/>
    <w:rsid w:val="001D0E37"/>
    <w:rsid w:val="001D1145"/>
    <w:rsid w:val="001D1369"/>
    <w:rsid w:val="001D1408"/>
    <w:rsid w:val="001D14EB"/>
    <w:rsid w:val="001D1F63"/>
    <w:rsid w:val="001D257B"/>
    <w:rsid w:val="001D30DA"/>
    <w:rsid w:val="001D386F"/>
    <w:rsid w:val="001D3E4D"/>
    <w:rsid w:val="001D4617"/>
    <w:rsid w:val="001D4871"/>
    <w:rsid w:val="001D5502"/>
    <w:rsid w:val="001D57B1"/>
    <w:rsid w:val="001D5FB1"/>
    <w:rsid w:val="001D632E"/>
    <w:rsid w:val="001D6426"/>
    <w:rsid w:val="001D6489"/>
    <w:rsid w:val="001D78BB"/>
    <w:rsid w:val="001D7C57"/>
    <w:rsid w:val="001E0474"/>
    <w:rsid w:val="001E0A1E"/>
    <w:rsid w:val="001E0A80"/>
    <w:rsid w:val="001E0C87"/>
    <w:rsid w:val="001E0F7E"/>
    <w:rsid w:val="001E172D"/>
    <w:rsid w:val="001E1793"/>
    <w:rsid w:val="001E1C4C"/>
    <w:rsid w:val="001E1C7B"/>
    <w:rsid w:val="001E2693"/>
    <w:rsid w:val="001E2C2C"/>
    <w:rsid w:val="001E2E39"/>
    <w:rsid w:val="001E31D8"/>
    <w:rsid w:val="001E3763"/>
    <w:rsid w:val="001E3CC1"/>
    <w:rsid w:val="001E3E78"/>
    <w:rsid w:val="001E4390"/>
    <w:rsid w:val="001E4A68"/>
    <w:rsid w:val="001E4C3E"/>
    <w:rsid w:val="001E50EA"/>
    <w:rsid w:val="001E50F4"/>
    <w:rsid w:val="001E5384"/>
    <w:rsid w:val="001E64FE"/>
    <w:rsid w:val="001E6DA2"/>
    <w:rsid w:val="001E7410"/>
    <w:rsid w:val="001F0A93"/>
    <w:rsid w:val="001F1341"/>
    <w:rsid w:val="001F1F48"/>
    <w:rsid w:val="001F20ED"/>
    <w:rsid w:val="001F263A"/>
    <w:rsid w:val="001F2BDA"/>
    <w:rsid w:val="001F2F5A"/>
    <w:rsid w:val="001F41F4"/>
    <w:rsid w:val="001F4A7C"/>
    <w:rsid w:val="001F4CA9"/>
    <w:rsid w:val="001F56D5"/>
    <w:rsid w:val="001F56FA"/>
    <w:rsid w:val="001F59C3"/>
    <w:rsid w:val="001F5CDC"/>
    <w:rsid w:val="001F650A"/>
    <w:rsid w:val="001F6BB4"/>
    <w:rsid w:val="001F6EBA"/>
    <w:rsid w:val="001F7201"/>
    <w:rsid w:val="001F7452"/>
    <w:rsid w:val="001F79EF"/>
    <w:rsid w:val="0020062F"/>
    <w:rsid w:val="00200BAF"/>
    <w:rsid w:val="00201630"/>
    <w:rsid w:val="002016F5"/>
    <w:rsid w:val="002022CF"/>
    <w:rsid w:val="00202498"/>
    <w:rsid w:val="00202821"/>
    <w:rsid w:val="00202B69"/>
    <w:rsid w:val="00202EB2"/>
    <w:rsid w:val="00203FC7"/>
    <w:rsid w:val="0020426B"/>
    <w:rsid w:val="00204896"/>
    <w:rsid w:val="00204DC7"/>
    <w:rsid w:val="00205280"/>
    <w:rsid w:val="00206A7E"/>
    <w:rsid w:val="00207A02"/>
    <w:rsid w:val="00207A29"/>
    <w:rsid w:val="0021007F"/>
    <w:rsid w:val="00210332"/>
    <w:rsid w:val="002105B0"/>
    <w:rsid w:val="00211BB7"/>
    <w:rsid w:val="00211F04"/>
    <w:rsid w:val="002120D0"/>
    <w:rsid w:val="00212AED"/>
    <w:rsid w:val="00212DFE"/>
    <w:rsid w:val="00212E80"/>
    <w:rsid w:val="00213251"/>
    <w:rsid w:val="00213D16"/>
    <w:rsid w:val="00213F62"/>
    <w:rsid w:val="00214103"/>
    <w:rsid w:val="00214C95"/>
    <w:rsid w:val="00215384"/>
    <w:rsid w:val="00215955"/>
    <w:rsid w:val="00215F01"/>
    <w:rsid w:val="002177B5"/>
    <w:rsid w:val="00217E80"/>
    <w:rsid w:val="00217EBE"/>
    <w:rsid w:val="0022047A"/>
    <w:rsid w:val="0022096D"/>
    <w:rsid w:val="00220BC0"/>
    <w:rsid w:val="00220BE9"/>
    <w:rsid w:val="002211BB"/>
    <w:rsid w:val="002217FC"/>
    <w:rsid w:val="00222303"/>
    <w:rsid w:val="00222356"/>
    <w:rsid w:val="00223045"/>
    <w:rsid w:val="0022345A"/>
    <w:rsid w:val="002235D5"/>
    <w:rsid w:val="00223D4E"/>
    <w:rsid w:val="00224822"/>
    <w:rsid w:val="00224999"/>
    <w:rsid w:val="00224FB0"/>
    <w:rsid w:val="00225A63"/>
    <w:rsid w:val="00226C9D"/>
    <w:rsid w:val="00226E4B"/>
    <w:rsid w:val="00227C30"/>
    <w:rsid w:val="00230463"/>
    <w:rsid w:val="002305EF"/>
    <w:rsid w:val="002305F2"/>
    <w:rsid w:val="00230F63"/>
    <w:rsid w:val="00231CCF"/>
    <w:rsid w:val="00231DD3"/>
    <w:rsid w:val="00231E59"/>
    <w:rsid w:val="00232348"/>
    <w:rsid w:val="00232D00"/>
    <w:rsid w:val="002333D9"/>
    <w:rsid w:val="0023478C"/>
    <w:rsid w:val="00234FFD"/>
    <w:rsid w:val="0023593E"/>
    <w:rsid w:val="00235ABC"/>
    <w:rsid w:val="00235C4E"/>
    <w:rsid w:val="00236314"/>
    <w:rsid w:val="00236611"/>
    <w:rsid w:val="002367A1"/>
    <w:rsid w:val="002369D8"/>
    <w:rsid w:val="00237633"/>
    <w:rsid w:val="002377D1"/>
    <w:rsid w:val="002378D2"/>
    <w:rsid w:val="002403CA"/>
    <w:rsid w:val="00240752"/>
    <w:rsid w:val="00240AA7"/>
    <w:rsid w:val="00240B3C"/>
    <w:rsid w:val="002410D6"/>
    <w:rsid w:val="00241546"/>
    <w:rsid w:val="00241836"/>
    <w:rsid w:val="00241888"/>
    <w:rsid w:val="00242058"/>
    <w:rsid w:val="0024261C"/>
    <w:rsid w:val="002428E0"/>
    <w:rsid w:val="00243ED2"/>
    <w:rsid w:val="002441B9"/>
    <w:rsid w:val="002442A2"/>
    <w:rsid w:val="00244701"/>
    <w:rsid w:val="00244987"/>
    <w:rsid w:val="002450BC"/>
    <w:rsid w:val="00245554"/>
    <w:rsid w:val="00245A0D"/>
    <w:rsid w:val="00246E26"/>
    <w:rsid w:val="002471BD"/>
    <w:rsid w:val="00247253"/>
    <w:rsid w:val="0024732D"/>
    <w:rsid w:val="00247333"/>
    <w:rsid w:val="0024750F"/>
    <w:rsid w:val="00247D76"/>
    <w:rsid w:val="00247D9A"/>
    <w:rsid w:val="0025035E"/>
    <w:rsid w:val="00250638"/>
    <w:rsid w:val="00250AD9"/>
    <w:rsid w:val="00251EE0"/>
    <w:rsid w:val="0025241C"/>
    <w:rsid w:val="002526CA"/>
    <w:rsid w:val="00252FEB"/>
    <w:rsid w:val="00253269"/>
    <w:rsid w:val="0025473F"/>
    <w:rsid w:val="002549DE"/>
    <w:rsid w:val="00254ABB"/>
    <w:rsid w:val="002557A5"/>
    <w:rsid w:val="00255901"/>
    <w:rsid w:val="00255FAB"/>
    <w:rsid w:val="002567A4"/>
    <w:rsid w:val="00256B7A"/>
    <w:rsid w:val="00256DDD"/>
    <w:rsid w:val="002573C6"/>
    <w:rsid w:val="00257FC8"/>
    <w:rsid w:val="002609B2"/>
    <w:rsid w:val="00261C39"/>
    <w:rsid w:val="002620C6"/>
    <w:rsid w:val="00262BF5"/>
    <w:rsid w:val="00262D2B"/>
    <w:rsid w:val="00263FBA"/>
    <w:rsid w:val="002640EE"/>
    <w:rsid w:val="00264210"/>
    <w:rsid w:val="00264E33"/>
    <w:rsid w:val="00264EB5"/>
    <w:rsid w:val="00265149"/>
    <w:rsid w:val="002654B0"/>
    <w:rsid w:val="00265F39"/>
    <w:rsid w:val="00265F7E"/>
    <w:rsid w:val="00267189"/>
    <w:rsid w:val="00267C1C"/>
    <w:rsid w:val="002700BA"/>
    <w:rsid w:val="00270955"/>
    <w:rsid w:val="00271470"/>
    <w:rsid w:val="002714D9"/>
    <w:rsid w:val="002715B7"/>
    <w:rsid w:val="00271986"/>
    <w:rsid w:val="00271993"/>
    <w:rsid w:val="00271C04"/>
    <w:rsid w:val="00271E8B"/>
    <w:rsid w:val="00272002"/>
    <w:rsid w:val="002724AD"/>
    <w:rsid w:val="00272D21"/>
    <w:rsid w:val="0027307A"/>
    <w:rsid w:val="002732A6"/>
    <w:rsid w:val="002746B2"/>
    <w:rsid w:val="00276AA0"/>
    <w:rsid w:val="002773E4"/>
    <w:rsid w:val="002778AF"/>
    <w:rsid w:val="00280230"/>
    <w:rsid w:val="0028036C"/>
    <w:rsid w:val="002807C6"/>
    <w:rsid w:val="00280F6B"/>
    <w:rsid w:val="0028173A"/>
    <w:rsid w:val="00281AF2"/>
    <w:rsid w:val="00282970"/>
    <w:rsid w:val="00282ABE"/>
    <w:rsid w:val="00282D27"/>
    <w:rsid w:val="00283C6C"/>
    <w:rsid w:val="002846FE"/>
    <w:rsid w:val="00285D84"/>
    <w:rsid w:val="00286383"/>
    <w:rsid w:val="002869E9"/>
    <w:rsid w:val="00286BF4"/>
    <w:rsid w:val="00287B66"/>
    <w:rsid w:val="00287EC0"/>
    <w:rsid w:val="002905F0"/>
    <w:rsid w:val="00290C95"/>
    <w:rsid w:val="002914B5"/>
    <w:rsid w:val="00291B63"/>
    <w:rsid w:val="00291D36"/>
    <w:rsid w:val="0029239E"/>
    <w:rsid w:val="00292565"/>
    <w:rsid w:val="002927C4"/>
    <w:rsid w:val="00292893"/>
    <w:rsid w:val="00292C84"/>
    <w:rsid w:val="00292E8B"/>
    <w:rsid w:val="00293E6C"/>
    <w:rsid w:val="00294366"/>
    <w:rsid w:val="00294B1A"/>
    <w:rsid w:val="00294C14"/>
    <w:rsid w:val="00294E8C"/>
    <w:rsid w:val="0029576F"/>
    <w:rsid w:val="00295EB0"/>
    <w:rsid w:val="00296064"/>
    <w:rsid w:val="00296A64"/>
    <w:rsid w:val="00296C00"/>
    <w:rsid w:val="0029728A"/>
    <w:rsid w:val="00297E2B"/>
    <w:rsid w:val="002A0A57"/>
    <w:rsid w:val="002A0C9A"/>
    <w:rsid w:val="002A0FF9"/>
    <w:rsid w:val="002A1A20"/>
    <w:rsid w:val="002A2162"/>
    <w:rsid w:val="002A2303"/>
    <w:rsid w:val="002A2C3E"/>
    <w:rsid w:val="002A34F1"/>
    <w:rsid w:val="002A38FF"/>
    <w:rsid w:val="002A3B1A"/>
    <w:rsid w:val="002A3EBB"/>
    <w:rsid w:val="002A3EDF"/>
    <w:rsid w:val="002A428D"/>
    <w:rsid w:val="002A48A4"/>
    <w:rsid w:val="002A4920"/>
    <w:rsid w:val="002A4965"/>
    <w:rsid w:val="002A4D41"/>
    <w:rsid w:val="002A51D0"/>
    <w:rsid w:val="002A6F86"/>
    <w:rsid w:val="002A7051"/>
    <w:rsid w:val="002A7107"/>
    <w:rsid w:val="002A725E"/>
    <w:rsid w:val="002A74BE"/>
    <w:rsid w:val="002A74CE"/>
    <w:rsid w:val="002A7806"/>
    <w:rsid w:val="002A7849"/>
    <w:rsid w:val="002B0DCC"/>
    <w:rsid w:val="002B1532"/>
    <w:rsid w:val="002B21F7"/>
    <w:rsid w:val="002B33CB"/>
    <w:rsid w:val="002B43CB"/>
    <w:rsid w:val="002B48EC"/>
    <w:rsid w:val="002B4B5E"/>
    <w:rsid w:val="002B5030"/>
    <w:rsid w:val="002B5917"/>
    <w:rsid w:val="002B6002"/>
    <w:rsid w:val="002B62F2"/>
    <w:rsid w:val="002B6464"/>
    <w:rsid w:val="002B70F1"/>
    <w:rsid w:val="002B7865"/>
    <w:rsid w:val="002B7F8A"/>
    <w:rsid w:val="002C0178"/>
    <w:rsid w:val="002C080A"/>
    <w:rsid w:val="002C0C6E"/>
    <w:rsid w:val="002C1B83"/>
    <w:rsid w:val="002C2E73"/>
    <w:rsid w:val="002C3AED"/>
    <w:rsid w:val="002C3EE5"/>
    <w:rsid w:val="002C421C"/>
    <w:rsid w:val="002C48CC"/>
    <w:rsid w:val="002C48F1"/>
    <w:rsid w:val="002C4EDF"/>
    <w:rsid w:val="002C5503"/>
    <w:rsid w:val="002C6E37"/>
    <w:rsid w:val="002C7008"/>
    <w:rsid w:val="002C78CB"/>
    <w:rsid w:val="002C7ECA"/>
    <w:rsid w:val="002D0131"/>
    <w:rsid w:val="002D0949"/>
    <w:rsid w:val="002D16F0"/>
    <w:rsid w:val="002D18C2"/>
    <w:rsid w:val="002D1EE3"/>
    <w:rsid w:val="002D22D8"/>
    <w:rsid w:val="002D2E7A"/>
    <w:rsid w:val="002D2FCA"/>
    <w:rsid w:val="002D3315"/>
    <w:rsid w:val="002D3592"/>
    <w:rsid w:val="002D373C"/>
    <w:rsid w:val="002D41A5"/>
    <w:rsid w:val="002D41FE"/>
    <w:rsid w:val="002D4503"/>
    <w:rsid w:val="002D49E0"/>
    <w:rsid w:val="002D4D16"/>
    <w:rsid w:val="002D4FF6"/>
    <w:rsid w:val="002D51E6"/>
    <w:rsid w:val="002D5970"/>
    <w:rsid w:val="002D59CA"/>
    <w:rsid w:val="002D5FB7"/>
    <w:rsid w:val="002D6432"/>
    <w:rsid w:val="002D6677"/>
    <w:rsid w:val="002D6B3B"/>
    <w:rsid w:val="002D6E2D"/>
    <w:rsid w:val="002D785F"/>
    <w:rsid w:val="002D794F"/>
    <w:rsid w:val="002D79D9"/>
    <w:rsid w:val="002D7B88"/>
    <w:rsid w:val="002E07ED"/>
    <w:rsid w:val="002E148B"/>
    <w:rsid w:val="002E2382"/>
    <w:rsid w:val="002E43C6"/>
    <w:rsid w:val="002E486E"/>
    <w:rsid w:val="002E4B60"/>
    <w:rsid w:val="002E50E5"/>
    <w:rsid w:val="002E542A"/>
    <w:rsid w:val="002E570D"/>
    <w:rsid w:val="002E5CF8"/>
    <w:rsid w:val="002E5F47"/>
    <w:rsid w:val="002E6E52"/>
    <w:rsid w:val="002E7564"/>
    <w:rsid w:val="002E7694"/>
    <w:rsid w:val="002E787E"/>
    <w:rsid w:val="002E7AD8"/>
    <w:rsid w:val="002E7FD2"/>
    <w:rsid w:val="002F01C0"/>
    <w:rsid w:val="002F01E7"/>
    <w:rsid w:val="002F076B"/>
    <w:rsid w:val="002F0805"/>
    <w:rsid w:val="002F086A"/>
    <w:rsid w:val="002F0A8C"/>
    <w:rsid w:val="002F0C61"/>
    <w:rsid w:val="002F183D"/>
    <w:rsid w:val="002F1B29"/>
    <w:rsid w:val="002F24B6"/>
    <w:rsid w:val="002F2C38"/>
    <w:rsid w:val="002F3104"/>
    <w:rsid w:val="002F334C"/>
    <w:rsid w:val="002F33A4"/>
    <w:rsid w:val="002F3622"/>
    <w:rsid w:val="002F3837"/>
    <w:rsid w:val="002F39F2"/>
    <w:rsid w:val="002F4509"/>
    <w:rsid w:val="002F4734"/>
    <w:rsid w:val="002F5184"/>
    <w:rsid w:val="002F5C4C"/>
    <w:rsid w:val="002F643E"/>
    <w:rsid w:val="002F65D7"/>
    <w:rsid w:val="002F6B84"/>
    <w:rsid w:val="002F6EC4"/>
    <w:rsid w:val="002F7003"/>
    <w:rsid w:val="002F734B"/>
    <w:rsid w:val="002F7C4A"/>
    <w:rsid w:val="003012B0"/>
    <w:rsid w:val="00301841"/>
    <w:rsid w:val="003022B2"/>
    <w:rsid w:val="003029FF"/>
    <w:rsid w:val="00302AB5"/>
    <w:rsid w:val="0030311E"/>
    <w:rsid w:val="003033A8"/>
    <w:rsid w:val="00303683"/>
    <w:rsid w:val="00303993"/>
    <w:rsid w:val="003039C7"/>
    <w:rsid w:val="00303FD2"/>
    <w:rsid w:val="0030404D"/>
    <w:rsid w:val="003041A1"/>
    <w:rsid w:val="003046C3"/>
    <w:rsid w:val="00304B42"/>
    <w:rsid w:val="00304FA2"/>
    <w:rsid w:val="00305339"/>
    <w:rsid w:val="00305763"/>
    <w:rsid w:val="00305990"/>
    <w:rsid w:val="003059D2"/>
    <w:rsid w:val="00305C5B"/>
    <w:rsid w:val="00305E1A"/>
    <w:rsid w:val="00306158"/>
    <w:rsid w:val="0030618B"/>
    <w:rsid w:val="00306651"/>
    <w:rsid w:val="00306A65"/>
    <w:rsid w:val="00307017"/>
    <w:rsid w:val="00307A1C"/>
    <w:rsid w:val="00307B7B"/>
    <w:rsid w:val="00307DAA"/>
    <w:rsid w:val="00307E6E"/>
    <w:rsid w:val="00310400"/>
    <w:rsid w:val="003108DD"/>
    <w:rsid w:val="00311058"/>
    <w:rsid w:val="0031115B"/>
    <w:rsid w:val="003113AB"/>
    <w:rsid w:val="003116E4"/>
    <w:rsid w:val="003122C1"/>
    <w:rsid w:val="00312646"/>
    <w:rsid w:val="003130FB"/>
    <w:rsid w:val="00313272"/>
    <w:rsid w:val="0031361B"/>
    <w:rsid w:val="0031505F"/>
    <w:rsid w:val="003153B3"/>
    <w:rsid w:val="0031642F"/>
    <w:rsid w:val="00317231"/>
    <w:rsid w:val="0031728C"/>
    <w:rsid w:val="00317567"/>
    <w:rsid w:val="00317BBC"/>
    <w:rsid w:val="00320059"/>
    <w:rsid w:val="00320541"/>
    <w:rsid w:val="00320972"/>
    <w:rsid w:val="00320C84"/>
    <w:rsid w:val="0032148B"/>
    <w:rsid w:val="00322B2E"/>
    <w:rsid w:val="00322F7A"/>
    <w:rsid w:val="003235CC"/>
    <w:rsid w:val="00323CE3"/>
    <w:rsid w:val="00323D9A"/>
    <w:rsid w:val="0032508F"/>
    <w:rsid w:val="003254C2"/>
    <w:rsid w:val="003259D9"/>
    <w:rsid w:val="00325B6A"/>
    <w:rsid w:val="00325C70"/>
    <w:rsid w:val="00325F4A"/>
    <w:rsid w:val="00326072"/>
    <w:rsid w:val="003260EF"/>
    <w:rsid w:val="0032687E"/>
    <w:rsid w:val="00326FCA"/>
    <w:rsid w:val="00327A48"/>
    <w:rsid w:val="00327AFA"/>
    <w:rsid w:val="00327DDE"/>
    <w:rsid w:val="0033019B"/>
    <w:rsid w:val="00330533"/>
    <w:rsid w:val="00330C44"/>
    <w:rsid w:val="00330EDA"/>
    <w:rsid w:val="0033183A"/>
    <w:rsid w:val="00331C1F"/>
    <w:rsid w:val="00331DC6"/>
    <w:rsid w:val="00333247"/>
    <w:rsid w:val="0033370E"/>
    <w:rsid w:val="00333F2B"/>
    <w:rsid w:val="0033445D"/>
    <w:rsid w:val="003345AD"/>
    <w:rsid w:val="003347A7"/>
    <w:rsid w:val="00335159"/>
    <w:rsid w:val="00335195"/>
    <w:rsid w:val="00335646"/>
    <w:rsid w:val="0033585E"/>
    <w:rsid w:val="00335965"/>
    <w:rsid w:val="00336108"/>
    <w:rsid w:val="0034023B"/>
    <w:rsid w:val="003402CE"/>
    <w:rsid w:val="00340344"/>
    <w:rsid w:val="003408C5"/>
    <w:rsid w:val="00340EC3"/>
    <w:rsid w:val="0034132B"/>
    <w:rsid w:val="00341676"/>
    <w:rsid w:val="003417FA"/>
    <w:rsid w:val="00342375"/>
    <w:rsid w:val="0034350D"/>
    <w:rsid w:val="00343A21"/>
    <w:rsid w:val="00343D4B"/>
    <w:rsid w:val="003441A6"/>
    <w:rsid w:val="00344345"/>
    <w:rsid w:val="0034485E"/>
    <w:rsid w:val="00344CE2"/>
    <w:rsid w:val="00346753"/>
    <w:rsid w:val="00346E45"/>
    <w:rsid w:val="00346F69"/>
    <w:rsid w:val="0034755E"/>
    <w:rsid w:val="0035019F"/>
    <w:rsid w:val="00350380"/>
    <w:rsid w:val="00350C5D"/>
    <w:rsid w:val="00350D0E"/>
    <w:rsid w:val="00351318"/>
    <w:rsid w:val="0035136D"/>
    <w:rsid w:val="0035139D"/>
    <w:rsid w:val="003513CB"/>
    <w:rsid w:val="0035168A"/>
    <w:rsid w:val="00351735"/>
    <w:rsid w:val="00351792"/>
    <w:rsid w:val="0035183D"/>
    <w:rsid w:val="00352C78"/>
    <w:rsid w:val="003530E6"/>
    <w:rsid w:val="00354A13"/>
    <w:rsid w:val="0035570D"/>
    <w:rsid w:val="00355BC3"/>
    <w:rsid w:val="00355C99"/>
    <w:rsid w:val="00355EE2"/>
    <w:rsid w:val="00356233"/>
    <w:rsid w:val="00356419"/>
    <w:rsid w:val="00356E9C"/>
    <w:rsid w:val="00357060"/>
    <w:rsid w:val="003573A8"/>
    <w:rsid w:val="00357444"/>
    <w:rsid w:val="00357654"/>
    <w:rsid w:val="00357A00"/>
    <w:rsid w:val="00357A8B"/>
    <w:rsid w:val="00357AEE"/>
    <w:rsid w:val="003612F0"/>
    <w:rsid w:val="0036142E"/>
    <w:rsid w:val="003620DF"/>
    <w:rsid w:val="00362305"/>
    <w:rsid w:val="00362527"/>
    <w:rsid w:val="003627BD"/>
    <w:rsid w:val="00362A5C"/>
    <w:rsid w:val="0036383B"/>
    <w:rsid w:val="00363849"/>
    <w:rsid w:val="00363A06"/>
    <w:rsid w:val="00363A1B"/>
    <w:rsid w:val="00363B7D"/>
    <w:rsid w:val="0036411E"/>
    <w:rsid w:val="003645D9"/>
    <w:rsid w:val="00364646"/>
    <w:rsid w:val="00365714"/>
    <w:rsid w:val="00365783"/>
    <w:rsid w:val="003664D8"/>
    <w:rsid w:val="00366B3B"/>
    <w:rsid w:val="0036774B"/>
    <w:rsid w:val="00367DBC"/>
    <w:rsid w:val="0037102B"/>
    <w:rsid w:val="00371939"/>
    <w:rsid w:val="003720C6"/>
    <w:rsid w:val="003727A5"/>
    <w:rsid w:val="00372A55"/>
    <w:rsid w:val="0037343B"/>
    <w:rsid w:val="00373D16"/>
    <w:rsid w:val="00373D59"/>
    <w:rsid w:val="00373E86"/>
    <w:rsid w:val="0037436D"/>
    <w:rsid w:val="00374A0C"/>
    <w:rsid w:val="00374A7F"/>
    <w:rsid w:val="00374BDC"/>
    <w:rsid w:val="00374D5D"/>
    <w:rsid w:val="00374E4B"/>
    <w:rsid w:val="0037563E"/>
    <w:rsid w:val="003763EC"/>
    <w:rsid w:val="00376DDD"/>
    <w:rsid w:val="00377DFC"/>
    <w:rsid w:val="003800C2"/>
    <w:rsid w:val="0038185D"/>
    <w:rsid w:val="00381D9A"/>
    <w:rsid w:val="00381E90"/>
    <w:rsid w:val="00382AED"/>
    <w:rsid w:val="00382B16"/>
    <w:rsid w:val="00382E29"/>
    <w:rsid w:val="003831FE"/>
    <w:rsid w:val="00383F6E"/>
    <w:rsid w:val="003842D2"/>
    <w:rsid w:val="00384737"/>
    <w:rsid w:val="003848C4"/>
    <w:rsid w:val="0038533F"/>
    <w:rsid w:val="00385690"/>
    <w:rsid w:val="00385AFA"/>
    <w:rsid w:val="003862FD"/>
    <w:rsid w:val="00386C55"/>
    <w:rsid w:val="00387166"/>
    <w:rsid w:val="0038732D"/>
    <w:rsid w:val="003878C0"/>
    <w:rsid w:val="00387ACD"/>
    <w:rsid w:val="00387D3D"/>
    <w:rsid w:val="003900C7"/>
    <w:rsid w:val="0039056E"/>
    <w:rsid w:val="00390610"/>
    <w:rsid w:val="003918D9"/>
    <w:rsid w:val="00391B9E"/>
    <w:rsid w:val="003929A0"/>
    <w:rsid w:val="00393603"/>
    <w:rsid w:val="0039421A"/>
    <w:rsid w:val="003946C8"/>
    <w:rsid w:val="00394D15"/>
    <w:rsid w:val="00394DC1"/>
    <w:rsid w:val="00394E93"/>
    <w:rsid w:val="00394F64"/>
    <w:rsid w:val="0039659C"/>
    <w:rsid w:val="00396F9E"/>
    <w:rsid w:val="00397175"/>
    <w:rsid w:val="00397235"/>
    <w:rsid w:val="003973C9"/>
    <w:rsid w:val="00397AD6"/>
    <w:rsid w:val="003A0547"/>
    <w:rsid w:val="003A06C5"/>
    <w:rsid w:val="003A1384"/>
    <w:rsid w:val="003A13C3"/>
    <w:rsid w:val="003A1E68"/>
    <w:rsid w:val="003A202C"/>
    <w:rsid w:val="003A22AA"/>
    <w:rsid w:val="003A36B5"/>
    <w:rsid w:val="003A3AF6"/>
    <w:rsid w:val="003A40C9"/>
    <w:rsid w:val="003A4440"/>
    <w:rsid w:val="003A519D"/>
    <w:rsid w:val="003A5901"/>
    <w:rsid w:val="003A6779"/>
    <w:rsid w:val="003A6C16"/>
    <w:rsid w:val="003B00C8"/>
    <w:rsid w:val="003B089B"/>
    <w:rsid w:val="003B1A58"/>
    <w:rsid w:val="003B1DFF"/>
    <w:rsid w:val="003B1F1A"/>
    <w:rsid w:val="003B2515"/>
    <w:rsid w:val="003B25DA"/>
    <w:rsid w:val="003B2925"/>
    <w:rsid w:val="003B3087"/>
    <w:rsid w:val="003B31A5"/>
    <w:rsid w:val="003B34C3"/>
    <w:rsid w:val="003B45AF"/>
    <w:rsid w:val="003B45B7"/>
    <w:rsid w:val="003B4A23"/>
    <w:rsid w:val="003B4C6F"/>
    <w:rsid w:val="003B53EE"/>
    <w:rsid w:val="003B5744"/>
    <w:rsid w:val="003B59BA"/>
    <w:rsid w:val="003B5A77"/>
    <w:rsid w:val="003B5BF5"/>
    <w:rsid w:val="003B6E95"/>
    <w:rsid w:val="003B744B"/>
    <w:rsid w:val="003B764D"/>
    <w:rsid w:val="003B7718"/>
    <w:rsid w:val="003C033A"/>
    <w:rsid w:val="003C076B"/>
    <w:rsid w:val="003C081B"/>
    <w:rsid w:val="003C1091"/>
    <w:rsid w:val="003C1390"/>
    <w:rsid w:val="003C166A"/>
    <w:rsid w:val="003C1DCB"/>
    <w:rsid w:val="003C21B1"/>
    <w:rsid w:val="003C29E9"/>
    <w:rsid w:val="003C2EF2"/>
    <w:rsid w:val="003C3409"/>
    <w:rsid w:val="003C3D41"/>
    <w:rsid w:val="003C4679"/>
    <w:rsid w:val="003C4798"/>
    <w:rsid w:val="003C4C29"/>
    <w:rsid w:val="003C51C4"/>
    <w:rsid w:val="003C5202"/>
    <w:rsid w:val="003C588C"/>
    <w:rsid w:val="003C5A28"/>
    <w:rsid w:val="003C5D8D"/>
    <w:rsid w:val="003C68FE"/>
    <w:rsid w:val="003C6E70"/>
    <w:rsid w:val="003D08C9"/>
    <w:rsid w:val="003D0AE6"/>
    <w:rsid w:val="003D1A4A"/>
    <w:rsid w:val="003D1AB4"/>
    <w:rsid w:val="003D1B36"/>
    <w:rsid w:val="003D1FBF"/>
    <w:rsid w:val="003D22C5"/>
    <w:rsid w:val="003D2EE6"/>
    <w:rsid w:val="003D3576"/>
    <w:rsid w:val="003D35FF"/>
    <w:rsid w:val="003D3657"/>
    <w:rsid w:val="003D3A79"/>
    <w:rsid w:val="003D3BCF"/>
    <w:rsid w:val="003D3FDE"/>
    <w:rsid w:val="003D40ED"/>
    <w:rsid w:val="003D413B"/>
    <w:rsid w:val="003D458F"/>
    <w:rsid w:val="003D46F1"/>
    <w:rsid w:val="003D4D52"/>
    <w:rsid w:val="003D4ED5"/>
    <w:rsid w:val="003D517C"/>
    <w:rsid w:val="003D53CF"/>
    <w:rsid w:val="003D6826"/>
    <w:rsid w:val="003D7544"/>
    <w:rsid w:val="003D763E"/>
    <w:rsid w:val="003D7B42"/>
    <w:rsid w:val="003E014D"/>
    <w:rsid w:val="003E169A"/>
    <w:rsid w:val="003E1821"/>
    <w:rsid w:val="003E1AC5"/>
    <w:rsid w:val="003E2585"/>
    <w:rsid w:val="003E2722"/>
    <w:rsid w:val="003E2778"/>
    <w:rsid w:val="003E4A2A"/>
    <w:rsid w:val="003E4DA5"/>
    <w:rsid w:val="003E4F53"/>
    <w:rsid w:val="003E520C"/>
    <w:rsid w:val="003E5D08"/>
    <w:rsid w:val="003E5FF2"/>
    <w:rsid w:val="003E6234"/>
    <w:rsid w:val="003E64ED"/>
    <w:rsid w:val="003E6D9F"/>
    <w:rsid w:val="003E7C81"/>
    <w:rsid w:val="003F0327"/>
    <w:rsid w:val="003F0B9D"/>
    <w:rsid w:val="003F1000"/>
    <w:rsid w:val="003F149F"/>
    <w:rsid w:val="003F20DF"/>
    <w:rsid w:val="003F32AF"/>
    <w:rsid w:val="003F38D0"/>
    <w:rsid w:val="003F3B84"/>
    <w:rsid w:val="003F55A5"/>
    <w:rsid w:val="003F5740"/>
    <w:rsid w:val="003F611E"/>
    <w:rsid w:val="003F6147"/>
    <w:rsid w:val="003F75F2"/>
    <w:rsid w:val="004002EC"/>
    <w:rsid w:val="0040124A"/>
    <w:rsid w:val="0040176B"/>
    <w:rsid w:val="004017C6"/>
    <w:rsid w:val="00402349"/>
    <w:rsid w:val="00402981"/>
    <w:rsid w:val="00403319"/>
    <w:rsid w:val="00403CC7"/>
    <w:rsid w:val="00404489"/>
    <w:rsid w:val="00404DE9"/>
    <w:rsid w:val="0040542F"/>
    <w:rsid w:val="004058D0"/>
    <w:rsid w:val="00405A40"/>
    <w:rsid w:val="00406805"/>
    <w:rsid w:val="00406B06"/>
    <w:rsid w:val="00406E02"/>
    <w:rsid w:val="00406E6F"/>
    <w:rsid w:val="004073BD"/>
    <w:rsid w:val="00407B07"/>
    <w:rsid w:val="00407B86"/>
    <w:rsid w:val="0041035E"/>
    <w:rsid w:val="004106FE"/>
    <w:rsid w:val="004108E9"/>
    <w:rsid w:val="00410936"/>
    <w:rsid w:val="00410B4B"/>
    <w:rsid w:val="00411313"/>
    <w:rsid w:val="00411BC8"/>
    <w:rsid w:val="00412847"/>
    <w:rsid w:val="00412886"/>
    <w:rsid w:val="00413095"/>
    <w:rsid w:val="004130BB"/>
    <w:rsid w:val="004133A4"/>
    <w:rsid w:val="00413598"/>
    <w:rsid w:val="00413686"/>
    <w:rsid w:val="00413960"/>
    <w:rsid w:val="00413A8E"/>
    <w:rsid w:val="00414A55"/>
    <w:rsid w:val="0041521A"/>
    <w:rsid w:val="00415763"/>
    <w:rsid w:val="00415E1D"/>
    <w:rsid w:val="00416474"/>
    <w:rsid w:val="00416992"/>
    <w:rsid w:val="00416D81"/>
    <w:rsid w:val="00417984"/>
    <w:rsid w:val="00417A70"/>
    <w:rsid w:val="00421934"/>
    <w:rsid w:val="004221DA"/>
    <w:rsid w:val="00422E37"/>
    <w:rsid w:val="00423A6B"/>
    <w:rsid w:val="004244FE"/>
    <w:rsid w:val="00424547"/>
    <w:rsid w:val="00424B1D"/>
    <w:rsid w:val="00424E82"/>
    <w:rsid w:val="00424E95"/>
    <w:rsid w:val="00425172"/>
    <w:rsid w:val="004255A9"/>
    <w:rsid w:val="00425A50"/>
    <w:rsid w:val="0042608C"/>
    <w:rsid w:val="004263A9"/>
    <w:rsid w:val="004265ED"/>
    <w:rsid w:val="00426A8D"/>
    <w:rsid w:val="00427150"/>
    <w:rsid w:val="004273A0"/>
    <w:rsid w:val="00427527"/>
    <w:rsid w:val="00427957"/>
    <w:rsid w:val="00427D08"/>
    <w:rsid w:val="00427E67"/>
    <w:rsid w:val="00430577"/>
    <w:rsid w:val="0043095A"/>
    <w:rsid w:val="00431197"/>
    <w:rsid w:val="0043204C"/>
    <w:rsid w:val="004320C6"/>
    <w:rsid w:val="004321C0"/>
    <w:rsid w:val="004337D3"/>
    <w:rsid w:val="00433A57"/>
    <w:rsid w:val="00434E98"/>
    <w:rsid w:val="0043560B"/>
    <w:rsid w:val="00435CB7"/>
    <w:rsid w:val="00435F55"/>
    <w:rsid w:val="00435F92"/>
    <w:rsid w:val="00436DB9"/>
    <w:rsid w:val="0043713A"/>
    <w:rsid w:val="0044077B"/>
    <w:rsid w:val="00440EF2"/>
    <w:rsid w:val="0044109A"/>
    <w:rsid w:val="00442D09"/>
    <w:rsid w:val="00443269"/>
    <w:rsid w:val="00443BD1"/>
    <w:rsid w:val="00444203"/>
    <w:rsid w:val="0044497C"/>
    <w:rsid w:val="00444D15"/>
    <w:rsid w:val="00444D20"/>
    <w:rsid w:val="00444E31"/>
    <w:rsid w:val="00444FCD"/>
    <w:rsid w:val="0044538E"/>
    <w:rsid w:val="0044567E"/>
    <w:rsid w:val="00445804"/>
    <w:rsid w:val="00446042"/>
    <w:rsid w:val="00446412"/>
    <w:rsid w:val="00446798"/>
    <w:rsid w:val="0044699B"/>
    <w:rsid w:val="00446DE7"/>
    <w:rsid w:val="00447089"/>
    <w:rsid w:val="004509CC"/>
    <w:rsid w:val="00450A52"/>
    <w:rsid w:val="00450EEE"/>
    <w:rsid w:val="00451449"/>
    <w:rsid w:val="004519BD"/>
    <w:rsid w:val="00451CD3"/>
    <w:rsid w:val="00451EB2"/>
    <w:rsid w:val="0045236F"/>
    <w:rsid w:val="004524CD"/>
    <w:rsid w:val="00452613"/>
    <w:rsid w:val="004529FB"/>
    <w:rsid w:val="004533C8"/>
    <w:rsid w:val="00454694"/>
    <w:rsid w:val="00454A64"/>
    <w:rsid w:val="00455C1D"/>
    <w:rsid w:val="0045619D"/>
    <w:rsid w:val="004609AB"/>
    <w:rsid w:val="00460DED"/>
    <w:rsid w:val="00460FE0"/>
    <w:rsid w:val="00461DEE"/>
    <w:rsid w:val="004626B7"/>
    <w:rsid w:val="0046299E"/>
    <w:rsid w:val="00462BBE"/>
    <w:rsid w:val="00462D8F"/>
    <w:rsid w:val="00462EEE"/>
    <w:rsid w:val="0046346D"/>
    <w:rsid w:val="0046354E"/>
    <w:rsid w:val="00463E0E"/>
    <w:rsid w:val="0046405F"/>
    <w:rsid w:val="0046432C"/>
    <w:rsid w:val="0046442D"/>
    <w:rsid w:val="00464D69"/>
    <w:rsid w:val="004657D2"/>
    <w:rsid w:val="00465F41"/>
    <w:rsid w:val="004668A8"/>
    <w:rsid w:val="004668E6"/>
    <w:rsid w:val="004676A1"/>
    <w:rsid w:val="00467A00"/>
    <w:rsid w:val="00467BAE"/>
    <w:rsid w:val="00467D6E"/>
    <w:rsid w:val="00470789"/>
    <w:rsid w:val="00470C6B"/>
    <w:rsid w:val="0047157A"/>
    <w:rsid w:val="004717ED"/>
    <w:rsid w:val="00473BDF"/>
    <w:rsid w:val="0047426D"/>
    <w:rsid w:val="00474B47"/>
    <w:rsid w:val="00474F48"/>
    <w:rsid w:val="004757F3"/>
    <w:rsid w:val="00476B15"/>
    <w:rsid w:val="00476CE0"/>
    <w:rsid w:val="0047736C"/>
    <w:rsid w:val="00477533"/>
    <w:rsid w:val="00477845"/>
    <w:rsid w:val="004804F1"/>
    <w:rsid w:val="004815DC"/>
    <w:rsid w:val="004816A3"/>
    <w:rsid w:val="00481928"/>
    <w:rsid w:val="00481AD4"/>
    <w:rsid w:val="004820EF"/>
    <w:rsid w:val="0048271B"/>
    <w:rsid w:val="00482E17"/>
    <w:rsid w:val="00483530"/>
    <w:rsid w:val="00483877"/>
    <w:rsid w:val="004839E2"/>
    <w:rsid w:val="004850FB"/>
    <w:rsid w:val="00486060"/>
    <w:rsid w:val="00486674"/>
    <w:rsid w:val="00486CDA"/>
    <w:rsid w:val="00490043"/>
    <w:rsid w:val="00490181"/>
    <w:rsid w:val="00490322"/>
    <w:rsid w:val="0049038A"/>
    <w:rsid w:val="004903EF"/>
    <w:rsid w:val="004905C7"/>
    <w:rsid w:val="00490A43"/>
    <w:rsid w:val="00490A79"/>
    <w:rsid w:val="00490C4B"/>
    <w:rsid w:val="00490EDC"/>
    <w:rsid w:val="00491027"/>
    <w:rsid w:val="004913C3"/>
    <w:rsid w:val="004919C3"/>
    <w:rsid w:val="004923AB"/>
    <w:rsid w:val="00492515"/>
    <w:rsid w:val="00492EEF"/>
    <w:rsid w:val="004930EC"/>
    <w:rsid w:val="0049330D"/>
    <w:rsid w:val="00493326"/>
    <w:rsid w:val="00493397"/>
    <w:rsid w:val="00493AB2"/>
    <w:rsid w:val="00494E90"/>
    <w:rsid w:val="0049548D"/>
    <w:rsid w:val="004959DF"/>
    <w:rsid w:val="00495B2B"/>
    <w:rsid w:val="00495C2A"/>
    <w:rsid w:val="00495F6B"/>
    <w:rsid w:val="00496EED"/>
    <w:rsid w:val="00497727"/>
    <w:rsid w:val="00497F18"/>
    <w:rsid w:val="004A1AF7"/>
    <w:rsid w:val="004A1C1E"/>
    <w:rsid w:val="004A1ED1"/>
    <w:rsid w:val="004A1F6B"/>
    <w:rsid w:val="004A23DE"/>
    <w:rsid w:val="004A2923"/>
    <w:rsid w:val="004A3828"/>
    <w:rsid w:val="004A3C4C"/>
    <w:rsid w:val="004A3D11"/>
    <w:rsid w:val="004A3E62"/>
    <w:rsid w:val="004A4F7F"/>
    <w:rsid w:val="004A5A2F"/>
    <w:rsid w:val="004A6322"/>
    <w:rsid w:val="004A634C"/>
    <w:rsid w:val="004A705C"/>
    <w:rsid w:val="004A71EF"/>
    <w:rsid w:val="004A7698"/>
    <w:rsid w:val="004A7877"/>
    <w:rsid w:val="004B022C"/>
    <w:rsid w:val="004B03A5"/>
    <w:rsid w:val="004B05EA"/>
    <w:rsid w:val="004B0B7C"/>
    <w:rsid w:val="004B0FA5"/>
    <w:rsid w:val="004B144F"/>
    <w:rsid w:val="004B17F1"/>
    <w:rsid w:val="004B1BCC"/>
    <w:rsid w:val="004B2528"/>
    <w:rsid w:val="004B2D64"/>
    <w:rsid w:val="004B3513"/>
    <w:rsid w:val="004B3539"/>
    <w:rsid w:val="004B3A73"/>
    <w:rsid w:val="004B3A93"/>
    <w:rsid w:val="004B3F80"/>
    <w:rsid w:val="004B4A22"/>
    <w:rsid w:val="004B4D76"/>
    <w:rsid w:val="004B51C7"/>
    <w:rsid w:val="004B5338"/>
    <w:rsid w:val="004B57BE"/>
    <w:rsid w:val="004B6D42"/>
    <w:rsid w:val="004B6E31"/>
    <w:rsid w:val="004B7026"/>
    <w:rsid w:val="004B78D4"/>
    <w:rsid w:val="004C00D3"/>
    <w:rsid w:val="004C0F15"/>
    <w:rsid w:val="004C152A"/>
    <w:rsid w:val="004C16AF"/>
    <w:rsid w:val="004C2B12"/>
    <w:rsid w:val="004C2B6B"/>
    <w:rsid w:val="004C2EC7"/>
    <w:rsid w:val="004C32B3"/>
    <w:rsid w:val="004C3D23"/>
    <w:rsid w:val="004C537E"/>
    <w:rsid w:val="004C5574"/>
    <w:rsid w:val="004C5E3F"/>
    <w:rsid w:val="004C5E52"/>
    <w:rsid w:val="004C6FF5"/>
    <w:rsid w:val="004C7149"/>
    <w:rsid w:val="004C7C5E"/>
    <w:rsid w:val="004D0890"/>
    <w:rsid w:val="004D0E41"/>
    <w:rsid w:val="004D0FC1"/>
    <w:rsid w:val="004D0FC4"/>
    <w:rsid w:val="004D19ED"/>
    <w:rsid w:val="004D1A5B"/>
    <w:rsid w:val="004D1C6D"/>
    <w:rsid w:val="004D30A6"/>
    <w:rsid w:val="004D317D"/>
    <w:rsid w:val="004D31D0"/>
    <w:rsid w:val="004D35CA"/>
    <w:rsid w:val="004D45A9"/>
    <w:rsid w:val="004D45EF"/>
    <w:rsid w:val="004D4A37"/>
    <w:rsid w:val="004D5060"/>
    <w:rsid w:val="004D6696"/>
    <w:rsid w:val="004D6705"/>
    <w:rsid w:val="004D688A"/>
    <w:rsid w:val="004D6C23"/>
    <w:rsid w:val="004D7B07"/>
    <w:rsid w:val="004D7E94"/>
    <w:rsid w:val="004E00C6"/>
    <w:rsid w:val="004E1C1C"/>
    <w:rsid w:val="004E1E0B"/>
    <w:rsid w:val="004E3713"/>
    <w:rsid w:val="004E3A02"/>
    <w:rsid w:val="004E4D89"/>
    <w:rsid w:val="004E4EBD"/>
    <w:rsid w:val="004E4F98"/>
    <w:rsid w:val="004E520F"/>
    <w:rsid w:val="004E5728"/>
    <w:rsid w:val="004E59E3"/>
    <w:rsid w:val="004E6313"/>
    <w:rsid w:val="004E63B7"/>
    <w:rsid w:val="004E68DB"/>
    <w:rsid w:val="004E7742"/>
    <w:rsid w:val="004E7948"/>
    <w:rsid w:val="004E7E8F"/>
    <w:rsid w:val="004F0B25"/>
    <w:rsid w:val="004F12DF"/>
    <w:rsid w:val="004F1D64"/>
    <w:rsid w:val="004F1FE5"/>
    <w:rsid w:val="004F240A"/>
    <w:rsid w:val="004F2726"/>
    <w:rsid w:val="004F28DD"/>
    <w:rsid w:val="004F2965"/>
    <w:rsid w:val="004F2DB3"/>
    <w:rsid w:val="004F2EEB"/>
    <w:rsid w:val="004F3162"/>
    <w:rsid w:val="004F356C"/>
    <w:rsid w:val="004F384D"/>
    <w:rsid w:val="004F3E4E"/>
    <w:rsid w:val="004F4224"/>
    <w:rsid w:val="004F4225"/>
    <w:rsid w:val="004F4E02"/>
    <w:rsid w:val="004F6360"/>
    <w:rsid w:val="004F6AE6"/>
    <w:rsid w:val="004F714F"/>
    <w:rsid w:val="004F725A"/>
    <w:rsid w:val="004F7529"/>
    <w:rsid w:val="004F7641"/>
    <w:rsid w:val="00501E1A"/>
    <w:rsid w:val="00502360"/>
    <w:rsid w:val="00502AFA"/>
    <w:rsid w:val="00502BDA"/>
    <w:rsid w:val="00502CF1"/>
    <w:rsid w:val="00502DF4"/>
    <w:rsid w:val="00503512"/>
    <w:rsid w:val="00503999"/>
    <w:rsid w:val="00505112"/>
    <w:rsid w:val="00505E87"/>
    <w:rsid w:val="005065FA"/>
    <w:rsid w:val="00506E7E"/>
    <w:rsid w:val="00506FB7"/>
    <w:rsid w:val="00507BAF"/>
    <w:rsid w:val="00507C43"/>
    <w:rsid w:val="00507F40"/>
    <w:rsid w:val="0051004B"/>
    <w:rsid w:val="005107DA"/>
    <w:rsid w:val="00510AD6"/>
    <w:rsid w:val="00512E5C"/>
    <w:rsid w:val="00513436"/>
    <w:rsid w:val="005136BC"/>
    <w:rsid w:val="00514433"/>
    <w:rsid w:val="00514F11"/>
    <w:rsid w:val="0051540F"/>
    <w:rsid w:val="005154A6"/>
    <w:rsid w:val="0051551E"/>
    <w:rsid w:val="00515604"/>
    <w:rsid w:val="00515DC8"/>
    <w:rsid w:val="00516241"/>
    <w:rsid w:val="00517690"/>
    <w:rsid w:val="00517C41"/>
    <w:rsid w:val="00520B18"/>
    <w:rsid w:val="00521620"/>
    <w:rsid w:val="00522B15"/>
    <w:rsid w:val="00522DD4"/>
    <w:rsid w:val="005239E4"/>
    <w:rsid w:val="00523A8F"/>
    <w:rsid w:val="005240B0"/>
    <w:rsid w:val="00524889"/>
    <w:rsid w:val="00524917"/>
    <w:rsid w:val="00524A1A"/>
    <w:rsid w:val="0052535B"/>
    <w:rsid w:val="00525B92"/>
    <w:rsid w:val="00525C34"/>
    <w:rsid w:val="00526982"/>
    <w:rsid w:val="00526A56"/>
    <w:rsid w:val="00526C09"/>
    <w:rsid w:val="0053007F"/>
    <w:rsid w:val="00530661"/>
    <w:rsid w:val="00531294"/>
    <w:rsid w:val="00531740"/>
    <w:rsid w:val="005320F2"/>
    <w:rsid w:val="0053224D"/>
    <w:rsid w:val="00532A80"/>
    <w:rsid w:val="00532DC8"/>
    <w:rsid w:val="00532F26"/>
    <w:rsid w:val="0053343C"/>
    <w:rsid w:val="00533FA4"/>
    <w:rsid w:val="005341B8"/>
    <w:rsid w:val="0053467F"/>
    <w:rsid w:val="00534A88"/>
    <w:rsid w:val="00534AD7"/>
    <w:rsid w:val="00534F79"/>
    <w:rsid w:val="00535693"/>
    <w:rsid w:val="00535D36"/>
    <w:rsid w:val="00535D6F"/>
    <w:rsid w:val="00535F0D"/>
    <w:rsid w:val="00536233"/>
    <w:rsid w:val="00537E2C"/>
    <w:rsid w:val="00537E6B"/>
    <w:rsid w:val="00537EBC"/>
    <w:rsid w:val="005402CA"/>
    <w:rsid w:val="005409B0"/>
    <w:rsid w:val="00540A78"/>
    <w:rsid w:val="0054101E"/>
    <w:rsid w:val="005417CA"/>
    <w:rsid w:val="00542218"/>
    <w:rsid w:val="00542934"/>
    <w:rsid w:val="00542AA5"/>
    <w:rsid w:val="00542CAE"/>
    <w:rsid w:val="00542D26"/>
    <w:rsid w:val="00543086"/>
    <w:rsid w:val="00546030"/>
    <w:rsid w:val="0054627E"/>
    <w:rsid w:val="005465BC"/>
    <w:rsid w:val="00546636"/>
    <w:rsid w:val="005467DB"/>
    <w:rsid w:val="00546F3F"/>
    <w:rsid w:val="005475DE"/>
    <w:rsid w:val="00547670"/>
    <w:rsid w:val="00547D99"/>
    <w:rsid w:val="00550037"/>
    <w:rsid w:val="00550426"/>
    <w:rsid w:val="00550842"/>
    <w:rsid w:val="00550FB7"/>
    <w:rsid w:val="005514A1"/>
    <w:rsid w:val="005516FF"/>
    <w:rsid w:val="00551BF0"/>
    <w:rsid w:val="00551CB0"/>
    <w:rsid w:val="0055378F"/>
    <w:rsid w:val="00554031"/>
    <w:rsid w:val="0055426A"/>
    <w:rsid w:val="00554A10"/>
    <w:rsid w:val="00554D32"/>
    <w:rsid w:val="00555526"/>
    <w:rsid w:val="0055567E"/>
    <w:rsid w:val="00555E37"/>
    <w:rsid w:val="00555EEC"/>
    <w:rsid w:val="005566B9"/>
    <w:rsid w:val="00556783"/>
    <w:rsid w:val="005568FE"/>
    <w:rsid w:val="00556E60"/>
    <w:rsid w:val="0055791B"/>
    <w:rsid w:val="00557B9E"/>
    <w:rsid w:val="00557C65"/>
    <w:rsid w:val="00560625"/>
    <w:rsid w:val="00561294"/>
    <w:rsid w:val="00561BDA"/>
    <w:rsid w:val="00561CA6"/>
    <w:rsid w:val="005631BC"/>
    <w:rsid w:val="005632EB"/>
    <w:rsid w:val="005640A6"/>
    <w:rsid w:val="005644EC"/>
    <w:rsid w:val="005647F9"/>
    <w:rsid w:val="00564F0E"/>
    <w:rsid w:val="005666C4"/>
    <w:rsid w:val="00566D65"/>
    <w:rsid w:val="005673CE"/>
    <w:rsid w:val="00567627"/>
    <w:rsid w:val="005679AF"/>
    <w:rsid w:val="00567F77"/>
    <w:rsid w:val="0057020E"/>
    <w:rsid w:val="00570687"/>
    <w:rsid w:val="0057140D"/>
    <w:rsid w:val="0057164A"/>
    <w:rsid w:val="00571918"/>
    <w:rsid w:val="0057257F"/>
    <w:rsid w:val="005727F9"/>
    <w:rsid w:val="00573144"/>
    <w:rsid w:val="00573316"/>
    <w:rsid w:val="00573329"/>
    <w:rsid w:val="00574E30"/>
    <w:rsid w:val="00575A62"/>
    <w:rsid w:val="0057676F"/>
    <w:rsid w:val="00577621"/>
    <w:rsid w:val="00577887"/>
    <w:rsid w:val="00577A21"/>
    <w:rsid w:val="00580BA3"/>
    <w:rsid w:val="0058236F"/>
    <w:rsid w:val="00582E85"/>
    <w:rsid w:val="00583284"/>
    <w:rsid w:val="0058391F"/>
    <w:rsid w:val="00583F35"/>
    <w:rsid w:val="00584045"/>
    <w:rsid w:val="005843E7"/>
    <w:rsid w:val="00584749"/>
    <w:rsid w:val="0058482F"/>
    <w:rsid w:val="00584E00"/>
    <w:rsid w:val="00585560"/>
    <w:rsid w:val="005870B8"/>
    <w:rsid w:val="0058715C"/>
    <w:rsid w:val="005908F4"/>
    <w:rsid w:val="00590E08"/>
    <w:rsid w:val="00591524"/>
    <w:rsid w:val="005919C0"/>
    <w:rsid w:val="00591BBF"/>
    <w:rsid w:val="0059273A"/>
    <w:rsid w:val="00592DD2"/>
    <w:rsid w:val="00592FA6"/>
    <w:rsid w:val="00592FF5"/>
    <w:rsid w:val="00593505"/>
    <w:rsid w:val="00593AD4"/>
    <w:rsid w:val="00593D1B"/>
    <w:rsid w:val="00593D6C"/>
    <w:rsid w:val="00593F74"/>
    <w:rsid w:val="005941CE"/>
    <w:rsid w:val="0059446A"/>
    <w:rsid w:val="00594879"/>
    <w:rsid w:val="00594AF4"/>
    <w:rsid w:val="00594BE3"/>
    <w:rsid w:val="00594E86"/>
    <w:rsid w:val="005951EB"/>
    <w:rsid w:val="0059659E"/>
    <w:rsid w:val="005978FA"/>
    <w:rsid w:val="00597B3A"/>
    <w:rsid w:val="00597C43"/>
    <w:rsid w:val="00597D52"/>
    <w:rsid w:val="005A0307"/>
    <w:rsid w:val="005A04E1"/>
    <w:rsid w:val="005A09BD"/>
    <w:rsid w:val="005A1549"/>
    <w:rsid w:val="005A2529"/>
    <w:rsid w:val="005A2930"/>
    <w:rsid w:val="005A2F30"/>
    <w:rsid w:val="005A34BC"/>
    <w:rsid w:val="005A35E5"/>
    <w:rsid w:val="005A3F56"/>
    <w:rsid w:val="005A465A"/>
    <w:rsid w:val="005A48B3"/>
    <w:rsid w:val="005A4E5E"/>
    <w:rsid w:val="005A597E"/>
    <w:rsid w:val="005A5BEE"/>
    <w:rsid w:val="005A60E8"/>
    <w:rsid w:val="005A69C1"/>
    <w:rsid w:val="005A6D8C"/>
    <w:rsid w:val="005A6F6F"/>
    <w:rsid w:val="005A7298"/>
    <w:rsid w:val="005A7403"/>
    <w:rsid w:val="005A7E67"/>
    <w:rsid w:val="005B066C"/>
    <w:rsid w:val="005B0A19"/>
    <w:rsid w:val="005B0A1C"/>
    <w:rsid w:val="005B0AC3"/>
    <w:rsid w:val="005B0E8E"/>
    <w:rsid w:val="005B1DDA"/>
    <w:rsid w:val="005B1E00"/>
    <w:rsid w:val="005B2098"/>
    <w:rsid w:val="005B237F"/>
    <w:rsid w:val="005B259E"/>
    <w:rsid w:val="005B2B25"/>
    <w:rsid w:val="005B34D3"/>
    <w:rsid w:val="005B35FD"/>
    <w:rsid w:val="005B37AF"/>
    <w:rsid w:val="005B3932"/>
    <w:rsid w:val="005B3AAD"/>
    <w:rsid w:val="005B3E5C"/>
    <w:rsid w:val="005B3F2A"/>
    <w:rsid w:val="005B4542"/>
    <w:rsid w:val="005B45CE"/>
    <w:rsid w:val="005B45FB"/>
    <w:rsid w:val="005B47CC"/>
    <w:rsid w:val="005B49C9"/>
    <w:rsid w:val="005B4D8C"/>
    <w:rsid w:val="005B5DDB"/>
    <w:rsid w:val="005B6A8E"/>
    <w:rsid w:val="005B6B49"/>
    <w:rsid w:val="005B6C79"/>
    <w:rsid w:val="005B7AA8"/>
    <w:rsid w:val="005C0E48"/>
    <w:rsid w:val="005C1233"/>
    <w:rsid w:val="005C1CDB"/>
    <w:rsid w:val="005C25AC"/>
    <w:rsid w:val="005C28D9"/>
    <w:rsid w:val="005C2BA2"/>
    <w:rsid w:val="005C38A7"/>
    <w:rsid w:val="005C4390"/>
    <w:rsid w:val="005C496D"/>
    <w:rsid w:val="005C52F3"/>
    <w:rsid w:val="005C5E90"/>
    <w:rsid w:val="005D04D0"/>
    <w:rsid w:val="005D0648"/>
    <w:rsid w:val="005D0984"/>
    <w:rsid w:val="005D1537"/>
    <w:rsid w:val="005D1ADB"/>
    <w:rsid w:val="005D1BF1"/>
    <w:rsid w:val="005D1E1C"/>
    <w:rsid w:val="005D3539"/>
    <w:rsid w:val="005D392C"/>
    <w:rsid w:val="005D3A3F"/>
    <w:rsid w:val="005D3CA1"/>
    <w:rsid w:val="005D411D"/>
    <w:rsid w:val="005D42A7"/>
    <w:rsid w:val="005D45CF"/>
    <w:rsid w:val="005D4679"/>
    <w:rsid w:val="005D47D6"/>
    <w:rsid w:val="005D5AA2"/>
    <w:rsid w:val="005D5AE1"/>
    <w:rsid w:val="005D6052"/>
    <w:rsid w:val="005D61E4"/>
    <w:rsid w:val="005D635A"/>
    <w:rsid w:val="005D65D2"/>
    <w:rsid w:val="005D6AAC"/>
    <w:rsid w:val="005D6AE7"/>
    <w:rsid w:val="005D737D"/>
    <w:rsid w:val="005E046C"/>
    <w:rsid w:val="005E18F4"/>
    <w:rsid w:val="005E1E2C"/>
    <w:rsid w:val="005E23A8"/>
    <w:rsid w:val="005E2F77"/>
    <w:rsid w:val="005E34C1"/>
    <w:rsid w:val="005E473E"/>
    <w:rsid w:val="005E4819"/>
    <w:rsid w:val="005E4E0B"/>
    <w:rsid w:val="005E50EB"/>
    <w:rsid w:val="005E51F4"/>
    <w:rsid w:val="005E5EB6"/>
    <w:rsid w:val="005E6E03"/>
    <w:rsid w:val="005E759E"/>
    <w:rsid w:val="005F0643"/>
    <w:rsid w:val="005F11B4"/>
    <w:rsid w:val="005F11DB"/>
    <w:rsid w:val="005F177F"/>
    <w:rsid w:val="005F1865"/>
    <w:rsid w:val="005F1935"/>
    <w:rsid w:val="005F1FF1"/>
    <w:rsid w:val="005F38AB"/>
    <w:rsid w:val="005F3F4E"/>
    <w:rsid w:val="005F42A8"/>
    <w:rsid w:val="005F5BAE"/>
    <w:rsid w:val="005F6B1D"/>
    <w:rsid w:val="005F6E16"/>
    <w:rsid w:val="005F752F"/>
    <w:rsid w:val="005F75A6"/>
    <w:rsid w:val="005F78E4"/>
    <w:rsid w:val="00600089"/>
    <w:rsid w:val="0060008C"/>
    <w:rsid w:val="00600C4C"/>
    <w:rsid w:val="00601856"/>
    <w:rsid w:val="00601884"/>
    <w:rsid w:val="006023A6"/>
    <w:rsid w:val="006028FF"/>
    <w:rsid w:val="00602EB7"/>
    <w:rsid w:val="006037FE"/>
    <w:rsid w:val="00604523"/>
    <w:rsid w:val="0060478F"/>
    <w:rsid w:val="00605A48"/>
    <w:rsid w:val="00605D7A"/>
    <w:rsid w:val="006068D9"/>
    <w:rsid w:val="00607034"/>
    <w:rsid w:val="006078E1"/>
    <w:rsid w:val="00607DC3"/>
    <w:rsid w:val="00610270"/>
    <w:rsid w:val="00611613"/>
    <w:rsid w:val="006119B2"/>
    <w:rsid w:val="00611D68"/>
    <w:rsid w:val="00611DDC"/>
    <w:rsid w:val="006124D0"/>
    <w:rsid w:val="00612D21"/>
    <w:rsid w:val="00612FFD"/>
    <w:rsid w:val="0061349F"/>
    <w:rsid w:val="0061352A"/>
    <w:rsid w:val="006138D0"/>
    <w:rsid w:val="0061425A"/>
    <w:rsid w:val="00614355"/>
    <w:rsid w:val="00614DC5"/>
    <w:rsid w:val="006151CB"/>
    <w:rsid w:val="00616821"/>
    <w:rsid w:val="00616D09"/>
    <w:rsid w:val="00616DC9"/>
    <w:rsid w:val="00617256"/>
    <w:rsid w:val="00617529"/>
    <w:rsid w:val="00620AF4"/>
    <w:rsid w:val="00620CA7"/>
    <w:rsid w:val="0062117F"/>
    <w:rsid w:val="006235A0"/>
    <w:rsid w:val="006249A7"/>
    <w:rsid w:val="00624A3D"/>
    <w:rsid w:val="00624F3D"/>
    <w:rsid w:val="006252BC"/>
    <w:rsid w:val="006253C1"/>
    <w:rsid w:val="006259BC"/>
    <w:rsid w:val="00626EEB"/>
    <w:rsid w:val="006275E2"/>
    <w:rsid w:val="00627A75"/>
    <w:rsid w:val="00627FE1"/>
    <w:rsid w:val="00630618"/>
    <w:rsid w:val="00630736"/>
    <w:rsid w:val="006313F6"/>
    <w:rsid w:val="00631A6F"/>
    <w:rsid w:val="00632682"/>
    <w:rsid w:val="00632CF5"/>
    <w:rsid w:val="00632F30"/>
    <w:rsid w:val="006331F5"/>
    <w:rsid w:val="006335DB"/>
    <w:rsid w:val="00633613"/>
    <w:rsid w:val="00633A0F"/>
    <w:rsid w:val="00633A41"/>
    <w:rsid w:val="00633E04"/>
    <w:rsid w:val="00633F17"/>
    <w:rsid w:val="00635662"/>
    <w:rsid w:val="00635BB0"/>
    <w:rsid w:val="00636029"/>
    <w:rsid w:val="00636074"/>
    <w:rsid w:val="00636A98"/>
    <w:rsid w:val="0063754D"/>
    <w:rsid w:val="00637A0C"/>
    <w:rsid w:val="00640B98"/>
    <w:rsid w:val="00640EEC"/>
    <w:rsid w:val="00641524"/>
    <w:rsid w:val="00641564"/>
    <w:rsid w:val="00641613"/>
    <w:rsid w:val="00641794"/>
    <w:rsid w:val="00641806"/>
    <w:rsid w:val="00641B81"/>
    <w:rsid w:val="00641D76"/>
    <w:rsid w:val="0064200E"/>
    <w:rsid w:val="0064241A"/>
    <w:rsid w:val="00642A8C"/>
    <w:rsid w:val="00642BCB"/>
    <w:rsid w:val="00642FF5"/>
    <w:rsid w:val="00643376"/>
    <w:rsid w:val="00643895"/>
    <w:rsid w:val="0064449C"/>
    <w:rsid w:val="006444F5"/>
    <w:rsid w:val="00644EBF"/>
    <w:rsid w:val="00645008"/>
    <w:rsid w:val="0064524C"/>
    <w:rsid w:val="006457E6"/>
    <w:rsid w:val="00645CB2"/>
    <w:rsid w:val="00645CD4"/>
    <w:rsid w:val="006461E8"/>
    <w:rsid w:val="006464EE"/>
    <w:rsid w:val="006465F9"/>
    <w:rsid w:val="00647849"/>
    <w:rsid w:val="00647A8E"/>
    <w:rsid w:val="006500E8"/>
    <w:rsid w:val="00650AF6"/>
    <w:rsid w:val="00650DB6"/>
    <w:rsid w:val="00651718"/>
    <w:rsid w:val="0065187F"/>
    <w:rsid w:val="00651EAC"/>
    <w:rsid w:val="00651EB3"/>
    <w:rsid w:val="00652064"/>
    <w:rsid w:val="00652A94"/>
    <w:rsid w:val="00652D05"/>
    <w:rsid w:val="006536B7"/>
    <w:rsid w:val="00653742"/>
    <w:rsid w:val="00653F1A"/>
    <w:rsid w:val="0065423B"/>
    <w:rsid w:val="0065525F"/>
    <w:rsid w:val="006558AD"/>
    <w:rsid w:val="006558C3"/>
    <w:rsid w:val="0065646B"/>
    <w:rsid w:val="0065762D"/>
    <w:rsid w:val="006620B0"/>
    <w:rsid w:val="0066229B"/>
    <w:rsid w:val="006629F0"/>
    <w:rsid w:val="00662E02"/>
    <w:rsid w:val="0066324F"/>
    <w:rsid w:val="00663831"/>
    <w:rsid w:val="00663A31"/>
    <w:rsid w:val="00663B3D"/>
    <w:rsid w:val="006644D8"/>
    <w:rsid w:val="00664BA9"/>
    <w:rsid w:val="00664BE0"/>
    <w:rsid w:val="00664E26"/>
    <w:rsid w:val="00665211"/>
    <w:rsid w:val="0066528B"/>
    <w:rsid w:val="00665D15"/>
    <w:rsid w:val="00665E76"/>
    <w:rsid w:val="006665FA"/>
    <w:rsid w:val="006676F8"/>
    <w:rsid w:val="00667ED1"/>
    <w:rsid w:val="00667F29"/>
    <w:rsid w:val="00667FA5"/>
    <w:rsid w:val="0067079C"/>
    <w:rsid w:val="00670D61"/>
    <w:rsid w:val="00670FD7"/>
    <w:rsid w:val="00671774"/>
    <w:rsid w:val="00671C4E"/>
    <w:rsid w:val="006722C0"/>
    <w:rsid w:val="006723E3"/>
    <w:rsid w:val="00672406"/>
    <w:rsid w:val="00674094"/>
    <w:rsid w:val="00674B25"/>
    <w:rsid w:val="00674C7A"/>
    <w:rsid w:val="00675AFC"/>
    <w:rsid w:val="006763FA"/>
    <w:rsid w:val="006765B2"/>
    <w:rsid w:val="0067691C"/>
    <w:rsid w:val="00676B6D"/>
    <w:rsid w:val="00676C44"/>
    <w:rsid w:val="00677911"/>
    <w:rsid w:val="00677AA2"/>
    <w:rsid w:val="00680671"/>
    <w:rsid w:val="0068073B"/>
    <w:rsid w:val="006807F5"/>
    <w:rsid w:val="0068188C"/>
    <w:rsid w:val="00681C13"/>
    <w:rsid w:val="00681D71"/>
    <w:rsid w:val="00681F5B"/>
    <w:rsid w:val="0068293D"/>
    <w:rsid w:val="00683269"/>
    <w:rsid w:val="0068423E"/>
    <w:rsid w:val="00684A05"/>
    <w:rsid w:val="00684AD5"/>
    <w:rsid w:val="00684EB6"/>
    <w:rsid w:val="006852B9"/>
    <w:rsid w:val="006855EE"/>
    <w:rsid w:val="00685818"/>
    <w:rsid w:val="00685ACF"/>
    <w:rsid w:val="00685DA4"/>
    <w:rsid w:val="00686626"/>
    <w:rsid w:val="006870ED"/>
    <w:rsid w:val="00687319"/>
    <w:rsid w:val="00687953"/>
    <w:rsid w:val="00687C0E"/>
    <w:rsid w:val="00687F5C"/>
    <w:rsid w:val="0069009B"/>
    <w:rsid w:val="00690A9C"/>
    <w:rsid w:val="00690DA9"/>
    <w:rsid w:val="00690EA3"/>
    <w:rsid w:val="006916DA"/>
    <w:rsid w:val="00691F9E"/>
    <w:rsid w:val="0069255E"/>
    <w:rsid w:val="00692E54"/>
    <w:rsid w:val="00692F12"/>
    <w:rsid w:val="00693E3C"/>
    <w:rsid w:val="00694602"/>
    <w:rsid w:val="00695C3D"/>
    <w:rsid w:val="006963B7"/>
    <w:rsid w:val="00696419"/>
    <w:rsid w:val="006966AE"/>
    <w:rsid w:val="0069686F"/>
    <w:rsid w:val="00696C80"/>
    <w:rsid w:val="00697694"/>
    <w:rsid w:val="00697F4E"/>
    <w:rsid w:val="006A024D"/>
    <w:rsid w:val="006A0586"/>
    <w:rsid w:val="006A0B24"/>
    <w:rsid w:val="006A183B"/>
    <w:rsid w:val="006A1FD8"/>
    <w:rsid w:val="006A22CA"/>
    <w:rsid w:val="006A24B1"/>
    <w:rsid w:val="006A2B74"/>
    <w:rsid w:val="006A2C67"/>
    <w:rsid w:val="006A3344"/>
    <w:rsid w:val="006A33CF"/>
    <w:rsid w:val="006A33DE"/>
    <w:rsid w:val="006A3936"/>
    <w:rsid w:val="006A3DAF"/>
    <w:rsid w:val="006A3DD3"/>
    <w:rsid w:val="006A4747"/>
    <w:rsid w:val="006A4EBB"/>
    <w:rsid w:val="006A5644"/>
    <w:rsid w:val="006A6241"/>
    <w:rsid w:val="006A6D3B"/>
    <w:rsid w:val="006A6F61"/>
    <w:rsid w:val="006A7B0B"/>
    <w:rsid w:val="006B2531"/>
    <w:rsid w:val="006B314A"/>
    <w:rsid w:val="006B3C9B"/>
    <w:rsid w:val="006B3DBF"/>
    <w:rsid w:val="006B3E8A"/>
    <w:rsid w:val="006B580C"/>
    <w:rsid w:val="006B5F2C"/>
    <w:rsid w:val="006B6091"/>
    <w:rsid w:val="006B6164"/>
    <w:rsid w:val="006B6352"/>
    <w:rsid w:val="006B6CAE"/>
    <w:rsid w:val="006B7E6F"/>
    <w:rsid w:val="006C04FA"/>
    <w:rsid w:val="006C139D"/>
    <w:rsid w:val="006C219B"/>
    <w:rsid w:val="006C29B0"/>
    <w:rsid w:val="006C2DD9"/>
    <w:rsid w:val="006C3765"/>
    <w:rsid w:val="006C38AF"/>
    <w:rsid w:val="006C39AC"/>
    <w:rsid w:val="006C4318"/>
    <w:rsid w:val="006C4327"/>
    <w:rsid w:val="006C44B3"/>
    <w:rsid w:val="006C4A20"/>
    <w:rsid w:val="006C4D6A"/>
    <w:rsid w:val="006C5290"/>
    <w:rsid w:val="006C5340"/>
    <w:rsid w:val="006C5CB3"/>
    <w:rsid w:val="006C5DE0"/>
    <w:rsid w:val="006C6281"/>
    <w:rsid w:val="006C6502"/>
    <w:rsid w:val="006C6885"/>
    <w:rsid w:val="006C6AD4"/>
    <w:rsid w:val="006C701C"/>
    <w:rsid w:val="006C726E"/>
    <w:rsid w:val="006C770E"/>
    <w:rsid w:val="006C7CB0"/>
    <w:rsid w:val="006D02D2"/>
    <w:rsid w:val="006D03FE"/>
    <w:rsid w:val="006D0F58"/>
    <w:rsid w:val="006D1730"/>
    <w:rsid w:val="006D18AB"/>
    <w:rsid w:val="006D1B80"/>
    <w:rsid w:val="006D1FC5"/>
    <w:rsid w:val="006D21D1"/>
    <w:rsid w:val="006D379F"/>
    <w:rsid w:val="006D3B5B"/>
    <w:rsid w:val="006D5199"/>
    <w:rsid w:val="006D5774"/>
    <w:rsid w:val="006D63C3"/>
    <w:rsid w:val="006D650C"/>
    <w:rsid w:val="006D6C22"/>
    <w:rsid w:val="006D72B8"/>
    <w:rsid w:val="006D7B3A"/>
    <w:rsid w:val="006D7ED9"/>
    <w:rsid w:val="006D7EF7"/>
    <w:rsid w:val="006E0512"/>
    <w:rsid w:val="006E0C64"/>
    <w:rsid w:val="006E12C0"/>
    <w:rsid w:val="006E1A02"/>
    <w:rsid w:val="006E1AB0"/>
    <w:rsid w:val="006E1B2B"/>
    <w:rsid w:val="006E263C"/>
    <w:rsid w:val="006E2F27"/>
    <w:rsid w:val="006E4179"/>
    <w:rsid w:val="006E41EE"/>
    <w:rsid w:val="006E429C"/>
    <w:rsid w:val="006E5079"/>
    <w:rsid w:val="006E517C"/>
    <w:rsid w:val="006E51C1"/>
    <w:rsid w:val="006E68B9"/>
    <w:rsid w:val="006E69E7"/>
    <w:rsid w:val="006E790E"/>
    <w:rsid w:val="006E79F4"/>
    <w:rsid w:val="006F0A5E"/>
    <w:rsid w:val="006F1750"/>
    <w:rsid w:val="006F1E94"/>
    <w:rsid w:val="006F2794"/>
    <w:rsid w:val="006F2F0F"/>
    <w:rsid w:val="006F3532"/>
    <w:rsid w:val="006F3704"/>
    <w:rsid w:val="006F406D"/>
    <w:rsid w:val="006F47AF"/>
    <w:rsid w:val="006F4C30"/>
    <w:rsid w:val="006F5515"/>
    <w:rsid w:val="006F6E4F"/>
    <w:rsid w:val="006F6F47"/>
    <w:rsid w:val="006F7186"/>
    <w:rsid w:val="006F71B1"/>
    <w:rsid w:val="006F7368"/>
    <w:rsid w:val="006F7CC2"/>
    <w:rsid w:val="0070053B"/>
    <w:rsid w:val="00700732"/>
    <w:rsid w:val="00700A4A"/>
    <w:rsid w:val="00701171"/>
    <w:rsid w:val="00701702"/>
    <w:rsid w:val="0070203E"/>
    <w:rsid w:val="0070258A"/>
    <w:rsid w:val="00702699"/>
    <w:rsid w:val="00702AD3"/>
    <w:rsid w:val="0070332A"/>
    <w:rsid w:val="00703360"/>
    <w:rsid w:val="007036BF"/>
    <w:rsid w:val="0070473C"/>
    <w:rsid w:val="00704B5F"/>
    <w:rsid w:val="00704C77"/>
    <w:rsid w:val="00704DB6"/>
    <w:rsid w:val="00705034"/>
    <w:rsid w:val="007057D9"/>
    <w:rsid w:val="0070602A"/>
    <w:rsid w:val="0070653E"/>
    <w:rsid w:val="007066FE"/>
    <w:rsid w:val="007067A6"/>
    <w:rsid w:val="00707101"/>
    <w:rsid w:val="00707287"/>
    <w:rsid w:val="007072A9"/>
    <w:rsid w:val="007076B8"/>
    <w:rsid w:val="00707E77"/>
    <w:rsid w:val="00710520"/>
    <w:rsid w:val="00710E72"/>
    <w:rsid w:val="00711B32"/>
    <w:rsid w:val="00713306"/>
    <w:rsid w:val="007133AF"/>
    <w:rsid w:val="007135B5"/>
    <w:rsid w:val="00713E62"/>
    <w:rsid w:val="007142CD"/>
    <w:rsid w:val="0071474C"/>
    <w:rsid w:val="007155B6"/>
    <w:rsid w:val="00715B77"/>
    <w:rsid w:val="00715BEA"/>
    <w:rsid w:val="007169C0"/>
    <w:rsid w:val="00716B84"/>
    <w:rsid w:val="00717551"/>
    <w:rsid w:val="0072014A"/>
    <w:rsid w:val="007208C7"/>
    <w:rsid w:val="0072192E"/>
    <w:rsid w:val="00721BE0"/>
    <w:rsid w:val="007227A5"/>
    <w:rsid w:val="007229AF"/>
    <w:rsid w:val="0072432D"/>
    <w:rsid w:val="007257B2"/>
    <w:rsid w:val="00725FE7"/>
    <w:rsid w:val="0072666E"/>
    <w:rsid w:val="00726974"/>
    <w:rsid w:val="007269FB"/>
    <w:rsid w:val="00726A63"/>
    <w:rsid w:val="00727805"/>
    <w:rsid w:val="00727864"/>
    <w:rsid w:val="0073005C"/>
    <w:rsid w:val="00730EE5"/>
    <w:rsid w:val="00731328"/>
    <w:rsid w:val="007321CD"/>
    <w:rsid w:val="007323D7"/>
    <w:rsid w:val="00732966"/>
    <w:rsid w:val="00732D71"/>
    <w:rsid w:val="00733209"/>
    <w:rsid w:val="0073407B"/>
    <w:rsid w:val="00734396"/>
    <w:rsid w:val="00734D99"/>
    <w:rsid w:val="00735CBF"/>
    <w:rsid w:val="00735DA0"/>
    <w:rsid w:val="00736B54"/>
    <w:rsid w:val="00736F59"/>
    <w:rsid w:val="00737081"/>
    <w:rsid w:val="0073721D"/>
    <w:rsid w:val="00737E0D"/>
    <w:rsid w:val="00740115"/>
    <w:rsid w:val="007401F8"/>
    <w:rsid w:val="00740ECE"/>
    <w:rsid w:val="007424E5"/>
    <w:rsid w:val="007427EA"/>
    <w:rsid w:val="00742B87"/>
    <w:rsid w:val="00743266"/>
    <w:rsid w:val="007438F1"/>
    <w:rsid w:val="00745226"/>
    <w:rsid w:val="007452C0"/>
    <w:rsid w:val="00745B08"/>
    <w:rsid w:val="00745E66"/>
    <w:rsid w:val="00745FF2"/>
    <w:rsid w:val="00746492"/>
    <w:rsid w:val="007465AB"/>
    <w:rsid w:val="007468A1"/>
    <w:rsid w:val="007468A5"/>
    <w:rsid w:val="00746A05"/>
    <w:rsid w:val="00747148"/>
    <w:rsid w:val="00747BBB"/>
    <w:rsid w:val="00750CBC"/>
    <w:rsid w:val="0075119F"/>
    <w:rsid w:val="00751BE0"/>
    <w:rsid w:val="00751F03"/>
    <w:rsid w:val="00751F54"/>
    <w:rsid w:val="0075212A"/>
    <w:rsid w:val="00752B39"/>
    <w:rsid w:val="00752B61"/>
    <w:rsid w:val="0075318F"/>
    <w:rsid w:val="0075330D"/>
    <w:rsid w:val="007537D2"/>
    <w:rsid w:val="007539FC"/>
    <w:rsid w:val="007544E0"/>
    <w:rsid w:val="0075535B"/>
    <w:rsid w:val="007568F4"/>
    <w:rsid w:val="00756D6C"/>
    <w:rsid w:val="00756FC4"/>
    <w:rsid w:val="007576F0"/>
    <w:rsid w:val="00757B73"/>
    <w:rsid w:val="00757CB0"/>
    <w:rsid w:val="00757DAD"/>
    <w:rsid w:val="00760473"/>
    <w:rsid w:val="007608A7"/>
    <w:rsid w:val="00760F59"/>
    <w:rsid w:val="007613D4"/>
    <w:rsid w:val="00761A6C"/>
    <w:rsid w:val="007628F9"/>
    <w:rsid w:val="0076299E"/>
    <w:rsid w:val="00763098"/>
    <w:rsid w:val="007630C6"/>
    <w:rsid w:val="00763304"/>
    <w:rsid w:val="007633D3"/>
    <w:rsid w:val="0076372D"/>
    <w:rsid w:val="00763827"/>
    <w:rsid w:val="00763883"/>
    <w:rsid w:val="00763C26"/>
    <w:rsid w:val="00763DF9"/>
    <w:rsid w:val="00763F1C"/>
    <w:rsid w:val="007641EC"/>
    <w:rsid w:val="00764717"/>
    <w:rsid w:val="00764B0C"/>
    <w:rsid w:val="007653F1"/>
    <w:rsid w:val="007658E7"/>
    <w:rsid w:val="00765BB0"/>
    <w:rsid w:val="00765E1D"/>
    <w:rsid w:val="00766E0F"/>
    <w:rsid w:val="00767316"/>
    <w:rsid w:val="00767343"/>
    <w:rsid w:val="007673B9"/>
    <w:rsid w:val="00767878"/>
    <w:rsid w:val="007700ED"/>
    <w:rsid w:val="00770209"/>
    <w:rsid w:val="00770B49"/>
    <w:rsid w:val="00771B37"/>
    <w:rsid w:val="00771E66"/>
    <w:rsid w:val="0077305A"/>
    <w:rsid w:val="0077347D"/>
    <w:rsid w:val="00773884"/>
    <w:rsid w:val="00773D6D"/>
    <w:rsid w:val="00774395"/>
    <w:rsid w:val="0077442B"/>
    <w:rsid w:val="00774774"/>
    <w:rsid w:val="00774941"/>
    <w:rsid w:val="00774A66"/>
    <w:rsid w:val="00774F00"/>
    <w:rsid w:val="00775B18"/>
    <w:rsid w:val="00776716"/>
    <w:rsid w:val="00776742"/>
    <w:rsid w:val="0077702A"/>
    <w:rsid w:val="0077727D"/>
    <w:rsid w:val="00777449"/>
    <w:rsid w:val="00777FF1"/>
    <w:rsid w:val="007800CB"/>
    <w:rsid w:val="00780533"/>
    <w:rsid w:val="00780DAC"/>
    <w:rsid w:val="00781019"/>
    <w:rsid w:val="00781944"/>
    <w:rsid w:val="0078194A"/>
    <w:rsid w:val="00782188"/>
    <w:rsid w:val="00782A52"/>
    <w:rsid w:val="00782CDA"/>
    <w:rsid w:val="00782EE3"/>
    <w:rsid w:val="00782FB9"/>
    <w:rsid w:val="00783E66"/>
    <w:rsid w:val="00784836"/>
    <w:rsid w:val="00784D6F"/>
    <w:rsid w:val="00785088"/>
    <w:rsid w:val="00785881"/>
    <w:rsid w:val="00786FAD"/>
    <w:rsid w:val="007870B1"/>
    <w:rsid w:val="007873F3"/>
    <w:rsid w:val="00787480"/>
    <w:rsid w:val="007877AF"/>
    <w:rsid w:val="00787C23"/>
    <w:rsid w:val="00787E89"/>
    <w:rsid w:val="007910F6"/>
    <w:rsid w:val="00791439"/>
    <w:rsid w:val="00791C60"/>
    <w:rsid w:val="00791E4E"/>
    <w:rsid w:val="00791F11"/>
    <w:rsid w:val="00792002"/>
    <w:rsid w:val="00792653"/>
    <w:rsid w:val="0079312C"/>
    <w:rsid w:val="0079314C"/>
    <w:rsid w:val="00793526"/>
    <w:rsid w:val="0079395C"/>
    <w:rsid w:val="00793D87"/>
    <w:rsid w:val="007949DE"/>
    <w:rsid w:val="00794FB6"/>
    <w:rsid w:val="00795E51"/>
    <w:rsid w:val="00795FEF"/>
    <w:rsid w:val="007962C4"/>
    <w:rsid w:val="00796388"/>
    <w:rsid w:val="00796BC9"/>
    <w:rsid w:val="0079716B"/>
    <w:rsid w:val="007976C7"/>
    <w:rsid w:val="00797DF9"/>
    <w:rsid w:val="007A117E"/>
    <w:rsid w:val="007A1224"/>
    <w:rsid w:val="007A255B"/>
    <w:rsid w:val="007A2991"/>
    <w:rsid w:val="007A2EEB"/>
    <w:rsid w:val="007A3C7F"/>
    <w:rsid w:val="007A545C"/>
    <w:rsid w:val="007A5C6F"/>
    <w:rsid w:val="007A5E5B"/>
    <w:rsid w:val="007A5E99"/>
    <w:rsid w:val="007A5F32"/>
    <w:rsid w:val="007A5FE9"/>
    <w:rsid w:val="007A62B1"/>
    <w:rsid w:val="007A6B46"/>
    <w:rsid w:val="007B0034"/>
    <w:rsid w:val="007B0629"/>
    <w:rsid w:val="007B09B0"/>
    <w:rsid w:val="007B14C6"/>
    <w:rsid w:val="007B19FC"/>
    <w:rsid w:val="007B1B5E"/>
    <w:rsid w:val="007B1D46"/>
    <w:rsid w:val="007B31C6"/>
    <w:rsid w:val="007B32E9"/>
    <w:rsid w:val="007B38B4"/>
    <w:rsid w:val="007B3F13"/>
    <w:rsid w:val="007B4108"/>
    <w:rsid w:val="007B4FF0"/>
    <w:rsid w:val="007B5210"/>
    <w:rsid w:val="007B5752"/>
    <w:rsid w:val="007B5B75"/>
    <w:rsid w:val="007B5D8B"/>
    <w:rsid w:val="007B6B9A"/>
    <w:rsid w:val="007B793E"/>
    <w:rsid w:val="007C00D5"/>
    <w:rsid w:val="007C0380"/>
    <w:rsid w:val="007C0758"/>
    <w:rsid w:val="007C162E"/>
    <w:rsid w:val="007C2888"/>
    <w:rsid w:val="007C2966"/>
    <w:rsid w:val="007C338D"/>
    <w:rsid w:val="007C36CC"/>
    <w:rsid w:val="007C3FDD"/>
    <w:rsid w:val="007C4128"/>
    <w:rsid w:val="007C486C"/>
    <w:rsid w:val="007C4D04"/>
    <w:rsid w:val="007C5DE9"/>
    <w:rsid w:val="007C639B"/>
    <w:rsid w:val="007C69E9"/>
    <w:rsid w:val="007C6F8B"/>
    <w:rsid w:val="007C72DE"/>
    <w:rsid w:val="007C7660"/>
    <w:rsid w:val="007D0292"/>
    <w:rsid w:val="007D0511"/>
    <w:rsid w:val="007D0A51"/>
    <w:rsid w:val="007D0B90"/>
    <w:rsid w:val="007D0DFB"/>
    <w:rsid w:val="007D0F8A"/>
    <w:rsid w:val="007D15D3"/>
    <w:rsid w:val="007D15D8"/>
    <w:rsid w:val="007D213D"/>
    <w:rsid w:val="007D2AEA"/>
    <w:rsid w:val="007D2B26"/>
    <w:rsid w:val="007D3141"/>
    <w:rsid w:val="007D3235"/>
    <w:rsid w:val="007D47D8"/>
    <w:rsid w:val="007D4EF2"/>
    <w:rsid w:val="007D63B2"/>
    <w:rsid w:val="007D6AB3"/>
    <w:rsid w:val="007D6B7D"/>
    <w:rsid w:val="007D6E32"/>
    <w:rsid w:val="007D700B"/>
    <w:rsid w:val="007D719A"/>
    <w:rsid w:val="007D7345"/>
    <w:rsid w:val="007D7355"/>
    <w:rsid w:val="007D78F3"/>
    <w:rsid w:val="007D7A02"/>
    <w:rsid w:val="007D7B70"/>
    <w:rsid w:val="007E04B7"/>
    <w:rsid w:val="007E0F49"/>
    <w:rsid w:val="007E1BAB"/>
    <w:rsid w:val="007E1DEA"/>
    <w:rsid w:val="007E2394"/>
    <w:rsid w:val="007E2727"/>
    <w:rsid w:val="007E2BE4"/>
    <w:rsid w:val="007E43BC"/>
    <w:rsid w:val="007E4A99"/>
    <w:rsid w:val="007E4AF5"/>
    <w:rsid w:val="007E509F"/>
    <w:rsid w:val="007E546F"/>
    <w:rsid w:val="007E5575"/>
    <w:rsid w:val="007E5809"/>
    <w:rsid w:val="007E5DC0"/>
    <w:rsid w:val="007E62FF"/>
    <w:rsid w:val="007E6393"/>
    <w:rsid w:val="007E6871"/>
    <w:rsid w:val="007E6A57"/>
    <w:rsid w:val="007E6C1F"/>
    <w:rsid w:val="007E6F98"/>
    <w:rsid w:val="007E70B8"/>
    <w:rsid w:val="007E7433"/>
    <w:rsid w:val="007F0AA2"/>
    <w:rsid w:val="007F1679"/>
    <w:rsid w:val="007F196B"/>
    <w:rsid w:val="007F1BC5"/>
    <w:rsid w:val="007F1C63"/>
    <w:rsid w:val="007F208D"/>
    <w:rsid w:val="007F243E"/>
    <w:rsid w:val="007F31C8"/>
    <w:rsid w:val="007F3E67"/>
    <w:rsid w:val="007F548E"/>
    <w:rsid w:val="007F54AE"/>
    <w:rsid w:val="007F59E6"/>
    <w:rsid w:val="007F690C"/>
    <w:rsid w:val="007F6A53"/>
    <w:rsid w:val="007F6B0C"/>
    <w:rsid w:val="007F6EE2"/>
    <w:rsid w:val="007F7204"/>
    <w:rsid w:val="007F7543"/>
    <w:rsid w:val="007F76FA"/>
    <w:rsid w:val="007F7B30"/>
    <w:rsid w:val="00800046"/>
    <w:rsid w:val="00800092"/>
    <w:rsid w:val="00801E1E"/>
    <w:rsid w:val="00803B85"/>
    <w:rsid w:val="00803D41"/>
    <w:rsid w:val="00803F7B"/>
    <w:rsid w:val="00804E9D"/>
    <w:rsid w:val="00805508"/>
    <w:rsid w:val="00805BF2"/>
    <w:rsid w:val="00805E17"/>
    <w:rsid w:val="00806934"/>
    <w:rsid w:val="00806990"/>
    <w:rsid w:val="00806CA9"/>
    <w:rsid w:val="00806D43"/>
    <w:rsid w:val="00806EAB"/>
    <w:rsid w:val="0080759C"/>
    <w:rsid w:val="0080787E"/>
    <w:rsid w:val="008101FC"/>
    <w:rsid w:val="008102ED"/>
    <w:rsid w:val="00810932"/>
    <w:rsid w:val="008115D0"/>
    <w:rsid w:val="008119B0"/>
    <w:rsid w:val="00811E7B"/>
    <w:rsid w:val="00811E95"/>
    <w:rsid w:val="008123B2"/>
    <w:rsid w:val="0081311F"/>
    <w:rsid w:val="008132BB"/>
    <w:rsid w:val="008137E7"/>
    <w:rsid w:val="00813CD4"/>
    <w:rsid w:val="008142AE"/>
    <w:rsid w:val="00814380"/>
    <w:rsid w:val="00814BAD"/>
    <w:rsid w:val="0081538B"/>
    <w:rsid w:val="00816382"/>
    <w:rsid w:val="008164D8"/>
    <w:rsid w:val="00816DAB"/>
    <w:rsid w:val="0081747A"/>
    <w:rsid w:val="00817C72"/>
    <w:rsid w:val="008203B4"/>
    <w:rsid w:val="00820D66"/>
    <w:rsid w:val="0082167D"/>
    <w:rsid w:val="008223A7"/>
    <w:rsid w:val="0082328C"/>
    <w:rsid w:val="008242F5"/>
    <w:rsid w:val="00825B65"/>
    <w:rsid w:val="00825BAA"/>
    <w:rsid w:val="00825D55"/>
    <w:rsid w:val="008261C8"/>
    <w:rsid w:val="008262DD"/>
    <w:rsid w:val="00826C1B"/>
    <w:rsid w:val="00826D81"/>
    <w:rsid w:val="00827093"/>
    <w:rsid w:val="008271A1"/>
    <w:rsid w:val="00830745"/>
    <w:rsid w:val="00830F59"/>
    <w:rsid w:val="0083156C"/>
    <w:rsid w:val="00832051"/>
    <w:rsid w:val="00832490"/>
    <w:rsid w:val="0083269C"/>
    <w:rsid w:val="008327C2"/>
    <w:rsid w:val="008336C5"/>
    <w:rsid w:val="008337DE"/>
    <w:rsid w:val="00833CD9"/>
    <w:rsid w:val="00834109"/>
    <w:rsid w:val="0083500E"/>
    <w:rsid w:val="00835046"/>
    <w:rsid w:val="008350BE"/>
    <w:rsid w:val="008354A9"/>
    <w:rsid w:val="00835543"/>
    <w:rsid w:val="008356E9"/>
    <w:rsid w:val="00835D91"/>
    <w:rsid w:val="00835F3F"/>
    <w:rsid w:val="00836BD0"/>
    <w:rsid w:val="008370C0"/>
    <w:rsid w:val="00837940"/>
    <w:rsid w:val="0084010E"/>
    <w:rsid w:val="0084133C"/>
    <w:rsid w:val="00841519"/>
    <w:rsid w:val="008418BB"/>
    <w:rsid w:val="00841919"/>
    <w:rsid w:val="00841DEB"/>
    <w:rsid w:val="0084381E"/>
    <w:rsid w:val="00843877"/>
    <w:rsid w:val="00843B14"/>
    <w:rsid w:val="00843D1D"/>
    <w:rsid w:val="00843E73"/>
    <w:rsid w:val="00844361"/>
    <w:rsid w:val="00844BBF"/>
    <w:rsid w:val="00844CBF"/>
    <w:rsid w:val="0084521A"/>
    <w:rsid w:val="008457EE"/>
    <w:rsid w:val="00846171"/>
    <w:rsid w:val="00846517"/>
    <w:rsid w:val="00846EA9"/>
    <w:rsid w:val="00846ED4"/>
    <w:rsid w:val="00846F0B"/>
    <w:rsid w:val="00847927"/>
    <w:rsid w:val="0084793C"/>
    <w:rsid w:val="00847E27"/>
    <w:rsid w:val="0085040E"/>
    <w:rsid w:val="00850C2C"/>
    <w:rsid w:val="00851041"/>
    <w:rsid w:val="00851BA6"/>
    <w:rsid w:val="00851E8E"/>
    <w:rsid w:val="0085214B"/>
    <w:rsid w:val="00853678"/>
    <w:rsid w:val="00854C59"/>
    <w:rsid w:val="00854E3D"/>
    <w:rsid w:val="0085530F"/>
    <w:rsid w:val="0085562E"/>
    <w:rsid w:val="008556A1"/>
    <w:rsid w:val="00855FF9"/>
    <w:rsid w:val="0085609C"/>
    <w:rsid w:val="00856889"/>
    <w:rsid w:val="00856C31"/>
    <w:rsid w:val="00856DCF"/>
    <w:rsid w:val="00856EE4"/>
    <w:rsid w:val="0085792D"/>
    <w:rsid w:val="00857C41"/>
    <w:rsid w:val="0086126F"/>
    <w:rsid w:val="0086168E"/>
    <w:rsid w:val="00861DF2"/>
    <w:rsid w:val="00863380"/>
    <w:rsid w:val="00863761"/>
    <w:rsid w:val="00863F83"/>
    <w:rsid w:val="00866217"/>
    <w:rsid w:val="008665E1"/>
    <w:rsid w:val="008669D4"/>
    <w:rsid w:val="00867AAB"/>
    <w:rsid w:val="00870730"/>
    <w:rsid w:val="008709E6"/>
    <w:rsid w:val="00870A19"/>
    <w:rsid w:val="00870EAA"/>
    <w:rsid w:val="00871023"/>
    <w:rsid w:val="0087118E"/>
    <w:rsid w:val="00871444"/>
    <w:rsid w:val="0087181C"/>
    <w:rsid w:val="008719F4"/>
    <w:rsid w:val="00871BBF"/>
    <w:rsid w:val="00872868"/>
    <w:rsid w:val="008735CC"/>
    <w:rsid w:val="008737AE"/>
    <w:rsid w:val="00873A9E"/>
    <w:rsid w:val="008741FC"/>
    <w:rsid w:val="008746FB"/>
    <w:rsid w:val="0087537A"/>
    <w:rsid w:val="00875D5D"/>
    <w:rsid w:val="00876085"/>
    <w:rsid w:val="00876328"/>
    <w:rsid w:val="00876F4A"/>
    <w:rsid w:val="00877686"/>
    <w:rsid w:val="00877FFC"/>
    <w:rsid w:val="0088004D"/>
    <w:rsid w:val="0088037E"/>
    <w:rsid w:val="008803E8"/>
    <w:rsid w:val="00880A26"/>
    <w:rsid w:val="00880DE5"/>
    <w:rsid w:val="008810E1"/>
    <w:rsid w:val="0088118A"/>
    <w:rsid w:val="00881BA7"/>
    <w:rsid w:val="00881F61"/>
    <w:rsid w:val="00882059"/>
    <w:rsid w:val="00882150"/>
    <w:rsid w:val="00883200"/>
    <w:rsid w:val="00883989"/>
    <w:rsid w:val="0088407B"/>
    <w:rsid w:val="00884871"/>
    <w:rsid w:val="00884E63"/>
    <w:rsid w:val="00885B9A"/>
    <w:rsid w:val="00885F41"/>
    <w:rsid w:val="00886758"/>
    <w:rsid w:val="00886917"/>
    <w:rsid w:val="00886E0C"/>
    <w:rsid w:val="00887151"/>
    <w:rsid w:val="00887980"/>
    <w:rsid w:val="00887E11"/>
    <w:rsid w:val="008901C9"/>
    <w:rsid w:val="00890C1D"/>
    <w:rsid w:val="008910A4"/>
    <w:rsid w:val="00891921"/>
    <w:rsid w:val="00891CC3"/>
    <w:rsid w:val="00891D6B"/>
    <w:rsid w:val="00891F7B"/>
    <w:rsid w:val="0089210D"/>
    <w:rsid w:val="008927C4"/>
    <w:rsid w:val="008932D1"/>
    <w:rsid w:val="00893D42"/>
    <w:rsid w:val="00893E61"/>
    <w:rsid w:val="0089428A"/>
    <w:rsid w:val="008947DD"/>
    <w:rsid w:val="00894B1D"/>
    <w:rsid w:val="008956B8"/>
    <w:rsid w:val="00895BB1"/>
    <w:rsid w:val="00895D3D"/>
    <w:rsid w:val="00896425"/>
    <w:rsid w:val="008966E4"/>
    <w:rsid w:val="0089730A"/>
    <w:rsid w:val="008973E2"/>
    <w:rsid w:val="008975C2"/>
    <w:rsid w:val="008979E8"/>
    <w:rsid w:val="00897B48"/>
    <w:rsid w:val="00897C5A"/>
    <w:rsid w:val="00897D04"/>
    <w:rsid w:val="00897E67"/>
    <w:rsid w:val="008A0126"/>
    <w:rsid w:val="008A06C3"/>
    <w:rsid w:val="008A13CD"/>
    <w:rsid w:val="008A1404"/>
    <w:rsid w:val="008A1FB7"/>
    <w:rsid w:val="008A2181"/>
    <w:rsid w:val="008A2583"/>
    <w:rsid w:val="008A2813"/>
    <w:rsid w:val="008A2A25"/>
    <w:rsid w:val="008A2DE2"/>
    <w:rsid w:val="008A3010"/>
    <w:rsid w:val="008A364B"/>
    <w:rsid w:val="008A4707"/>
    <w:rsid w:val="008A4D74"/>
    <w:rsid w:val="008A54CF"/>
    <w:rsid w:val="008A5AE4"/>
    <w:rsid w:val="008A5F97"/>
    <w:rsid w:val="008A69FB"/>
    <w:rsid w:val="008A6BB8"/>
    <w:rsid w:val="008A6EAF"/>
    <w:rsid w:val="008A72BB"/>
    <w:rsid w:val="008A7AB1"/>
    <w:rsid w:val="008B0131"/>
    <w:rsid w:val="008B0396"/>
    <w:rsid w:val="008B03B0"/>
    <w:rsid w:val="008B0841"/>
    <w:rsid w:val="008B1FEC"/>
    <w:rsid w:val="008B369D"/>
    <w:rsid w:val="008B3F01"/>
    <w:rsid w:val="008B3FA8"/>
    <w:rsid w:val="008B4482"/>
    <w:rsid w:val="008B47F7"/>
    <w:rsid w:val="008B4D76"/>
    <w:rsid w:val="008B4DF6"/>
    <w:rsid w:val="008B4FEB"/>
    <w:rsid w:val="008B563E"/>
    <w:rsid w:val="008B5D72"/>
    <w:rsid w:val="008B63D3"/>
    <w:rsid w:val="008B7515"/>
    <w:rsid w:val="008B79B9"/>
    <w:rsid w:val="008B7A5C"/>
    <w:rsid w:val="008B7BD9"/>
    <w:rsid w:val="008C0174"/>
    <w:rsid w:val="008C2277"/>
    <w:rsid w:val="008C2736"/>
    <w:rsid w:val="008C2983"/>
    <w:rsid w:val="008C2E72"/>
    <w:rsid w:val="008C3872"/>
    <w:rsid w:val="008C4128"/>
    <w:rsid w:val="008C421E"/>
    <w:rsid w:val="008C4885"/>
    <w:rsid w:val="008C49CD"/>
    <w:rsid w:val="008C4E14"/>
    <w:rsid w:val="008C4EE2"/>
    <w:rsid w:val="008C4FA1"/>
    <w:rsid w:val="008C5AE0"/>
    <w:rsid w:val="008C5C30"/>
    <w:rsid w:val="008C5DBD"/>
    <w:rsid w:val="008C6043"/>
    <w:rsid w:val="008C695E"/>
    <w:rsid w:val="008C6F0C"/>
    <w:rsid w:val="008C6F49"/>
    <w:rsid w:val="008C727A"/>
    <w:rsid w:val="008C77BC"/>
    <w:rsid w:val="008C7919"/>
    <w:rsid w:val="008C797E"/>
    <w:rsid w:val="008C7C8F"/>
    <w:rsid w:val="008D0338"/>
    <w:rsid w:val="008D0856"/>
    <w:rsid w:val="008D08AD"/>
    <w:rsid w:val="008D0AE4"/>
    <w:rsid w:val="008D0C80"/>
    <w:rsid w:val="008D0E48"/>
    <w:rsid w:val="008D14FC"/>
    <w:rsid w:val="008D1F8C"/>
    <w:rsid w:val="008D23B7"/>
    <w:rsid w:val="008D379F"/>
    <w:rsid w:val="008D3D85"/>
    <w:rsid w:val="008D3F8F"/>
    <w:rsid w:val="008D439B"/>
    <w:rsid w:val="008D443E"/>
    <w:rsid w:val="008D443F"/>
    <w:rsid w:val="008D4B27"/>
    <w:rsid w:val="008D5898"/>
    <w:rsid w:val="008D5B94"/>
    <w:rsid w:val="008D5D4C"/>
    <w:rsid w:val="008D69FF"/>
    <w:rsid w:val="008D6D65"/>
    <w:rsid w:val="008D70C5"/>
    <w:rsid w:val="008E0096"/>
    <w:rsid w:val="008E0255"/>
    <w:rsid w:val="008E04C2"/>
    <w:rsid w:val="008E07D9"/>
    <w:rsid w:val="008E0B2B"/>
    <w:rsid w:val="008E0E8C"/>
    <w:rsid w:val="008E11E5"/>
    <w:rsid w:val="008E17C7"/>
    <w:rsid w:val="008E18B1"/>
    <w:rsid w:val="008E2318"/>
    <w:rsid w:val="008E3225"/>
    <w:rsid w:val="008E32D0"/>
    <w:rsid w:val="008E39F7"/>
    <w:rsid w:val="008E3AA0"/>
    <w:rsid w:val="008E4472"/>
    <w:rsid w:val="008E4516"/>
    <w:rsid w:val="008E5161"/>
    <w:rsid w:val="008E51FE"/>
    <w:rsid w:val="008E529D"/>
    <w:rsid w:val="008E542A"/>
    <w:rsid w:val="008E54B7"/>
    <w:rsid w:val="008E5F97"/>
    <w:rsid w:val="008E601A"/>
    <w:rsid w:val="008E65BC"/>
    <w:rsid w:val="008E692B"/>
    <w:rsid w:val="008E6A1B"/>
    <w:rsid w:val="008E6A4E"/>
    <w:rsid w:val="008E7B84"/>
    <w:rsid w:val="008F0357"/>
    <w:rsid w:val="008F0AB1"/>
    <w:rsid w:val="008F0BD6"/>
    <w:rsid w:val="008F0BE8"/>
    <w:rsid w:val="008F0D17"/>
    <w:rsid w:val="008F1080"/>
    <w:rsid w:val="008F159F"/>
    <w:rsid w:val="008F183E"/>
    <w:rsid w:val="008F18B7"/>
    <w:rsid w:val="008F2186"/>
    <w:rsid w:val="008F2AB2"/>
    <w:rsid w:val="008F2C86"/>
    <w:rsid w:val="008F3397"/>
    <w:rsid w:val="008F360B"/>
    <w:rsid w:val="008F37C8"/>
    <w:rsid w:val="008F3911"/>
    <w:rsid w:val="008F3B8D"/>
    <w:rsid w:val="008F4C6B"/>
    <w:rsid w:val="008F512F"/>
    <w:rsid w:val="008F5309"/>
    <w:rsid w:val="008F530F"/>
    <w:rsid w:val="008F577E"/>
    <w:rsid w:val="008F5D32"/>
    <w:rsid w:val="008F5E84"/>
    <w:rsid w:val="008F61F0"/>
    <w:rsid w:val="008F62AC"/>
    <w:rsid w:val="008F6AA6"/>
    <w:rsid w:val="008F6BAE"/>
    <w:rsid w:val="008F7152"/>
    <w:rsid w:val="008F73FA"/>
    <w:rsid w:val="008F7D81"/>
    <w:rsid w:val="009004CD"/>
    <w:rsid w:val="00900763"/>
    <w:rsid w:val="00900B84"/>
    <w:rsid w:val="009010B1"/>
    <w:rsid w:val="009014F3"/>
    <w:rsid w:val="00902943"/>
    <w:rsid w:val="00904471"/>
    <w:rsid w:val="00904897"/>
    <w:rsid w:val="009052C7"/>
    <w:rsid w:val="00905418"/>
    <w:rsid w:val="009061EF"/>
    <w:rsid w:val="009063FF"/>
    <w:rsid w:val="009065F3"/>
    <w:rsid w:val="009069CE"/>
    <w:rsid w:val="00906BEE"/>
    <w:rsid w:val="00906E39"/>
    <w:rsid w:val="00907BA8"/>
    <w:rsid w:val="00910C27"/>
    <w:rsid w:val="00910D16"/>
    <w:rsid w:val="00911007"/>
    <w:rsid w:val="009110A0"/>
    <w:rsid w:val="00911C69"/>
    <w:rsid w:val="00913195"/>
    <w:rsid w:val="00913E4B"/>
    <w:rsid w:val="0091419D"/>
    <w:rsid w:val="00914908"/>
    <w:rsid w:val="00915080"/>
    <w:rsid w:val="009154C9"/>
    <w:rsid w:val="00915682"/>
    <w:rsid w:val="00915BC3"/>
    <w:rsid w:val="009160ED"/>
    <w:rsid w:val="0091619E"/>
    <w:rsid w:val="00916549"/>
    <w:rsid w:val="00916802"/>
    <w:rsid w:val="00916D5E"/>
    <w:rsid w:val="00916E48"/>
    <w:rsid w:val="0091781A"/>
    <w:rsid w:val="00917B25"/>
    <w:rsid w:val="00920926"/>
    <w:rsid w:val="00920C08"/>
    <w:rsid w:val="00920E0B"/>
    <w:rsid w:val="0092178E"/>
    <w:rsid w:val="00921F02"/>
    <w:rsid w:val="00922162"/>
    <w:rsid w:val="0092278C"/>
    <w:rsid w:val="009229B4"/>
    <w:rsid w:val="00922C13"/>
    <w:rsid w:val="0092420C"/>
    <w:rsid w:val="009244B3"/>
    <w:rsid w:val="009248C1"/>
    <w:rsid w:val="009253AC"/>
    <w:rsid w:val="00925926"/>
    <w:rsid w:val="00926C8D"/>
    <w:rsid w:val="00926E23"/>
    <w:rsid w:val="009278BA"/>
    <w:rsid w:val="0093032E"/>
    <w:rsid w:val="0093194A"/>
    <w:rsid w:val="00931EB8"/>
    <w:rsid w:val="00932CD4"/>
    <w:rsid w:val="00933001"/>
    <w:rsid w:val="00933032"/>
    <w:rsid w:val="00933B88"/>
    <w:rsid w:val="00933C8C"/>
    <w:rsid w:val="009342FC"/>
    <w:rsid w:val="009348EB"/>
    <w:rsid w:val="0093495E"/>
    <w:rsid w:val="00934A60"/>
    <w:rsid w:val="00934C7C"/>
    <w:rsid w:val="00934EEF"/>
    <w:rsid w:val="0093549A"/>
    <w:rsid w:val="00935562"/>
    <w:rsid w:val="00935607"/>
    <w:rsid w:val="009358B3"/>
    <w:rsid w:val="00935A9D"/>
    <w:rsid w:val="0093627F"/>
    <w:rsid w:val="00936889"/>
    <w:rsid w:val="00937A92"/>
    <w:rsid w:val="00937ED5"/>
    <w:rsid w:val="00940920"/>
    <w:rsid w:val="00940C3A"/>
    <w:rsid w:val="00940DA6"/>
    <w:rsid w:val="0094197C"/>
    <w:rsid w:val="00942BF9"/>
    <w:rsid w:val="00942C91"/>
    <w:rsid w:val="00942DDC"/>
    <w:rsid w:val="009437EA"/>
    <w:rsid w:val="0094419B"/>
    <w:rsid w:val="00944213"/>
    <w:rsid w:val="00944242"/>
    <w:rsid w:val="0094471D"/>
    <w:rsid w:val="00944B1E"/>
    <w:rsid w:val="00944B93"/>
    <w:rsid w:val="00944B9B"/>
    <w:rsid w:val="00944E77"/>
    <w:rsid w:val="00944FE8"/>
    <w:rsid w:val="00945780"/>
    <w:rsid w:val="00947B0F"/>
    <w:rsid w:val="00947D95"/>
    <w:rsid w:val="00947DBE"/>
    <w:rsid w:val="00950168"/>
    <w:rsid w:val="0095047A"/>
    <w:rsid w:val="00951171"/>
    <w:rsid w:val="0095166B"/>
    <w:rsid w:val="00951850"/>
    <w:rsid w:val="00951E7F"/>
    <w:rsid w:val="00952019"/>
    <w:rsid w:val="00952801"/>
    <w:rsid w:val="00953C2E"/>
    <w:rsid w:val="00953F39"/>
    <w:rsid w:val="009540B1"/>
    <w:rsid w:val="009544ED"/>
    <w:rsid w:val="00954519"/>
    <w:rsid w:val="00954BD4"/>
    <w:rsid w:val="00954EEE"/>
    <w:rsid w:val="009550AF"/>
    <w:rsid w:val="0095622D"/>
    <w:rsid w:val="00956541"/>
    <w:rsid w:val="00956A9D"/>
    <w:rsid w:val="009570E6"/>
    <w:rsid w:val="00957C7F"/>
    <w:rsid w:val="00960A7C"/>
    <w:rsid w:val="00961376"/>
    <w:rsid w:val="009616E3"/>
    <w:rsid w:val="00961B9E"/>
    <w:rsid w:val="009625C1"/>
    <w:rsid w:val="00962772"/>
    <w:rsid w:val="00962A03"/>
    <w:rsid w:val="00962D81"/>
    <w:rsid w:val="0096386F"/>
    <w:rsid w:val="00963951"/>
    <w:rsid w:val="00963B24"/>
    <w:rsid w:val="00964619"/>
    <w:rsid w:val="00964A2F"/>
    <w:rsid w:val="009653EA"/>
    <w:rsid w:val="00965A33"/>
    <w:rsid w:val="00965BA5"/>
    <w:rsid w:val="00966C8D"/>
    <w:rsid w:val="009671F0"/>
    <w:rsid w:val="00967AF6"/>
    <w:rsid w:val="00967D6D"/>
    <w:rsid w:val="0097071A"/>
    <w:rsid w:val="00970A4D"/>
    <w:rsid w:val="00971F16"/>
    <w:rsid w:val="00972042"/>
    <w:rsid w:val="0097236F"/>
    <w:rsid w:val="0097277E"/>
    <w:rsid w:val="009739B9"/>
    <w:rsid w:val="00973EF3"/>
    <w:rsid w:val="009740A3"/>
    <w:rsid w:val="0097463A"/>
    <w:rsid w:val="00974E05"/>
    <w:rsid w:val="00974E4E"/>
    <w:rsid w:val="0097521D"/>
    <w:rsid w:val="009752DD"/>
    <w:rsid w:val="00975689"/>
    <w:rsid w:val="00975D52"/>
    <w:rsid w:val="00976B01"/>
    <w:rsid w:val="009777F3"/>
    <w:rsid w:val="00977BA6"/>
    <w:rsid w:val="00977DBF"/>
    <w:rsid w:val="00977E5F"/>
    <w:rsid w:val="00980C4F"/>
    <w:rsid w:val="009812EE"/>
    <w:rsid w:val="00981715"/>
    <w:rsid w:val="009821F3"/>
    <w:rsid w:val="0098521E"/>
    <w:rsid w:val="00985685"/>
    <w:rsid w:val="00985F00"/>
    <w:rsid w:val="009869F4"/>
    <w:rsid w:val="00986C70"/>
    <w:rsid w:val="00986D28"/>
    <w:rsid w:val="00987B51"/>
    <w:rsid w:val="00987EBB"/>
    <w:rsid w:val="00987F2D"/>
    <w:rsid w:val="00990166"/>
    <w:rsid w:val="00990179"/>
    <w:rsid w:val="0099067C"/>
    <w:rsid w:val="00990B34"/>
    <w:rsid w:val="009910B1"/>
    <w:rsid w:val="0099144A"/>
    <w:rsid w:val="00991CC5"/>
    <w:rsid w:val="00991F27"/>
    <w:rsid w:val="00992111"/>
    <w:rsid w:val="00992AB8"/>
    <w:rsid w:val="00992EDA"/>
    <w:rsid w:val="009937F3"/>
    <w:rsid w:val="00994B10"/>
    <w:rsid w:val="00995C27"/>
    <w:rsid w:val="00995C81"/>
    <w:rsid w:val="00996247"/>
    <w:rsid w:val="00996395"/>
    <w:rsid w:val="009968F1"/>
    <w:rsid w:val="0099721A"/>
    <w:rsid w:val="009975CF"/>
    <w:rsid w:val="009977F0"/>
    <w:rsid w:val="00997822"/>
    <w:rsid w:val="00997A91"/>
    <w:rsid w:val="009A0046"/>
    <w:rsid w:val="009A0E93"/>
    <w:rsid w:val="009A121D"/>
    <w:rsid w:val="009A1AD9"/>
    <w:rsid w:val="009A1E94"/>
    <w:rsid w:val="009A1EEC"/>
    <w:rsid w:val="009A271A"/>
    <w:rsid w:val="009A2A3C"/>
    <w:rsid w:val="009A2B46"/>
    <w:rsid w:val="009A2C19"/>
    <w:rsid w:val="009A31F0"/>
    <w:rsid w:val="009A33D7"/>
    <w:rsid w:val="009A35CE"/>
    <w:rsid w:val="009A3FD0"/>
    <w:rsid w:val="009A40E6"/>
    <w:rsid w:val="009A442D"/>
    <w:rsid w:val="009A44B9"/>
    <w:rsid w:val="009A4658"/>
    <w:rsid w:val="009A4998"/>
    <w:rsid w:val="009A5F41"/>
    <w:rsid w:val="009A6080"/>
    <w:rsid w:val="009A6440"/>
    <w:rsid w:val="009A6EE0"/>
    <w:rsid w:val="009A7A80"/>
    <w:rsid w:val="009A7BD4"/>
    <w:rsid w:val="009A7C3C"/>
    <w:rsid w:val="009B07B3"/>
    <w:rsid w:val="009B0F14"/>
    <w:rsid w:val="009B19BF"/>
    <w:rsid w:val="009B1B8A"/>
    <w:rsid w:val="009B294D"/>
    <w:rsid w:val="009B3CE9"/>
    <w:rsid w:val="009B4168"/>
    <w:rsid w:val="009B4299"/>
    <w:rsid w:val="009B5353"/>
    <w:rsid w:val="009B5C3B"/>
    <w:rsid w:val="009B6177"/>
    <w:rsid w:val="009B63E0"/>
    <w:rsid w:val="009B659F"/>
    <w:rsid w:val="009B6654"/>
    <w:rsid w:val="009B6BA9"/>
    <w:rsid w:val="009C034C"/>
    <w:rsid w:val="009C0370"/>
    <w:rsid w:val="009C0E5E"/>
    <w:rsid w:val="009C1031"/>
    <w:rsid w:val="009C1405"/>
    <w:rsid w:val="009C196B"/>
    <w:rsid w:val="009C1A0A"/>
    <w:rsid w:val="009C245D"/>
    <w:rsid w:val="009C2D94"/>
    <w:rsid w:val="009C3164"/>
    <w:rsid w:val="009C38DF"/>
    <w:rsid w:val="009C3938"/>
    <w:rsid w:val="009C41CC"/>
    <w:rsid w:val="009C42FC"/>
    <w:rsid w:val="009C477B"/>
    <w:rsid w:val="009C4BD2"/>
    <w:rsid w:val="009C5023"/>
    <w:rsid w:val="009C513A"/>
    <w:rsid w:val="009C578A"/>
    <w:rsid w:val="009C5E99"/>
    <w:rsid w:val="009C5FD8"/>
    <w:rsid w:val="009C638D"/>
    <w:rsid w:val="009C653A"/>
    <w:rsid w:val="009C65AA"/>
    <w:rsid w:val="009C6720"/>
    <w:rsid w:val="009C6F91"/>
    <w:rsid w:val="009C7404"/>
    <w:rsid w:val="009C7B6F"/>
    <w:rsid w:val="009D1407"/>
    <w:rsid w:val="009D23B3"/>
    <w:rsid w:val="009D2EB4"/>
    <w:rsid w:val="009D39CF"/>
    <w:rsid w:val="009D3A6A"/>
    <w:rsid w:val="009D3B61"/>
    <w:rsid w:val="009D4607"/>
    <w:rsid w:val="009D4AAF"/>
    <w:rsid w:val="009D4CA9"/>
    <w:rsid w:val="009D5A52"/>
    <w:rsid w:val="009D62E9"/>
    <w:rsid w:val="009D63DC"/>
    <w:rsid w:val="009D6457"/>
    <w:rsid w:val="009D6A16"/>
    <w:rsid w:val="009D6DD8"/>
    <w:rsid w:val="009D7041"/>
    <w:rsid w:val="009D76B6"/>
    <w:rsid w:val="009D7935"/>
    <w:rsid w:val="009D7AF0"/>
    <w:rsid w:val="009D7CC5"/>
    <w:rsid w:val="009E0306"/>
    <w:rsid w:val="009E0447"/>
    <w:rsid w:val="009E0AA8"/>
    <w:rsid w:val="009E1191"/>
    <w:rsid w:val="009E1950"/>
    <w:rsid w:val="009E2515"/>
    <w:rsid w:val="009E31AF"/>
    <w:rsid w:val="009E3A4D"/>
    <w:rsid w:val="009E3CC0"/>
    <w:rsid w:val="009E41DF"/>
    <w:rsid w:val="009E4634"/>
    <w:rsid w:val="009E542A"/>
    <w:rsid w:val="009E5D16"/>
    <w:rsid w:val="009E61EE"/>
    <w:rsid w:val="009E68F8"/>
    <w:rsid w:val="009E79BA"/>
    <w:rsid w:val="009F0598"/>
    <w:rsid w:val="009F0FE2"/>
    <w:rsid w:val="009F13D6"/>
    <w:rsid w:val="009F148C"/>
    <w:rsid w:val="009F1944"/>
    <w:rsid w:val="009F2C43"/>
    <w:rsid w:val="009F2DA3"/>
    <w:rsid w:val="009F2EE4"/>
    <w:rsid w:val="009F3C37"/>
    <w:rsid w:val="009F3C61"/>
    <w:rsid w:val="009F42AE"/>
    <w:rsid w:val="009F4973"/>
    <w:rsid w:val="009F4A0E"/>
    <w:rsid w:val="009F4ED9"/>
    <w:rsid w:val="009F5167"/>
    <w:rsid w:val="009F53A3"/>
    <w:rsid w:val="009F58B1"/>
    <w:rsid w:val="009F59F1"/>
    <w:rsid w:val="009F5DB0"/>
    <w:rsid w:val="009F6266"/>
    <w:rsid w:val="009F62A4"/>
    <w:rsid w:val="009F6D08"/>
    <w:rsid w:val="009F77B3"/>
    <w:rsid w:val="009F7BF6"/>
    <w:rsid w:val="009F7ECB"/>
    <w:rsid w:val="00A01092"/>
    <w:rsid w:val="00A0156D"/>
    <w:rsid w:val="00A016CB"/>
    <w:rsid w:val="00A01C6F"/>
    <w:rsid w:val="00A01F3A"/>
    <w:rsid w:val="00A02B58"/>
    <w:rsid w:val="00A03284"/>
    <w:rsid w:val="00A03AA9"/>
    <w:rsid w:val="00A03B4A"/>
    <w:rsid w:val="00A03DCE"/>
    <w:rsid w:val="00A04248"/>
    <w:rsid w:val="00A04348"/>
    <w:rsid w:val="00A05270"/>
    <w:rsid w:val="00A05BD1"/>
    <w:rsid w:val="00A062A9"/>
    <w:rsid w:val="00A06B6C"/>
    <w:rsid w:val="00A06B97"/>
    <w:rsid w:val="00A07316"/>
    <w:rsid w:val="00A073D9"/>
    <w:rsid w:val="00A07BBA"/>
    <w:rsid w:val="00A112ED"/>
    <w:rsid w:val="00A1198B"/>
    <w:rsid w:val="00A127B5"/>
    <w:rsid w:val="00A128C2"/>
    <w:rsid w:val="00A12C9A"/>
    <w:rsid w:val="00A134E0"/>
    <w:rsid w:val="00A1378B"/>
    <w:rsid w:val="00A14143"/>
    <w:rsid w:val="00A14460"/>
    <w:rsid w:val="00A14710"/>
    <w:rsid w:val="00A1479D"/>
    <w:rsid w:val="00A147DE"/>
    <w:rsid w:val="00A14904"/>
    <w:rsid w:val="00A1742A"/>
    <w:rsid w:val="00A177E6"/>
    <w:rsid w:val="00A17999"/>
    <w:rsid w:val="00A219BF"/>
    <w:rsid w:val="00A21A0E"/>
    <w:rsid w:val="00A226EB"/>
    <w:rsid w:val="00A22735"/>
    <w:rsid w:val="00A22BAF"/>
    <w:rsid w:val="00A22C9D"/>
    <w:rsid w:val="00A234F3"/>
    <w:rsid w:val="00A24A8D"/>
    <w:rsid w:val="00A24DE1"/>
    <w:rsid w:val="00A25A06"/>
    <w:rsid w:val="00A25A4D"/>
    <w:rsid w:val="00A25BF6"/>
    <w:rsid w:val="00A27233"/>
    <w:rsid w:val="00A27699"/>
    <w:rsid w:val="00A27A4E"/>
    <w:rsid w:val="00A27B38"/>
    <w:rsid w:val="00A31A4D"/>
    <w:rsid w:val="00A31DF1"/>
    <w:rsid w:val="00A31F89"/>
    <w:rsid w:val="00A32A45"/>
    <w:rsid w:val="00A33460"/>
    <w:rsid w:val="00A3354E"/>
    <w:rsid w:val="00A354EF"/>
    <w:rsid w:val="00A359C4"/>
    <w:rsid w:val="00A35D18"/>
    <w:rsid w:val="00A3600C"/>
    <w:rsid w:val="00A363C1"/>
    <w:rsid w:val="00A363EC"/>
    <w:rsid w:val="00A36832"/>
    <w:rsid w:val="00A37E23"/>
    <w:rsid w:val="00A37EF4"/>
    <w:rsid w:val="00A400F4"/>
    <w:rsid w:val="00A40EEA"/>
    <w:rsid w:val="00A416F0"/>
    <w:rsid w:val="00A41734"/>
    <w:rsid w:val="00A419A7"/>
    <w:rsid w:val="00A41A34"/>
    <w:rsid w:val="00A41B59"/>
    <w:rsid w:val="00A422AF"/>
    <w:rsid w:val="00A42376"/>
    <w:rsid w:val="00A42603"/>
    <w:rsid w:val="00A431AE"/>
    <w:rsid w:val="00A4323A"/>
    <w:rsid w:val="00A43298"/>
    <w:rsid w:val="00A43436"/>
    <w:rsid w:val="00A436F7"/>
    <w:rsid w:val="00A438F6"/>
    <w:rsid w:val="00A44109"/>
    <w:rsid w:val="00A45308"/>
    <w:rsid w:val="00A468F4"/>
    <w:rsid w:val="00A47AC7"/>
    <w:rsid w:val="00A47B78"/>
    <w:rsid w:val="00A47C4B"/>
    <w:rsid w:val="00A47CF3"/>
    <w:rsid w:val="00A50065"/>
    <w:rsid w:val="00A50CE1"/>
    <w:rsid w:val="00A514A3"/>
    <w:rsid w:val="00A515AA"/>
    <w:rsid w:val="00A518C8"/>
    <w:rsid w:val="00A519D1"/>
    <w:rsid w:val="00A51E2C"/>
    <w:rsid w:val="00A51F6F"/>
    <w:rsid w:val="00A53058"/>
    <w:rsid w:val="00A530B5"/>
    <w:rsid w:val="00A534B1"/>
    <w:rsid w:val="00A5365D"/>
    <w:rsid w:val="00A5366C"/>
    <w:rsid w:val="00A544C8"/>
    <w:rsid w:val="00A545BE"/>
    <w:rsid w:val="00A54AC8"/>
    <w:rsid w:val="00A54DE5"/>
    <w:rsid w:val="00A55564"/>
    <w:rsid w:val="00A55DAE"/>
    <w:rsid w:val="00A561A2"/>
    <w:rsid w:val="00A56503"/>
    <w:rsid w:val="00A56756"/>
    <w:rsid w:val="00A567C4"/>
    <w:rsid w:val="00A56997"/>
    <w:rsid w:val="00A56C9D"/>
    <w:rsid w:val="00A572C0"/>
    <w:rsid w:val="00A5730D"/>
    <w:rsid w:val="00A574A3"/>
    <w:rsid w:val="00A57B60"/>
    <w:rsid w:val="00A57E3D"/>
    <w:rsid w:val="00A60E95"/>
    <w:rsid w:val="00A60EC4"/>
    <w:rsid w:val="00A619AB"/>
    <w:rsid w:val="00A61D01"/>
    <w:rsid w:val="00A621E8"/>
    <w:rsid w:val="00A623B9"/>
    <w:rsid w:val="00A62837"/>
    <w:rsid w:val="00A62A3E"/>
    <w:rsid w:val="00A63342"/>
    <w:rsid w:val="00A63F27"/>
    <w:rsid w:val="00A64036"/>
    <w:rsid w:val="00A64199"/>
    <w:rsid w:val="00A64855"/>
    <w:rsid w:val="00A6488C"/>
    <w:rsid w:val="00A65678"/>
    <w:rsid w:val="00A6568C"/>
    <w:rsid w:val="00A65A3B"/>
    <w:rsid w:val="00A65E9D"/>
    <w:rsid w:val="00A65F22"/>
    <w:rsid w:val="00A66308"/>
    <w:rsid w:val="00A66324"/>
    <w:rsid w:val="00A66E54"/>
    <w:rsid w:val="00A676E4"/>
    <w:rsid w:val="00A70037"/>
    <w:rsid w:val="00A707F0"/>
    <w:rsid w:val="00A7159D"/>
    <w:rsid w:val="00A71644"/>
    <w:rsid w:val="00A71D6D"/>
    <w:rsid w:val="00A728F3"/>
    <w:rsid w:val="00A72A33"/>
    <w:rsid w:val="00A72BC5"/>
    <w:rsid w:val="00A72C53"/>
    <w:rsid w:val="00A72DFF"/>
    <w:rsid w:val="00A73965"/>
    <w:rsid w:val="00A74ABA"/>
    <w:rsid w:val="00A74CA3"/>
    <w:rsid w:val="00A753C0"/>
    <w:rsid w:val="00A757A3"/>
    <w:rsid w:val="00A760AD"/>
    <w:rsid w:val="00A761B5"/>
    <w:rsid w:val="00A7651F"/>
    <w:rsid w:val="00A7655C"/>
    <w:rsid w:val="00A7673E"/>
    <w:rsid w:val="00A76D41"/>
    <w:rsid w:val="00A77309"/>
    <w:rsid w:val="00A773A5"/>
    <w:rsid w:val="00A77798"/>
    <w:rsid w:val="00A77928"/>
    <w:rsid w:val="00A77E3D"/>
    <w:rsid w:val="00A800F2"/>
    <w:rsid w:val="00A8068D"/>
    <w:rsid w:val="00A80749"/>
    <w:rsid w:val="00A808FF"/>
    <w:rsid w:val="00A80C91"/>
    <w:rsid w:val="00A80F66"/>
    <w:rsid w:val="00A81564"/>
    <w:rsid w:val="00A818D3"/>
    <w:rsid w:val="00A8192C"/>
    <w:rsid w:val="00A8192E"/>
    <w:rsid w:val="00A84019"/>
    <w:rsid w:val="00A8471C"/>
    <w:rsid w:val="00A851F0"/>
    <w:rsid w:val="00A85ECF"/>
    <w:rsid w:val="00A86CCC"/>
    <w:rsid w:val="00A872B4"/>
    <w:rsid w:val="00A87A0A"/>
    <w:rsid w:val="00A87FD8"/>
    <w:rsid w:val="00A90169"/>
    <w:rsid w:val="00A90FEB"/>
    <w:rsid w:val="00A9152B"/>
    <w:rsid w:val="00A91764"/>
    <w:rsid w:val="00A918EE"/>
    <w:rsid w:val="00A92964"/>
    <w:rsid w:val="00A92A4A"/>
    <w:rsid w:val="00A93057"/>
    <w:rsid w:val="00A93995"/>
    <w:rsid w:val="00A93BDF"/>
    <w:rsid w:val="00A93FD7"/>
    <w:rsid w:val="00A94F5C"/>
    <w:rsid w:val="00A95100"/>
    <w:rsid w:val="00A958A3"/>
    <w:rsid w:val="00A96BE6"/>
    <w:rsid w:val="00A96E78"/>
    <w:rsid w:val="00A972AD"/>
    <w:rsid w:val="00A974C7"/>
    <w:rsid w:val="00A97B23"/>
    <w:rsid w:val="00AA0006"/>
    <w:rsid w:val="00AA039C"/>
    <w:rsid w:val="00AA06B9"/>
    <w:rsid w:val="00AA0C95"/>
    <w:rsid w:val="00AA0DF2"/>
    <w:rsid w:val="00AA0F0E"/>
    <w:rsid w:val="00AA131D"/>
    <w:rsid w:val="00AA22B9"/>
    <w:rsid w:val="00AA3027"/>
    <w:rsid w:val="00AA304C"/>
    <w:rsid w:val="00AA3066"/>
    <w:rsid w:val="00AA31EB"/>
    <w:rsid w:val="00AA32B1"/>
    <w:rsid w:val="00AA3310"/>
    <w:rsid w:val="00AA33A5"/>
    <w:rsid w:val="00AA3434"/>
    <w:rsid w:val="00AA3D28"/>
    <w:rsid w:val="00AA456E"/>
    <w:rsid w:val="00AA4A64"/>
    <w:rsid w:val="00AA52D9"/>
    <w:rsid w:val="00AA621A"/>
    <w:rsid w:val="00AA72FA"/>
    <w:rsid w:val="00AA73CF"/>
    <w:rsid w:val="00AA79FF"/>
    <w:rsid w:val="00AA7FC6"/>
    <w:rsid w:val="00AB0AF1"/>
    <w:rsid w:val="00AB1827"/>
    <w:rsid w:val="00AB2C22"/>
    <w:rsid w:val="00AB3CEB"/>
    <w:rsid w:val="00AB40FE"/>
    <w:rsid w:val="00AB4380"/>
    <w:rsid w:val="00AB44C2"/>
    <w:rsid w:val="00AB4519"/>
    <w:rsid w:val="00AB45F3"/>
    <w:rsid w:val="00AB477E"/>
    <w:rsid w:val="00AB4C9B"/>
    <w:rsid w:val="00AB5AC7"/>
    <w:rsid w:val="00AB6381"/>
    <w:rsid w:val="00AB6591"/>
    <w:rsid w:val="00AB6A89"/>
    <w:rsid w:val="00AB6DC1"/>
    <w:rsid w:val="00AB70F1"/>
    <w:rsid w:val="00AB78B6"/>
    <w:rsid w:val="00AB7D2C"/>
    <w:rsid w:val="00AC014E"/>
    <w:rsid w:val="00AC054E"/>
    <w:rsid w:val="00AC0893"/>
    <w:rsid w:val="00AC0A2B"/>
    <w:rsid w:val="00AC0C2C"/>
    <w:rsid w:val="00AC15D1"/>
    <w:rsid w:val="00AC1C7E"/>
    <w:rsid w:val="00AC1FEE"/>
    <w:rsid w:val="00AC2AE4"/>
    <w:rsid w:val="00AC303E"/>
    <w:rsid w:val="00AC32C5"/>
    <w:rsid w:val="00AC37B4"/>
    <w:rsid w:val="00AC426D"/>
    <w:rsid w:val="00AC5624"/>
    <w:rsid w:val="00AC587C"/>
    <w:rsid w:val="00AC62D8"/>
    <w:rsid w:val="00AC65E6"/>
    <w:rsid w:val="00AC6DAE"/>
    <w:rsid w:val="00AC6E93"/>
    <w:rsid w:val="00AD04E2"/>
    <w:rsid w:val="00AD0C70"/>
    <w:rsid w:val="00AD0DC4"/>
    <w:rsid w:val="00AD0E67"/>
    <w:rsid w:val="00AD1462"/>
    <w:rsid w:val="00AD14A3"/>
    <w:rsid w:val="00AD15E3"/>
    <w:rsid w:val="00AD249B"/>
    <w:rsid w:val="00AD269B"/>
    <w:rsid w:val="00AD341E"/>
    <w:rsid w:val="00AD3595"/>
    <w:rsid w:val="00AD4017"/>
    <w:rsid w:val="00AD414F"/>
    <w:rsid w:val="00AD4AF3"/>
    <w:rsid w:val="00AD517B"/>
    <w:rsid w:val="00AD51BB"/>
    <w:rsid w:val="00AD5723"/>
    <w:rsid w:val="00AD6062"/>
    <w:rsid w:val="00AD62C3"/>
    <w:rsid w:val="00AD6727"/>
    <w:rsid w:val="00AD67AC"/>
    <w:rsid w:val="00AD67E8"/>
    <w:rsid w:val="00AD6948"/>
    <w:rsid w:val="00AD771C"/>
    <w:rsid w:val="00AD7744"/>
    <w:rsid w:val="00AE0438"/>
    <w:rsid w:val="00AE0AB5"/>
    <w:rsid w:val="00AE0D09"/>
    <w:rsid w:val="00AE0D82"/>
    <w:rsid w:val="00AE118E"/>
    <w:rsid w:val="00AE1586"/>
    <w:rsid w:val="00AE1DCD"/>
    <w:rsid w:val="00AE23AC"/>
    <w:rsid w:val="00AE272B"/>
    <w:rsid w:val="00AE2730"/>
    <w:rsid w:val="00AE279F"/>
    <w:rsid w:val="00AE28F0"/>
    <w:rsid w:val="00AE2A3D"/>
    <w:rsid w:val="00AE399A"/>
    <w:rsid w:val="00AE45C9"/>
    <w:rsid w:val="00AE4DE9"/>
    <w:rsid w:val="00AE4E6B"/>
    <w:rsid w:val="00AE5973"/>
    <w:rsid w:val="00AE5B5F"/>
    <w:rsid w:val="00AE5C8F"/>
    <w:rsid w:val="00AE7C20"/>
    <w:rsid w:val="00AF0613"/>
    <w:rsid w:val="00AF0A17"/>
    <w:rsid w:val="00AF0A64"/>
    <w:rsid w:val="00AF1B2A"/>
    <w:rsid w:val="00AF25A1"/>
    <w:rsid w:val="00AF29BF"/>
    <w:rsid w:val="00AF319B"/>
    <w:rsid w:val="00AF330F"/>
    <w:rsid w:val="00AF36BA"/>
    <w:rsid w:val="00AF3FDE"/>
    <w:rsid w:val="00AF404D"/>
    <w:rsid w:val="00AF40F4"/>
    <w:rsid w:val="00AF43C5"/>
    <w:rsid w:val="00AF5437"/>
    <w:rsid w:val="00AF58B9"/>
    <w:rsid w:val="00AF6510"/>
    <w:rsid w:val="00AF726E"/>
    <w:rsid w:val="00AF7371"/>
    <w:rsid w:val="00AF73B6"/>
    <w:rsid w:val="00AF7476"/>
    <w:rsid w:val="00AF78CF"/>
    <w:rsid w:val="00AF7AFA"/>
    <w:rsid w:val="00AF7BAC"/>
    <w:rsid w:val="00AF7D38"/>
    <w:rsid w:val="00B00ACE"/>
    <w:rsid w:val="00B01236"/>
    <w:rsid w:val="00B01F87"/>
    <w:rsid w:val="00B023C7"/>
    <w:rsid w:val="00B037B1"/>
    <w:rsid w:val="00B03E24"/>
    <w:rsid w:val="00B03F16"/>
    <w:rsid w:val="00B041C6"/>
    <w:rsid w:val="00B04B6D"/>
    <w:rsid w:val="00B05DA3"/>
    <w:rsid w:val="00B06040"/>
    <w:rsid w:val="00B061DB"/>
    <w:rsid w:val="00B06244"/>
    <w:rsid w:val="00B07002"/>
    <w:rsid w:val="00B0703E"/>
    <w:rsid w:val="00B0711A"/>
    <w:rsid w:val="00B071C1"/>
    <w:rsid w:val="00B075F3"/>
    <w:rsid w:val="00B10092"/>
    <w:rsid w:val="00B1035B"/>
    <w:rsid w:val="00B103E7"/>
    <w:rsid w:val="00B106B4"/>
    <w:rsid w:val="00B10819"/>
    <w:rsid w:val="00B1123A"/>
    <w:rsid w:val="00B128B5"/>
    <w:rsid w:val="00B12952"/>
    <w:rsid w:val="00B13546"/>
    <w:rsid w:val="00B1431F"/>
    <w:rsid w:val="00B14800"/>
    <w:rsid w:val="00B14C78"/>
    <w:rsid w:val="00B14D19"/>
    <w:rsid w:val="00B14F96"/>
    <w:rsid w:val="00B15271"/>
    <w:rsid w:val="00B158E6"/>
    <w:rsid w:val="00B162AF"/>
    <w:rsid w:val="00B168B7"/>
    <w:rsid w:val="00B16F4C"/>
    <w:rsid w:val="00B1710B"/>
    <w:rsid w:val="00B17286"/>
    <w:rsid w:val="00B17562"/>
    <w:rsid w:val="00B17705"/>
    <w:rsid w:val="00B17CF0"/>
    <w:rsid w:val="00B17DF4"/>
    <w:rsid w:val="00B204F9"/>
    <w:rsid w:val="00B20525"/>
    <w:rsid w:val="00B2185B"/>
    <w:rsid w:val="00B22548"/>
    <w:rsid w:val="00B22628"/>
    <w:rsid w:val="00B22751"/>
    <w:rsid w:val="00B2290A"/>
    <w:rsid w:val="00B232C1"/>
    <w:rsid w:val="00B236DA"/>
    <w:rsid w:val="00B236E7"/>
    <w:rsid w:val="00B23705"/>
    <w:rsid w:val="00B24821"/>
    <w:rsid w:val="00B251FF"/>
    <w:rsid w:val="00B256FF"/>
    <w:rsid w:val="00B25D41"/>
    <w:rsid w:val="00B25F9E"/>
    <w:rsid w:val="00B26BB7"/>
    <w:rsid w:val="00B26C2D"/>
    <w:rsid w:val="00B27D35"/>
    <w:rsid w:val="00B30E62"/>
    <w:rsid w:val="00B30F19"/>
    <w:rsid w:val="00B314AC"/>
    <w:rsid w:val="00B314E7"/>
    <w:rsid w:val="00B3174E"/>
    <w:rsid w:val="00B3187F"/>
    <w:rsid w:val="00B31BA7"/>
    <w:rsid w:val="00B320CE"/>
    <w:rsid w:val="00B3256C"/>
    <w:rsid w:val="00B326E2"/>
    <w:rsid w:val="00B32CC9"/>
    <w:rsid w:val="00B331ED"/>
    <w:rsid w:val="00B33256"/>
    <w:rsid w:val="00B3347D"/>
    <w:rsid w:val="00B33537"/>
    <w:rsid w:val="00B340FA"/>
    <w:rsid w:val="00B343F8"/>
    <w:rsid w:val="00B34A26"/>
    <w:rsid w:val="00B3540F"/>
    <w:rsid w:val="00B3542C"/>
    <w:rsid w:val="00B36511"/>
    <w:rsid w:val="00B37344"/>
    <w:rsid w:val="00B4019D"/>
    <w:rsid w:val="00B4049F"/>
    <w:rsid w:val="00B405BD"/>
    <w:rsid w:val="00B40BB5"/>
    <w:rsid w:val="00B4107E"/>
    <w:rsid w:val="00B41107"/>
    <w:rsid w:val="00B417EC"/>
    <w:rsid w:val="00B41E36"/>
    <w:rsid w:val="00B4215F"/>
    <w:rsid w:val="00B43276"/>
    <w:rsid w:val="00B433FB"/>
    <w:rsid w:val="00B443D2"/>
    <w:rsid w:val="00B44778"/>
    <w:rsid w:val="00B44AD5"/>
    <w:rsid w:val="00B44F3E"/>
    <w:rsid w:val="00B4649E"/>
    <w:rsid w:val="00B46669"/>
    <w:rsid w:val="00B466CE"/>
    <w:rsid w:val="00B467F8"/>
    <w:rsid w:val="00B46968"/>
    <w:rsid w:val="00B46B88"/>
    <w:rsid w:val="00B46CDF"/>
    <w:rsid w:val="00B46D74"/>
    <w:rsid w:val="00B50C0F"/>
    <w:rsid w:val="00B51827"/>
    <w:rsid w:val="00B51BE2"/>
    <w:rsid w:val="00B51DC1"/>
    <w:rsid w:val="00B51FA6"/>
    <w:rsid w:val="00B529EE"/>
    <w:rsid w:val="00B53495"/>
    <w:rsid w:val="00B53645"/>
    <w:rsid w:val="00B54126"/>
    <w:rsid w:val="00B5446E"/>
    <w:rsid w:val="00B54864"/>
    <w:rsid w:val="00B54BAB"/>
    <w:rsid w:val="00B54F6A"/>
    <w:rsid w:val="00B562BA"/>
    <w:rsid w:val="00B56981"/>
    <w:rsid w:val="00B56ADC"/>
    <w:rsid w:val="00B56C0C"/>
    <w:rsid w:val="00B56CEF"/>
    <w:rsid w:val="00B5747C"/>
    <w:rsid w:val="00B607BC"/>
    <w:rsid w:val="00B60829"/>
    <w:rsid w:val="00B60C38"/>
    <w:rsid w:val="00B60E84"/>
    <w:rsid w:val="00B60FCD"/>
    <w:rsid w:val="00B61146"/>
    <w:rsid w:val="00B61360"/>
    <w:rsid w:val="00B6138D"/>
    <w:rsid w:val="00B61423"/>
    <w:rsid w:val="00B614F7"/>
    <w:rsid w:val="00B61546"/>
    <w:rsid w:val="00B61BF5"/>
    <w:rsid w:val="00B61C03"/>
    <w:rsid w:val="00B62F33"/>
    <w:rsid w:val="00B6315E"/>
    <w:rsid w:val="00B63D8D"/>
    <w:rsid w:val="00B63EEE"/>
    <w:rsid w:val="00B6441C"/>
    <w:rsid w:val="00B64617"/>
    <w:rsid w:val="00B64A14"/>
    <w:rsid w:val="00B6541C"/>
    <w:rsid w:val="00B65F3D"/>
    <w:rsid w:val="00B6687B"/>
    <w:rsid w:val="00B66913"/>
    <w:rsid w:val="00B67C16"/>
    <w:rsid w:val="00B7047D"/>
    <w:rsid w:val="00B70736"/>
    <w:rsid w:val="00B7080A"/>
    <w:rsid w:val="00B70890"/>
    <w:rsid w:val="00B70D77"/>
    <w:rsid w:val="00B71BA4"/>
    <w:rsid w:val="00B71E0A"/>
    <w:rsid w:val="00B71E5D"/>
    <w:rsid w:val="00B724CF"/>
    <w:rsid w:val="00B72C58"/>
    <w:rsid w:val="00B7310A"/>
    <w:rsid w:val="00B73365"/>
    <w:rsid w:val="00B73BFC"/>
    <w:rsid w:val="00B74C70"/>
    <w:rsid w:val="00B74C8D"/>
    <w:rsid w:val="00B74D21"/>
    <w:rsid w:val="00B751E5"/>
    <w:rsid w:val="00B7555A"/>
    <w:rsid w:val="00B75575"/>
    <w:rsid w:val="00B75E2E"/>
    <w:rsid w:val="00B75EE7"/>
    <w:rsid w:val="00B761C4"/>
    <w:rsid w:val="00B770ED"/>
    <w:rsid w:val="00B77AD4"/>
    <w:rsid w:val="00B77AD6"/>
    <w:rsid w:val="00B8118F"/>
    <w:rsid w:val="00B812F2"/>
    <w:rsid w:val="00B81319"/>
    <w:rsid w:val="00B83339"/>
    <w:rsid w:val="00B8359E"/>
    <w:rsid w:val="00B83936"/>
    <w:rsid w:val="00B83F44"/>
    <w:rsid w:val="00B844AA"/>
    <w:rsid w:val="00B84989"/>
    <w:rsid w:val="00B855A4"/>
    <w:rsid w:val="00B85FF1"/>
    <w:rsid w:val="00B863E7"/>
    <w:rsid w:val="00B86B39"/>
    <w:rsid w:val="00B86E5F"/>
    <w:rsid w:val="00B86FED"/>
    <w:rsid w:val="00B87D51"/>
    <w:rsid w:val="00B9086F"/>
    <w:rsid w:val="00B90C0E"/>
    <w:rsid w:val="00B917B7"/>
    <w:rsid w:val="00B922E5"/>
    <w:rsid w:val="00B92DF4"/>
    <w:rsid w:val="00B92E69"/>
    <w:rsid w:val="00B93489"/>
    <w:rsid w:val="00B93B89"/>
    <w:rsid w:val="00B9432E"/>
    <w:rsid w:val="00B94942"/>
    <w:rsid w:val="00B95182"/>
    <w:rsid w:val="00B958A1"/>
    <w:rsid w:val="00B95CD7"/>
    <w:rsid w:val="00B963E0"/>
    <w:rsid w:val="00B97716"/>
    <w:rsid w:val="00BA07EB"/>
    <w:rsid w:val="00BA0886"/>
    <w:rsid w:val="00BA09A5"/>
    <w:rsid w:val="00BA0D33"/>
    <w:rsid w:val="00BA16FB"/>
    <w:rsid w:val="00BA1A41"/>
    <w:rsid w:val="00BA1E8C"/>
    <w:rsid w:val="00BA2315"/>
    <w:rsid w:val="00BA237D"/>
    <w:rsid w:val="00BA305B"/>
    <w:rsid w:val="00BA392C"/>
    <w:rsid w:val="00BA3A94"/>
    <w:rsid w:val="00BA3C13"/>
    <w:rsid w:val="00BA3F7D"/>
    <w:rsid w:val="00BA423D"/>
    <w:rsid w:val="00BA4336"/>
    <w:rsid w:val="00BA4D0B"/>
    <w:rsid w:val="00BA4F87"/>
    <w:rsid w:val="00BA5391"/>
    <w:rsid w:val="00BA5581"/>
    <w:rsid w:val="00BA5674"/>
    <w:rsid w:val="00BA581A"/>
    <w:rsid w:val="00BA601F"/>
    <w:rsid w:val="00BA6358"/>
    <w:rsid w:val="00BA680D"/>
    <w:rsid w:val="00BA6A4D"/>
    <w:rsid w:val="00BA7109"/>
    <w:rsid w:val="00BB0147"/>
    <w:rsid w:val="00BB063B"/>
    <w:rsid w:val="00BB08B1"/>
    <w:rsid w:val="00BB0C5E"/>
    <w:rsid w:val="00BB12C9"/>
    <w:rsid w:val="00BB1A48"/>
    <w:rsid w:val="00BB250F"/>
    <w:rsid w:val="00BB25AF"/>
    <w:rsid w:val="00BB28A9"/>
    <w:rsid w:val="00BB31FB"/>
    <w:rsid w:val="00BB4170"/>
    <w:rsid w:val="00BB41AA"/>
    <w:rsid w:val="00BB47FF"/>
    <w:rsid w:val="00BB4830"/>
    <w:rsid w:val="00BB5A55"/>
    <w:rsid w:val="00BB5E38"/>
    <w:rsid w:val="00BB61C0"/>
    <w:rsid w:val="00BB655A"/>
    <w:rsid w:val="00BB678D"/>
    <w:rsid w:val="00BB6893"/>
    <w:rsid w:val="00BB6CF3"/>
    <w:rsid w:val="00BB6D7B"/>
    <w:rsid w:val="00BB6D7F"/>
    <w:rsid w:val="00BB72D2"/>
    <w:rsid w:val="00BB7670"/>
    <w:rsid w:val="00BB7994"/>
    <w:rsid w:val="00BB7A02"/>
    <w:rsid w:val="00BB7DED"/>
    <w:rsid w:val="00BB7E46"/>
    <w:rsid w:val="00BC057D"/>
    <w:rsid w:val="00BC19D2"/>
    <w:rsid w:val="00BC1E80"/>
    <w:rsid w:val="00BC1F16"/>
    <w:rsid w:val="00BC2A2E"/>
    <w:rsid w:val="00BC2BD2"/>
    <w:rsid w:val="00BC3255"/>
    <w:rsid w:val="00BC3929"/>
    <w:rsid w:val="00BC3AC5"/>
    <w:rsid w:val="00BC3D6B"/>
    <w:rsid w:val="00BC41FF"/>
    <w:rsid w:val="00BC4214"/>
    <w:rsid w:val="00BC465D"/>
    <w:rsid w:val="00BC46DA"/>
    <w:rsid w:val="00BC472A"/>
    <w:rsid w:val="00BC5058"/>
    <w:rsid w:val="00BC5389"/>
    <w:rsid w:val="00BC564E"/>
    <w:rsid w:val="00BC5A74"/>
    <w:rsid w:val="00BC5DCC"/>
    <w:rsid w:val="00BC73EA"/>
    <w:rsid w:val="00BC7B08"/>
    <w:rsid w:val="00BC7B63"/>
    <w:rsid w:val="00BC7DA3"/>
    <w:rsid w:val="00BD056A"/>
    <w:rsid w:val="00BD0601"/>
    <w:rsid w:val="00BD06FE"/>
    <w:rsid w:val="00BD0A16"/>
    <w:rsid w:val="00BD1236"/>
    <w:rsid w:val="00BD20B9"/>
    <w:rsid w:val="00BD2713"/>
    <w:rsid w:val="00BD2B56"/>
    <w:rsid w:val="00BD2C7E"/>
    <w:rsid w:val="00BD2F72"/>
    <w:rsid w:val="00BD30E3"/>
    <w:rsid w:val="00BD3426"/>
    <w:rsid w:val="00BD3A58"/>
    <w:rsid w:val="00BD3C71"/>
    <w:rsid w:val="00BD4107"/>
    <w:rsid w:val="00BD6717"/>
    <w:rsid w:val="00BD671F"/>
    <w:rsid w:val="00BD75C4"/>
    <w:rsid w:val="00BD79D7"/>
    <w:rsid w:val="00BD7C2E"/>
    <w:rsid w:val="00BD7C82"/>
    <w:rsid w:val="00BE029E"/>
    <w:rsid w:val="00BE034E"/>
    <w:rsid w:val="00BE04B7"/>
    <w:rsid w:val="00BE0815"/>
    <w:rsid w:val="00BE08B4"/>
    <w:rsid w:val="00BE0D76"/>
    <w:rsid w:val="00BE0EE0"/>
    <w:rsid w:val="00BE0FC9"/>
    <w:rsid w:val="00BE14E1"/>
    <w:rsid w:val="00BE174C"/>
    <w:rsid w:val="00BE1E97"/>
    <w:rsid w:val="00BE2345"/>
    <w:rsid w:val="00BE2587"/>
    <w:rsid w:val="00BE272F"/>
    <w:rsid w:val="00BE2FFB"/>
    <w:rsid w:val="00BE37C0"/>
    <w:rsid w:val="00BE4642"/>
    <w:rsid w:val="00BE4C21"/>
    <w:rsid w:val="00BE5D5E"/>
    <w:rsid w:val="00BE6071"/>
    <w:rsid w:val="00BE69FC"/>
    <w:rsid w:val="00BE71B4"/>
    <w:rsid w:val="00BE7550"/>
    <w:rsid w:val="00BE7BDD"/>
    <w:rsid w:val="00BF0AA5"/>
    <w:rsid w:val="00BF1ACA"/>
    <w:rsid w:val="00BF1BEE"/>
    <w:rsid w:val="00BF1D45"/>
    <w:rsid w:val="00BF285C"/>
    <w:rsid w:val="00BF29D7"/>
    <w:rsid w:val="00BF2F97"/>
    <w:rsid w:val="00BF36EB"/>
    <w:rsid w:val="00BF3EA2"/>
    <w:rsid w:val="00BF3F5C"/>
    <w:rsid w:val="00BF42F9"/>
    <w:rsid w:val="00BF43E0"/>
    <w:rsid w:val="00BF5130"/>
    <w:rsid w:val="00BF5159"/>
    <w:rsid w:val="00BF5205"/>
    <w:rsid w:val="00BF61F4"/>
    <w:rsid w:val="00BF6546"/>
    <w:rsid w:val="00BF6578"/>
    <w:rsid w:val="00BF6BFF"/>
    <w:rsid w:val="00BF6F42"/>
    <w:rsid w:val="00BF6F45"/>
    <w:rsid w:val="00C004BD"/>
    <w:rsid w:val="00C010B4"/>
    <w:rsid w:val="00C01EAC"/>
    <w:rsid w:val="00C020BE"/>
    <w:rsid w:val="00C02548"/>
    <w:rsid w:val="00C032E1"/>
    <w:rsid w:val="00C0339F"/>
    <w:rsid w:val="00C038D0"/>
    <w:rsid w:val="00C03C73"/>
    <w:rsid w:val="00C041BC"/>
    <w:rsid w:val="00C04476"/>
    <w:rsid w:val="00C0447E"/>
    <w:rsid w:val="00C051EC"/>
    <w:rsid w:val="00C05230"/>
    <w:rsid w:val="00C057C0"/>
    <w:rsid w:val="00C05C1A"/>
    <w:rsid w:val="00C0657B"/>
    <w:rsid w:val="00C067DF"/>
    <w:rsid w:val="00C06E6A"/>
    <w:rsid w:val="00C06FB4"/>
    <w:rsid w:val="00C071A5"/>
    <w:rsid w:val="00C079B8"/>
    <w:rsid w:val="00C07C71"/>
    <w:rsid w:val="00C105D4"/>
    <w:rsid w:val="00C1097A"/>
    <w:rsid w:val="00C10B5B"/>
    <w:rsid w:val="00C112C0"/>
    <w:rsid w:val="00C117BA"/>
    <w:rsid w:val="00C11E99"/>
    <w:rsid w:val="00C122C8"/>
    <w:rsid w:val="00C13B73"/>
    <w:rsid w:val="00C13D8A"/>
    <w:rsid w:val="00C13DE7"/>
    <w:rsid w:val="00C145BE"/>
    <w:rsid w:val="00C14A60"/>
    <w:rsid w:val="00C160E1"/>
    <w:rsid w:val="00C1704A"/>
    <w:rsid w:val="00C17589"/>
    <w:rsid w:val="00C179EE"/>
    <w:rsid w:val="00C17B54"/>
    <w:rsid w:val="00C17C87"/>
    <w:rsid w:val="00C21E68"/>
    <w:rsid w:val="00C21F6D"/>
    <w:rsid w:val="00C226C3"/>
    <w:rsid w:val="00C22D58"/>
    <w:rsid w:val="00C22D84"/>
    <w:rsid w:val="00C24821"/>
    <w:rsid w:val="00C251EF"/>
    <w:rsid w:val="00C25349"/>
    <w:rsid w:val="00C2598F"/>
    <w:rsid w:val="00C25B3F"/>
    <w:rsid w:val="00C25C93"/>
    <w:rsid w:val="00C2617D"/>
    <w:rsid w:val="00C26D8C"/>
    <w:rsid w:val="00C272DE"/>
    <w:rsid w:val="00C2753F"/>
    <w:rsid w:val="00C278BD"/>
    <w:rsid w:val="00C27918"/>
    <w:rsid w:val="00C27A83"/>
    <w:rsid w:val="00C27CBC"/>
    <w:rsid w:val="00C30B8A"/>
    <w:rsid w:val="00C31C43"/>
    <w:rsid w:val="00C32FD9"/>
    <w:rsid w:val="00C331FF"/>
    <w:rsid w:val="00C33C8F"/>
    <w:rsid w:val="00C33D76"/>
    <w:rsid w:val="00C33EB0"/>
    <w:rsid w:val="00C34115"/>
    <w:rsid w:val="00C34576"/>
    <w:rsid w:val="00C35189"/>
    <w:rsid w:val="00C35408"/>
    <w:rsid w:val="00C35675"/>
    <w:rsid w:val="00C3573B"/>
    <w:rsid w:val="00C35773"/>
    <w:rsid w:val="00C35DB2"/>
    <w:rsid w:val="00C35EDF"/>
    <w:rsid w:val="00C36684"/>
    <w:rsid w:val="00C37064"/>
    <w:rsid w:val="00C37089"/>
    <w:rsid w:val="00C37949"/>
    <w:rsid w:val="00C40035"/>
    <w:rsid w:val="00C402FF"/>
    <w:rsid w:val="00C40851"/>
    <w:rsid w:val="00C40F3D"/>
    <w:rsid w:val="00C41528"/>
    <w:rsid w:val="00C41852"/>
    <w:rsid w:val="00C41CAB"/>
    <w:rsid w:val="00C41DF9"/>
    <w:rsid w:val="00C41F84"/>
    <w:rsid w:val="00C424BE"/>
    <w:rsid w:val="00C42F56"/>
    <w:rsid w:val="00C438B7"/>
    <w:rsid w:val="00C442EE"/>
    <w:rsid w:val="00C443AB"/>
    <w:rsid w:val="00C448E0"/>
    <w:rsid w:val="00C4540A"/>
    <w:rsid w:val="00C45754"/>
    <w:rsid w:val="00C47D91"/>
    <w:rsid w:val="00C507EE"/>
    <w:rsid w:val="00C51149"/>
    <w:rsid w:val="00C5130F"/>
    <w:rsid w:val="00C51707"/>
    <w:rsid w:val="00C524C3"/>
    <w:rsid w:val="00C52D90"/>
    <w:rsid w:val="00C53CEB"/>
    <w:rsid w:val="00C53D04"/>
    <w:rsid w:val="00C53FBB"/>
    <w:rsid w:val="00C544B5"/>
    <w:rsid w:val="00C547A8"/>
    <w:rsid w:val="00C548CB"/>
    <w:rsid w:val="00C55104"/>
    <w:rsid w:val="00C5564C"/>
    <w:rsid w:val="00C56467"/>
    <w:rsid w:val="00C56789"/>
    <w:rsid w:val="00C568D4"/>
    <w:rsid w:val="00C574B6"/>
    <w:rsid w:val="00C57666"/>
    <w:rsid w:val="00C5784B"/>
    <w:rsid w:val="00C601BF"/>
    <w:rsid w:val="00C60561"/>
    <w:rsid w:val="00C607F9"/>
    <w:rsid w:val="00C60D57"/>
    <w:rsid w:val="00C6176E"/>
    <w:rsid w:val="00C61D6E"/>
    <w:rsid w:val="00C628E4"/>
    <w:rsid w:val="00C629E9"/>
    <w:rsid w:val="00C633FF"/>
    <w:rsid w:val="00C63B2D"/>
    <w:rsid w:val="00C64290"/>
    <w:rsid w:val="00C642CC"/>
    <w:rsid w:val="00C64417"/>
    <w:rsid w:val="00C64421"/>
    <w:rsid w:val="00C6490E"/>
    <w:rsid w:val="00C64C31"/>
    <w:rsid w:val="00C6555A"/>
    <w:rsid w:val="00C656A7"/>
    <w:rsid w:val="00C65D47"/>
    <w:rsid w:val="00C65F31"/>
    <w:rsid w:val="00C6609D"/>
    <w:rsid w:val="00C673F7"/>
    <w:rsid w:val="00C6769A"/>
    <w:rsid w:val="00C67D33"/>
    <w:rsid w:val="00C70581"/>
    <w:rsid w:val="00C70D39"/>
    <w:rsid w:val="00C71086"/>
    <w:rsid w:val="00C71459"/>
    <w:rsid w:val="00C716E1"/>
    <w:rsid w:val="00C71902"/>
    <w:rsid w:val="00C71E33"/>
    <w:rsid w:val="00C72425"/>
    <w:rsid w:val="00C72671"/>
    <w:rsid w:val="00C7268F"/>
    <w:rsid w:val="00C729DF"/>
    <w:rsid w:val="00C72B74"/>
    <w:rsid w:val="00C731FA"/>
    <w:rsid w:val="00C732F7"/>
    <w:rsid w:val="00C73419"/>
    <w:rsid w:val="00C73A7A"/>
    <w:rsid w:val="00C73F25"/>
    <w:rsid w:val="00C74C35"/>
    <w:rsid w:val="00C755C7"/>
    <w:rsid w:val="00C75A67"/>
    <w:rsid w:val="00C75F2D"/>
    <w:rsid w:val="00C769EE"/>
    <w:rsid w:val="00C76C50"/>
    <w:rsid w:val="00C76D0C"/>
    <w:rsid w:val="00C77415"/>
    <w:rsid w:val="00C77B1C"/>
    <w:rsid w:val="00C80556"/>
    <w:rsid w:val="00C808E2"/>
    <w:rsid w:val="00C80F06"/>
    <w:rsid w:val="00C81122"/>
    <w:rsid w:val="00C81EA3"/>
    <w:rsid w:val="00C82028"/>
    <w:rsid w:val="00C824A6"/>
    <w:rsid w:val="00C8278D"/>
    <w:rsid w:val="00C82EFA"/>
    <w:rsid w:val="00C8350E"/>
    <w:rsid w:val="00C8418F"/>
    <w:rsid w:val="00C855B2"/>
    <w:rsid w:val="00C85725"/>
    <w:rsid w:val="00C85D82"/>
    <w:rsid w:val="00C863C9"/>
    <w:rsid w:val="00C870E8"/>
    <w:rsid w:val="00C8727C"/>
    <w:rsid w:val="00C9011C"/>
    <w:rsid w:val="00C901AC"/>
    <w:rsid w:val="00C909A3"/>
    <w:rsid w:val="00C90BBD"/>
    <w:rsid w:val="00C90C83"/>
    <w:rsid w:val="00C914BD"/>
    <w:rsid w:val="00C91818"/>
    <w:rsid w:val="00C91B36"/>
    <w:rsid w:val="00C91DFA"/>
    <w:rsid w:val="00C92B80"/>
    <w:rsid w:val="00C92FED"/>
    <w:rsid w:val="00C93AEC"/>
    <w:rsid w:val="00C94012"/>
    <w:rsid w:val="00C94347"/>
    <w:rsid w:val="00C94F45"/>
    <w:rsid w:val="00C950D0"/>
    <w:rsid w:val="00C95554"/>
    <w:rsid w:val="00C9682F"/>
    <w:rsid w:val="00C96B36"/>
    <w:rsid w:val="00CA03EB"/>
    <w:rsid w:val="00CA04CE"/>
    <w:rsid w:val="00CA094F"/>
    <w:rsid w:val="00CA0D4B"/>
    <w:rsid w:val="00CA1356"/>
    <w:rsid w:val="00CA197F"/>
    <w:rsid w:val="00CA1A6A"/>
    <w:rsid w:val="00CA1CCC"/>
    <w:rsid w:val="00CA1DC6"/>
    <w:rsid w:val="00CA25AF"/>
    <w:rsid w:val="00CA2ACF"/>
    <w:rsid w:val="00CA2E2C"/>
    <w:rsid w:val="00CA2E93"/>
    <w:rsid w:val="00CA2FD8"/>
    <w:rsid w:val="00CA3D23"/>
    <w:rsid w:val="00CA4693"/>
    <w:rsid w:val="00CA470E"/>
    <w:rsid w:val="00CA4844"/>
    <w:rsid w:val="00CA49CD"/>
    <w:rsid w:val="00CA4D8E"/>
    <w:rsid w:val="00CA504A"/>
    <w:rsid w:val="00CA5316"/>
    <w:rsid w:val="00CA5BF1"/>
    <w:rsid w:val="00CA5DD6"/>
    <w:rsid w:val="00CA5DEF"/>
    <w:rsid w:val="00CA6460"/>
    <w:rsid w:val="00CA7048"/>
    <w:rsid w:val="00CA7203"/>
    <w:rsid w:val="00CA7EAC"/>
    <w:rsid w:val="00CB0434"/>
    <w:rsid w:val="00CB13E6"/>
    <w:rsid w:val="00CB173A"/>
    <w:rsid w:val="00CB19E7"/>
    <w:rsid w:val="00CB237F"/>
    <w:rsid w:val="00CB2453"/>
    <w:rsid w:val="00CB2AE0"/>
    <w:rsid w:val="00CB2B57"/>
    <w:rsid w:val="00CB2F04"/>
    <w:rsid w:val="00CB33F7"/>
    <w:rsid w:val="00CB35EE"/>
    <w:rsid w:val="00CB3AD0"/>
    <w:rsid w:val="00CB3DCD"/>
    <w:rsid w:val="00CB4531"/>
    <w:rsid w:val="00CB4534"/>
    <w:rsid w:val="00CB487D"/>
    <w:rsid w:val="00CB5314"/>
    <w:rsid w:val="00CB57D4"/>
    <w:rsid w:val="00CB6E45"/>
    <w:rsid w:val="00CB7C1D"/>
    <w:rsid w:val="00CC086A"/>
    <w:rsid w:val="00CC1890"/>
    <w:rsid w:val="00CC2BB7"/>
    <w:rsid w:val="00CC2DBC"/>
    <w:rsid w:val="00CC2F4B"/>
    <w:rsid w:val="00CC32B5"/>
    <w:rsid w:val="00CC3CD6"/>
    <w:rsid w:val="00CC4079"/>
    <w:rsid w:val="00CC55A5"/>
    <w:rsid w:val="00CC55BE"/>
    <w:rsid w:val="00CC72A4"/>
    <w:rsid w:val="00CC73C7"/>
    <w:rsid w:val="00CC7E02"/>
    <w:rsid w:val="00CD0174"/>
    <w:rsid w:val="00CD044B"/>
    <w:rsid w:val="00CD04DF"/>
    <w:rsid w:val="00CD05A0"/>
    <w:rsid w:val="00CD0C7A"/>
    <w:rsid w:val="00CD0DE2"/>
    <w:rsid w:val="00CD149E"/>
    <w:rsid w:val="00CD23F5"/>
    <w:rsid w:val="00CD2646"/>
    <w:rsid w:val="00CD292E"/>
    <w:rsid w:val="00CD2DCB"/>
    <w:rsid w:val="00CD3181"/>
    <w:rsid w:val="00CD3435"/>
    <w:rsid w:val="00CD3685"/>
    <w:rsid w:val="00CD3CE1"/>
    <w:rsid w:val="00CD3D20"/>
    <w:rsid w:val="00CD3DF8"/>
    <w:rsid w:val="00CD3F54"/>
    <w:rsid w:val="00CD459B"/>
    <w:rsid w:val="00CD464C"/>
    <w:rsid w:val="00CD4C18"/>
    <w:rsid w:val="00CD4CD3"/>
    <w:rsid w:val="00CD506C"/>
    <w:rsid w:val="00CD5B58"/>
    <w:rsid w:val="00CD5D2D"/>
    <w:rsid w:val="00CD6AD9"/>
    <w:rsid w:val="00CD6ED4"/>
    <w:rsid w:val="00CD7456"/>
    <w:rsid w:val="00CD78E1"/>
    <w:rsid w:val="00CD7C1C"/>
    <w:rsid w:val="00CD7DC6"/>
    <w:rsid w:val="00CE03D8"/>
    <w:rsid w:val="00CE04BD"/>
    <w:rsid w:val="00CE22E9"/>
    <w:rsid w:val="00CE269F"/>
    <w:rsid w:val="00CE282D"/>
    <w:rsid w:val="00CE2898"/>
    <w:rsid w:val="00CE29CE"/>
    <w:rsid w:val="00CE36D9"/>
    <w:rsid w:val="00CE37DF"/>
    <w:rsid w:val="00CE39B4"/>
    <w:rsid w:val="00CE49A2"/>
    <w:rsid w:val="00CE4A55"/>
    <w:rsid w:val="00CE4A99"/>
    <w:rsid w:val="00CE52C4"/>
    <w:rsid w:val="00CE541C"/>
    <w:rsid w:val="00CE589B"/>
    <w:rsid w:val="00CE5C6E"/>
    <w:rsid w:val="00CE6AF8"/>
    <w:rsid w:val="00CE6DED"/>
    <w:rsid w:val="00CE7480"/>
    <w:rsid w:val="00CE764D"/>
    <w:rsid w:val="00CE7809"/>
    <w:rsid w:val="00CF00E5"/>
    <w:rsid w:val="00CF05EC"/>
    <w:rsid w:val="00CF0B5F"/>
    <w:rsid w:val="00CF0E79"/>
    <w:rsid w:val="00CF12CD"/>
    <w:rsid w:val="00CF13C4"/>
    <w:rsid w:val="00CF16A8"/>
    <w:rsid w:val="00CF18F3"/>
    <w:rsid w:val="00CF1DF1"/>
    <w:rsid w:val="00CF2120"/>
    <w:rsid w:val="00CF2377"/>
    <w:rsid w:val="00CF25AB"/>
    <w:rsid w:val="00CF29FE"/>
    <w:rsid w:val="00CF4215"/>
    <w:rsid w:val="00CF48A8"/>
    <w:rsid w:val="00CF51F0"/>
    <w:rsid w:val="00CF5203"/>
    <w:rsid w:val="00CF5340"/>
    <w:rsid w:val="00CF580D"/>
    <w:rsid w:val="00CF5E24"/>
    <w:rsid w:val="00CF66EB"/>
    <w:rsid w:val="00CF7853"/>
    <w:rsid w:val="00CF7CAA"/>
    <w:rsid w:val="00CF7E46"/>
    <w:rsid w:val="00CF7F7C"/>
    <w:rsid w:val="00D00434"/>
    <w:rsid w:val="00D00CA8"/>
    <w:rsid w:val="00D018C6"/>
    <w:rsid w:val="00D01F76"/>
    <w:rsid w:val="00D02B92"/>
    <w:rsid w:val="00D04F59"/>
    <w:rsid w:val="00D05F1A"/>
    <w:rsid w:val="00D0637C"/>
    <w:rsid w:val="00D0638B"/>
    <w:rsid w:val="00D066D6"/>
    <w:rsid w:val="00D06AE8"/>
    <w:rsid w:val="00D06B90"/>
    <w:rsid w:val="00D07175"/>
    <w:rsid w:val="00D07598"/>
    <w:rsid w:val="00D079BF"/>
    <w:rsid w:val="00D07C4D"/>
    <w:rsid w:val="00D07C82"/>
    <w:rsid w:val="00D100A7"/>
    <w:rsid w:val="00D104A7"/>
    <w:rsid w:val="00D106A1"/>
    <w:rsid w:val="00D106E2"/>
    <w:rsid w:val="00D10798"/>
    <w:rsid w:val="00D10CD4"/>
    <w:rsid w:val="00D119CD"/>
    <w:rsid w:val="00D119D9"/>
    <w:rsid w:val="00D11DCD"/>
    <w:rsid w:val="00D12694"/>
    <w:rsid w:val="00D1305B"/>
    <w:rsid w:val="00D13EF4"/>
    <w:rsid w:val="00D14325"/>
    <w:rsid w:val="00D148AD"/>
    <w:rsid w:val="00D15237"/>
    <w:rsid w:val="00D15E9B"/>
    <w:rsid w:val="00D16A9F"/>
    <w:rsid w:val="00D16FAC"/>
    <w:rsid w:val="00D17874"/>
    <w:rsid w:val="00D17AB4"/>
    <w:rsid w:val="00D17D43"/>
    <w:rsid w:val="00D207FD"/>
    <w:rsid w:val="00D21768"/>
    <w:rsid w:val="00D21E4A"/>
    <w:rsid w:val="00D2250F"/>
    <w:rsid w:val="00D22729"/>
    <w:rsid w:val="00D22F18"/>
    <w:rsid w:val="00D230AD"/>
    <w:rsid w:val="00D231FF"/>
    <w:rsid w:val="00D23EBE"/>
    <w:rsid w:val="00D24582"/>
    <w:rsid w:val="00D24819"/>
    <w:rsid w:val="00D25383"/>
    <w:rsid w:val="00D26B39"/>
    <w:rsid w:val="00D27C22"/>
    <w:rsid w:val="00D27EA8"/>
    <w:rsid w:val="00D30015"/>
    <w:rsid w:val="00D30287"/>
    <w:rsid w:val="00D31568"/>
    <w:rsid w:val="00D31745"/>
    <w:rsid w:val="00D31D2B"/>
    <w:rsid w:val="00D320BE"/>
    <w:rsid w:val="00D33845"/>
    <w:rsid w:val="00D33ED0"/>
    <w:rsid w:val="00D3405F"/>
    <w:rsid w:val="00D34CE5"/>
    <w:rsid w:val="00D35A8F"/>
    <w:rsid w:val="00D35BB1"/>
    <w:rsid w:val="00D36555"/>
    <w:rsid w:val="00D36628"/>
    <w:rsid w:val="00D36723"/>
    <w:rsid w:val="00D36849"/>
    <w:rsid w:val="00D370EF"/>
    <w:rsid w:val="00D377E6"/>
    <w:rsid w:val="00D37DF1"/>
    <w:rsid w:val="00D403AA"/>
    <w:rsid w:val="00D403C5"/>
    <w:rsid w:val="00D40958"/>
    <w:rsid w:val="00D4134C"/>
    <w:rsid w:val="00D4157D"/>
    <w:rsid w:val="00D41630"/>
    <w:rsid w:val="00D42136"/>
    <w:rsid w:val="00D42D7A"/>
    <w:rsid w:val="00D437DD"/>
    <w:rsid w:val="00D43A1B"/>
    <w:rsid w:val="00D43B13"/>
    <w:rsid w:val="00D44A6F"/>
    <w:rsid w:val="00D4502E"/>
    <w:rsid w:val="00D455F3"/>
    <w:rsid w:val="00D45B70"/>
    <w:rsid w:val="00D45E9F"/>
    <w:rsid w:val="00D463AE"/>
    <w:rsid w:val="00D46902"/>
    <w:rsid w:val="00D50B43"/>
    <w:rsid w:val="00D50FED"/>
    <w:rsid w:val="00D513F2"/>
    <w:rsid w:val="00D517FB"/>
    <w:rsid w:val="00D52022"/>
    <w:rsid w:val="00D524C6"/>
    <w:rsid w:val="00D52AC6"/>
    <w:rsid w:val="00D54784"/>
    <w:rsid w:val="00D54A69"/>
    <w:rsid w:val="00D54FAC"/>
    <w:rsid w:val="00D5502E"/>
    <w:rsid w:val="00D55526"/>
    <w:rsid w:val="00D556BA"/>
    <w:rsid w:val="00D55745"/>
    <w:rsid w:val="00D55F8B"/>
    <w:rsid w:val="00D5671A"/>
    <w:rsid w:val="00D5672B"/>
    <w:rsid w:val="00D56C18"/>
    <w:rsid w:val="00D574D2"/>
    <w:rsid w:val="00D57869"/>
    <w:rsid w:val="00D6067B"/>
    <w:rsid w:val="00D613DD"/>
    <w:rsid w:val="00D61EA3"/>
    <w:rsid w:val="00D625E3"/>
    <w:rsid w:val="00D627A5"/>
    <w:rsid w:val="00D636BC"/>
    <w:rsid w:val="00D63A61"/>
    <w:rsid w:val="00D645DA"/>
    <w:rsid w:val="00D64A21"/>
    <w:rsid w:val="00D64F6A"/>
    <w:rsid w:val="00D64F9C"/>
    <w:rsid w:val="00D64FCF"/>
    <w:rsid w:val="00D64FF5"/>
    <w:rsid w:val="00D653B8"/>
    <w:rsid w:val="00D65B05"/>
    <w:rsid w:val="00D66446"/>
    <w:rsid w:val="00D664C3"/>
    <w:rsid w:val="00D666F1"/>
    <w:rsid w:val="00D670AF"/>
    <w:rsid w:val="00D67768"/>
    <w:rsid w:val="00D677E3"/>
    <w:rsid w:val="00D70302"/>
    <w:rsid w:val="00D7059E"/>
    <w:rsid w:val="00D71005"/>
    <w:rsid w:val="00D7241B"/>
    <w:rsid w:val="00D72DAA"/>
    <w:rsid w:val="00D733BD"/>
    <w:rsid w:val="00D737A6"/>
    <w:rsid w:val="00D73CD4"/>
    <w:rsid w:val="00D74080"/>
    <w:rsid w:val="00D748B6"/>
    <w:rsid w:val="00D74B0C"/>
    <w:rsid w:val="00D74CC2"/>
    <w:rsid w:val="00D7501F"/>
    <w:rsid w:val="00D75429"/>
    <w:rsid w:val="00D7569F"/>
    <w:rsid w:val="00D7593A"/>
    <w:rsid w:val="00D759DA"/>
    <w:rsid w:val="00D7612D"/>
    <w:rsid w:val="00D763A0"/>
    <w:rsid w:val="00D76E1B"/>
    <w:rsid w:val="00D76E3E"/>
    <w:rsid w:val="00D77013"/>
    <w:rsid w:val="00D77A21"/>
    <w:rsid w:val="00D77E66"/>
    <w:rsid w:val="00D80953"/>
    <w:rsid w:val="00D80EF5"/>
    <w:rsid w:val="00D81650"/>
    <w:rsid w:val="00D8281B"/>
    <w:rsid w:val="00D82C68"/>
    <w:rsid w:val="00D83381"/>
    <w:rsid w:val="00D83FB0"/>
    <w:rsid w:val="00D84B94"/>
    <w:rsid w:val="00D8504D"/>
    <w:rsid w:val="00D8582B"/>
    <w:rsid w:val="00D85A11"/>
    <w:rsid w:val="00D85F7F"/>
    <w:rsid w:val="00D8672D"/>
    <w:rsid w:val="00D86777"/>
    <w:rsid w:val="00D86C67"/>
    <w:rsid w:val="00D86EC2"/>
    <w:rsid w:val="00D86F75"/>
    <w:rsid w:val="00D87C18"/>
    <w:rsid w:val="00D90A9A"/>
    <w:rsid w:val="00D90EF6"/>
    <w:rsid w:val="00D90F6F"/>
    <w:rsid w:val="00D91005"/>
    <w:rsid w:val="00D92516"/>
    <w:rsid w:val="00D92637"/>
    <w:rsid w:val="00D92F02"/>
    <w:rsid w:val="00D92F4E"/>
    <w:rsid w:val="00D937D9"/>
    <w:rsid w:val="00D94D5A"/>
    <w:rsid w:val="00D954BD"/>
    <w:rsid w:val="00D9558F"/>
    <w:rsid w:val="00D960C9"/>
    <w:rsid w:val="00D96461"/>
    <w:rsid w:val="00D96651"/>
    <w:rsid w:val="00D96684"/>
    <w:rsid w:val="00D96CE1"/>
    <w:rsid w:val="00D96F84"/>
    <w:rsid w:val="00D97013"/>
    <w:rsid w:val="00D97238"/>
    <w:rsid w:val="00DA15B3"/>
    <w:rsid w:val="00DA1C5B"/>
    <w:rsid w:val="00DA26E6"/>
    <w:rsid w:val="00DA26F3"/>
    <w:rsid w:val="00DA2D23"/>
    <w:rsid w:val="00DA3043"/>
    <w:rsid w:val="00DA37C9"/>
    <w:rsid w:val="00DA397B"/>
    <w:rsid w:val="00DA488B"/>
    <w:rsid w:val="00DA4D00"/>
    <w:rsid w:val="00DA4D29"/>
    <w:rsid w:val="00DA5342"/>
    <w:rsid w:val="00DA5932"/>
    <w:rsid w:val="00DA59B4"/>
    <w:rsid w:val="00DA6305"/>
    <w:rsid w:val="00DA65A6"/>
    <w:rsid w:val="00DA69D9"/>
    <w:rsid w:val="00DA700E"/>
    <w:rsid w:val="00DA7356"/>
    <w:rsid w:val="00DA73AA"/>
    <w:rsid w:val="00DA76A4"/>
    <w:rsid w:val="00DB0509"/>
    <w:rsid w:val="00DB0548"/>
    <w:rsid w:val="00DB0CAE"/>
    <w:rsid w:val="00DB0CB7"/>
    <w:rsid w:val="00DB123C"/>
    <w:rsid w:val="00DB142D"/>
    <w:rsid w:val="00DB1640"/>
    <w:rsid w:val="00DB16ED"/>
    <w:rsid w:val="00DB1B09"/>
    <w:rsid w:val="00DB2ED5"/>
    <w:rsid w:val="00DB303B"/>
    <w:rsid w:val="00DB3B92"/>
    <w:rsid w:val="00DB453E"/>
    <w:rsid w:val="00DB46D3"/>
    <w:rsid w:val="00DB499E"/>
    <w:rsid w:val="00DB49F3"/>
    <w:rsid w:val="00DB49F9"/>
    <w:rsid w:val="00DB4C60"/>
    <w:rsid w:val="00DB52C9"/>
    <w:rsid w:val="00DB5301"/>
    <w:rsid w:val="00DB641E"/>
    <w:rsid w:val="00DB678A"/>
    <w:rsid w:val="00DB6824"/>
    <w:rsid w:val="00DB69E7"/>
    <w:rsid w:val="00DB71D4"/>
    <w:rsid w:val="00DB7415"/>
    <w:rsid w:val="00DB74FF"/>
    <w:rsid w:val="00DC08C9"/>
    <w:rsid w:val="00DC0F43"/>
    <w:rsid w:val="00DC15D1"/>
    <w:rsid w:val="00DC1D7F"/>
    <w:rsid w:val="00DC288A"/>
    <w:rsid w:val="00DC305B"/>
    <w:rsid w:val="00DC42EA"/>
    <w:rsid w:val="00DC4B83"/>
    <w:rsid w:val="00DC60C8"/>
    <w:rsid w:val="00DC6590"/>
    <w:rsid w:val="00DC7044"/>
    <w:rsid w:val="00DC7194"/>
    <w:rsid w:val="00DC796E"/>
    <w:rsid w:val="00DC7D57"/>
    <w:rsid w:val="00DD0B08"/>
    <w:rsid w:val="00DD1055"/>
    <w:rsid w:val="00DD1B63"/>
    <w:rsid w:val="00DD29F1"/>
    <w:rsid w:val="00DD2AD1"/>
    <w:rsid w:val="00DD339A"/>
    <w:rsid w:val="00DD3B1F"/>
    <w:rsid w:val="00DD3C39"/>
    <w:rsid w:val="00DD411E"/>
    <w:rsid w:val="00DD4166"/>
    <w:rsid w:val="00DD4EA8"/>
    <w:rsid w:val="00DD4F1E"/>
    <w:rsid w:val="00DD4F93"/>
    <w:rsid w:val="00DD5256"/>
    <w:rsid w:val="00DD5391"/>
    <w:rsid w:val="00DD545B"/>
    <w:rsid w:val="00DD57E6"/>
    <w:rsid w:val="00DD5ACC"/>
    <w:rsid w:val="00DD5DC9"/>
    <w:rsid w:val="00DD5DF8"/>
    <w:rsid w:val="00DD60ED"/>
    <w:rsid w:val="00DD622E"/>
    <w:rsid w:val="00DD6941"/>
    <w:rsid w:val="00DD6B4F"/>
    <w:rsid w:val="00DD7238"/>
    <w:rsid w:val="00DD7B20"/>
    <w:rsid w:val="00DD7CC3"/>
    <w:rsid w:val="00DE019E"/>
    <w:rsid w:val="00DE02F3"/>
    <w:rsid w:val="00DE1CB6"/>
    <w:rsid w:val="00DE216B"/>
    <w:rsid w:val="00DE21BB"/>
    <w:rsid w:val="00DE25E6"/>
    <w:rsid w:val="00DE2883"/>
    <w:rsid w:val="00DE28C0"/>
    <w:rsid w:val="00DE2A73"/>
    <w:rsid w:val="00DE2CCD"/>
    <w:rsid w:val="00DE2D7F"/>
    <w:rsid w:val="00DE3135"/>
    <w:rsid w:val="00DE31AF"/>
    <w:rsid w:val="00DE34CD"/>
    <w:rsid w:val="00DE364E"/>
    <w:rsid w:val="00DE36C1"/>
    <w:rsid w:val="00DE3821"/>
    <w:rsid w:val="00DE3865"/>
    <w:rsid w:val="00DE3B97"/>
    <w:rsid w:val="00DE3EBA"/>
    <w:rsid w:val="00DE41D8"/>
    <w:rsid w:val="00DE4331"/>
    <w:rsid w:val="00DE4CBD"/>
    <w:rsid w:val="00DE4F5E"/>
    <w:rsid w:val="00DE531D"/>
    <w:rsid w:val="00DE5BAE"/>
    <w:rsid w:val="00DE6CC0"/>
    <w:rsid w:val="00DE7581"/>
    <w:rsid w:val="00DE7751"/>
    <w:rsid w:val="00DE7D9E"/>
    <w:rsid w:val="00DF0461"/>
    <w:rsid w:val="00DF070E"/>
    <w:rsid w:val="00DF111E"/>
    <w:rsid w:val="00DF1635"/>
    <w:rsid w:val="00DF1B0B"/>
    <w:rsid w:val="00DF209D"/>
    <w:rsid w:val="00DF235F"/>
    <w:rsid w:val="00DF23DB"/>
    <w:rsid w:val="00DF3A3A"/>
    <w:rsid w:val="00DF3B3C"/>
    <w:rsid w:val="00DF3F71"/>
    <w:rsid w:val="00DF413C"/>
    <w:rsid w:val="00DF4F6D"/>
    <w:rsid w:val="00DF528C"/>
    <w:rsid w:val="00DF5680"/>
    <w:rsid w:val="00DF6038"/>
    <w:rsid w:val="00DF6847"/>
    <w:rsid w:val="00DF691C"/>
    <w:rsid w:val="00DF75A1"/>
    <w:rsid w:val="00DF7EE1"/>
    <w:rsid w:val="00E002C4"/>
    <w:rsid w:val="00E004A5"/>
    <w:rsid w:val="00E01393"/>
    <w:rsid w:val="00E020D4"/>
    <w:rsid w:val="00E023A5"/>
    <w:rsid w:val="00E0332D"/>
    <w:rsid w:val="00E034AB"/>
    <w:rsid w:val="00E037F2"/>
    <w:rsid w:val="00E05BA2"/>
    <w:rsid w:val="00E05DE5"/>
    <w:rsid w:val="00E06294"/>
    <w:rsid w:val="00E0641C"/>
    <w:rsid w:val="00E0681A"/>
    <w:rsid w:val="00E06BA8"/>
    <w:rsid w:val="00E07184"/>
    <w:rsid w:val="00E07B47"/>
    <w:rsid w:val="00E105F7"/>
    <w:rsid w:val="00E10736"/>
    <w:rsid w:val="00E10999"/>
    <w:rsid w:val="00E112AB"/>
    <w:rsid w:val="00E1216B"/>
    <w:rsid w:val="00E1232F"/>
    <w:rsid w:val="00E1267E"/>
    <w:rsid w:val="00E135B0"/>
    <w:rsid w:val="00E135CB"/>
    <w:rsid w:val="00E138F7"/>
    <w:rsid w:val="00E13D54"/>
    <w:rsid w:val="00E1424C"/>
    <w:rsid w:val="00E1454B"/>
    <w:rsid w:val="00E1498A"/>
    <w:rsid w:val="00E14E10"/>
    <w:rsid w:val="00E153D5"/>
    <w:rsid w:val="00E15DDC"/>
    <w:rsid w:val="00E164C1"/>
    <w:rsid w:val="00E16BF8"/>
    <w:rsid w:val="00E17144"/>
    <w:rsid w:val="00E177BE"/>
    <w:rsid w:val="00E177EB"/>
    <w:rsid w:val="00E17B88"/>
    <w:rsid w:val="00E17D5C"/>
    <w:rsid w:val="00E17EDF"/>
    <w:rsid w:val="00E20196"/>
    <w:rsid w:val="00E202DE"/>
    <w:rsid w:val="00E20358"/>
    <w:rsid w:val="00E207CD"/>
    <w:rsid w:val="00E209D7"/>
    <w:rsid w:val="00E211DB"/>
    <w:rsid w:val="00E218DE"/>
    <w:rsid w:val="00E21B74"/>
    <w:rsid w:val="00E21DB7"/>
    <w:rsid w:val="00E22F5F"/>
    <w:rsid w:val="00E24686"/>
    <w:rsid w:val="00E24798"/>
    <w:rsid w:val="00E248B7"/>
    <w:rsid w:val="00E24AD2"/>
    <w:rsid w:val="00E259C0"/>
    <w:rsid w:val="00E25D4A"/>
    <w:rsid w:val="00E26042"/>
    <w:rsid w:val="00E269C5"/>
    <w:rsid w:val="00E26FEE"/>
    <w:rsid w:val="00E271A8"/>
    <w:rsid w:val="00E2729C"/>
    <w:rsid w:val="00E2753C"/>
    <w:rsid w:val="00E27683"/>
    <w:rsid w:val="00E276DB"/>
    <w:rsid w:val="00E278DB"/>
    <w:rsid w:val="00E27930"/>
    <w:rsid w:val="00E27A85"/>
    <w:rsid w:val="00E30458"/>
    <w:rsid w:val="00E30698"/>
    <w:rsid w:val="00E30D3E"/>
    <w:rsid w:val="00E3132E"/>
    <w:rsid w:val="00E31995"/>
    <w:rsid w:val="00E32082"/>
    <w:rsid w:val="00E32B15"/>
    <w:rsid w:val="00E33F7B"/>
    <w:rsid w:val="00E34385"/>
    <w:rsid w:val="00E34C71"/>
    <w:rsid w:val="00E3560E"/>
    <w:rsid w:val="00E365E6"/>
    <w:rsid w:val="00E3684E"/>
    <w:rsid w:val="00E36DEF"/>
    <w:rsid w:val="00E36E8F"/>
    <w:rsid w:val="00E36EB5"/>
    <w:rsid w:val="00E37386"/>
    <w:rsid w:val="00E37794"/>
    <w:rsid w:val="00E37939"/>
    <w:rsid w:val="00E37D8D"/>
    <w:rsid w:val="00E37DCC"/>
    <w:rsid w:val="00E40A5A"/>
    <w:rsid w:val="00E4169C"/>
    <w:rsid w:val="00E416E4"/>
    <w:rsid w:val="00E417B7"/>
    <w:rsid w:val="00E419AF"/>
    <w:rsid w:val="00E419F9"/>
    <w:rsid w:val="00E41D15"/>
    <w:rsid w:val="00E4243F"/>
    <w:rsid w:val="00E425DF"/>
    <w:rsid w:val="00E4264E"/>
    <w:rsid w:val="00E433C9"/>
    <w:rsid w:val="00E43512"/>
    <w:rsid w:val="00E43E2B"/>
    <w:rsid w:val="00E440A0"/>
    <w:rsid w:val="00E44668"/>
    <w:rsid w:val="00E452CE"/>
    <w:rsid w:val="00E45486"/>
    <w:rsid w:val="00E45854"/>
    <w:rsid w:val="00E4624F"/>
    <w:rsid w:val="00E4640F"/>
    <w:rsid w:val="00E46FE9"/>
    <w:rsid w:val="00E47593"/>
    <w:rsid w:val="00E508AC"/>
    <w:rsid w:val="00E50DAF"/>
    <w:rsid w:val="00E50E72"/>
    <w:rsid w:val="00E510C8"/>
    <w:rsid w:val="00E51260"/>
    <w:rsid w:val="00E516F6"/>
    <w:rsid w:val="00E517FA"/>
    <w:rsid w:val="00E5188D"/>
    <w:rsid w:val="00E5277A"/>
    <w:rsid w:val="00E52E33"/>
    <w:rsid w:val="00E5315E"/>
    <w:rsid w:val="00E53200"/>
    <w:rsid w:val="00E53417"/>
    <w:rsid w:val="00E53FD5"/>
    <w:rsid w:val="00E5409D"/>
    <w:rsid w:val="00E54167"/>
    <w:rsid w:val="00E54288"/>
    <w:rsid w:val="00E55277"/>
    <w:rsid w:val="00E55BAC"/>
    <w:rsid w:val="00E5677A"/>
    <w:rsid w:val="00E5751B"/>
    <w:rsid w:val="00E575D5"/>
    <w:rsid w:val="00E605E0"/>
    <w:rsid w:val="00E606C4"/>
    <w:rsid w:val="00E60852"/>
    <w:rsid w:val="00E61D85"/>
    <w:rsid w:val="00E63AB8"/>
    <w:rsid w:val="00E63B70"/>
    <w:rsid w:val="00E63F59"/>
    <w:rsid w:val="00E645A7"/>
    <w:rsid w:val="00E645E6"/>
    <w:rsid w:val="00E654AE"/>
    <w:rsid w:val="00E65687"/>
    <w:rsid w:val="00E65716"/>
    <w:rsid w:val="00E66043"/>
    <w:rsid w:val="00E66350"/>
    <w:rsid w:val="00E66916"/>
    <w:rsid w:val="00E669ED"/>
    <w:rsid w:val="00E66F38"/>
    <w:rsid w:val="00E67170"/>
    <w:rsid w:val="00E702C0"/>
    <w:rsid w:val="00E709B4"/>
    <w:rsid w:val="00E70E1D"/>
    <w:rsid w:val="00E713D1"/>
    <w:rsid w:val="00E7156F"/>
    <w:rsid w:val="00E71750"/>
    <w:rsid w:val="00E7192A"/>
    <w:rsid w:val="00E7199F"/>
    <w:rsid w:val="00E71EA6"/>
    <w:rsid w:val="00E72118"/>
    <w:rsid w:val="00E72393"/>
    <w:rsid w:val="00E7294B"/>
    <w:rsid w:val="00E72A6E"/>
    <w:rsid w:val="00E72EB9"/>
    <w:rsid w:val="00E72F53"/>
    <w:rsid w:val="00E73B73"/>
    <w:rsid w:val="00E73FA4"/>
    <w:rsid w:val="00E74610"/>
    <w:rsid w:val="00E74A77"/>
    <w:rsid w:val="00E75AE9"/>
    <w:rsid w:val="00E7662A"/>
    <w:rsid w:val="00E76992"/>
    <w:rsid w:val="00E76BEE"/>
    <w:rsid w:val="00E77361"/>
    <w:rsid w:val="00E80724"/>
    <w:rsid w:val="00E817F1"/>
    <w:rsid w:val="00E818FF"/>
    <w:rsid w:val="00E82493"/>
    <w:rsid w:val="00E827F7"/>
    <w:rsid w:val="00E82CBE"/>
    <w:rsid w:val="00E830EC"/>
    <w:rsid w:val="00E83394"/>
    <w:rsid w:val="00E835A5"/>
    <w:rsid w:val="00E841D6"/>
    <w:rsid w:val="00E84267"/>
    <w:rsid w:val="00E84815"/>
    <w:rsid w:val="00E84935"/>
    <w:rsid w:val="00E8530B"/>
    <w:rsid w:val="00E853F3"/>
    <w:rsid w:val="00E855C3"/>
    <w:rsid w:val="00E85757"/>
    <w:rsid w:val="00E859A1"/>
    <w:rsid w:val="00E85D81"/>
    <w:rsid w:val="00E85F1A"/>
    <w:rsid w:val="00E8649B"/>
    <w:rsid w:val="00E86518"/>
    <w:rsid w:val="00E86896"/>
    <w:rsid w:val="00E86B70"/>
    <w:rsid w:val="00E901B8"/>
    <w:rsid w:val="00E90A5F"/>
    <w:rsid w:val="00E90C93"/>
    <w:rsid w:val="00E90CF3"/>
    <w:rsid w:val="00E9126E"/>
    <w:rsid w:val="00E91622"/>
    <w:rsid w:val="00E91A24"/>
    <w:rsid w:val="00E9240D"/>
    <w:rsid w:val="00E928BC"/>
    <w:rsid w:val="00E9297E"/>
    <w:rsid w:val="00E929B3"/>
    <w:rsid w:val="00E92D05"/>
    <w:rsid w:val="00E939CB"/>
    <w:rsid w:val="00E93FD9"/>
    <w:rsid w:val="00E94F39"/>
    <w:rsid w:val="00E95779"/>
    <w:rsid w:val="00E9580A"/>
    <w:rsid w:val="00E96D47"/>
    <w:rsid w:val="00E96DA4"/>
    <w:rsid w:val="00E97738"/>
    <w:rsid w:val="00E97DFD"/>
    <w:rsid w:val="00EA06C7"/>
    <w:rsid w:val="00EA08D7"/>
    <w:rsid w:val="00EA0C2E"/>
    <w:rsid w:val="00EA14B9"/>
    <w:rsid w:val="00EA1606"/>
    <w:rsid w:val="00EA1C56"/>
    <w:rsid w:val="00EA1E88"/>
    <w:rsid w:val="00EA25BE"/>
    <w:rsid w:val="00EA2769"/>
    <w:rsid w:val="00EA2B74"/>
    <w:rsid w:val="00EA2DB4"/>
    <w:rsid w:val="00EA32D6"/>
    <w:rsid w:val="00EA3B73"/>
    <w:rsid w:val="00EA3CCA"/>
    <w:rsid w:val="00EA4061"/>
    <w:rsid w:val="00EA436E"/>
    <w:rsid w:val="00EA4930"/>
    <w:rsid w:val="00EA4A1F"/>
    <w:rsid w:val="00EA4ACD"/>
    <w:rsid w:val="00EA4BCE"/>
    <w:rsid w:val="00EA4E08"/>
    <w:rsid w:val="00EA54E4"/>
    <w:rsid w:val="00EB0239"/>
    <w:rsid w:val="00EB0402"/>
    <w:rsid w:val="00EB17A8"/>
    <w:rsid w:val="00EB24BA"/>
    <w:rsid w:val="00EB2EA3"/>
    <w:rsid w:val="00EB3269"/>
    <w:rsid w:val="00EB326B"/>
    <w:rsid w:val="00EB390C"/>
    <w:rsid w:val="00EB47C7"/>
    <w:rsid w:val="00EB4968"/>
    <w:rsid w:val="00EB507F"/>
    <w:rsid w:val="00EB5496"/>
    <w:rsid w:val="00EB5E28"/>
    <w:rsid w:val="00EB62D5"/>
    <w:rsid w:val="00EB7DB5"/>
    <w:rsid w:val="00EC00CD"/>
    <w:rsid w:val="00EC00D6"/>
    <w:rsid w:val="00EC0203"/>
    <w:rsid w:val="00EC0BCA"/>
    <w:rsid w:val="00EC11BF"/>
    <w:rsid w:val="00EC1A3C"/>
    <w:rsid w:val="00EC26AB"/>
    <w:rsid w:val="00EC28D2"/>
    <w:rsid w:val="00EC2B23"/>
    <w:rsid w:val="00EC32B9"/>
    <w:rsid w:val="00EC36E2"/>
    <w:rsid w:val="00EC3BE9"/>
    <w:rsid w:val="00EC3D4E"/>
    <w:rsid w:val="00EC3DFB"/>
    <w:rsid w:val="00EC42FA"/>
    <w:rsid w:val="00EC43D3"/>
    <w:rsid w:val="00EC4879"/>
    <w:rsid w:val="00EC4A8F"/>
    <w:rsid w:val="00EC534A"/>
    <w:rsid w:val="00EC568C"/>
    <w:rsid w:val="00EC569C"/>
    <w:rsid w:val="00EC5C88"/>
    <w:rsid w:val="00EC5D1C"/>
    <w:rsid w:val="00EC5F92"/>
    <w:rsid w:val="00EC6836"/>
    <w:rsid w:val="00EC6C60"/>
    <w:rsid w:val="00EC7341"/>
    <w:rsid w:val="00EC74CB"/>
    <w:rsid w:val="00ED0075"/>
    <w:rsid w:val="00ED044B"/>
    <w:rsid w:val="00ED05D4"/>
    <w:rsid w:val="00ED082B"/>
    <w:rsid w:val="00ED0BCF"/>
    <w:rsid w:val="00ED1942"/>
    <w:rsid w:val="00ED2012"/>
    <w:rsid w:val="00ED216D"/>
    <w:rsid w:val="00ED241F"/>
    <w:rsid w:val="00ED2B59"/>
    <w:rsid w:val="00ED2F7F"/>
    <w:rsid w:val="00ED312E"/>
    <w:rsid w:val="00ED3883"/>
    <w:rsid w:val="00ED38B9"/>
    <w:rsid w:val="00ED44D6"/>
    <w:rsid w:val="00ED49D6"/>
    <w:rsid w:val="00ED4DE7"/>
    <w:rsid w:val="00ED56D0"/>
    <w:rsid w:val="00ED5AC0"/>
    <w:rsid w:val="00ED656B"/>
    <w:rsid w:val="00ED6606"/>
    <w:rsid w:val="00ED7746"/>
    <w:rsid w:val="00ED7BBD"/>
    <w:rsid w:val="00EE02A0"/>
    <w:rsid w:val="00EE04E7"/>
    <w:rsid w:val="00EE05CA"/>
    <w:rsid w:val="00EE06C1"/>
    <w:rsid w:val="00EE0AA5"/>
    <w:rsid w:val="00EE0DF2"/>
    <w:rsid w:val="00EE1600"/>
    <w:rsid w:val="00EE19DC"/>
    <w:rsid w:val="00EE2785"/>
    <w:rsid w:val="00EE32BA"/>
    <w:rsid w:val="00EE3635"/>
    <w:rsid w:val="00EE3B31"/>
    <w:rsid w:val="00EE4BDC"/>
    <w:rsid w:val="00EE54FA"/>
    <w:rsid w:val="00EE57A1"/>
    <w:rsid w:val="00EE582D"/>
    <w:rsid w:val="00EE607F"/>
    <w:rsid w:val="00EE654D"/>
    <w:rsid w:val="00EE6711"/>
    <w:rsid w:val="00EE6A28"/>
    <w:rsid w:val="00EE6DD1"/>
    <w:rsid w:val="00EE6F9E"/>
    <w:rsid w:val="00EE72D0"/>
    <w:rsid w:val="00EE786A"/>
    <w:rsid w:val="00EE7E43"/>
    <w:rsid w:val="00EF0145"/>
    <w:rsid w:val="00EF0704"/>
    <w:rsid w:val="00EF0DA9"/>
    <w:rsid w:val="00EF10CA"/>
    <w:rsid w:val="00EF1385"/>
    <w:rsid w:val="00EF159B"/>
    <w:rsid w:val="00EF18E2"/>
    <w:rsid w:val="00EF1C26"/>
    <w:rsid w:val="00EF1C30"/>
    <w:rsid w:val="00EF20A6"/>
    <w:rsid w:val="00EF24A8"/>
    <w:rsid w:val="00EF2586"/>
    <w:rsid w:val="00EF3319"/>
    <w:rsid w:val="00EF37C8"/>
    <w:rsid w:val="00EF3F89"/>
    <w:rsid w:val="00EF49C0"/>
    <w:rsid w:val="00EF4A3C"/>
    <w:rsid w:val="00EF60BC"/>
    <w:rsid w:val="00EF65C7"/>
    <w:rsid w:val="00EF69FA"/>
    <w:rsid w:val="00EF6EC4"/>
    <w:rsid w:val="00EF70A5"/>
    <w:rsid w:val="00EF7568"/>
    <w:rsid w:val="00EF7C29"/>
    <w:rsid w:val="00F0132F"/>
    <w:rsid w:val="00F015AD"/>
    <w:rsid w:val="00F020F1"/>
    <w:rsid w:val="00F02730"/>
    <w:rsid w:val="00F02B21"/>
    <w:rsid w:val="00F03078"/>
    <w:rsid w:val="00F031D3"/>
    <w:rsid w:val="00F0402E"/>
    <w:rsid w:val="00F045D5"/>
    <w:rsid w:val="00F051A7"/>
    <w:rsid w:val="00F05C40"/>
    <w:rsid w:val="00F05F4A"/>
    <w:rsid w:val="00F0603B"/>
    <w:rsid w:val="00F06265"/>
    <w:rsid w:val="00F06916"/>
    <w:rsid w:val="00F0761F"/>
    <w:rsid w:val="00F077CF"/>
    <w:rsid w:val="00F07E8A"/>
    <w:rsid w:val="00F1068E"/>
    <w:rsid w:val="00F10A22"/>
    <w:rsid w:val="00F10D88"/>
    <w:rsid w:val="00F10FA5"/>
    <w:rsid w:val="00F11329"/>
    <w:rsid w:val="00F113F4"/>
    <w:rsid w:val="00F11F51"/>
    <w:rsid w:val="00F12463"/>
    <w:rsid w:val="00F129E4"/>
    <w:rsid w:val="00F12AF9"/>
    <w:rsid w:val="00F12C92"/>
    <w:rsid w:val="00F12EEB"/>
    <w:rsid w:val="00F12F11"/>
    <w:rsid w:val="00F13536"/>
    <w:rsid w:val="00F13C69"/>
    <w:rsid w:val="00F14C75"/>
    <w:rsid w:val="00F14DCE"/>
    <w:rsid w:val="00F15116"/>
    <w:rsid w:val="00F15202"/>
    <w:rsid w:val="00F154AD"/>
    <w:rsid w:val="00F1554A"/>
    <w:rsid w:val="00F156FD"/>
    <w:rsid w:val="00F156FE"/>
    <w:rsid w:val="00F16007"/>
    <w:rsid w:val="00F1658F"/>
    <w:rsid w:val="00F166D9"/>
    <w:rsid w:val="00F1695A"/>
    <w:rsid w:val="00F17A6E"/>
    <w:rsid w:val="00F20334"/>
    <w:rsid w:val="00F20549"/>
    <w:rsid w:val="00F205F7"/>
    <w:rsid w:val="00F20847"/>
    <w:rsid w:val="00F20DD9"/>
    <w:rsid w:val="00F2130B"/>
    <w:rsid w:val="00F2209F"/>
    <w:rsid w:val="00F224C6"/>
    <w:rsid w:val="00F23C2D"/>
    <w:rsid w:val="00F24D76"/>
    <w:rsid w:val="00F256E2"/>
    <w:rsid w:val="00F25A43"/>
    <w:rsid w:val="00F25A80"/>
    <w:rsid w:val="00F261D2"/>
    <w:rsid w:val="00F2638D"/>
    <w:rsid w:val="00F26883"/>
    <w:rsid w:val="00F269E7"/>
    <w:rsid w:val="00F26E3E"/>
    <w:rsid w:val="00F27191"/>
    <w:rsid w:val="00F279F9"/>
    <w:rsid w:val="00F301D7"/>
    <w:rsid w:val="00F303E5"/>
    <w:rsid w:val="00F310EE"/>
    <w:rsid w:val="00F31818"/>
    <w:rsid w:val="00F32137"/>
    <w:rsid w:val="00F33139"/>
    <w:rsid w:val="00F331EB"/>
    <w:rsid w:val="00F33B42"/>
    <w:rsid w:val="00F343D4"/>
    <w:rsid w:val="00F34441"/>
    <w:rsid w:val="00F34442"/>
    <w:rsid w:val="00F3476D"/>
    <w:rsid w:val="00F347BF"/>
    <w:rsid w:val="00F34ACD"/>
    <w:rsid w:val="00F350BB"/>
    <w:rsid w:val="00F35191"/>
    <w:rsid w:val="00F35219"/>
    <w:rsid w:val="00F356FA"/>
    <w:rsid w:val="00F358DC"/>
    <w:rsid w:val="00F359F8"/>
    <w:rsid w:val="00F35A64"/>
    <w:rsid w:val="00F3706C"/>
    <w:rsid w:val="00F37135"/>
    <w:rsid w:val="00F372EB"/>
    <w:rsid w:val="00F37C0E"/>
    <w:rsid w:val="00F37D28"/>
    <w:rsid w:val="00F411BD"/>
    <w:rsid w:val="00F41A69"/>
    <w:rsid w:val="00F41F20"/>
    <w:rsid w:val="00F42849"/>
    <w:rsid w:val="00F43491"/>
    <w:rsid w:val="00F44122"/>
    <w:rsid w:val="00F44518"/>
    <w:rsid w:val="00F4461D"/>
    <w:rsid w:val="00F45045"/>
    <w:rsid w:val="00F45612"/>
    <w:rsid w:val="00F45B1B"/>
    <w:rsid w:val="00F47B54"/>
    <w:rsid w:val="00F50AA5"/>
    <w:rsid w:val="00F51415"/>
    <w:rsid w:val="00F52238"/>
    <w:rsid w:val="00F526D2"/>
    <w:rsid w:val="00F52A89"/>
    <w:rsid w:val="00F52E8F"/>
    <w:rsid w:val="00F533D5"/>
    <w:rsid w:val="00F5352B"/>
    <w:rsid w:val="00F53C08"/>
    <w:rsid w:val="00F53EAB"/>
    <w:rsid w:val="00F53F5E"/>
    <w:rsid w:val="00F5414F"/>
    <w:rsid w:val="00F54721"/>
    <w:rsid w:val="00F54772"/>
    <w:rsid w:val="00F5501E"/>
    <w:rsid w:val="00F555AD"/>
    <w:rsid w:val="00F558F7"/>
    <w:rsid w:val="00F55B5D"/>
    <w:rsid w:val="00F55C99"/>
    <w:rsid w:val="00F55F8D"/>
    <w:rsid w:val="00F56E84"/>
    <w:rsid w:val="00F570AE"/>
    <w:rsid w:val="00F57307"/>
    <w:rsid w:val="00F60258"/>
    <w:rsid w:val="00F603EB"/>
    <w:rsid w:val="00F60A20"/>
    <w:rsid w:val="00F60BC5"/>
    <w:rsid w:val="00F60C82"/>
    <w:rsid w:val="00F60DC5"/>
    <w:rsid w:val="00F616F4"/>
    <w:rsid w:val="00F61F55"/>
    <w:rsid w:val="00F626EF"/>
    <w:rsid w:val="00F63323"/>
    <w:rsid w:val="00F6438D"/>
    <w:rsid w:val="00F649BB"/>
    <w:rsid w:val="00F64B0F"/>
    <w:rsid w:val="00F66E3F"/>
    <w:rsid w:val="00F674BE"/>
    <w:rsid w:val="00F67806"/>
    <w:rsid w:val="00F70436"/>
    <w:rsid w:val="00F70D01"/>
    <w:rsid w:val="00F714BE"/>
    <w:rsid w:val="00F72887"/>
    <w:rsid w:val="00F73621"/>
    <w:rsid w:val="00F73A24"/>
    <w:rsid w:val="00F73F18"/>
    <w:rsid w:val="00F75584"/>
    <w:rsid w:val="00F75816"/>
    <w:rsid w:val="00F7586B"/>
    <w:rsid w:val="00F75FCB"/>
    <w:rsid w:val="00F7658E"/>
    <w:rsid w:val="00F76CFD"/>
    <w:rsid w:val="00F77100"/>
    <w:rsid w:val="00F7730D"/>
    <w:rsid w:val="00F7758B"/>
    <w:rsid w:val="00F775EA"/>
    <w:rsid w:val="00F77907"/>
    <w:rsid w:val="00F805E6"/>
    <w:rsid w:val="00F80E5F"/>
    <w:rsid w:val="00F81913"/>
    <w:rsid w:val="00F82160"/>
    <w:rsid w:val="00F82A44"/>
    <w:rsid w:val="00F82DE9"/>
    <w:rsid w:val="00F83929"/>
    <w:rsid w:val="00F83B57"/>
    <w:rsid w:val="00F83EC7"/>
    <w:rsid w:val="00F842C9"/>
    <w:rsid w:val="00F84D4C"/>
    <w:rsid w:val="00F85010"/>
    <w:rsid w:val="00F85055"/>
    <w:rsid w:val="00F86256"/>
    <w:rsid w:val="00F864CC"/>
    <w:rsid w:val="00F866F3"/>
    <w:rsid w:val="00F8675A"/>
    <w:rsid w:val="00F87203"/>
    <w:rsid w:val="00F875B1"/>
    <w:rsid w:val="00F876CA"/>
    <w:rsid w:val="00F90218"/>
    <w:rsid w:val="00F9077B"/>
    <w:rsid w:val="00F90BC9"/>
    <w:rsid w:val="00F914A3"/>
    <w:rsid w:val="00F9189B"/>
    <w:rsid w:val="00F923E9"/>
    <w:rsid w:val="00F92E8B"/>
    <w:rsid w:val="00F931DF"/>
    <w:rsid w:val="00F941D8"/>
    <w:rsid w:val="00F94765"/>
    <w:rsid w:val="00F953F3"/>
    <w:rsid w:val="00F95423"/>
    <w:rsid w:val="00F9592A"/>
    <w:rsid w:val="00F959D2"/>
    <w:rsid w:val="00F964E4"/>
    <w:rsid w:val="00F96702"/>
    <w:rsid w:val="00F96C3C"/>
    <w:rsid w:val="00F9789A"/>
    <w:rsid w:val="00F97C40"/>
    <w:rsid w:val="00F97D1A"/>
    <w:rsid w:val="00FA0717"/>
    <w:rsid w:val="00FA1713"/>
    <w:rsid w:val="00FA217C"/>
    <w:rsid w:val="00FA23CB"/>
    <w:rsid w:val="00FA2AA1"/>
    <w:rsid w:val="00FA2C4B"/>
    <w:rsid w:val="00FA346E"/>
    <w:rsid w:val="00FA3ABD"/>
    <w:rsid w:val="00FA4864"/>
    <w:rsid w:val="00FA4880"/>
    <w:rsid w:val="00FA565F"/>
    <w:rsid w:val="00FA5708"/>
    <w:rsid w:val="00FA60E1"/>
    <w:rsid w:val="00FA656C"/>
    <w:rsid w:val="00FA72BD"/>
    <w:rsid w:val="00FA7501"/>
    <w:rsid w:val="00FA79E1"/>
    <w:rsid w:val="00FA7BE7"/>
    <w:rsid w:val="00FB030F"/>
    <w:rsid w:val="00FB0982"/>
    <w:rsid w:val="00FB0B18"/>
    <w:rsid w:val="00FB111A"/>
    <w:rsid w:val="00FB11AA"/>
    <w:rsid w:val="00FB1A07"/>
    <w:rsid w:val="00FB3614"/>
    <w:rsid w:val="00FB41C7"/>
    <w:rsid w:val="00FB4384"/>
    <w:rsid w:val="00FB45C7"/>
    <w:rsid w:val="00FB4662"/>
    <w:rsid w:val="00FB480C"/>
    <w:rsid w:val="00FB48C5"/>
    <w:rsid w:val="00FB4F0A"/>
    <w:rsid w:val="00FB6032"/>
    <w:rsid w:val="00FB681F"/>
    <w:rsid w:val="00FB70DC"/>
    <w:rsid w:val="00FB76E1"/>
    <w:rsid w:val="00FB7761"/>
    <w:rsid w:val="00FC033C"/>
    <w:rsid w:val="00FC07B0"/>
    <w:rsid w:val="00FC0C56"/>
    <w:rsid w:val="00FC21FA"/>
    <w:rsid w:val="00FC2CDD"/>
    <w:rsid w:val="00FC37AE"/>
    <w:rsid w:val="00FC38D6"/>
    <w:rsid w:val="00FC4338"/>
    <w:rsid w:val="00FC4739"/>
    <w:rsid w:val="00FC4788"/>
    <w:rsid w:val="00FC4E5D"/>
    <w:rsid w:val="00FC50AD"/>
    <w:rsid w:val="00FC50C1"/>
    <w:rsid w:val="00FC61EC"/>
    <w:rsid w:val="00FC68A6"/>
    <w:rsid w:val="00FC6A8D"/>
    <w:rsid w:val="00FC78BF"/>
    <w:rsid w:val="00FD0827"/>
    <w:rsid w:val="00FD109B"/>
    <w:rsid w:val="00FD10C5"/>
    <w:rsid w:val="00FD1235"/>
    <w:rsid w:val="00FD13A5"/>
    <w:rsid w:val="00FD1953"/>
    <w:rsid w:val="00FD1AD8"/>
    <w:rsid w:val="00FD1CF8"/>
    <w:rsid w:val="00FD1FB0"/>
    <w:rsid w:val="00FD2064"/>
    <w:rsid w:val="00FD2450"/>
    <w:rsid w:val="00FD2B33"/>
    <w:rsid w:val="00FD34F8"/>
    <w:rsid w:val="00FD36EC"/>
    <w:rsid w:val="00FD42C6"/>
    <w:rsid w:val="00FD4308"/>
    <w:rsid w:val="00FD52BD"/>
    <w:rsid w:val="00FD55F0"/>
    <w:rsid w:val="00FD5696"/>
    <w:rsid w:val="00FD5850"/>
    <w:rsid w:val="00FD5B63"/>
    <w:rsid w:val="00FD601F"/>
    <w:rsid w:val="00FD6105"/>
    <w:rsid w:val="00FD6243"/>
    <w:rsid w:val="00FD6720"/>
    <w:rsid w:val="00FD67A2"/>
    <w:rsid w:val="00FD68FE"/>
    <w:rsid w:val="00FD6907"/>
    <w:rsid w:val="00FD6D2D"/>
    <w:rsid w:val="00FD6E94"/>
    <w:rsid w:val="00FD7557"/>
    <w:rsid w:val="00FD7BC6"/>
    <w:rsid w:val="00FD7D1E"/>
    <w:rsid w:val="00FD7DED"/>
    <w:rsid w:val="00FE015E"/>
    <w:rsid w:val="00FE0794"/>
    <w:rsid w:val="00FE19BE"/>
    <w:rsid w:val="00FE19C6"/>
    <w:rsid w:val="00FE231F"/>
    <w:rsid w:val="00FE3279"/>
    <w:rsid w:val="00FE3C5A"/>
    <w:rsid w:val="00FE3FB6"/>
    <w:rsid w:val="00FE410A"/>
    <w:rsid w:val="00FE5065"/>
    <w:rsid w:val="00FE58CC"/>
    <w:rsid w:val="00FE5F3B"/>
    <w:rsid w:val="00FE641F"/>
    <w:rsid w:val="00FE6A93"/>
    <w:rsid w:val="00FE6D51"/>
    <w:rsid w:val="00FE78F3"/>
    <w:rsid w:val="00FE7D24"/>
    <w:rsid w:val="00FF0A6A"/>
    <w:rsid w:val="00FF0A87"/>
    <w:rsid w:val="00FF10B9"/>
    <w:rsid w:val="00FF1273"/>
    <w:rsid w:val="00FF1EF3"/>
    <w:rsid w:val="00FF23B3"/>
    <w:rsid w:val="00FF23C9"/>
    <w:rsid w:val="00FF2CAE"/>
    <w:rsid w:val="00FF3098"/>
    <w:rsid w:val="00FF3216"/>
    <w:rsid w:val="00FF3D29"/>
    <w:rsid w:val="00FF44E5"/>
    <w:rsid w:val="00FF508B"/>
    <w:rsid w:val="00FF5121"/>
    <w:rsid w:val="00FF60DF"/>
    <w:rsid w:val="00FF63C7"/>
    <w:rsid w:val="00FF66D6"/>
    <w:rsid w:val="00FF704C"/>
    <w:rsid w:val="00FF7753"/>
    <w:rsid w:val="00FF7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677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E7564"/>
    <w:pPr>
      <w:keepNext/>
      <w:outlineLvl w:val="0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E7564"/>
    <w:rPr>
      <w:rFonts w:cs="Times New Roman"/>
      <w:sz w:val="28"/>
      <w:szCs w:val="28"/>
      <w:lang w:val="uk-UA" w:eastAsia="ru-RU" w:bidi="ar-SA"/>
    </w:rPr>
  </w:style>
  <w:style w:type="paragraph" w:styleId="BodyTextIndent">
    <w:name w:val="Body Text Indent"/>
    <w:basedOn w:val="Normal"/>
    <w:link w:val="BodyTextIndentChar"/>
    <w:uiPriority w:val="99"/>
    <w:rsid w:val="006852B9"/>
    <w:pPr>
      <w:ind w:firstLine="720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17A6E"/>
    <w:rPr>
      <w:rFonts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030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7A6E"/>
    <w:rPr>
      <w:rFonts w:cs="Times New Roman"/>
      <w:sz w:val="2"/>
      <w:lang w:val="ru-RU" w:eastAsia="ru-RU"/>
    </w:rPr>
  </w:style>
  <w:style w:type="table" w:styleId="TableGrid">
    <w:name w:val="Table Grid"/>
    <w:basedOn w:val="TableNormal"/>
    <w:uiPriority w:val="99"/>
    <w:rsid w:val="005F193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703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96CE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96CE1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96CE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6CE1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E786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E786A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5C1CD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C1CDB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51540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1540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1540F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154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1540F"/>
    <w:rPr>
      <w:b/>
      <w:bCs/>
    </w:rPr>
  </w:style>
  <w:style w:type="paragraph" w:styleId="Title">
    <w:name w:val="Title"/>
    <w:basedOn w:val="Normal"/>
    <w:link w:val="TitleChar"/>
    <w:uiPriority w:val="99"/>
    <w:qFormat/>
    <w:rsid w:val="003A4440"/>
    <w:pPr>
      <w:jc w:val="center"/>
    </w:pPr>
    <w:rPr>
      <w:sz w:val="28"/>
      <w:szCs w:val="20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3A4440"/>
    <w:rPr>
      <w:rFonts w:cs="Times New Roman"/>
      <w:sz w:val="28"/>
      <w:lang w:val="uk-UA"/>
    </w:rPr>
  </w:style>
  <w:style w:type="paragraph" w:customStyle="1" w:styleId="a">
    <w:name w:val="Знак Знак Знак Знак"/>
    <w:basedOn w:val="Normal"/>
    <w:uiPriority w:val="99"/>
    <w:rsid w:val="003A4440"/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aliases w:val="Обычный (Web),Обычный (Web)1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Normal"/>
    <w:link w:val="NormalWebChar"/>
    <w:uiPriority w:val="99"/>
    <w:rsid w:val="00DD5391"/>
    <w:pPr>
      <w:spacing w:before="100" w:beforeAutospacing="1" w:after="100" w:afterAutospacing="1"/>
    </w:pPr>
    <w:rPr>
      <w:szCs w:val="20"/>
      <w:lang w:val="uk-UA" w:eastAsia="uk-UA"/>
    </w:rPr>
  </w:style>
  <w:style w:type="paragraph" w:customStyle="1" w:styleId="a0">
    <w:name w:val="Абзац списка"/>
    <w:basedOn w:val="Normal"/>
    <w:uiPriority w:val="99"/>
    <w:rsid w:val="00C27CBC"/>
    <w:pPr>
      <w:ind w:left="720"/>
      <w:contextualSpacing/>
    </w:pPr>
  </w:style>
  <w:style w:type="paragraph" w:customStyle="1" w:styleId="a1">
    <w:name w:val="Без интервала"/>
    <w:uiPriority w:val="99"/>
    <w:rsid w:val="008A69FB"/>
    <w:rPr>
      <w:rFonts w:ascii="Calibri" w:hAnsi="Calibri"/>
      <w:lang w:val="ru-RU"/>
    </w:rPr>
  </w:style>
  <w:style w:type="paragraph" w:styleId="BodyText2">
    <w:name w:val="Body Text 2"/>
    <w:basedOn w:val="Normal"/>
    <w:link w:val="BodyText2Char"/>
    <w:uiPriority w:val="99"/>
    <w:rsid w:val="00E7294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F4388"/>
    <w:rPr>
      <w:rFonts w:cs="Times New Roman"/>
      <w:sz w:val="24"/>
      <w:szCs w:val="24"/>
      <w:lang w:val="ru-RU" w:eastAsia="ru-RU"/>
    </w:rPr>
  </w:style>
  <w:style w:type="paragraph" w:styleId="NoSpacing">
    <w:name w:val="No Spacing"/>
    <w:uiPriority w:val="99"/>
    <w:qFormat/>
    <w:rsid w:val="000274BC"/>
    <w:rPr>
      <w:rFonts w:ascii="Calibri" w:hAnsi="Calibri"/>
      <w:lang w:val="ru-RU"/>
    </w:rPr>
  </w:style>
  <w:style w:type="character" w:customStyle="1" w:styleId="NormalWebChar">
    <w:name w:val="Normal (Web) Char"/>
    <w:aliases w:val="Обычный (Web) Char,Обычный (Web)1 Char,Обычный (веб) Знак2 Char,Обычный (веб) Знак1 Знак Char,Обычный (веб) Знак2 Знак1 Знак Char,Обычный (веб) Знак1 Знак Знак Знак Char,Обычный (веб) Знак Знак Знак Знак Знак Char"/>
    <w:link w:val="NormalWeb"/>
    <w:uiPriority w:val="99"/>
    <w:locked/>
    <w:rsid w:val="004E63B7"/>
    <w:rPr>
      <w:sz w:val="24"/>
      <w:lang w:val="uk-UA" w:eastAsia="uk-UA"/>
    </w:rPr>
  </w:style>
  <w:style w:type="paragraph" w:customStyle="1" w:styleId="Normal0">
    <w:name w:val="Normal0"/>
    <w:uiPriority w:val="99"/>
    <w:rsid w:val="001142B5"/>
    <w:rPr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554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1420</TotalTime>
  <Pages>2</Pages>
  <Words>399</Words>
  <Characters>2280</Characters>
  <Application>Microsoft Office Outlook</Application>
  <DocSecurity>0</DocSecurity>
  <Lines>0</Lines>
  <Paragraphs>0</Paragraphs>
  <ScaleCrop>false</ScaleCrop>
  <Company>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subject/>
  <dc:creator>WW</dc:creator>
  <cp:keywords/>
  <dc:description/>
  <cp:lastModifiedBy>Пользователь Windows</cp:lastModifiedBy>
  <cp:revision>427</cp:revision>
  <cp:lastPrinted>2020-08-13T12:38:00Z</cp:lastPrinted>
  <dcterms:created xsi:type="dcterms:W3CDTF">2020-06-15T12:07:00Z</dcterms:created>
  <dcterms:modified xsi:type="dcterms:W3CDTF">2020-09-03T08:04:00Z</dcterms:modified>
</cp:coreProperties>
</file>