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C5A" w:rsidRPr="005240B0" w:rsidRDefault="004C6C5A" w:rsidP="003A4440">
      <w:pPr>
        <w:pStyle w:val="Title"/>
        <w:outlineLvl w:val="0"/>
        <w:rPr>
          <w:b/>
          <w:szCs w:val="28"/>
        </w:rPr>
      </w:pPr>
      <w:r w:rsidRPr="005240B0">
        <w:rPr>
          <w:b/>
          <w:szCs w:val="28"/>
        </w:rPr>
        <w:t xml:space="preserve">ПОРЯДОК ДЕННИЙ </w:t>
      </w:r>
    </w:p>
    <w:p w:rsidR="004C6C5A" w:rsidRPr="005240B0" w:rsidRDefault="004C6C5A" w:rsidP="003A4440">
      <w:pPr>
        <w:pStyle w:val="Title"/>
        <w:tabs>
          <w:tab w:val="center" w:pos="4844"/>
        </w:tabs>
        <w:rPr>
          <w:szCs w:val="28"/>
        </w:rPr>
      </w:pPr>
      <w:r w:rsidRPr="005240B0">
        <w:rPr>
          <w:szCs w:val="28"/>
        </w:rPr>
        <w:t xml:space="preserve">пленарного засідання чергової вісімнадцятої сесії </w:t>
      </w:r>
    </w:p>
    <w:p w:rsidR="004C6C5A" w:rsidRPr="005240B0" w:rsidRDefault="004C6C5A" w:rsidP="003A4440">
      <w:pPr>
        <w:pStyle w:val="Title"/>
        <w:tabs>
          <w:tab w:val="center" w:pos="4844"/>
        </w:tabs>
        <w:rPr>
          <w:szCs w:val="28"/>
        </w:rPr>
      </w:pPr>
      <w:r w:rsidRPr="005240B0">
        <w:rPr>
          <w:szCs w:val="28"/>
        </w:rPr>
        <w:t>Марківської селищної ради</w:t>
      </w:r>
    </w:p>
    <w:p w:rsidR="004C6C5A" w:rsidRPr="005240B0" w:rsidRDefault="004C6C5A" w:rsidP="003A4440">
      <w:pPr>
        <w:pStyle w:val="Title"/>
        <w:tabs>
          <w:tab w:val="center" w:pos="4844"/>
        </w:tabs>
        <w:rPr>
          <w:szCs w:val="28"/>
        </w:rPr>
      </w:pPr>
      <w:r w:rsidRPr="005240B0">
        <w:rPr>
          <w:szCs w:val="28"/>
        </w:rPr>
        <w:t>сьомого скликання</w:t>
      </w:r>
    </w:p>
    <w:p w:rsidR="004C6C5A" w:rsidRPr="005240B0" w:rsidRDefault="004C6C5A" w:rsidP="003A4440">
      <w:pPr>
        <w:pStyle w:val="Title"/>
        <w:jc w:val="left"/>
        <w:rPr>
          <w:szCs w:val="28"/>
        </w:rPr>
      </w:pPr>
    </w:p>
    <w:p w:rsidR="004C6C5A" w:rsidRPr="005240B0" w:rsidRDefault="004C6C5A" w:rsidP="00E27A85">
      <w:pPr>
        <w:pStyle w:val="Title"/>
        <w:ind w:firstLine="708"/>
        <w:jc w:val="left"/>
        <w:rPr>
          <w:i/>
          <w:szCs w:val="28"/>
        </w:rPr>
      </w:pPr>
      <w:r w:rsidRPr="005240B0">
        <w:rPr>
          <w:i/>
          <w:szCs w:val="28"/>
          <w:lang w:val="ru-RU"/>
        </w:rPr>
        <w:t>25 червня 2020 року</w:t>
      </w:r>
      <w:r w:rsidRPr="005240B0">
        <w:rPr>
          <w:i/>
          <w:szCs w:val="28"/>
        </w:rPr>
        <w:tab/>
      </w:r>
      <w:r w:rsidRPr="005240B0">
        <w:rPr>
          <w:i/>
          <w:szCs w:val="28"/>
        </w:rPr>
        <w:tab/>
      </w:r>
      <w:r w:rsidRPr="005240B0">
        <w:rPr>
          <w:i/>
          <w:szCs w:val="28"/>
        </w:rPr>
        <w:tab/>
      </w:r>
      <w:r w:rsidRPr="005240B0">
        <w:rPr>
          <w:i/>
          <w:szCs w:val="28"/>
        </w:rPr>
        <w:tab/>
        <w:t xml:space="preserve">    Початок: 10.00</w:t>
      </w:r>
    </w:p>
    <w:p w:rsidR="004C6C5A" w:rsidRPr="005240B0" w:rsidRDefault="004C6C5A" w:rsidP="00E27A85">
      <w:pPr>
        <w:pStyle w:val="Title"/>
        <w:ind w:firstLine="708"/>
        <w:jc w:val="left"/>
        <w:rPr>
          <w:szCs w:val="28"/>
        </w:rPr>
      </w:pPr>
      <w:r w:rsidRPr="005240B0">
        <w:rPr>
          <w:szCs w:val="28"/>
        </w:rPr>
        <w:t>смт Марківка</w:t>
      </w:r>
      <w:r w:rsidRPr="005240B0">
        <w:rPr>
          <w:szCs w:val="28"/>
        </w:rPr>
        <w:tab/>
      </w:r>
      <w:r w:rsidRPr="005240B0">
        <w:rPr>
          <w:szCs w:val="28"/>
        </w:rPr>
        <w:tab/>
      </w:r>
      <w:r w:rsidRPr="005240B0">
        <w:rPr>
          <w:szCs w:val="28"/>
        </w:rPr>
        <w:tab/>
      </w:r>
      <w:r w:rsidRPr="005240B0">
        <w:rPr>
          <w:szCs w:val="28"/>
        </w:rPr>
        <w:tab/>
      </w:r>
      <w:r w:rsidRPr="005240B0">
        <w:rPr>
          <w:szCs w:val="28"/>
        </w:rPr>
        <w:tab/>
        <w:t xml:space="preserve">    Зала засідань райдержадміністрації</w:t>
      </w:r>
    </w:p>
    <w:p w:rsidR="004C6C5A" w:rsidRPr="005240B0" w:rsidRDefault="004C6C5A" w:rsidP="003A4440">
      <w:pPr>
        <w:pStyle w:val="Title"/>
        <w:jc w:val="left"/>
        <w:rPr>
          <w:szCs w:val="28"/>
        </w:rPr>
      </w:pPr>
    </w:p>
    <w:p w:rsidR="004C6C5A" w:rsidRPr="005240B0" w:rsidRDefault="004C6C5A" w:rsidP="00B7310A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sz w:val="28"/>
          <w:szCs w:val="28"/>
          <w:lang w:val="uk-UA"/>
        </w:rPr>
        <w:t>1. Про затвердження Програми розвитку культури Марківської селищної ради на 2020-2021 роки.</w:t>
      </w:r>
    </w:p>
    <w:p w:rsidR="004C6C5A" w:rsidRPr="005240B0" w:rsidRDefault="004C6C5A" w:rsidP="00B7310A">
      <w:pPr>
        <w:ind w:firstLine="708"/>
        <w:jc w:val="both"/>
        <w:rPr>
          <w:sz w:val="28"/>
          <w:szCs w:val="28"/>
        </w:rPr>
      </w:pPr>
      <w:r w:rsidRPr="005240B0">
        <w:rPr>
          <w:b/>
          <w:i/>
          <w:sz w:val="28"/>
          <w:szCs w:val="28"/>
        </w:rPr>
        <w:t>Доповідає:</w:t>
      </w:r>
      <w:r w:rsidRPr="005240B0">
        <w:rPr>
          <w:sz w:val="28"/>
          <w:szCs w:val="28"/>
        </w:rPr>
        <w:t xml:space="preserve"> начальник відділу культури Марківської селищної ради</w:t>
      </w:r>
      <w:r w:rsidRPr="005240B0">
        <w:rPr>
          <w:sz w:val="28"/>
          <w:szCs w:val="28"/>
          <w:lang w:val="uk-UA"/>
        </w:rPr>
        <w:t xml:space="preserve"> </w:t>
      </w:r>
      <w:r w:rsidRPr="005240B0">
        <w:rPr>
          <w:sz w:val="28"/>
          <w:szCs w:val="28"/>
        </w:rPr>
        <w:t>Ольга Стрижаченко.</w:t>
      </w:r>
    </w:p>
    <w:p w:rsidR="004C6C5A" w:rsidRPr="005240B0" w:rsidRDefault="004C6C5A" w:rsidP="00F63323">
      <w:pPr>
        <w:tabs>
          <w:tab w:val="left" w:pos="9180"/>
        </w:tabs>
        <w:jc w:val="center"/>
        <w:rPr>
          <w:sz w:val="16"/>
          <w:szCs w:val="16"/>
        </w:rPr>
      </w:pPr>
    </w:p>
    <w:p w:rsidR="004C6C5A" w:rsidRPr="005240B0" w:rsidRDefault="004C6C5A" w:rsidP="00CA2E2C">
      <w:pPr>
        <w:pStyle w:val="1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240B0">
        <w:rPr>
          <w:rFonts w:ascii="Times New Roman" w:hAnsi="Times New Roman"/>
          <w:sz w:val="28"/>
          <w:szCs w:val="28"/>
          <w:lang w:val="uk-UA"/>
        </w:rPr>
        <w:t>2. Про внесення змін до Програми економічного, соціального та культурного розвитку Марківської селищної ради (Марківської об’єдн</w:t>
      </w:r>
      <w:r>
        <w:rPr>
          <w:rFonts w:ascii="Times New Roman" w:hAnsi="Times New Roman"/>
          <w:sz w:val="28"/>
          <w:szCs w:val="28"/>
          <w:lang w:val="uk-UA"/>
        </w:rPr>
        <w:t xml:space="preserve">аної територіальної громади) на </w:t>
      </w:r>
      <w:r w:rsidRPr="005240B0">
        <w:rPr>
          <w:rFonts w:ascii="Times New Roman" w:hAnsi="Times New Roman"/>
          <w:sz w:val="28"/>
          <w:szCs w:val="28"/>
          <w:lang w:val="uk-UA"/>
        </w:rPr>
        <w:t>2020-2025 роки.</w:t>
      </w:r>
    </w:p>
    <w:p w:rsidR="004C6C5A" w:rsidRPr="005240B0" w:rsidRDefault="004C6C5A" w:rsidP="00CA2E2C">
      <w:pPr>
        <w:ind w:right="175"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</w:t>
      </w:r>
      <w:r w:rsidRPr="005240B0">
        <w:rPr>
          <w:sz w:val="28"/>
          <w:szCs w:val="28"/>
          <w:lang w:val="uk-UA"/>
        </w:rPr>
        <w:t>: начальник відділу економічного розвитку, інвестицій та інформаційно-комунікаційних технологій Марківської селищної ради Вікторія Сиса.</w:t>
      </w:r>
    </w:p>
    <w:p w:rsidR="004C6C5A" w:rsidRPr="005240B0" w:rsidRDefault="004C6C5A" w:rsidP="001F2FCA">
      <w:pPr>
        <w:tabs>
          <w:tab w:val="left" w:pos="1125"/>
        </w:tabs>
        <w:ind w:firstLine="708"/>
        <w:jc w:val="both"/>
        <w:rPr>
          <w:sz w:val="16"/>
          <w:szCs w:val="16"/>
          <w:lang w:val="uk-UA"/>
        </w:rPr>
      </w:pPr>
      <w:r w:rsidRPr="005240B0">
        <w:rPr>
          <w:sz w:val="28"/>
          <w:szCs w:val="28"/>
          <w:lang w:val="uk-UA"/>
        </w:rPr>
        <w:tab/>
      </w:r>
    </w:p>
    <w:p w:rsidR="004C6C5A" w:rsidRPr="005240B0" w:rsidRDefault="004C6C5A" w:rsidP="00B7310A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sz w:val="28"/>
          <w:szCs w:val="28"/>
          <w:lang w:val="uk-UA"/>
        </w:rPr>
        <w:t>3. Про затвердження Програми фінансової підтримки комунальних підприємств та здійснення внесків до їх статутних фондів на 2020-2022 роки.</w:t>
      </w:r>
    </w:p>
    <w:p w:rsidR="004C6C5A" w:rsidRPr="005240B0" w:rsidRDefault="004C6C5A" w:rsidP="00B7310A">
      <w:pPr>
        <w:ind w:right="175"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</w:t>
      </w:r>
      <w:r w:rsidRPr="005240B0">
        <w:rPr>
          <w:sz w:val="28"/>
          <w:szCs w:val="28"/>
          <w:lang w:val="uk-UA"/>
        </w:rPr>
        <w:t>: заступник селищного голови Віталій Семенченко.</w:t>
      </w:r>
    </w:p>
    <w:p w:rsidR="004C6C5A" w:rsidRPr="005240B0" w:rsidRDefault="004C6C5A" w:rsidP="001F2FCA">
      <w:pPr>
        <w:tabs>
          <w:tab w:val="left" w:pos="1110"/>
        </w:tabs>
        <w:ind w:firstLine="708"/>
        <w:jc w:val="both"/>
        <w:rPr>
          <w:sz w:val="16"/>
          <w:szCs w:val="16"/>
          <w:lang w:val="uk-UA"/>
        </w:rPr>
      </w:pPr>
      <w:r w:rsidRPr="005240B0">
        <w:rPr>
          <w:sz w:val="16"/>
          <w:szCs w:val="16"/>
          <w:lang w:val="uk-UA"/>
        </w:rPr>
        <w:tab/>
      </w:r>
    </w:p>
    <w:p w:rsidR="004C6C5A" w:rsidRPr="005240B0" w:rsidRDefault="004C6C5A" w:rsidP="00B7310A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sz w:val="28"/>
          <w:szCs w:val="28"/>
          <w:lang w:val="uk-UA"/>
        </w:rPr>
        <w:t>4. Про внесення змін до напрямків використання коштів іншої субвенції, виділеною Марківською селищною радою на утримання закладів загальної середньої освіти Марківського району.</w:t>
      </w:r>
    </w:p>
    <w:p w:rsidR="004C6C5A" w:rsidRPr="005240B0" w:rsidRDefault="004C6C5A" w:rsidP="00EB0239">
      <w:pPr>
        <w:ind w:right="175"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</w:t>
      </w:r>
      <w:r w:rsidRPr="005240B0">
        <w:rPr>
          <w:sz w:val="28"/>
          <w:szCs w:val="28"/>
          <w:lang w:val="uk-UA"/>
        </w:rPr>
        <w:t>: начальник відділу фінансів Марківської селищної ради Ірина Кравцова.</w:t>
      </w:r>
    </w:p>
    <w:p w:rsidR="004C6C5A" w:rsidRPr="005240B0" w:rsidRDefault="004C6C5A" w:rsidP="005240B0">
      <w:pPr>
        <w:tabs>
          <w:tab w:val="left" w:pos="1125"/>
        </w:tabs>
        <w:ind w:firstLine="708"/>
        <w:jc w:val="both"/>
        <w:rPr>
          <w:sz w:val="16"/>
          <w:szCs w:val="16"/>
          <w:lang w:val="uk-UA"/>
        </w:rPr>
      </w:pPr>
      <w:r w:rsidRPr="005240B0">
        <w:rPr>
          <w:sz w:val="16"/>
          <w:szCs w:val="16"/>
          <w:lang w:val="uk-UA"/>
        </w:rPr>
        <w:tab/>
      </w:r>
    </w:p>
    <w:p w:rsidR="004C6C5A" w:rsidRPr="005240B0" w:rsidRDefault="004C6C5A" w:rsidP="00E30698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sz w:val="28"/>
          <w:szCs w:val="28"/>
          <w:lang w:val="uk-UA"/>
        </w:rPr>
        <w:t>5. Про внесення змін до рішення десятої (позачергової) сесії Марківської селищної ради сьомого скликання від 15.02.2020 № 10-1/2020 «Про виділення коштів із бюджету Марківської селищної ради на співфінансування проєктів з реконструкції (термомодернізації), що реалізуються за рахунок коштів Державного фонду регіонального розвитку».</w:t>
      </w:r>
    </w:p>
    <w:p w:rsidR="004C6C5A" w:rsidRPr="005240B0" w:rsidRDefault="004C6C5A" w:rsidP="00E30698">
      <w:pPr>
        <w:ind w:right="175"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</w:t>
      </w:r>
      <w:r w:rsidRPr="005240B0">
        <w:rPr>
          <w:sz w:val="28"/>
          <w:szCs w:val="28"/>
          <w:lang w:val="uk-UA"/>
        </w:rPr>
        <w:t>: начальник відділу фінансів Марківської селищної ради Ірина Кравцова.</w:t>
      </w:r>
    </w:p>
    <w:p w:rsidR="004C6C5A" w:rsidRPr="005240B0" w:rsidRDefault="004C6C5A" w:rsidP="005240B0">
      <w:pPr>
        <w:tabs>
          <w:tab w:val="left" w:pos="1140"/>
        </w:tabs>
        <w:ind w:firstLine="708"/>
        <w:jc w:val="both"/>
        <w:rPr>
          <w:sz w:val="16"/>
          <w:szCs w:val="16"/>
          <w:vertAlign w:val="superscript"/>
          <w:lang w:val="uk-UA"/>
        </w:rPr>
      </w:pPr>
      <w:r w:rsidRPr="005240B0">
        <w:rPr>
          <w:sz w:val="16"/>
          <w:szCs w:val="16"/>
          <w:vertAlign w:val="superscript"/>
          <w:lang w:val="uk-UA"/>
        </w:rPr>
        <w:tab/>
      </w:r>
    </w:p>
    <w:p w:rsidR="004C6C5A" w:rsidRPr="005240B0" w:rsidRDefault="004C6C5A" w:rsidP="00B7310A">
      <w:pPr>
        <w:ind w:firstLine="708"/>
        <w:jc w:val="both"/>
        <w:rPr>
          <w:sz w:val="28"/>
          <w:szCs w:val="28"/>
        </w:rPr>
      </w:pPr>
      <w:r w:rsidRPr="005240B0">
        <w:rPr>
          <w:sz w:val="28"/>
          <w:szCs w:val="28"/>
          <w:lang w:val="uk-UA"/>
        </w:rPr>
        <w:t xml:space="preserve">6. </w:t>
      </w:r>
      <w:r w:rsidRPr="005240B0">
        <w:rPr>
          <w:sz w:val="28"/>
          <w:szCs w:val="28"/>
        </w:rPr>
        <w:t>Про внесення змін до бюджету Марківської селищної ради на 2020 рік.</w:t>
      </w:r>
    </w:p>
    <w:p w:rsidR="004C6C5A" w:rsidRPr="005240B0" w:rsidRDefault="004C6C5A" w:rsidP="00B7310A">
      <w:pPr>
        <w:ind w:right="175"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</w:t>
      </w:r>
      <w:r w:rsidRPr="005240B0">
        <w:rPr>
          <w:sz w:val="28"/>
          <w:szCs w:val="28"/>
          <w:lang w:val="uk-UA"/>
        </w:rPr>
        <w:t>: начальник відділу фінансів Марківської селищної ради Ірина Кравцова.</w:t>
      </w:r>
    </w:p>
    <w:p w:rsidR="004C6C5A" w:rsidRPr="005240B0" w:rsidRDefault="004C6C5A" w:rsidP="00B7310A">
      <w:pPr>
        <w:pStyle w:val="10"/>
        <w:ind w:firstLine="708"/>
        <w:jc w:val="both"/>
        <w:rPr>
          <w:rFonts w:ascii="Times New Roman" w:hAnsi="Times New Roman"/>
          <w:sz w:val="16"/>
          <w:szCs w:val="16"/>
          <w:vertAlign w:val="superscript"/>
          <w:lang w:val="uk-UA"/>
        </w:rPr>
      </w:pPr>
    </w:p>
    <w:p w:rsidR="004C6C5A" w:rsidRPr="005240B0" w:rsidRDefault="004C6C5A" w:rsidP="00B7310A">
      <w:pPr>
        <w:pStyle w:val="1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240B0">
        <w:rPr>
          <w:rFonts w:ascii="Times New Roman" w:hAnsi="Times New Roman"/>
          <w:sz w:val="28"/>
          <w:szCs w:val="28"/>
          <w:lang w:val="uk-UA"/>
        </w:rPr>
        <w:t>7. Про встановлення місцевих податків та зборів на території Марківської селищної ради Марківського району Луганської області на 2021 рік.</w:t>
      </w:r>
    </w:p>
    <w:p w:rsidR="004C6C5A" w:rsidRPr="005240B0" w:rsidRDefault="004C6C5A" w:rsidP="00B7310A">
      <w:pPr>
        <w:ind w:right="175"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</w:t>
      </w:r>
      <w:r w:rsidRPr="005240B0">
        <w:rPr>
          <w:sz w:val="28"/>
          <w:szCs w:val="28"/>
          <w:lang w:val="uk-UA"/>
        </w:rPr>
        <w:t>: заступник селищного голови з питань діяльності виконавчих органів ради Володимир Личман.</w:t>
      </w:r>
    </w:p>
    <w:p w:rsidR="004C6C5A" w:rsidRPr="005240B0" w:rsidRDefault="004C6C5A" w:rsidP="005240B0">
      <w:pPr>
        <w:tabs>
          <w:tab w:val="left" w:pos="1125"/>
        </w:tabs>
        <w:ind w:firstLine="708"/>
        <w:jc w:val="both"/>
        <w:rPr>
          <w:sz w:val="16"/>
          <w:szCs w:val="16"/>
          <w:vertAlign w:val="superscript"/>
          <w:lang w:val="uk-UA"/>
        </w:rPr>
      </w:pPr>
      <w:r w:rsidRPr="005240B0">
        <w:rPr>
          <w:sz w:val="16"/>
          <w:szCs w:val="16"/>
          <w:vertAlign w:val="superscript"/>
          <w:lang w:val="uk-UA"/>
        </w:rPr>
        <w:tab/>
      </w:r>
    </w:p>
    <w:p w:rsidR="004C6C5A" w:rsidRPr="005240B0" w:rsidRDefault="004C6C5A" w:rsidP="00B7310A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sz w:val="28"/>
          <w:szCs w:val="28"/>
          <w:lang w:val="uk-UA"/>
        </w:rPr>
        <w:t>8. Про затвердження Порядку отримання, використання та обліку благодійних (добровільних) внесків і пожертв від юридичних та фізичних осіб для потреб Марківської селищної ради та підпорядкованих їй підприємств, установ, організацій.</w:t>
      </w:r>
    </w:p>
    <w:p w:rsidR="004C6C5A" w:rsidRPr="005240B0" w:rsidRDefault="004C6C5A" w:rsidP="00B7310A">
      <w:pPr>
        <w:ind w:right="175"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</w:t>
      </w:r>
      <w:r w:rsidRPr="005240B0">
        <w:rPr>
          <w:sz w:val="28"/>
          <w:szCs w:val="28"/>
          <w:lang w:val="uk-UA"/>
        </w:rPr>
        <w:t>: начальник юридичного відділу Марківської селищної ради Ігор Лигута.</w:t>
      </w:r>
    </w:p>
    <w:p w:rsidR="004C6C5A" w:rsidRPr="005240B0" w:rsidRDefault="004C6C5A" w:rsidP="00B7310A">
      <w:pPr>
        <w:ind w:firstLine="708"/>
        <w:jc w:val="both"/>
        <w:rPr>
          <w:sz w:val="16"/>
          <w:szCs w:val="16"/>
          <w:lang w:val="uk-UA"/>
        </w:rPr>
      </w:pPr>
    </w:p>
    <w:p w:rsidR="004C6C5A" w:rsidRPr="005240B0" w:rsidRDefault="004C6C5A" w:rsidP="00B7310A">
      <w:pPr>
        <w:ind w:firstLine="708"/>
        <w:jc w:val="both"/>
        <w:rPr>
          <w:bCs/>
          <w:sz w:val="28"/>
          <w:szCs w:val="28"/>
        </w:rPr>
      </w:pPr>
      <w:r w:rsidRPr="005240B0">
        <w:rPr>
          <w:bCs/>
          <w:sz w:val="28"/>
          <w:szCs w:val="28"/>
        </w:rPr>
        <w:t>9. Про безоплатне прийняття до комунальної власності Марківської селищної ради благодійної допомоги.</w:t>
      </w:r>
    </w:p>
    <w:p w:rsidR="004C6C5A" w:rsidRPr="005240B0" w:rsidRDefault="004C6C5A" w:rsidP="00B7310A">
      <w:pPr>
        <w:ind w:right="175"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</w:t>
      </w:r>
      <w:r w:rsidRPr="005240B0">
        <w:rPr>
          <w:sz w:val="28"/>
          <w:szCs w:val="28"/>
          <w:lang w:val="uk-UA"/>
        </w:rPr>
        <w:t>: начальник відділу економічного розвитку, інвестицій та інформаційно-комунікаційних технологій Марківської селищної ради Вікторія Сиса.</w:t>
      </w:r>
    </w:p>
    <w:p w:rsidR="004C6C5A" w:rsidRPr="005240B0" w:rsidRDefault="004C6C5A" w:rsidP="005240B0">
      <w:pPr>
        <w:tabs>
          <w:tab w:val="left" w:pos="1140"/>
        </w:tabs>
        <w:ind w:firstLine="708"/>
        <w:jc w:val="both"/>
        <w:rPr>
          <w:sz w:val="16"/>
          <w:szCs w:val="16"/>
        </w:rPr>
      </w:pPr>
      <w:r w:rsidRPr="005240B0">
        <w:rPr>
          <w:sz w:val="16"/>
          <w:szCs w:val="16"/>
        </w:rPr>
        <w:tab/>
      </w:r>
    </w:p>
    <w:p w:rsidR="004C6C5A" w:rsidRPr="005240B0" w:rsidRDefault="004C6C5A" w:rsidP="0013296D">
      <w:pPr>
        <w:ind w:firstLine="708"/>
        <w:jc w:val="both"/>
        <w:rPr>
          <w:sz w:val="28"/>
          <w:szCs w:val="28"/>
        </w:rPr>
      </w:pPr>
      <w:r w:rsidRPr="005240B0">
        <w:rPr>
          <w:sz w:val="28"/>
          <w:szCs w:val="28"/>
        </w:rPr>
        <w:t>10. Про внесення змін до Положення про бюджет участі в Марківській об</w:t>
      </w:r>
      <w:r w:rsidRPr="005240B0">
        <w:rPr>
          <w:sz w:val="28"/>
          <w:szCs w:val="28"/>
          <w:lang w:val="uk-UA"/>
        </w:rPr>
        <w:t>’</w:t>
      </w:r>
      <w:r w:rsidRPr="005240B0">
        <w:rPr>
          <w:sz w:val="28"/>
          <w:szCs w:val="28"/>
        </w:rPr>
        <w:t>єднаній територіальній громаді.</w:t>
      </w:r>
    </w:p>
    <w:p w:rsidR="004C6C5A" w:rsidRPr="005240B0" w:rsidRDefault="004C6C5A" w:rsidP="0013296D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</w:t>
      </w:r>
      <w:r w:rsidRPr="005240B0">
        <w:rPr>
          <w:sz w:val="28"/>
          <w:szCs w:val="28"/>
          <w:lang w:val="uk-UA"/>
        </w:rPr>
        <w:t>: начальник відділу економічного розвитку, інвестицій та інформаційно-комунікаційних технологій Марківської селищної ради Вікторія Сиса</w:t>
      </w:r>
    </w:p>
    <w:p w:rsidR="004C6C5A" w:rsidRPr="005240B0" w:rsidRDefault="004C6C5A" w:rsidP="005240B0">
      <w:pPr>
        <w:tabs>
          <w:tab w:val="left" w:pos="1155"/>
        </w:tabs>
        <w:ind w:firstLine="708"/>
        <w:jc w:val="both"/>
        <w:rPr>
          <w:bCs/>
          <w:sz w:val="16"/>
          <w:szCs w:val="16"/>
        </w:rPr>
      </w:pPr>
      <w:r w:rsidRPr="005240B0">
        <w:rPr>
          <w:bCs/>
          <w:sz w:val="16"/>
          <w:szCs w:val="16"/>
        </w:rPr>
        <w:tab/>
      </w:r>
    </w:p>
    <w:p w:rsidR="004C6C5A" w:rsidRPr="005240B0" w:rsidRDefault="004C6C5A" w:rsidP="00B7310A">
      <w:pPr>
        <w:ind w:firstLine="708"/>
        <w:jc w:val="both"/>
        <w:rPr>
          <w:bCs/>
          <w:sz w:val="28"/>
          <w:szCs w:val="28"/>
        </w:rPr>
      </w:pPr>
      <w:r w:rsidRPr="005240B0">
        <w:rPr>
          <w:bCs/>
          <w:sz w:val="28"/>
          <w:szCs w:val="28"/>
        </w:rPr>
        <w:t xml:space="preserve">11. Про внесення змін до Статуту </w:t>
      </w:r>
      <w:r w:rsidRPr="005240B0">
        <w:rPr>
          <w:bCs/>
          <w:sz w:val="28"/>
          <w:szCs w:val="28"/>
          <w:lang w:val="uk-UA"/>
        </w:rPr>
        <w:t xml:space="preserve">Марківського </w:t>
      </w:r>
      <w:r w:rsidRPr="005240B0">
        <w:rPr>
          <w:bCs/>
          <w:sz w:val="28"/>
          <w:szCs w:val="28"/>
        </w:rPr>
        <w:t>комунального підприємства «Марківський комунальник» Марківської селищної ради Марківського району Луганської області.</w:t>
      </w:r>
    </w:p>
    <w:p w:rsidR="004C6C5A" w:rsidRPr="005240B0" w:rsidRDefault="004C6C5A" w:rsidP="00BD2F72">
      <w:pPr>
        <w:ind w:right="175"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</w:rPr>
        <w:t>Доповідає:</w:t>
      </w:r>
      <w:r w:rsidRPr="005240B0">
        <w:rPr>
          <w:sz w:val="28"/>
          <w:szCs w:val="28"/>
          <w:lang w:val="uk-UA"/>
        </w:rPr>
        <w:t xml:space="preserve"> начальник юридичного відділу Марківської селищної ради Ігор Лигута.</w:t>
      </w:r>
    </w:p>
    <w:p w:rsidR="004C6C5A" w:rsidRPr="005240B0" w:rsidRDefault="004C6C5A" w:rsidP="00044ACB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</w:rPr>
        <w:t>Співдоповідач:</w:t>
      </w:r>
      <w:r w:rsidRPr="005240B0">
        <w:rPr>
          <w:sz w:val="28"/>
          <w:szCs w:val="28"/>
        </w:rPr>
        <w:t xml:space="preserve"> </w:t>
      </w:r>
      <w:r w:rsidRPr="005240B0">
        <w:rPr>
          <w:sz w:val="28"/>
          <w:szCs w:val="28"/>
          <w:lang w:val="uk-UA"/>
        </w:rPr>
        <w:t>начальник</w:t>
      </w:r>
      <w:r w:rsidRPr="005240B0">
        <w:rPr>
          <w:sz w:val="28"/>
          <w:szCs w:val="28"/>
        </w:rPr>
        <w:t xml:space="preserve"> </w:t>
      </w:r>
      <w:r w:rsidRPr="005240B0">
        <w:rPr>
          <w:sz w:val="28"/>
          <w:szCs w:val="28"/>
          <w:lang w:val="uk-UA"/>
        </w:rPr>
        <w:t xml:space="preserve">Марківського </w:t>
      </w:r>
      <w:r w:rsidRPr="005240B0">
        <w:rPr>
          <w:sz w:val="28"/>
          <w:szCs w:val="28"/>
        </w:rPr>
        <w:t>комунального підприємства «Марківський комунальник» Віталій Скиртач.</w:t>
      </w:r>
    </w:p>
    <w:p w:rsidR="004C6C5A" w:rsidRPr="005240B0" w:rsidRDefault="004C6C5A" w:rsidP="00044ACB">
      <w:pPr>
        <w:ind w:firstLine="708"/>
        <w:jc w:val="both"/>
        <w:rPr>
          <w:sz w:val="16"/>
          <w:szCs w:val="16"/>
          <w:vertAlign w:val="superscript"/>
          <w:lang w:val="uk-UA"/>
        </w:rPr>
      </w:pPr>
    </w:p>
    <w:p w:rsidR="004C6C5A" w:rsidRPr="005240B0" w:rsidRDefault="004C6C5A" w:rsidP="00044ACB">
      <w:pPr>
        <w:pStyle w:val="BodyText2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5240B0">
        <w:rPr>
          <w:sz w:val="28"/>
          <w:szCs w:val="28"/>
        </w:rPr>
        <w:t>12.</w:t>
      </w:r>
      <w:r w:rsidRPr="005240B0">
        <w:rPr>
          <w:sz w:val="28"/>
          <w:szCs w:val="28"/>
          <w:lang w:val="uk-UA"/>
        </w:rPr>
        <w:t xml:space="preserve"> </w:t>
      </w:r>
      <w:r w:rsidRPr="005240B0">
        <w:rPr>
          <w:sz w:val="28"/>
          <w:szCs w:val="28"/>
        </w:rPr>
        <w:t xml:space="preserve">Про створення дочірнього підприємства «Ритуальна служба» Марківського комунального </w:t>
      </w:r>
      <w:r w:rsidRPr="005240B0">
        <w:rPr>
          <w:bCs/>
          <w:sz w:val="28"/>
          <w:szCs w:val="28"/>
        </w:rPr>
        <w:t>підприємства «Марківський комунальник» Марківської селищної ради Марківського району Луганської області.</w:t>
      </w:r>
    </w:p>
    <w:p w:rsidR="004C6C5A" w:rsidRPr="005240B0" w:rsidRDefault="004C6C5A" w:rsidP="00044ACB">
      <w:pPr>
        <w:ind w:right="175" w:firstLine="709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</w:rPr>
        <w:t>Доповідає:</w:t>
      </w:r>
      <w:r w:rsidRPr="005240B0">
        <w:rPr>
          <w:sz w:val="28"/>
          <w:szCs w:val="28"/>
        </w:rPr>
        <w:t xml:space="preserve"> </w:t>
      </w:r>
      <w:r w:rsidRPr="005240B0">
        <w:rPr>
          <w:sz w:val="28"/>
          <w:szCs w:val="28"/>
          <w:lang w:val="uk-UA"/>
        </w:rPr>
        <w:t>начальник юридичного відділу Марківської селищної ради Ігор Лигута.</w:t>
      </w:r>
    </w:p>
    <w:p w:rsidR="004C6C5A" w:rsidRPr="005240B0" w:rsidRDefault="004C6C5A" w:rsidP="00044ACB">
      <w:pPr>
        <w:ind w:firstLine="709"/>
        <w:jc w:val="both"/>
        <w:rPr>
          <w:sz w:val="28"/>
          <w:szCs w:val="28"/>
        </w:rPr>
      </w:pPr>
      <w:r w:rsidRPr="005240B0">
        <w:rPr>
          <w:b/>
          <w:i/>
          <w:sz w:val="28"/>
          <w:szCs w:val="28"/>
        </w:rPr>
        <w:t>Співдоповідач:</w:t>
      </w:r>
      <w:r w:rsidRPr="005240B0">
        <w:rPr>
          <w:sz w:val="28"/>
          <w:szCs w:val="28"/>
        </w:rPr>
        <w:t xml:space="preserve"> </w:t>
      </w:r>
      <w:r w:rsidRPr="005240B0">
        <w:rPr>
          <w:sz w:val="28"/>
          <w:szCs w:val="28"/>
          <w:lang w:val="uk-UA"/>
        </w:rPr>
        <w:t>начальник</w:t>
      </w:r>
      <w:r w:rsidRPr="005240B0">
        <w:rPr>
          <w:sz w:val="28"/>
          <w:szCs w:val="28"/>
        </w:rPr>
        <w:t xml:space="preserve"> </w:t>
      </w:r>
      <w:r w:rsidRPr="005240B0">
        <w:rPr>
          <w:sz w:val="28"/>
          <w:szCs w:val="28"/>
          <w:lang w:val="uk-UA"/>
        </w:rPr>
        <w:t xml:space="preserve">Марківського </w:t>
      </w:r>
      <w:r w:rsidRPr="005240B0">
        <w:rPr>
          <w:sz w:val="28"/>
          <w:szCs w:val="28"/>
        </w:rPr>
        <w:t>комунального підприємства «Марківський комунальник» Віталій Скиртач.</w:t>
      </w:r>
    </w:p>
    <w:p w:rsidR="004C6C5A" w:rsidRPr="005240B0" w:rsidRDefault="004C6C5A" w:rsidP="005240B0">
      <w:pPr>
        <w:tabs>
          <w:tab w:val="left" w:pos="1125"/>
        </w:tabs>
        <w:ind w:firstLine="708"/>
        <w:jc w:val="both"/>
        <w:rPr>
          <w:sz w:val="16"/>
          <w:szCs w:val="16"/>
          <w:vertAlign w:val="superscript"/>
        </w:rPr>
      </w:pPr>
      <w:r w:rsidRPr="005240B0">
        <w:rPr>
          <w:sz w:val="16"/>
          <w:szCs w:val="16"/>
          <w:vertAlign w:val="superscript"/>
        </w:rPr>
        <w:tab/>
      </w:r>
    </w:p>
    <w:p w:rsidR="004C6C5A" w:rsidRPr="005240B0" w:rsidRDefault="004C6C5A" w:rsidP="009F77B3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sz w:val="28"/>
          <w:szCs w:val="28"/>
          <w:lang w:val="uk-UA"/>
        </w:rPr>
        <w:t>13. Про створення комунального підприємства «Марківка Вода» Марківської селищної ради Марківського району Луганської області.</w:t>
      </w:r>
    </w:p>
    <w:p w:rsidR="004C6C5A" w:rsidRPr="005240B0" w:rsidRDefault="004C6C5A" w:rsidP="0013296D">
      <w:pPr>
        <w:ind w:right="175"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</w:t>
      </w:r>
      <w:r w:rsidRPr="005240B0">
        <w:rPr>
          <w:sz w:val="28"/>
          <w:szCs w:val="28"/>
          <w:lang w:val="uk-UA"/>
        </w:rPr>
        <w:t>: заступник селищного голови з питань діяльності виконавчих органів ради Володимир Личман.</w:t>
      </w:r>
    </w:p>
    <w:p w:rsidR="004C6C5A" w:rsidRPr="005240B0" w:rsidRDefault="004C6C5A" w:rsidP="005240B0">
      <w:pPr>
        <w:tabs>
          <w:tab w:val="left" w:pos="1140"/>
        </w:tabs>
        <w:ind w:firstLine="708"/>
        <w:jc w:val="both"/>
        <w:rPr>
          <w:sz w:val="16"/>
          <w:szCs w:val="16"/>
          <w:lang w:val="uk-UA"/>
        </w:rPr>
      </w:pPr>
      <w:r w:rsidRPr="005240B0">
        <w:rPr>
          <w:sz w:val="16"/>
          <w:szCs w:val="16"/>
          <w:lang w:val="uk-UA"/>
        </w:rPr>
        <w:tab/>
      </w:r>
    </w:p>
    <w:p w:rsidR="004C6C5A" w:rsidRPr="005240B0" w:rsidRDefault="004C6C5A" w:rsidP="009F77B3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sz w:val="28"/>
          <w:szCs w:val="28"/>
          <w:lang w:val="uk-UA"/>
        </w:rPr>
        <w:t>14. Про порядок закріплення майна комунальної власності Марківської селищної ради Марківського району Луганської області за підприємствами, установами, організаціями на правах господарського відання або оперативного управління.</w:t>
      </w:r>
    </w:p>
    <w:p w:rsidR="004C6C5A" w:rsidRPr="005240B0" w:rsidRDefault="004C6C5A" w:rsidP="00751F54">
      <w:pPr>
        <w:ind w:right="175"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</w:t>
      </w:r>
      <w:r w:rsidRPr="005240B0">
        <w:rPr>
          <w:sz w:val="28"/>
          <w:szCs w:val="28"/>
          <w:lang w:val="uk-UA"/>
        </w:rPr>
        <w:t>: начальник юридичного відділу Марківської селищної ради Ігор Лигута.</w:t>
      </w:r>
    </w:p>
    <w:p w:rsidR="004C6C5A" w:rsidRPr="005240B0" w:rsidRDefault="004C6C5A" w:rsidP="005240B0">
      <w:pPr>
        <w:tabs>
          <w:tab w:val="left" w:pos="1125"/>
        </w:tabs>
        <w:ind w:firstLine="708"/>
        <w:jc w:val="both"/>
        <w:rPr>
          <w:sz w:val="16"/>
          <w:szCs w:val="16"/>
          <w:vertAlign w:val="superscript"/>
          <w:lang w:val="uk-UA"/>
        </w:rPr>
      </w:pPr>
      <w:r w:rsidRPr="005240B0">
        <w:rPr>
          <w:sz w:val="16"/>
          <w:szCs w:val="16"/>
          <w:vertAlign w:val="superscript"/>
          <w:lang w:val="uk-UA"/>
        </w:rPr>
        <w:tab/>
      </w:r>
    </w:p>
    <w:p w:rsidR="004C6C5A" w:rsidRPr="005240B0" w:rsidRDefault="004C6C5A" w:rsidP="009F77B3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5240B0">
        <w:rPr>
          <w:sz w:val="28"/>
          <w:szCs w:val="28"/>
          <w:lang w:val="uk-UA"/>
        </w:rPr>
        <w:t xml:space="preserve">15. </w:t>
      </w:r>
      <w:r w:rsidRPr="005240B0">
        <w:rPr>
          <w:color w:val="000000"/>
          <w:sz w:val="28"/>
          <w:szCs w:val="28"/>
          <w:lang w:val="uk-UA"/>
        </w:rPr>
        <w:t>Про внесення змін до Положення про відділ «Центр надання адміністративних послуг» виконавчого комітету Марківської селищної ради та утворення віддалених робочих місць.</w:t>
      </w:r>
    </w:p>
    <w:p w:rsidR="004C6C5A" w:rsidRPr="005240B0" w:rsidRDefault="004C6C5A" w:rsidP="0097277E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 w:rsidRPr="005240B0">
        <w:rPr>
          <w:rFonts w:ascii="Times New Roman" w:hAnsi="Times New Roman"/>
          <w:b/>
          <w:i/>
          <w:sz w:val="28"/>
          <w:szCs w:val="28"/>
        </w:rPr>
        <w:t>Доповідає:</w:t>
      </w:r>
      <w:r w:rsidRPr="005240B0">
        <w:rPr>
          <w:rFonts w:ascii="Times New Roman" w:hAnsi="Times New Roman"/>
          <w:sz w:val="28"/>
          <w:szCs w:val="28"/>
        </w:rPr>
        <w:t xml:space="preserve"> начальник відділу «Центр надання адміністративних послуг» Марківської селищної ради</w:t>
      </w:r>
      <w:r w:rsidRPr="005240B0">
        <w:rPr>
          <w:rFonts w:ascii="Times New Roman" w:hAnsi="Times New Roman"/>
          <w:sz w:val="28"/>
          <w:szCs w:val="28"/>
          <w:lang w:val="uk-UA"/>
        </w:rPr>
        <w:t xml:space="preserve"> Світлана Мальцева</w:t>
      </w:r>
      <w:r w:rsidRPr="005240B0">
        <w:rPr>
          <w:rFonts w:ascii="Times New Roman" w:hAnsi="Times New Roman"/>
          <w:sz w:val="28"/>
          <w:szCs w:val="28"/>
        </w:rPr>
        <w:t>.</w:t>
      </w:r>
    </w:p>
    <w:p w:rsidR="004C6C5A" w:rsidRPr="005240B0" w:rsidRDefault="004C6C5A" w:rsidP="005240B0">
      <w:pPr>
        <w:pStyle w:val="10"/>
        <w:tabs>
          <w:tab w:val="left" w:pos="1125"/>
        </w:tabs>
        <w:ind w:firstLine="708"/>
        <w:jc w:val="both"/>
        <w:rPr>
          <w:rFonts w:ascii="Times New Roman" w:hAnsi="Times New Roman"/>
          <w:sz w:val="16"/>
          <w:szCs w:val="16"/>
        </w:rPr>
      </w:pPr>
      <w:r w:rsidRPr="005240B0">
        <w:rPr>
          <w:rFonts w:ascii="Times New Roman" w:hAnsi="Times New Roman"/>
          <w:sz w:val="16"/>
          <w:szCs w:val="16"/>
        </w:rPr>
        <w:tab/>
      </w:r>
    </w:p>
    <w:p w:rsidR="004C6C5A" w:rsidRPr="005240B0" w:rsidRDefault="004C6C5A" w:rsidP="007B38B4">
      <w:pPr>
        <w:ind w:firstLine="708"/>
        <w:jc w:val="both"/>
        <w:rPr>
          <w:sz w:val="28"/>
          <w:szCs w:val="28"/>
        </w:rPr>
      </w:pPr>
      <w:r w:rsidRPr="005240B0">
        <w:rPr>
          <w:sz w:val="28"/>
          <w:szCs w:val="28"/>
        </w:rPr>
        <w:t>16. Про затвердження графіків виїзду, маршрутів мобільного Центру надання адміністративних послуг виконавчого комітету Марківської селищної ради.</w:t>
      </w:r>
    </w:p>
    <w:p w:rsidR="004C6C5A" w:rsidRPr="005240B0" w:rsidRDefault="004C6C5A" w:rsidP="007B38B4">
      <w:pPr>
        <w:pStyle w:val="1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240B0">
        <w:rPr>
          <w:rFonts w:ascii="Times New Roman" w:hAnsi="Times New Roman"/>
          <w:b/>
          <w:i/>
          <w:sz w:val="28"/>
          <w:szCs w:val="28"/>
        </w:rPr>
        <w:t>Доповідає:</w:t>
      </w:r>
      <w:r w:rsidRPr="005240B0">
        <w:rPr>
          <w:rFonts w:ascii="Times New Roman" w:hAnsi="Times New Roman"/>
          <w:sz w:val="28"/>
          <w:szCs w:val="28"/>
        </w:rPr>
        <w:t xml:space="preserve"> начальник відділу «Центр надання адміністративних послуг» Марківської селищної ради</w:t>
      </w:r>
      <w:r w:rsidRPr="005240B0">
        <w:rPr>
          <w:rFonts w:ascii="Times New Roman" w:hAnsi="Times New Roman"/>
          <w:sz w:val="28"/>
          <w:szCs w:val="28"/>
          <w:lang w:val="uk-UA"/>
        </w:rPr>
        <w:t xml:space="preserve"> Світлана Мальцева</w:t>
      </w:r>
      <w:r w:rsidRPr="005240B0">
        <w:rPr>
          <w:rFonts w:ascii="Times New Roman" w:hAnsi="Times New Roman"/>
          <w:sz w:val="28"/>
          <w:szCs w:val="28"/>
        </w:rPr>
        <w:t>.</w:t>
      </w:r>
    </w:p>
    <w:p w:rsidR="004C6C5A" w:rsidRPr="005240B0" w:rsidRDefault="004C6C5A" w:rsidP="005240B0">
      <w:pPr>
        <w:pStyle w:val="10"/>
        <w:tabs>
          <w:tab w:val="left" w:pos="1140"/>
        </w:tabs>
        <w:ind w:firstLine="708"/>
        <w:jc w:val="both"/>
        <w:rPr>
          <w:rFonts w:ascii="Times New Roman" w:hAnsi="Times New Roman"/>
          <w:sz w:val="16"/>
          <w:szCs w:val="16"/>
          <w:vertAlign w:val="superscript"/>
          <w:lang w:val="uk-UA"/>
        </w:rPr>
      </w:pPr>
      <w:r w:rsidRPr="005240B0">
        <w:rPr>
          <w:rFonts w:ascii="Times New Roman" w:hAnsi="Times New Roman"/>
          <w:sz w:val="16"/>
          <w:szCs w:val="16"/>
          <w:vertAlign w:val="superscript"/>
          <w:lang w:val="uk-UA"/>
        </w:rPr>
        <w:tab/>
      </w:r>
    </w:p>
    <w:p w:rsidR="004C6C5A" w:rsidRPr="005240B0" w:rsidRDefault="004C6C5A" w:rsidP="005514A1">
      <w:pPr>
        <w:pStyle w:val="1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240B0">
        <w:rPr>
          <w:rFonts w:ascii="Times New Roman" w:hAnsi="Times New Roman"/>
          <w:sz w:val="28"/>
          <w:szCs w:val="28"/>
          <w:lang w:val="uk-UA"/>
        </w:rPr>
        <w:t>17. Про внесення змін до Положення про Комунальну установу «Трудовий архів територіальних громад Марківського району».</w:t>
      </w:r>
    </w:p>
    <w:p w:rsidR="004C6C5A" w:rsidRPr="005240B0" w:rsidRDefault="004C6C5A" w:rsidP="007D3235">
      <w:pPr>
        <w:ind w:right="175"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</w:t>
      </w:r>
      <w:r w:rsidRPr="005240B0">
        <w:rPr>
          <w:sz w:val="28"/>
          <w:szCs w:val="28"/>
          <w:lang w:val="uk-UA"/>
        </w:rPr>
        <w:t>: директор Комунальної установи «Трудовий архів територіальних громад Марківського району» Наталія Ткаченко.</w:t>
      </w:r>
    </w:p>
    <w:p w:rsidR="004C6C5A" w:rsidRPr="005240B0" w:rsidRDefault="004C6C5A" w:rsidP="005240B0">
      <w:pPr>
        <w:tabs>
          <w:tab w:val="left" w:pos="915"/>
          <w:tab w:val="left" w:pos="1110"/>
        </w:tabs>
        <w:ind w:right="175" w:firstLine="708"/>
        <w:jc w:val="both"/>
        <w:rPr>
          <w:sz w:val="16"/>
          <w:szCs w:val="16"/>
          <w:vertAlign w:val="superscript"/>
        </w:rPr>
      </w:pPr>
      <w:r w:rsidRPr="005240B0">
        <w:rPr>
          <w:sz w:val="16"/>
          <w:szCs w:val="16"/>
          <w:vertAlign w:val="superscript"/>
        </w:rPr>
        <w:tab/>
      </w:r>
      <w:r w:rsidRPr="005240B0">
        <w:rPr>
          <w:sz w:val="16"/>
          <w:szCs w:val="16"/>
          <w:vertAlign w:val="superscript"/>
        </w:rPr>
        <w:tab/>
      </w:r>
    </w:p>
    <w:p w:rsidR="004C6C5A" w:rsidRPr="005240B0" w:rsidRDefault="004C6C5A" w:rsidP="00206A7E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5240B0">
        <w:rPr>
          <w:sz w:val="28"/>
          <w:szCs w:val="28"/>
        </w:rPr>
        <w:t>18. Про внесення змін до рішення дванадцятої сесії Марківської селищної ради сьомого скликання від 25.02.2020 № 12-59/2020 «Про надання згоди щодо безоплатного прийняття в комунальну власність Марківської селищної ради державного майна».</w:t>
      </w:r>
    </w:p>
    <w:p w:rsidR="004C6C5A" w:rsidRPr="005240B0" w:rsidRDefault="004C6C5A" w:rsidP="00206A7E">
      <w:pPr>
        <w:ind w:right="175"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</w:t>
      </w:r>
      <w:r w:rsidRPr="005240B0">
        <w:rPr>
          <w:sz w:val="28"/>
          <w:szCs w:val="28"/>
          <w:lang w:val="uk-UA"/>
        </w:rPr>
        <w:t>: начальник юридичного відділу Марківської селищної ради Ігор Лигута.</w:t>
      </w:r>
    </w:p>
    <w:p w:rsidR="004C6C5A" w:rsidRPr="005240B0" w:rsidRDefault="004C6C5A" w:rsidP="005240B0">
      <w:pPr>
        <w:tabs>
          <w:tab w:val="left" w:pos="1140"/>
        </w:tabs>
        <w:ind w:right="175" w:firstLine="708"/>
        <w:jc w:val="both"/>
        <w:rPr>
          <w:sz w:val="16"/>
          <w:szCs w:val="16"/>
          <w:lang w:val="uk-UA"/>
        </w:rPr>
      </w:pPr>
      <w:r w:rsidRPr="005240B0">
        <w:rPr>
          <w:sz w:val="16"/>
          <w:szCs w:val="16"/>
          <w:lang w:val="uk-UA"/>
        </w:rPr>
        <w:tab/>
      </w:r>
    </w:p>
    <w:p w:rsidR="004C6C5A" w:rsidRPr="005240B0" w:rsidRDefault="004C6C5A" w:rsidP="00DF070E">
      <w:pPr>
        <w:ind w:firstLine="708"/>
        <w:jc w:val="both"/>
        <w:rPr>
          <w:bCs/>
          <w:sz w:val="28"/>
          <w:szCs w:val="28"/>
          <w:lang w:val="uk-UA"/>
        </w:rPr>
      </w:pPr>
      <w:r w:rsidRPr="005240B0">
        <w:rPr>
          <w:bCs/>
          <w:sz w:val="28"/>
          <w:szCs w:val="28"/>
          <w:lang w:val="uk-UA"/>
        </w:rPr>
        <w:t>19. Про</w:t>
      </w:r>
      <w:r w:rsidRPr="005240B0">
        <w:rPr>
          <w:sz w:val="28"/>
          <w:szCs w:val="28"/>
          <w:lang w:val="uk-UA"/>
        </w:rPr>
        <w:t xml:space="preserve"> продовження терміну дії договору оренди земельної ділянки, реєстраційний номер 21813123 укладеного між Марківською селищною радою та гр. Ковалівською Галиною Василівною, </w:t>
      </w:r>
      <w:r w:rsidRPr="005240B0">
        <w:rPr>
          <w:bCs/>
          <w:sz w:val="28"/>
          <w:szCs w:val="28"/>
        </w:rPr>
        <w:t xml:space="preserve">яка за даними Державного земельного кадастру враховується в </w:t>
      </w:r>
      <w:r w:rsidRPr="005240B0">
        <w:rPr>
          <w:bCs/>
          <w:sz w:val="28"/>
          <w:szCs w:val="28"/>
          <w:lang w:val="uk-UA"/>
        </w:rPr>
        <w:t>Ліснополянській сільській раді Марківського району Луганської області.</w:t>
      </w:r>
    </w:p>
    <w:p w:rsidR="004C6C5A" w:rsidRPr="005240B0" w:rsidRDefault="004C6C5A" w:rsidP="00DF070E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4C6C5A" w:rsidRPr="005240B0" w:rsidRDefault="004C6C5A" w:rsidP="005240B0">
      <w:pPr>
        <w:tabs>
          <w:tab w:val="left" w:pos="1125"/>
        </w:tabs>
        <w:ind w:firstLine="708"/>
        <w:jc w:val="both"/>
        <w:rPr>
          <w:sz w:val="16"/>
          <w:szCs w:val="16"/>
          <w:lang w:val="uk-UA"/>
        </w:rPr>
      </w:pPr>
      <w:r w:rsidRPr="005240B0">
        <w:rPr>
          <w:sz w:val="16"/>
          <w:szCs w:val="16"/>
          <w:lang w:val="uk-UA"/>
        </w:rPr>
        <w:tab/>
      </w:r>
    </w:p>
    <w:p w:rsidR="004C6C5A" w:rsidRPr="005240B0" w:rsidRDefault="004C6C5A" w:rsidP="00DF070E">
      <w:pPr>
        <w:ind w:firstLine="708"/>
        <w:jc w:val="both"/>
        <w:rPr>
          <w:bCs/>
          <w:sz w:val="28"/>
          <w:szCs w:val="28"/>
          <w:lang w:val="uk-UA"/>
        </w:rPr>
      </w:pPr>
      <w:r w:rsidRPr="005240B0">
        <w:rPr>
          <w:bCs/>
          <w:sz w:val="28"/>
          <w:szCs w:val="28"/>
        </w:rPr>
        <w:t>20. Про затвердження про</w:t>
      </w:r>
      <w:r w:rsidRPr="005240B0">
        <w:rPr>
          <w:bCs/>
          <w:sz w:val="28"/>
          <w:szCs w:val="28"/>
          <w:lang w:val="uk-UA"/>
        </w:rPr>
        <w:t>є</w:t>
      </w:r>
      <w:r w:rsidRPr="005240B0">
        <w:rPr>
          <w:bCs/>
          <w:sz w:val="28"/>
          <w:szCs w:val="28"/>
        </w:rPr>
        <w:t xml:space="preserve">кту землеустрою щодо відведення земельної ділянки в оренду гр. </w:t>
      </w:r>
      <w:r w:rsidRPr="005240B0">
        <w:rPr>
          <w:bCs/>
          <w:sz w:val="28"/>
          <w:szCs w:val="28"/>
          <w:lang w:val="uk-UA"/>
        </w:rPr>
        <w:t>Унгуряну Олегу Васильовичу</w:t>
      </w:r>
      <w:r w:rsidRPr="005240B0">
        <w:rPr>
          <w:bCs/>
          <w:sz w:val="28"/>
          <w:szCs w:val="28"/>
        </w:rPr>
        <w:t xml:space="preserve">, для городництва, що знаходиться в межах населеного пункту, на території, яка за даними Державного земельного кадастру враховується в </w:t>
      </w:r>
      <w:r w:rsidRPr="005240B0">
        <w:rPr>
          <w:bCs/>
          <w:sz w:val="28"/>
          <w:szCs w:val="28"/>
          <w:lang w:val="uk-UA"/>
        </w:rPr>
        <w:t xml:space="preserve">Ліснополянській </w:t>
      </w:r>
      <w:r w:rsidRPr="005240B0">
        <w:rPr>
          <w:bCs/>
          <w:sz w:val="28"/>
          <w:szCs w:val="28"/>
        </w:rPr>
        <w:t xml:space="preserve">сільській раді за адресою: </w:t>
      </w:r>
      <w:r w:rsidRPr="005240B0">
        <w:rPr>
          <w:bCs/>
          <w:sz w:val="28"/>
          <w:szCs w:val="28"/>
          <w:lang w:val="uk-UA"/>
        </w:rPr>
        <w:t>с. Лісна Поляна (в районі І кварталу ІІ полоси)</w:t>
      </w:r>
      <w:r w:rsidRPr="005240B0">
        <w:rPr>
          <w:bCs/>
          <w:sz w:val="28"/>
          <w:szCs w:val="28"/>
        </w:rPr>
        <w:t xml:space="preserve"> Марківського району Луганської області</w:t>
      </w:r>
      <w:r w:rsidRPr="005240B0">
        <w:rPr>
          <w:bCs/>
          <w:sz w:val="28"/>
          <w:szCs w:val="28"/>
          <w:lang w:val="uk-UA"/>
        </w:rPr>
        <w:t>.</w:t>
      </w:r>
    </w:p>
    <w:p w:rsidR="004C6C5A" w:rsidRPr="005240B0" w:rsidRDefault="004C6C5A" w:rsidP="00DF070E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4C6C5A" w:rsidRPr="005240B0" w:rsidRDefault="004C6C5A" w:rsidP="005240B0">
      <w:pPr>
        <w:tabs>
          <w:tab w:val="left" w:pos="1125"/>
          <w:tab w:val="left" w:pos="1575"/>
        </w:tabs>
        <w:ind w:firstLine="708"/>
        <w:jc w:val="both"/>
        <w:rPr>
          <w:sz w:val="16"/>
          <w:szCs w:val="16"/>
          <w:lang w:val="uk-UA"/>
        </w:rPr>
      </w:pPr>
      <w:r w:rsidRPr="005240B0">
        <w:rPr>
          <w:sz w:val="28"/>
          <w:szCs w:val="28"/>
          <w:lang w:val="uk-UA"/>
        </w:rPr>
        <w:tab/>
      </w:r>
      <w:r w:rsidRPr="005240B0">
        <w:rPr>
          <w:sz w:val="16"/>
          <w:szCs w:val="16"/>
          <w:lang w:val="uk-UA"/>
        </w:rPr>
        <w:tab/>
      </w:r>
    </w:p>
    <w:p w:rsidR="004C6C5A" w:rsidRPr="005240B0" w:rsidRDefault="004C6C5A" w:rsidP="00DF070E">
      <w:pPr>
        <w:ind w:firstLine="708"/>
        <w:jc w:val="both"/>
        <w:rPr>
          <w:bCs/>
          <w:sz w:val="28"/>
          <w:szCs w:val="28"/>
          <w:lang w:val="uk-UA"/>
        </w:rPr>
      </w:pPr>
      <w:r w:rsidRPr="005240B0">
        <w:rPr>
          <w:bCs/>
          <w:sz w:val="28"/>
          <w:szCs w:val="28"/>
          <w:lang w:val="uk-UA"/>
        </w:rPr>
        <w:t xml:space="preserve">21. </w:t>
      </w:r>
      <w:r w:rsidRPr="005240B0">
        <w:rPr>
          <w:bCs/>
          <w:sz w:val="28"/>
          <w:szCs w:val="28"/>
        </w:rPr>
        <w:t>Про затвердження про</w:t>
      </w:r>
      <w:r w:rsidRPr="005240B0">
        <w:rPr>
          <w:bCs/>
          <w:sz w:val="28"/>
          <w:szCs w:val="28"/>
          <w:lang w:val="uk-UA"/>
        </w:rPr>
        <w:t>є</w:t>
      </w:r>
      <w:r w:rsidRPr="005240B0">
        <w:rPr>
          <w:bCs/>
          <w:sz w:val="28"/>
          <w:szCs w:val="28"/>
        </w:rPr>
        <w:t xml:space="preserve">кту землеустрою щодо відведення земельної ділянки в оренду гр. </w:t>
      </w:r>
      <w:r w:rsidRPr="005240B0">
        <w:rPr>
          <w:bCs/>
          <w:sz w:val="28"/>
          <w:szCs w:val="28"/>
          <w:lang w:val="uk-UA"/>
        </w:rPr>
        <w:t>Унгуряну Олегу Васильовичу</w:t>
      </w:r>
      <w:r w:rsidRPr="005240B0">
        <w:rPr>
          <w:bCs/>
          <w:sz w:val="28"/>
          <w:szCs w:val="28"/>
        </w:rPr>
        <w:t xml:space="preserve">, для городництва, що знаходиться в межах населеного пункту, на території, яка за даними Державного земельного кадастру враховується в </w:t>
      </w:r>
      <w:r w:rsidRPr="005240B0">
        <w:rPr>
          <w:bCs/>
          <w:sz w:val="28"/>
          <w:szCs w:val="28"/>
          <w:lang w:val="uk-UA"/>
        </w:rPr>
        <w:t xml:space="preserve">Ліснополянській </w:t>
      </w:r>
      <w:r w:rsidRPr="005240B0">
        <w:rPr>
          <w:bCs/>
          <w:sz w:val="28"/>
          <w:szCs w:val="28"/>
        </w:rPr>
        <w:t xml:space="preserve">сільській раді за адресою: </w:t>
      </w:r>
      <w:r w:rsidRPr="005240B0">
        <w:rPr>
          <w:bCs/>
          <w:sz w:val="28"/>
          <w:szCs w:val="28"/>
          <w:lang w:val="uk-UA"/>
        </w:rPr>
        <w:t>с. Лісна Поляна (в районі вулиці Садової)</w:t>
      </w:r>
      <w:r w:rsidRPr="005240B0">
        <w:rPr>
          <w:bCs/>
          <w:sz w:val="28"/>
          <w:szCs w:val="28"/>
        </w:rPr>
        <w:t xml:space="preserve"> Марківського району Луганської області</w:t>
      </w:r>
      <w:r w:rsidRPr="005240B0">
        <w:rPr>
          <w:bCs/>
          <w:sz w:val="28"/>
          <w:szCs w:val="28"/>
          <w:lang w:val="uk-UA"/>
        </w:rPr>
        <w:t>.</w:t>
      </w:r>
    </w:p>
    <w:p w:rsidR="004C6C5A" w:rsidRPr="005240B0" w:rsidRDefault="004C6C5A" w:rsidP="00DF070E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4C6C5A" w:rsidRPr="005240B0" w:rsidRDefault="004C6C5A" w:rsidP="00DF070E">
      <w:pPr>
        <w:ind w:firstLine="708"/>
        <w:jc w:val="both"/>
        <w:rPr>
          <w:bCs/>
          <w:sz w:val="16"/>
          <w:szCs w:val="16"/>
          <w:vertAlign w:val="superscript"/>
          <w:lang w:val="uk-UA"/>
        </w:rPr>
      </w:pPr>
    </w:p>
    <w:p w:rsidR="004C6C5A" w:rsidRPr="005240B0" w:rsidRDefault="004C6C5A" w:rsidP="00DF070E">
      <w:pPr>
        <w:ind w:firstLine="708"/>
        <w:jc w:val="both"/>
        <w:rPr>
          <w:bCs/>
          <w:sz w:val="28"/>
          <w:szCs w:val="28"/>
          <w:lang w:val="uk-UA"/>
        </w:rPr>
      </w:pPr>
      <w:r w:rsidRPr="005240B0">
        <w:rPr>
          <w:bCs/>
          <w:sz w:val="28"/>
          <w:szCs w:val="28"/>
        </w:rPr>
        <w:t>22. Про затвердження про</w:t>
      </w:r>
      <w:r w:rsidRPr="005240B0">
        <w:rPr>
          <w:bCs/>
          <w:sz w:val="28"/>
          <w:szCs w:val="28"/>
          <w:lang w:val="uk-UA"/>
        </w:rPr>
        <w:t>є</w:t>
      </w:r>
      <w:r w:rsidRPr="005240B0">
        <w:rPr>
          <w:bCs/>
          <w:sz w:val="28"/>
          <w:szCs w:val="28"/>
        </w:rPr>
        <w:t xml:space="preserve">кту землеустрою щодо відведення земельної ділянки в оренду гр. </w:t>
      </w:r>
      <w:r w:rsidRPr="005240B0">
        <w:rPr>
          <w:bCs/>
          <w:sz w:val="28"/>
          <w:szCs w:val="28"/>
          <w:lang w:val="uk-UA"/>
        </w:rPr>
        <w:t>Віннику Валентину Васильовичу</w:t>
      </w:r>
      <w:r w:rsidRPr="005240B0">
        <w:rPr>
          <w:bCs/>
          <w:sz w:val="28"/>
          <w:szCs w:val="28"/>
        </w:rPr>
        <w:t xml:space="preserve">, для городництва, що знаходиться в межах населеного пункту, на території, яка за даними Державного земельного кадастру враховується в </w:t>
      </w:r>
      <w:r w:rsidRPr="005240B0">
        <w:rPr>
          <w:bCs/>
          <w:sz w:val="28"/>
          <w:szCs w:val="28"/>
          <w:lang w:val="uk-UA"/>
        </w:rPr>
        <w:t xml:space="preserve">Ліснополянській </w:t>
      </w:r>
      <w:r w:rsidRPr="005240B0">
        <w:rPr>
          <w:bCs/>
          <w:sz w:val="28"/>
          <w:szCs w:val="28"/>
        </w:rPr>
        <w:t xml:space="preserve">сільській раді за адресою: </w:t>
      </w:r>
      <w:r w:rsidRPr="005240B0">
        <w:rPr>
          <w:bCs/>
          <w:sz w:val="28"/>
          <w:szCs w:val="28"/>
          <w:lang w:val="uk-UA"/>
        </w:rPr>
        <w:t>с. Фартуківка (в районі вулиці Урожайної)</w:t>
      </w:r>
      <w:r w:rsidRPr="005240B0">
        <w:rPr>
          <w:bCs/>
          <w:sz w:val="28"/>
          <w:szCs w:val="28"/>
        </w:rPr>
        <w:t xml:space="preserve"> Марківського району Луганської області</w:t>
      </w:r>
      <w:r w:rsidRPr="005240B0">
        <w:rPr>
          <w:bCs/>
          <w:sz w:val="28"/>
          <w:szCs w:val="28"/>
          <w:lang w:val="uk-UA"/>
        </w:rPr>
        <w:t>.</w:t>
      </w:r>
    </w:p>
    <w:p w:rsidR="004C6C5A" w:rsidRPr="005240B0" w:rsidRDefault="004C6C5A" w:rsidP="00DF070E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4C6C5A" w:rsidRPr="005240B0" w:rsidRDefault="004C6C5A" w:rsidP="005240B0">
      <w:pPr>
        <w:tabs>
          <w:tab w:val="left" w:pos="1140"/>
        </w:tabs>
        <w:ind w:firstLine="708"/>
        <w:jc w:val="both"/>
        <w:rPr>
          <w:sz w:val="16"/>
          <w:szCs w:val="16"/>
          <w:vertAlign w:val="superscript"/>
          <w:lang w:val="uk-UA"/>
        </w:rPr>
      </w:pPr>
      <w:r w:rsidRPr="005240B0">
        <w:rPr>
          <w:sz w:val="16"/>
          <w:szCs w:val="16"/>
          <w:vertAlign w:val="superscript"/>
          <w:lang w:val="uk-UA"/>
        </w:rPr>
        <w:tab/>
      </w:r>
    </w:p>
    <w:p w:rsidR="004C6C5A" w:rsidRPr="005240B0" w:rsidRDefault="004C6C5A" w:rsidP="00DF070E">
      <w:pPr>
        <w:ind w:firstLine="708"/>
        <w:jc w:val="both"/>
        <w:rPr>
          <w:bCs/>
          <w:sz w:val="28"/>
          <w:szCs w:val="28"/>
          <w:lang w:val="uk-UA"/>
        </w:rPr>
      </w:pPr>
      <w:r w:rsidRPr="005240B0">
        <w:rPr>
          <w:bCs/>
          <w:sz w:val="28"/>
          <w:szCs w:val="28"/>
        </w:rPr>
        <w:t>23. Про надання дозволу на виготовлення про</w:t>
      </w:r>
      <w:r w:rsidRPr="005240B0">
        <w:rPr>
          <w:bCs/>
          <w:sz w:val="28"/>
          <w:szCs w:val="28"/>
          <w:lang w:val="uk-UA"/>
        </w:rPr>
        <w:t>є</w:t>
      </w:r>
      <w:r w:rsidRPr="005240B0">
        <w:rPr>
          <w:bCs/>
          <w:sz w:val="28"/>
          <w:szCs w:val="28"/>
        </w:rPr>
        <w:t xml:space="preserve">кту землеустрою щодо відведення земельної ділянки у приватну власність </w:t>
      </w:r>
      <w:r w:rsidRPr="005240B0">
        <w:rPr>
          <w:sz w:val="28"/>
          <w:szCs w:val="28"/>
        </w:rPr>
        <w:t xml:space="preserve">гр. </w:t>
      </w:r>
      <w:r w:rsidRPr="005240B0">
        <w:rPr>
          <w:sz w:val="28"/>
          <w:szCs w:val="28"/>
          <w:lang w:val="uk-UA"/>
        </w:rPr>
        <w:t xml:space="preserve">Аносову Костянтину Федоровичу </w:t>
      </w:r>
      <w:r w:rsidRPr="005240B0">
        <w:rPr>
          <w:sz w:val="28"/>
          <w:szCs w:val="28"/>
        </w:rPr>
        <w:t>для ведення особистого селянського господарства</w:t>
      </w:r>
      <w:r w:rsidRPr="005240B0">
        <w:rPr>
          <w:sz w:val="28"/>
          <w:szCs w:val="28"/>
          <w:lang w:val="uk-UA"/>
        </w:rPr>
        <w:t xml:space="preserve"> в межах населеного пункту с. Лісна Поляна</w:t>
      </w:r>
      <w:r w:rsidRPr="005240B0">
        <w:rPr>
          <w:sz w:val="28"/>
          <w:szCs w:val="28"/>
        </w:rPr>
        <w:t xml:space="preserve">, </w:t>
      </w:r>
      <w:r w:rsidRPr="005240B0">
        <w:rPr>
          <w:bCs/>
          <w:sz w:val="28"/>
          <w:szCs w:val="28"/>
        </w:rPr>
        <w:t xml:space="preserve">яка за даними Державного земельного кадастру враховується в </w:t>
      </w:r>
      <w:r w:rsidRPr="005240B0">
        <w:rPr>
          <w:bCs/>
          <w:sz w:val="28"/>
          <w:szCs w:val="28"/>
          <w:lang w:val="uk-UA"/>
        </w:rPr>
        <w:t>Ліснополянській сільській раді Марківського району Луганської області.</w:t>
      </w:r>
    </w:p>
    <w:p w:rsidR="004C6C5A" w:rsidRPr="005240B0" w:rsidRDefault="004C6C5A" w:rsidP="00DF070E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4C6C5A" w:rsidRPr="005240B0" w:rsidRDefault="004C6C5A" w:rsidP="005240B0">
      <w:pPr>
        <w:tabs>
          <w:tab w:val="left" w:pos="1125"/>
        </w:tabs>
        <w:ind w:firstLine="708"/>
        <w:jc w:val="both"/>
        <w:rPr>
          <w:bCs/>
          <w:sz w:val="16"/>
          <w:szCs w:val="16"/>
          <w:lang w:val="uk-UA"/>
        </w:rPr>
      </w:pPr>
      <w:r w:rsidRPr="005240B0">
        <w:rPr>
          <w:bCs/>
          <w:sz w:val="16"/>
          <w:szCs w:val="16"/>
          <w:lang w:val="uk-UA"/>
        </w:rPr>
        <w:tab/>
      </w:r>
    </w:p>
    <w:p w:rsidR="004C6C5A" w:rsidRPr="005240B0" w:rsidRDefault="004C6C5A" w:rsidP="00991CC5">
      <w:pPr>
        <w:pStyle w:val="NoSpacing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240B0">
        <w:rPr>
          <w:rFonts w:ascii="Times New Roman" w:hAnsi="Times New Roman"/>
          <w:sz w:val="28"/>
          <w:szCs w:val="28"/>
          <w:lang w:val="uk-UA"/>
        </w:rPr>
        <w:t>24. Про надання дозволу на виготовлення проєкту землеустрою щодо відведення земельної ділянки у приватну власність гр. Борецькій Любові Павлівні, для ведення садівництва за адресою: с. Тишківка вул. Затишна (в районі домоволодіння № 56), на території, яка за даними Державного земельного кадастру враховується в Ліснополянській сільській раді Марківського району Луганської області.</w:t>
      </w:r>
    </w:p>
    <w:p w:rsidR="004C6C5A" w:rsidRPr="005240B0" w:rsidRDefault="004C6C5A" w:rsidP="00991CC5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4C6C5A" w:rsidRPr="005240B0" w:rsidRDefault="004C6C5A" w:rsidP="005240B0">
      <w:pPr>
        <w:tabs>
          <w:tab w:val="left" w:pos="1170"/>
        </w:tabs>
        <w:ind w:firstLine="708"/>
        <w:jc w:val="both"/>
        <w:rPr>
          <w:sz w:val="16"/>
          <w:szCs w:val="16"/>
          <w:lang w:val="uk-UA"/>
        </w:rPr>
      </w:pPr>
      <w:r w:rsidRPr="005240B0">
        <w:rPr>
          <w:sz w:val="16"/>
          <w:szCs w:val="16"/>
          <w:lang w:val="uk-UA"/>
        </w:rPr>
        <w:tab/>
      </w:r>
    </w:p>
    <w:p w:rsidR="004C6C5A" w:rsidRPr="005240B0" w:rsidRDefault="004C6C5A" w:rsidP="00991CC5">
      <w:pPr>
        <w:pStyle w:val="NoSpacing"/>
        <w:ind w:firstLine="708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5240B0">
        <w:rPr>
          <w:rFonts w:ascii="Times New Roman" w:hAnsi="Times New Roman"/>
          <w:sz w:val="28"/>
          <w:szCs w:val="28"/>
          <w:lang w:val="uk-UA"/>
        </w:rPr>
        <w:t>25.</w:t>
      </w:r>
      <w:r w:rsidRPr="005240B0">
        <w:rPr>
          <w:rFonts w:ascii="Times New Roman" w:hAnsi="Times New Roman"/>
          <w:sz w:val="28"/>
          <w:szCs w:val="28"/>
          <w:lang w:val="uk-UA" w:eastAsia="uk-UA"/>
        </w:rPr>
        <w:t xml:space="preserve"> Про припинення договору оренди землі від 07.09.2009 р., реєстраційний                 № 040940000288, укладеного між Ліснополянською сільською радою та Марківським лісомисливським лісництвом ДП «Біловодське ЛМГ».</w:t>
      </w:r>
    </w:p>
    <w:p w:rsidR="004C6C5A" w:rsidRPr="005240B0" w:rsidRDefault="004C6C5A" w:rsidP="00991CC5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4C6C5A" w:rsidRPr="005240B0" w:rsidRDefault="004C6C5A" w:rsidP="00DF070E">
      <w:pPr>
        <w:pStyle w:val="NoSpacing"/>
        <w:rPr>
          <w:rFonts w:ascii="Times New Roman" w:hAnsi="Times New Roman"/>
          <w:sz w:val="16"/>
          <w:szCs w:val="16"/>
          <w:lang w:val="uk-UA" w:eastAsia="uk-UA"/>
        </w:rPr>
      </w:pPr>
    </w:p>
    <w:p w:rsidR="004C6C5A" w:rsidRPr="005240B0" w:rsidRDefault="004C6C5A" w:rsidP="00991CC5">
      <w:pPr>
        <w:pStyle w:val="NoSpacing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240B0">
        <w:rPr>
          <w:rFonts w:ascii="Times New Roman" w:hAnsi="Times New Roman"/>
          <w:sz w:val="28"/>
          <w:szCs w:val="28"/>
          <w:lang w:val="uk-UA" w:eastAsia="uk-UA"/>
        </w:rPr>
        <w:t xml:space="preserve">26. </w:t>
      </w:r>
      <w:r w:rsidRPr="005240B0">
        <w:rPr>
          <w:rFonts w:ascii="Times New Roman" w:hAnsi="Times New Roman"/>
          <w:sz w:val="28"/>
          <w:szCs w:val="28"/>
          <w:lang w:val="uk-UA"/>
        </w:rPr>
        <w:t>Про надання дозволу на виготовлення проєкту землеустрою щодо відведення земельної ділянки в оренду для городництва гр. Рипалу Дмитру Юрійовичу, за адресою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5240B0">
        <w:rPr>
          <w:rFonts w:ascii="Times New Roman" w:hAnsi="Times New Roman"/>
          <w:sz w:val="28"/>
          <w:szCs w:val="28"/>
          <w:lang w:val="uk-UA"/>
        </w:rPr>
        <w:t>с. Лісна Поляна, на території, яка за даними Державного земельного кадастру враховується в Ліснополянській сільській раді Марківського району Луганської області.</w:t>
      </w:r>
    </w:p>
    <w:p w:rsidR="004C6C5A" w:rsidRPr="005240B0" w:rsidRDefault="004C6C5A" w:rsidP="00991CC5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4C6C5A" w:rsidRPr="005240B0" w:rsidRDefault="004C6C5A" w:rsidP="005240B0">
      <w:pPr>
        <w:tabs>
          <w:tab w:val="left" w:pos="1155"/>
        </w:tabs>
        <w:ind w:firstLine="708"/>
        <w:jc w:val="both"/>
        <w:rPr>
          <w:sz w:val="16"/>
          <w:szCs w:val="16"/>
          <w:lang w:val="uk-UA"/>
        </w:rPr>
      </w:pPr>
      <w:r w:rsidRPr="005240B0">
        <w:rPr>
          <w:sz w:val="16"/>
          <w:szCs w:val="16"/>
          <w:lang w:val="uk-UA"/>
        </w:rPr>
        <w:tab/>
      </w:r>
    </w:p>
    <w:p w:rsidR="004C6C5A" w:rsidRPr="005240B0" w:rsidRDefault="004C6C5A" w:rsidP="00991CC5">
      <w:pPr>
        <w:pStyle w:val="NoSpacing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240B0">
        <w:rPr>
          <w:rFonts w:ascii="Times New Roman" w:hAnsi="Times New Roman"/>
          <w:sz w:val="28"/>
          <w:szCs w:val="28"/>
          <w:lang w:val="uk-UA" w:eastAsia="uk-UA"/>
        </w:rPr>
        <w:t>27.</w:t>
      </w:r>
      <w:r w:rsidRPr="005240B0">
        <w:rPr>
          <w:rFonts w:ascii="Times New Roman" w:hAnsi="Times New Roman"/>
          <w:sz w:val="28"/>
          <w:szCs w:val="28"/>
          <w:lang w:val="uk-UA"/>
        </w:rPr>
        <w:t xml:space="preserve"> Про надання дозволу на виготовлення проєкту землеустрою щодо відведення земельної ділянки у приватну власність гр. Коссе Владиславу Яновичу, для ведення особистого селянського господарства за адресою: с. Тишківка (в районі кладовища), на території, яка за даними Державного земельного кадастру враховується в Ліснополянській сільській раді Марківського району Луганської області.</w:t>
      </w:r>
    </w:p>
    <w:p w:rsidR="004C6C5A" w:rsidRPr="005240B0" w:rsidRDefault="004C6C5A" w:rsidP="00991CC5">
      <w:pPr>
        <w:ind w:firstLine="708"/>
        <w:jc w:val="both"/>
        <w:rPr>
          <w:sz w:val="28"/>
          <w:szCs w:val="28"/>
          <w:vertAlign w:val="superscript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4C6C5A" w:rsidRPr="005240B0" w:rsidRDefault="004C6C5A" w:rsidP="005240B0">
      <w:pPr>
        <w:tabs>
          <w:tab w:val="left" w:pos="1095"/>
        </w:tabs>
        <w:ind w:firstLine="708"/>
        <w:jc w:val="both"/>
        <w:rPr>
          <w:sz w:val="16"/>
          <w:szCs w:val="16"/>
          <w:lang w:val="uk-UA"/>
        </w:rPr>
      </w:pPr>
      <w:r w:rsidRPr="005240B0">
        <w:rPr>
          <w:sz w:val="16"/>
          <w:szCs w:val="16"/>
          <w:lang w:val="uk-UA"/>
        </w:rPr>
        <w:tab/>
      </w:r>
    </w:p>
    <w:p w:rsidR="004C6C5A" w:rsidRPr="005240B0" w:rsidRDefault="004C6C5A" w:rsidP="00991CC5">
      <w:pPr>
        <w:pStyle w:val="NoSpacing"/>
        <w:ind w:firstLine="708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5240B0">
        <w:rPr>
          <w:rFonts w:ascii="Times New Roman" w:hAnsi="Times New Roman"/>
          <w:sz w:val="28"/>
          <w:szCs w:val="28"/>
          <w:lang w:val="uk-UA"/>
        </w:rPr>
        <w:t>28.</w:t>
      </w:r>
      <w:r w:rsidRPr="005240B0">
        <w:rPr>
          <w:sz w:val="28"/>
          <w:szCs w:val="28"/>
          <w:lang w:eastAsia="uk-UA"/>
        </w:rPr>
        <w:t xml:space="preserve"> </w:t>
      </w:r>
      <w:r w:rsidRPr="005240B0">
        <w:rPr>
          <w:rFonts w:ascii="Times New Roman" w:hAnsi="Times New Roman"/>
          <w:sz w:val="28"/>
          <w:szCs w:val="28"/>
          <w:lang w:val="uk-UA" w:eastAsia="uk-UA"/>
        </w:rPr>
        <w:t>Про затвердження проєкту землеустрою щодо відведення земельної ділянки у приватну власність гр. Венедіктовій Ганні Сергіївні, для ведення особистого селянського господарства, що знаходиться в межах населеного пункту, на території, яка за даними Державного земельного кадастру враховується в Ліснополянській сільській раді за адресою: с. Тишківка (в районі вулиці Затишної), Марківського району Луганської області.</w:t>
      </w:r>
    </w:p>
    <w:p w:rsidR="004C6C5A" w:rsidRPr="005240B0" w:rsidRDefault="004C6C5A" w:rsidP="00991CC5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4C6C5A" w:rsidRPr="005240B0" w:rsidRDefault="004C6C5A" w:rsidP="005240B0">
      <w:pPr>
        <w:tabs>
          <w:tab w:val="left" w:pos="1140"/>
        </w:tabs>
        <w:ind w:firstLine="708"/>
        <w:jc w:val="both"/>
        <w:rPr>
          <w:sz w:val="16"/>
          <w:szCs w:val="16"/>
          <w:vertAlign w:val="superscript"/>
          <w:lang w:val="uk-UA"/>
        </w:rPr>
      </w:pPr>
      <w:r w:rsidRPr="005240B0">
        <w:rPr>
          <w:sz w:val="16"/>
          <w:szCs w:val="16"/>
          <w:vertAlign w:val="superscript"/>
          <w:lang w:val="uk-UA"/>
        </w:rPr>
        <w:tab/>
      </w:r>
    </w:p>
    <w:p w:rsidR="004C6C5A" w:rsidRPr="005240B0" w:rsidRDefault="004C6C5A" w:rsidP="00DF070E">
      <w:pPr>
        <w:ind w:firstLine="708"/>
        <w:jc w:val="both"/>
        <w:rPr>
          <w:bCs/>
          <w:sz w:val="28"/>
          <w:szCs w:val="28"/>
          <w:lang w:val="uk-UA"/>
        </w:rPr>
      </w:pPr>
      <w:bookmarkStart w:id="0" w:name="_GoBack"/>
      <w:bookmarkEnd w:id="0"/>
      <w:r w:rsidRPr="005240B0">
        <w:rPr>
          <w:bCs/>
          <w:sz w:val="28"/>
          <w:szCs w:val="28"/>
          <w:lang w:val="uk-UA"/>
        </w:rPr>
        <w:t>29. Про надання дозволу на виготовлення технічної документації із інвентаризації земельної ділянки комунальної власності за адресою: с. Лісна Поляна (в районі вул. Центральна), яка за даними Державного земельного кадастру враховується в Ліснополянській сільській раді Марківського району Луганської області.</w:t>
      </w:r>
    </w:p>
    <w:p w:rsidR="004C6C5A" w:rsidRPr="005240B0" w:rsidRDefault="004C6C5A" w:rsidP="00991CC5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4C6C5A" w:rsidRPr="005240B0" w:rsidRDefault="004C6C5A" w:rsidP="005240B0">
      <w:pPr>
        <w:tabs>
          <w:tab w:val="left" w:pos="1125"/>
        </w:tabs>
        <w:ind w:firstLine="708"/>
        <w:jc w:val="both"/>
        <w:rPr>
          <w:sz w:val="16"/>
          <w:szCs w:val="16"/>
          <w:lang w:val="uk-UA"/>
        </w:rPr>
      </w:pPr>
      <w:r w:rsidRPr="005240B0">
        <w:rPr>
          <w:sz w:val="16"/>
          <w:szCs w:val="16"/>
          <w:lang w:val="uk-UA"/>
        </w:rPr>
        <w:tab/>
      </w:r>
    </w:p>
    <w:p w:rsidR="004C6C5A" w:rsidRPr="005240B0" w:rsidRDefault="004C6C5A" w:rsidP="00DF070E">
      <w:pPr>
        <w:ind w:firstLine="708"/>
        <w:jc w:val="both"/>
        <w:rPr>
          <w:bCs/>
          <w:sz w:val="28"/>
          <w:szCs w:val="28"/>
          <w:lang w:val="uk-UA"/>
        </w:rPr>
      </w:pPr>
      <w:r w:rsidRPr="005240B0">
        <w:rPr>
          <w:bCs/>
          <w:sz w:val="28"/>
          <w:szCs w:val="28"/>
        </w:rPr>
        <w:t>30. Про надання дозволу на виготовлення про</w:t>
      </w:r>
      <w:r w:rsidRPr="005240B0">
        <w:rPr>
          <w:bCs/>
          <w:sz w:val="28"/>
          <w:szCs w:val="28"/>
          <w:lang w:val="uk-UA"/>
        </w:rPr>
        <w:t>є</w:t>
      </w:r>
      <w:r w:rsidRPr="005240B0">
        <w:rPr>
          <w:bCs/>
          <w:sz w:val="28"/>
          <w:szCs w:val="28"/>
        </w:rPr>
        <w:t xml:space="preserve">кту землеустрою щодо відведення земельної ділянки у приватну власність </w:t>
      </w:r>
      <w:r w:rsidRPr="005240B0">
        <w:rPr>
          <w:sz w:val="28"/>
          <w:szCs w:val="28"/>
        </w:rPr>
        <w:t xml:space="preserve">гр. </w:t>
      </w:r>
      <w:r w:rsidRPr="005240B0">
        <w:rPr>
          <w:sz w:val="28"/>
          <w:szCs w:val="28"/>
          <w:lang w:val="uk-UA"/>
        </w:rPr>
        <w:t>Кравцовій Ірині Вікторівні</w:t>
      </w:r>
      <w:r w:rsidRPr="005240B0">
        <w:rPr>
          <w:sz w:val="28"/>
          <w:szCs w:val="28"/>
        </w:rPr>
        <w:t xml:space="preserve"> для ведення особистого селянського господарства</w:t>
      </w:r>
      <w:r w:rsidRPr="005240B0">
        <w:rPr>
          <w:sz w:val="28"/>
          <w:szCs w:val="28"/>
          <w:lang w:val="uk-UA"/>
        </w:rPr>
        <w:t xml:space="preserve"> в межах населеного пункту Бондарне</w:t>
      </w:r>
      <w:r w:rsidRPr="005240B0">
        <w:rPr>
          <w:sz w:val="28"/>
          <w:szCs w:val="28"/>
        </w:rPr>
        <w:t xml:space="preserve">, </w:t>
      </w:r>
      <w:r w:rsidRPr="005240B0">
        <w:rPr>
          <w:bCs/>
          <w:sz w:val="28"/>
          <w:szCs w:val="28"/>
        </w:rPr>
        <w:t xml:space="preserve">яка за даними Державного земельного кадастру враховується в </w:t>
      </w:r>
      <w:r w:rsidRPr="005240B0">
        <w:rPr>
          <w:bCs/>
          <w:sz w:val="28"/>
          <w:szCs w:val="28"/>
          <w:lang w:val="uk-UA"/>
        </w:rPr>
        <w:t>Сичанській сільській раді Марківського району Луганської області.</w:t>
      </w:r>
    </w:p>
    <w:p w:rsidR="004C6C5A" w:rsidRPr="005240B0" w:rsidRDefault="004C6C5A" w:rsidP="00DF070E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Антоніна Білець.</w:t>
      </w:r>
    </w:p>
    <w:p w:rsidR="004C6C5A" w:rsidRPr="005240B0" w:rsidRDefault="004C6C5A" w:rsidP="00DF070E">
      <w:pPr>
        <w:jc w:val="both"/>
        <w:rPr>
          <w:sz w:val="16"/>
          <w:szCs w:val="16"/>
          <w:lang w:val="uk-UA"/>
        </w:rPr>
      </w:pPr>
    </w:p>
    <w:p w:rsidR="004C6C5A" w:rsidRPr="005240B0" w:rsidRDefault="004C6C5A" w:rsidP="00DF070E">
      <w:pPr>
        <w:ind w:firstLine="708"/>
        <w:jc w:val="both"/>
        <w:rPr>
          <w:bCs/>
          <w:sz w:val="28"/>
          <w:szCs w:val="28"/>
        </w:rPr>
      </w:pPr>
      <w:r w:rsidRPr="005240B0">
        <w:rPr>
          <w:bCs/>
          <w:sz w:val="28"/>
          <w:szCs w:val="28"/>
        </w:rPr>
        <w:t>31. Про надання дозволу на виготовлення про</w:t>
      </w:r>
      <w:r w:rsidRPr="005240B0">
        <w:rPr>
          <w:bCs/>
          <w:sz w:val="28"/>
          <w:szCs w:val="28"/>
          <w:lang w:val="uk-UA"/>
        </w:rPr>
        <w:t>є</w:t>
      </w:r>
      <w:r w:rsidRPr="005240B0">
        <w:rPr>
          <w:bCs/>
          <w:sz w:val="28"/>
          <w:szCs w:val="28"/>
        </w:rPr>
        <w:t xml:space="preserve">кту землеустрою щодо відведення земельної ділянки у приватну власність </w:t>
      </w:r>
      <w:r w:rsidRPr="005240B0">
        <w:rPr>
          <w:sz w:val="28"/>
          <w:szCs w:val="28"/>
        </w:rPr>
        <w:t xml:space="preserve">гр. </w:t>
      </w:r>
      <w:r w:rsidRPr="005240B0">
        <w:rPr>
          <w:sz w:val="28"/>
          <w:szCs w:val="28"/>
          <w:lang w:val="uk-UA"/>
        </w:rPr>
        <w:t>Кравцовій Аліні Русланівні</w:t>
      </w:r>
      <w:r w:rsidRPr="005240B0">
        <w:rPr>
          <w:sz w:val="28"/>
          <w:szCs w:val="28"/>
        </w:rPr>
        <w:t xml:space="preserve">, для ведення особистого селянського господарства </w:t>
      </w:r>
      <w:r w:rsidRPr="005240B0">
        <w:rPr>
          <w:sz w:val="28"/>
          <w:szCs w:val="28"/>
          <w:lang w:val="uk-UA"/>
        </w:rPr>
        <w:t>в межах населеного пункту Виноградне</w:t>
      </w:r>
      <w:r w:rsidRPr="005240B0">
        <w:rPr>
          <w:sz w:val="28"/>
          <w:szCs w:val="28"/>
        </w:rPr>
        <w:t xml:space="preserve">, </w:t>
      </w:r>
      <w:r w:rsidRPr="005240B0">
        <w:rPr>
          <w:bCs/>
          <w:sz w:val="28"/>
          <w:szCs w:val="28"/>
        </w:rPr>
        <w:t xml:space="preserve">яка за даними Державного земельного кадастру враховується в </w:t>
      </w:r>
      <w:r w:rsidRPr="005240B0">
        <w:rPr>
          <w:bCs/>
          <w:sz w:val="28"/>
          <w:szCs w:val="28"/>
          <w:lang w:val="uk-UA"/>
        </w:rPr>
        <w:t xml:space="preserve">Сичанській сільській </w:t>
      </w:r>
      <w:r w:rsidRPr="005240B0">
        <w:rPr>
          <w:bCs/>
          <w:sz w:val="28"/>
          <w:szCs w:val="28"/>
        </w:rPr>
        <w:t>раді Марківського району Луганської області.</w:t>
      </w:r>
    </w:p>
    <w:p w:rsidR="004C6C5A" w:rsidRPr="005240B0" w:rsidRDefault="004C6C5A" w:rsidP="00DF070E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Антоніна Білець.</w:t>
      </w:r>
    </w:p>
    <w:p w:rsidR="004C6C5A" w:rsidRPr="005240B0" w:rsidRDefault="004C6C5A" w:rsidP="005240B0">
      <w:pPr>
        <w:ind w:firstLine="708"/>
        <w:jc w:val="both"/>
        <w:rPr>
          <w:bCs/>
          <w:sz w:val="16"/>
          <w:szCs w:val="16"/>
          <w:vertAlign w:val="superscript"/>
          <w:lang w:val="uk-UA"/>
        </w:rPr>
      </w:pPr>
    </w:p>
    <w:p w:rsidR="004C6C5A" w:rsidRPr="005240B0" w:rsidRDefault="004C6C5A" w:rsidP="00DF070E">
      <w:pPr>
        <w:ind w:firstLine="708"/>
        <w:jc w:val="both"/>
        <w:rPr>
          <w:bCs/>
          <w:sz w:val="28"/>
          <w:szCs w:val="28"/>
          <w:lang w:val="uk-UA"/>
        </w:rPr>
      </w:pPr>
      <w:r w:rsidRPr="005240B0">
        <w:rPr>
          <w:bCs/>
          <w:sz w:val="28"/>
          <w:szCs w:val="28"/>
        </w:rPr>
        <w:t xml:space="preserve">32. Про </w:t>
      </w:r>
      <w:r w:rsidRPr="005240B0">
        <w:rPr>
          <w:bCs/>
          <w:sz w:val="28"/>
          <w:szCs w:val="28"/>
          <w:lang w:val="uk-UA"/>
        </w:rPr>
        <w:t xml:space="preserve">надання дозволу на виготовлення </w:t>
      </w:r>
      <w:r w:rsidRPr="005240B0">
        <w:rPr>
          <w:bCs/>
          <w:sz w:val="28"/>
          <w:szCs w:val="28"/>
        </w:rPr>
        <w:t>про</w:t>
      </w:r>
      <w:r w:rsidRPr="005240B0">
        <w:rPr>
          <w:bCs/>
          <w:sz w:val="28"/>
          <w:szCs w:val="28"/>
          <w:lang w:val="uk-UA"/>
        </w:rPr>
        <w:t>є</w:t>
      </w:r>
      <w:r w:rsidRPr="005240B0">
        <w:rPr>
          <w:bCs/>
          <w:sz w:val="28"/>
          <w:szCs w:val="28"/>
        </w:rPr>
        <w:t xml:space="preserve">кту землеустрою щодо відведення земельної ділянки в оренду гр. </w:t>
      </w:r>
      <w:r w:rsidRPr="005240B0">
        <w:rPr>
          <w:bCs/>
          <w:sz w:val="28"/>
          <w:szCs w:val="28"/>
          <w:lang w:val="uk-UA"/>
        </w:rPr>
        <w:t>Петренку Віктору Анатолійовичу</w:t>
      </w:r>
      <w:r w:rsidRPr="005240B0">
        <w:rPr>
          <w:bCs/>
          <w:sz w:val="28"/>
          <w:szCs w:val="28"/>
        </w:rPr>
        <w:t xml:space="preserve">, </w:t>
      </w:r>
      <w:r w:rsidRPr="005240B0">
        <w:rPr>
          <w:bCs/>
          <w:sz w:val="28"/>
          <w:szCs w:val="28"/>
          <w:lang w:val="uk-UA"/>
        </w:rPr>
        <w:t>для сінокосіння і випасання худоби</w:t>
      </w:r>
      <w:r w:rsidRPr="005240B0">
        <w:rPr>
          <w:bCs/>
          <w:sz w:val="28"/>
          <w:szCs w:val="28"/>
        </w:rPr>
        <w:t xml:space="preserve">, яка за даними Державного земельного кадастру враховується в </w:t>
      </w:r>
      <w:r w:rsidRPr="005240B0">
        <w:rPr>
          <w:bCs/>
          <w:sz w:val="28"/>
          <w:szCs w:val="28"/>
          <w:lang w:val="uk-UA"/>
        </w:rPr>
        <w:t>Сичанській сільській раді  Марківського  району Луганської області.</w:t>
      </w:r>
    </w:p>
    <w:p w:rsidR="004C6C5A" w:rsidRPr="005240B0" w:rsidRDefault="004C6C5A" w:rsidP="00DF070E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Антоніна Білець.</w:t>
      </w:r>
    </w:p>
    <w:p w:rsidR="004C6C5A" w:rsidRPr="005240B0" w:rsidRDefault="004C6C5A" w:rsidP="005240B0">
      <w:pPr>
        <w:ind w:firstLine="708"/>
        <w:jc w:val="both"/>
        <w:rPr>
          <w:sz w:val="16"/>
          <w:szCs w:val="16"/>
          <w:lang w:val="uk-UA"/>
        </w:rPr>
      </w:pPr>
    </w:p>
    <w:p w:rsidR="004C6C5A" w:rsidRPr="005240B0" w:rsidRDefault="004C6C5A" w:rsidP="00DF070E">
      <w:pPr>
        <w:ind w:firstLine="708"/>
        <w:jc w:val="both"/>
        <w:rPr>
          <w:bCs/>
          <w:sz w:val="28"/>
          <w:szCs w:val="28"/>
          <w:lang w:val="uk-UA"/>
        </w:rPr>
      </w:pPr>
      <w:r w:rsidRPr="005240B0">
        <w:rPr>
          <w:bCs/>
          <w:sz w:val="28"/>
          <w:szCs w:val="28"/>
        </w:rPr>
        <w:t>33. Про надання дозволу на виготовлення про</w:t>
      </w:r>
      <w:r w:rsidRPr="005240B0">
        <w:rPr>
          <w:bCs/>
          <w:sz w:val="28"/>
          <w:szCs w:val="28"/>
          <w:lang w:val="uk-UA"/>
        </w:rPr>
        <w:t>є</w:t>
      </w:r>
      <w:r w:rsidRPr="005240B0">
        <w:rPr>
          <w:bCs/>
          <w:sz w:val="28"/>
          <w:szCs w:val="28"/>
        </w:rPr>
        <w:t xml:space="preserve">кту землеустрою щодо відведення земельної ділянки у приватну власність </w:t>
      </w:r>
      <w:r w:rsidRPr="005240B0">
        <w:rPr>
          <w:sz w:val="28"/>
          <w:szCs w:val="28"/>
        </w:rPr>
        <w:t xml:space="preserve">гр. </w:t>
      </w:r>
      <w:r w:rsidRPr="005240B0">
        <w:rPr>
          <w:sz w:val="28"/>
          <w:szCs w:val="28"/>
          <w:lang w:val="uk-UA"/>
        </w:rPr>
        <w:t>Лисаку Сергію Олександровичу</w:t>
      </w:r>
      <w:r w:rsidRPr="005240B0">
        <w:rPr>
          <w:sz w:val="28"/>
          <w:szCs w:val="28"/>
        </w:rPr>
        <w:t>, для ведення особистого селянського господарства</w:t>
      </w:r>
      <w:r w:rsidRPr="005240B0">
        <w:rPr>
          <w:sz w:val="28"/>
          <w:szCs w:val="28"/>
          <w:lang w:val="uk-UA"/>
        </w:rPr>
        <w:t xml:space="preserve"> в межах населеного пункту Виноградне</w:t>
      </w:r>
      <w:r w:rsidRPr="005240B0">
        <w:rPr>
          <w:sz w:val="28"/>
          <w:szCs w:val="28"/>
        </w:rPr>
        <w:t xml:space="preserve">, </w:t>
      </w:r>
      <w:r w:rsidRPr="005240B0">
        <w:rPr>
          <w:bCs/>
          <w:sz w:val="28"/>
          <w:szCs w:val="28"/>
        </w:rPr>
        <w:t xml:space="preserve">яка за даними Державного земельного кадастру враховується в </w:t>
      </w:r>
      <w:r w:rsidRPr="005240B0">
        <w:rPr>
          <w:bCs/>
          <w:sz w:val="28"/>
          <w:szCs w:val="28"/>
          <w:lang w:val="uk-UA"/>
        </w:rPr>
        <w:t>Сичанській сільській раді Марківського району Луганської області.</w:t>
      </w:r>
    </w:p>
    <w:p w:rsidR="004C6C5A" w:rsidRPr="005240B0" w:rsidRDefault="004C6C5A" w:rsidP="00DF070E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Антоніна Білець.</w:t>
      </w:r>
    </w:p>
    <w:p w:rsidR="004C6C5A" w:rsidRPr="005240B0" w:rsidRDefault="004C6C5A" w:rsidP="005240B0">
      <w:pPr>
        <w:ind w:firstLine="708"/>
        <w:jc w:val="both"/>
        <w:rPr>
          <w:bCs/>
          <w:sz w:val="16"/>
          <w:szCs w:val="16"/>
          <w:lang w:val="uk-UA"/>
        </w:rPr>
      </w:pPr>
    </w:p>
    <w:p w:rsidR="004C6C5A" w:rsidRPr="005240B0" w:rsidRDefault="004C6C5A" w:rsidP="00DF070E">
      <w:pPr>
        <w:ind w:firstLine="708"/>
        <w:jc w:val="both"/>
        <w:rPr>
          <w:bCs/>
          <w:sz w:val="28"/>
          <w:szCs w:val="28"/>
          <w:lang w:val="uk-UA"/>
        </w:rPr>
      </w:pPr>
      <w:r w:rsidRPr="005240B0">
        <w:rPr>
          <w:bCs/>
          <w:sz w:val="28"/>
          <w:szCs w:val="28"/>
        </w:rPr>
        <w:t>34. Про надання дозволу на виготовлення про</w:t>
      </w:r>
      <w:r w:rsidRPr="005240B0">
        <w:rPr>
          <w:bCs/>
          <w:sz w:val="28"/>
          <w:szCs w:val="28"/>
          <w:lang w:val="uk-UA"/>
        </w:rPr>
        <w:t>є</w:t>
      </w:r>
      <w:r w:rsidRPr="005240B0">
        <w:rPr>
          <w:bCs/>
          <w:sz w:val="28"/>
          <w:szCs w:val="28"/>
        </w:rPr>
        <w:t xml:space="preserve">кту землеустрою щодо відведення земельної ділянки у приватну власність </w:t>
      </w:r>
      <w:r w:rsidRPr="005240B0">
        <w:rPr>
          <w:sz w:val="28"/>
          <w:szCs w:val="28"/>
        </w:rPr>
        <w:t xml:space="preserve">гр. </w:t>
      </w:r>
      <w:r w:rsidRPr="005240B0">
        <w:rPr>
          <w:sz w:val="28"/>
          <w:szCs w:val="28"/>
          <w:lang w:val="uk-UA"/>
        </w:rPr>
        <w:t>Барабашу Руслану Юрійовичу</w:t>
      </w:r>
      <w:r w:rsidRPr="005240B0">
        <w:rPr>
          <w:sz w:val="28"/>
          <w:szCs w:val="28"/>
        </w:rPr>
        <w:t>, для ведення особистого селянського господарства</w:t>
      </w:r>
      <w:r w:rsidRPr="005240B0">
        <w:rPr>
          <w:sz w:val="28"/>
          <w:szCs w:val="28"/>
          <w:lang w:val="uk-UA"/>
        </w:rPr>
        <w:t xml:space="preserve"> в межах населеного пункту Лобасово</w:t>
      </w:r>
      <w:r w:rsidRPr="005240B0">
        <w:rPr>
          <w:sz w:val="28"/>
          <w:szCs w:val="28"/>
        </w:rPr>
        <w:t xml:space="preserve">, </w:t>
      </w:r>
      <w:r w:rsidRPr="005240B0">
        <w:rPr>
          <w:bCs/>
          <w:sz w:val="28"/>
          <w:szCs w:val="28"/>
        </w:rPr>
        <w:t xml:space="preserve">яка за даними Державного земельного кадастру враховується в </w:t>
      </w:r>
      <w:r w:rsidRPr="005240B0">
        <w:rPr>
          <w:bCs/>
          <w:sz w:val="28"/>
          <w:szCs w:val="28"/>
          <w:lang w:val="uk-UA"/>
        </w:rPr>
        <w:t>Сичанській сільській раді Марківського району Луганської області.</w:t>
      </w:r>
    </w:p>
    <w:p w:rsidR="004C6C5A" w:rsidRPr="005240B0" w:rsidRDefault="004C6C5A" w:rsidP="00DF070E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Антоніна Білець.</w:t>
      </w:r>
    </w:p>
    <w:p w:rsidR="004C6C5A" w:rsidRPr="005240B0" w:rsidRDefault="004C6C5A" w:rsidP="005240B0">
      <w:pPr>
        <w:tabs>
          <w:tab w:val="left" w:pos="1140"/>
        </w:tabs>
        <w:ind w:firstLine="708"/>
        <w:jc w:val="both"/>
        <w:rPr>
          <w:bCs/>
          <w:sz w:val="16"/>
          <w:szCs w:val="16"/>
          <w:vertAlign w:val="superscript"/>
          <w:lang w:val="uk-UA"/>
        </w:rPr>
      </w:pPr>
      <w:r w:rsidRPr="005240B0">
        <w:rPr>
          <w:bCs/>
          <w:sz w:val="16"/>
          <w:szCs w:val="16"/>
          <w:vertAlign w:val="superscript"/>
          <w:lang w:val="uk-UA"/>
        </w:rPr>
        <w:tab/>
      </w:r>
    </w:p>
    <w:p w:rsidR="004C6C5A" w:rsidRPr="005240B0" w:rsidRDefault="004C6C5A" w:rsidP="005C6094">
      <w:pPr>
        <w:ind w:firstLine="708"/>
        <w:jc w:val="both"/>
        <w:rPr>
          <w:bCs/>
          <w:sz w:val="28"/>
          <w:szCs w:val="28"/>
          <w:lang w:val="uk-UA"/>
        </w:rPr>
      </w:pPr>
      <w:r w:rsidRPr="005240B0">
        <w:rPr>
          <w:bCs/>
          <w:sz w:val="28"/>
          <w:szCs w:val="28"/>
        </w:rPr>
        <w:t xml:space="preserve">35. Про затвердження технічної документації із землеустрою щодо встановлення </w:t>
      </w:r>
      <w:r w:rsidRPr="005240B0">
        <w:rPr>
          <w:bCs/>
          <w:sz w:val="28"/>
          <w:szCs w:val="28"/>
          <w:lang w:val="uk-UA"/>
        </w:rPr>
        <w:t xml:space="preserve">(відновлення) </w:t>
      </w:r>
      <w:r w:rsidRPr="005240B0">
        <w:rPr>
          <w:bCs/>
          <w:sz w:val="28"/>
          <w:szCs w:val="28"/>
        </w:rPr>
        <w:t xml:space="preserve">меж земельної ділянки в натурі (на місцевості), </w:t>
      </w:r>
      <w:r w:rsidRPr="005240B0">
        <w:rPr>
          <w:sz w:val="28"/>
          <w:szCs w:val="28"/>
        </w:rPr>
        <w:t xml:space="preserve">гр. </w:t>
      </w:r>
      <w:r w:rsidRPr="005240B0">
        <w:rPr>
          <w:sz w:val="28"/>
          <w:szCs w:val="28"/>
          <w:lang w:val="uk-UA"/>
        </w:rPr>
        <w:t xml:space="preserve">Баклановому Андрію Володимировичу та гр. Баклановій Раїсі Іванівні, для будівництва і обслуговування житлового будинку, господарських будівель і споруд (присадибна ділянка), що знаходиться в межах населеного пункту, на території, яка за даними </w:t>
      </w:r>
      <w:r w:rsidRPr="005240B0">
        <w:rPr>
          <w:bCs/>
          <w:sz w:val="28"/>
          <w:szCs w:val="28"/>
          <w:lang w:val="uk-UA"/>
        </w:rPr>
        <w:t>Державного земельного кадастру враховується в Сичанській сільській раді з</w:t>
      </w:r>
      <w:r>
        <w:rPr>
          <w:bCs/>
          <w:sz w:val="28"/>
          <w:szCs w:val="28"/>
          <w:lang w:val="uk-UA"/>
        </w:rPr>
        <w:t xml:space="preserve">а адресою: с. Караван-Солодкий, </w:t>
      </w:r>
      <w:r w:rsidRPr="005240B0">
        <w:rPr>
          <w:bCs/>
          <w:sz w:val="28"/>
          <w:szCs w:val="28"/>
          <w:lang w:val="uk-UA"/>
        </w:rPr>
        <w:t>вул. Космонавтів, 5 Марківського району Луганської області.</w:t>
      </w:r>
    </w:p>
    <w:p w:rsidR="004C6C5A" w:rsidRPr="005240B0" w:rsidRDefault="004C6C5A" w:rsidP="00DF070E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Антоніна Білець.</w:t>
      </w:r>
    </w:p>
    <w:p w:rsidR="004C6C5A" w:rsidRPr="005240B0" w:rsidRDefault="004C6C5A" w:rsidP="00DF070E">
      <w:pPr>
        <w:ind w:firstLine="708"/>
        <w:jc w:val="both"/>
        <w:rPr>
          <w:sz w:val="16"/>
          <w:szCs w:val="16"/>
          <w:lang w:val="uk-UA"/>
        </w:rPr>
      </w:pPr>
    </w:p>
    <w:p w:rsidR="004C6C5A" w:rsidRPr="005240B0" w:rsidRDefault="004C6C5A" w:rsidP="00DF070E">
      <w:pPr>
        <w:ind w:firstLine="708"/>
        <w:jc w:val="both"/>
        <w:rPr>
          <w:bCs/>
          <w:sz w:val="28"/>
          <w:szCs w:val="28"/>
          <w:lang w:val="uk-UA"/>
        </w:rPr>
      </w:pPr>
      <w:r w:rsidRPr="005240B0">
        <w:rPr>
          <w:bCs/>
          <w:sz w:val="28"/>
          <w:szCs w:val="28"/>
        </w:rPr>
        <w:t>36. Про надання дозволу на виготовлення про</w:t>
      </w:r>
      <w:r w:rsidRPr="005240B0">
        <w:rPr>
          <w:bCs/>
          <w:sz w:val="28"/>
          <w:szCs w:val="28"/>
          <w:lang w:val="uk-UA"/>
        </w:rPr>
        <w:t>є</w:t>
      </w:r>
      <w:r w:rsidRPr="005240B0">
        <w:rPr>
          <w:bCs/>
          <w:sz w:val="28"/>
          <w:szCs w:val="28"/>
        </w:rPr>
        <w:t xml:space="preserve">кту землеустрою щодо відведення земельної ділянки у приватну власність </w:t>
      </w:r>
      <w:r w:rsidRPr="005240B0">
        <w:rPr>
          <w:sz w:val="28"/>
          <w:szCs w:val="28"/>
        </w:rPr>
        <w:t xml:space="preserve">гр. </w:t>
      </w:r>
      <w:r w:rsidRPr="005240B0">
        <w:rPr>
          <w:sz w:val="28"/>
          <w:szCs w:val="28"/>
          <w:lang w:val="uk-UA"/>
        </w:rPr>
        <w:t>Кравцову Руслану Миколайовичу</w:t>
      </w:r>
      <w:r w:rsidRPr="005240B0">
        <w:rPr>
          <w:sz w:val="28"/>
          <w:szCs w:val="28"/>
        </w:rPr>
        <w:t>, для ведення особистого селянського господарства</w:t>
      </w:r>
      <w:r w:rsidRPr="005240B0">
        <w:rPr>
          <w:sz w:val="28"/>
          <w:szCs w:val="28"/>
          <w:lang w:val="uk-UA"/>
        </w:rPr>
        <w:t xml:space="preserve"> в межах населеного пункту Бондарне</w:t>
      </w:r>
      <w:r w:rsidRPr="005240B0">
        <w:rPr>
          <w:sz w:val="28"/>
          <w:szCs w:val="28"/>
        </w:rPr>
        <w:t xml:space="preserve">, </w:t>
      </w:r>
      <w:r w:rsidRPr="005240B0">
        <w:rPr>
          <w:bCs/>
          <w:sz w:val="28"/>
          <w:szCs w:val="28"/>
        </w:rPr>
        <w:t xml:space="preserve">яка за даними Державного земельного кадастру враховується в </w:t>
      </w:r>
      <w:r w:rsidRPr="005240B0">
        <w:rPr>
          <w:bCs/>
          <w:sz w:val="28"/>
          <w:szCs w:val="28"/>
          <w:lang w:val="uk-UA"/>
        </w:rPr>
        <w:t>Сичанській сільській раді Марківського району Луганської області.</w:t>
      </w:r>
    </w:p>
    <w:p w:rsidR="004C6C5A" w:rsidRPr="005240B0" w:rsidRDefault="004C6C5A" w:rsidP="00DF070E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Антоніна Білець.</w:t>
      </w:r>
    </w:p>
    <w:p w:rsidR="004C6C5A" w:rsidRPr="005240B0" w:rsidRDefault="004C6C5A" w:rsidP="00DF070E">
      <w:pPr>
        <w:ind w:firstLine="708"/>
        <w:jc w:val="both"/>
        <w:rPr>
          <w:bCs/>
          <w:sz w:val="16"/>
          <w:szCs w:val="16"/>
          <w:lang w:val="uk-UA"/>
        </w:rPr>
      </w:pPr>
    </w:p>
    <w:p w:rsidR="004C6C5A" w:rsidRPr="005240B0" w:rsidRDefault="004C6C5A" w:rsidP="00DF070E">
      <w:pPr>
        <w:ind w:firstLine="708"/>
        <w:jc w:val="both"/>
        <w:rPr>
          <w:bCs/>
          <w:sz w:val="28"/>
          <w:szCs w:val="28"/>
          <w:lang w:val="uk-UA"/>
        </w:rPr>
      </w:pPr>
      <w:r w:rsidRPr="005240B0">
        <w:rPr>
          <w:bCs/>
          <w:sz w:val="28"/>
          <w:szCs w:val="28"/>
        </w:rPr>
        <w:t>37. Про надання дозволу на виготовлення про</w:t>
      </w:r>
      <w:r w:rsidRPr="005240B0">
        <w:rPr>
          <w:bCs/>
          <w:sz w:val="28"/>
          <w:szCs w:val="28"/>
          <w:lang w:val="uk-UA"/>
        </w:rPr>
        <w:t>є</w:t>
      </w:r>
      <w:r w:rsidRPr="005240B0">
        <w:rPr>
          <w:bCs/>
          <w:sz w:val="28"/>
          <w:szCs w:val="28"/>
        </w:rPr>
        <w:t xml:space="preserve">кту землеустрою щодо відведення земельної ділянки у приватну власність </w:t>
      </w:r>
      <w:r w:rsidRPr="005240B0">
        <w:rPr>
          <w:sz w:val="28"/>
          <w:szCs w:val="28"/>
        </w:rPr>
        <w:t xml:space="preserve">гр. </w:t>
      </w:r>
      <w:r w:rsidRPr="005240B0">
        <w:rPr>
          <w:sz w:val="28"/>
          <w:szCs w:val="28"/>
          <w:lang w:val="uk-UA"/>
        </w:rPr>
        <w:t>Серебрянській Наталії Петрівні</w:t>
      </w:r>
      <w:r w:rsidRPr="005240B0">
        <w:rPr>
          <w:sz w:val="28"/>
          <w:szCs w:val="28"/>
        </w:rPr>
        <w:t xml:space="preserve"> для ведення особистого селянського господарства</w:t>
      </w:r>
      <w:r w:rsidRPr="005240B0">
        <w:rPr>
          <w:sz w:val="28"/>
          <w:szCs w:val="28"/>
          <w:lang w:val="uk-UA"/>
        </w:rPr>
        <w:t xml:space="preserve"> в межах населеного пункту Лобасово</w:t>
      </w:r>
      <w:r w:rsidRPr="005240B0">
        <w:rPr>
          <w:sz w:val="28"/>
          <w:szCs w:val="28"/>
        </w:rPr>
        <w:t xml:space="preserve">, </w:t>
      </w:r>
      <w:r w:rsidRPr="005240B0">
        <w:rPr>
          <w:bCs/>
          <w:sz w:val="28"/>
          <w:szCs w:val="28"/>
        </w:rPr>
        <w:t xml:space="preserve">яка за даними Державного земельного кадастру враховується в </w:t>
      </w:r>
      <w:r w:rsidRPr="005240B0">
        <w:rPr>
          <w:bCs/>
          <w:sz w:val="28"/>
          <w:szCs w:val="28"/>
          <w:lang w:val="uk-UA"/>
        </w:rPr>
        <w:t>Сичанській сільській раді Марківського району Луганської області.</w:t>
      </w:r>
    </w:p>
    <w:p w:rsidR="004C6C5A" w:rsidRPr="005240B0" w:rsidRDefault="004C6C5A" w:rsidP="00DF070E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Антоніна Білець.</w:t>
      </w:r>
    </w:p>
    <w:p w:rsidR="004C6C5A" w:rsidRPr="005240B0" w:rsidRDefault="004C6C5A" w:rsidP="005240B0">
      <w:pPr>
        <w:tabs>
          <w:tab w:val="left" w:pos="1140"/>
        </w:tabs>
        <w:ind w:firstLine="708"/>
        <w:jc w:val="both"/>
        <w:rPr>
          <w:bCs/>
          <w:sz w:val="16"/>
          <w:szCs w:val="16"/>
          <w:lang w:val="uk-UA"/>
        </w:rPr>
      </w:pPr>
      <w:r w:rsidRPr="005240B0">
        <w:rPr>
          <w:bCs/>
          <w:sz w:val="16"/>
          <w:szCs w:val="16"/>
          <w:lang w:val="uk-UA"/>
        </w:rPr>
        <w:tab/>
      </w:r>
    </w:p>
    <w:p w:rsidR="004C6C5A" w:rsidRPr="005240B0" w:rsidRDefault="004C6C5A" w:rsidP="00DF070E">
      <w:pPr>
        <w:ind w:firstLine="708"/>
        <w:jc w:val="both"/>
        <w:rPr>
          <w:bCs/>
          <w:sz w:val="28"/>
          <w:szCs w:val="28"/>
          <w:lang w:val="uk-UA"/>
        </w:rPr>
      </w:pPr>
      <w:r w:rsidRPr="005240B0">
        <w:rPr>
          <w:bCs/>
          <w:sz w:val="28"/>
          <w:szCs w:val="28"/>
        </w:rPr>
        <w:t>38. Про надання дозволу на виготовлення про</w:t>
      </w:r>
      <w:r w:rsidRPr="005240B0">
        <w:rPr>
          <w:bCs/>
          <w:sz w:val="28"/>
          <w:szCs w:val="28"/>
          <w:lang w:val="uk-UA"/>
        </w:rPr>
        <w:t>є</w:t>
      </w:r>
      <w:r w:rsidRPr="005240B0">
        <w:rPr>
          <w:bCs/>
          <w:sz w:val="28"/>
          <w:szCs w:val="28"/>
        </w:rPr>
        <w:t xml:space="preserve">кту землеустрою щодо відведення земельної ділянки у приватну власність </w:t>
      </w:r>
      <w:r w:rsidRPr="005240B0">
        <w:rPr>
          <w:sz w:val="28"/>
          <w:szCs w:val="28"/>
        </w:rPr>
        <w:t xml:space="preserve">гр. </w:t>
      </w:r>
      <w:r w:rsidRPr="005240B0">
        <w:rPr>
          <w:sz w:val="28"/>
          <w:szCs w:val="28"/>
          <w:lang w:val="uk-UA"/>
        </w:rPr>
        <w:t>Серебрянському Костянтину  Миколайовичу</w:t>
      </w:r>
      <w:r w:rsidRPr="005240B0">
        <w:rPr>
          <w:sz w:val="28"/>
          <w:szCs w:val="28"/>
        </w:rPr>
        <w:t xml:space="preserve"> для ведення особистого селянського господарства</w:t>
      </w:r>
      <w:r w:rsidRPr="005240B0">
        <w:rPr>
          <w:sz w:val="28"/>
          <w:szCs w:val="28"/>
          <w:lang w:val="uk-UA"/>
        </w:rPr>
        <w:t xml:space="preserve"> в межах населеного пункту Лобасово</w:t>
      </w:r>
      <w:r w:rsidRPr="005240B0">
        <w:rPr>
          <w:sz w:val="28"/>
          <w:szCs w:val="28"/>
        </w:rPr>
        <w:t xml:space="preserve">, </w:t>
      </w:r>
      <w:r w:rsidRPr="005240B0">
        <w:rPr>
          <w:bCs/>
          <w:sz w:val="28"/>
          <w:szCs w:val="28"/>
        </w:rPr>
        <w:t xml:space="preserve">яка за даними Державного земельного кадастру враховується в </w:t>
      </w:r>
      <w:r w:rsidRPr="005240B0">
        <w:rPr>
          <w:bCs/>
          <w:sz w:val="28"/>
          <w:szCs w:val="28"/>
          <w:lang w:val="uk-UA"/>
        </w:rPr>
        <w:t>Сичанській сільській раді Марківського району Луганської області.</w:t>
      </w:r>
    </w:p>
    <w:p w:rsidR="004C6C5A" w:rsidRPr="005240B0" w:rsidRDefault="004C6C5A" w:rsidP="00CF54C7">
      <w:pPr>
        <w:ind w:firstLine="709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Антоніна Білець.</w:t>
      </w:r>
    </w:p>
    <w:p w:rsidR="004C6C5A" w:rsidRPr="005240B0" w:rsidRDefault="004C6C5A" w:rsidP="005240B0">
      <w:pPr>
        <w:tabs>
          <w:tab w:val="left" w:pos="1140"/>
        </w:tabs>
        <w:ind w:firstLine="708"/>
        <w:jc w:val="both"/>
        <w:rPr>
          <w:bCs/>
          <w:sz w:val="16"/>
          <w:szCs w:val="16"/>
          <w:lang w:val="uk-UA"/>
        </w:rPr>
      </w:pPr>
      <w:r w:rsidRPr="005240B0">
        <w:rPr>
          <w:bCs/>
          <w:sz w:val="16"/>
          <w:szCs w:val="16"/>
          <w:lang w:val="uk-UA"/>
        </w:rPr>
        <w:tab/>
      </w:r>
    </w:p>
    <w:p w:rsidR="004C6C5A" w:rsidRPr="005240B0" w:rsidRDefault="004C6C5A" w:rsidP="00DF070E">
      <w:pPr>
        <w:ind w:firstLine="708"/>
        <w:jc w:val="both"/>
        <w:rPr>
          <w:bCs/>
          <w:sz w:val="28"/>
          <w:szCs w:val="28"/>
          <w:lang w:val="uk-UA"/>
        </w:rPr>
      </w:pPr>
      <w:r w:rsidRPr="005240B0">
        <w:rPr>
          <w:bCs/>
          <w:sz w:val="28"/>
          <w:szCs w:val="28"/>
        </w:rPr>
        <w:t>39. Про надання дозволу на виготовлення про</w:t>
      </w:r>
      <w:r w:rsidRPr="005240B0">
        <w:rPr>
          <w:bCs/>
          <w:sz w:val="28"/>
          <w:szCs w:val="28"/>
          <w:lang w:val="uk-UA"/>
        </w:rPr>
        <w:t>є</w:t>
      </w:r>
      <w:r w:rsidRPr="005240B0">
        <w:rPr>
          <w:bCs/>
          <w:sz w:val="28"/>
          <w:szCs w:val="28"/>
        </w:rPr>
        <w:t xml:space="preserve">кту землеустрою щодо відведення земельної ділянки у приватну власність </w:t>
      </w:r>
      <w:r w:rsidRPr="005240B0">
        <w:rPr>
          <w:sz w:val="28"/>
          <w:szCs w:val="28"/>
        </w:rPr>
        <w:t xml:space="preserve">гр. </w:t>
      </w:r>
      <w:r w:rsidRPr="005240B0">
        <w:rPr>
          <w:sz w:val="28"/>
          <w:szCs w:val="28"/>
          <w:lang w:val="uk-UA"/>
        </w:rPr>
        <w:t>Серебрянському Миколі Миколайовичу</w:t>
      </w:r>
      <w:r w:rsidRPr="005240B0">
        <w:rPr>
          <w:sz w:val="28"/>
          <w:szCs w:val="28"/>
        </w:rPr>
        <w:t xml:space="preserve"> для ведення особистого селянського господарства</w:t>
      </w:r>
      <w:r w:rsidRPr="005240B0">
        <w:rPr>
          <w:sz w:val="28"/>
          <w:szCs w:val="28"/>
          <w:lang w:val="uk-UA"/>
        </w:rPr>
        <w:t xml:space="preserve"> в межах населеного пункту Лобасово</w:t>
      </w:r>
      <w:r w:rsidRPr="005240B0">
        <w:rPr>
          <w:sz w:val="28"/>
          <w:szCs w:val="28"/>
        </w:rPr>
        <w:t xml:space="preserve">, </w:t>
      </w:r>
      <w:r w:rsidRPr="005240B0">
        <w:rPr>
          <w:sz w:val="28"/>
          <w:szCs w:val="28"/>
          <w:lang w:val="uk-UA"/>
        </w:rPr>
        <w:t xml:space="preserve"> </w:t>
      </w:r>
      <w:r w:rsidRPr="005240B0">
        <w:rPr>
          <w:bCs/>
          <w:sz w:val="28"/>
          <w:szCs w:val="28"/>
        </w:rPr>
        <w:t xml:space="preserve">яка за даними Державного земельного кадастру враховується в </w:t>
      </w:r>
      <w:r w:rsidRPr="005240B0">
        <w:rPr>
          <w:bCs/>
          <w:sz w:val="28"/>
          <w:szCs w:val="28"/>
          <w:lang w:val="uk-UA"/>
        </w:rPr>
        <w:t>Сичанській сільській раді Марківського району Луганської області.</w:t>
      </w:r>
    </w:p>
    <w:p w:rsidR="004C6C5A" w:rsidRPr="005240B0" w:rsidRDefault="004C6C5A" w:rsidP="00DF070E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Антоніна Білець.</w:t>
      </w:r>
    </w:p>
    <w:p w:rsidR="004C6C5A" w:rsidRPr="005240B0" w:rsidRDefault="004C6C5A" w:rsidP="005240B0">
      <w:pPr>
        <w:tabs>
          <w:tab w:val="left" w:pos="1155"/>
        </w:tabs>
        <w:ind w:firstLine="708"/>
        <w:jc w:val="both"/>
        <w:rPr>
          <w:bCs/>
          <w:sz w:val="16"/>
          <w:szCs w:val="16"/>
          <w:lang w:val="uk-UA"/>
        </w:rPr>
      </w:pPr>
      <w:r w:rsidRPr="005240B0">
        <w:rPr>
          <w:bCs/>
          <w:sz w:val="16"/>
          <w:szCs w:val="16"/>
          <w:lang w:val="uk-UA"/>
        </w:rPr>
        <w:tab/>
      </w:r>
    </w:p>
    <w:p w:rsidR="004C6C5A" w:rsidRPr="005240B0" w:rsidRDefault="004C6C5A" w:rsidP="00DF070E">
      <w:pPr>
        <w:ind w:firstLine="708"/>
        <w:jc w:val="both"/>
        <w:rPr>
          <w:bCs/>
          <w:sz w:val="28"/>
          <w:szCs w:val="28"/>
          <w:lang w:val="uk-UA"/>
        </w:rPr>
      </w:pPr>
      <w:r w:rsidRPr="005240B0">
        <w:rPr>
          <w:bCs/>
          <w:sz w:val="28"/>
          <w:szCs w:val="28"/>
        </w:rPr>
        <w:t>40. Про надання дозволу на виготовлення про</w:t>
      </w:r>
      <w:r w:rsidRPr="005240B0">
        <w:rPr>
          <w:bCs/>
          <w:sz w:val="28"/>
          <w:szCs w:val="28"/>
          <w:lang w:val="uk-UA"/>
        </w:rPr>
        <w:t>є</w:t>
      </w:r>
      <w:r w:rsidRPr="005240B0">
        <w:rPr>
          <w:bCs/>
          <w:sz w:val="28"/>
          <w:szCs w:val="28"/>
        </w:rPr>
        <w:t xml:space="preserve">кту землеустрою щодо відведення земельної ділянки у приватну власність </w:t>
      </w:r>
      <w:r w:rsidRPr="005240B0">
        <w:rPr>
          <w:sz w:val="28"/>
          <w:szCs w:val="28"/>
        </w:rPr>
        <w:t xml:space="preserve">гр. </w:t>
      </w:r>
      <w:r w:rsidRPr="005240B0">
        <w:rPr>
          <w:sz w:val="28"/>
          <w:szCs w:val="28"/>
          <w:lang w:val="uk-UA"/>
        </w:rPr>
        <w:t>Серебрянському Олександру Миколайовичу</w:t>
      </w:r>
      <w:r w:rsidRPr="005240B0">
        <w:rPr>
          <w:sz w:val="28"/>
          <w:szCs w:val="28"/>
        </w:rPr>
        <w:t xml:space="preserve"> для ведення особистого селянського господарства</w:t>
      </w:r>
      <w:r w:rsidRPr="005240B0">
        <w:rPr>
          <w:sz w:val="28"/>
          <w:szCs w:val="28"/>
          <w:lang w:val="uk-UA"/>
        </w:rPr>
        <w:t xml:space="preserve"> в межах населеного пункту Лобасово</w:t>
      </w:r>
      <w:r w:rsidRPr="005240B0">
        <w:rPr>
          <w:sz w:val="28"/>
          <w:szCs w:val="28"/>
        </w:rPr>
        <w:t xml:space="preserve">, </w:t>
      </w:r>
      <w:r w:rsidRPr="005240B0">
        <w:rPr>
          <w:bCs/>
          <w:sz w:val="28"/>
          <w:szCs w:val="28"/>
        </w:rPr>
        <w:t xml:space="preserve">яка за даними Державного земельного кадастру враховується в </w:t>
      </w:r>
      <w:r w:rsidRPr="005240B0">
        <w:rPr>
          <w:bCs/>
          <w:sz w:val="28"/>
          <w:szCs w:val="28"/>
          <w:lang w:val="uk-UA"/>
        </w:rPr>
        <w:t>Сичанській сільській раді Марківського району Луганської області.</w:t>
      </w:r>
    </w:p>
    <w:p w:rsidR="004C6C5A" w:rsidRPr="005240B0" w:rsidRDefault="004C6C5A" w:rsidP="00DF070E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Антоніна Білець.</w:t>
      </w:r>
    </w:p>
    <w:p w:rsidR="004C6C5A" w:rsidRPr="005240B0" w:rsidRDefault="004C6C5A" w:rsidP="005240B0">
      <w:pPr>
        <w:tabs>
          <w:tab w:val="left" w:pos="1065"/>
        </w:tabs>
        <w:ind w:firstLine="708"/>
        <w:jc w:val="both"/>
        <w:rPr>
          <w:bCs/>
          <w:sz w:val="16"/>
          <w:szCs w:val="16"/>
          <w:vertAlign w:val="superscript"/>
          <w:lang w:val="uk-UA"/>
        </w:rPr>
      </w:pPr>
      <w:r w:rsidRPr="005240B0">
        <w:rPr>
          <w:bCs/>
          <w:sz w:val="16"/>
          <w:szCs w:val="16"/>
          <w:vertAlign w:val="superscript"/>
          <w:lang w:val="uk-UA"/>
        </w:rPr>
        <w:tab/>
      </w:r>
    </w:p>
    <w:p w:rsidR="004C6C5A" w:rsidRPr="005240B0" w:rsidRDefault="004C6C5A" w:rsidP="00DF070E">
      <w:pPr>
        <w:ind w:firstLine="708"/>
        <w:jc w:val="both"/>
        <w:rPr>
          <w:bCs/>
          <w:sz w:val="28"/>
          <w:szCs w:val="28"/>
          <w:lang w:val="uk-UA"/>
        </w:rPr>
      </w:pPr>
      <w:r w:rsidRPr="005240B0">
        <w:rPr>
          <w:bCs/>
          <w:sz w:val="28"/>
          <w:szCs w:val="28"/>
          <w:lang w:val="uk-UA"/>
        </w:rPr>
        <w:t xml:space="preserve">41. Про затвердження технічної документації із землеустрою щодо встановлення меж земельної ділянки в натурі (на місцевості) </w:t>
      </w:r>
      <w:r w:rsidRPr="005240B0">
        <w:rPr>
          <w:sz w:val="28"/>
          <w:szCs w:val="28"/>
          <w:lang w:val="uk-UA"/>
        </w:rPr>
        <w:t xml:space="preserve">гр. Барабаш Марії Василівні, 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</w:t>
      </w:r>
      <w:r w:rsidRPr="005240B0">
        <w:rPr>
          <w:bCs/>
          <w:sz w:val="28"/>
          <w:szCs w:val="28"/>
          <w:lang w:val="uk-UA"/>
        </w:rPr>
        <w:t>Державного земельного кадастру враховується в Сичанській сільській раді за адресою: с. Сичанське, вул. Єременка, 11/1, Марківського району Луганської області.</w:t>
      </w:r>
    </w:p>
    <w:p w:rsidR="004C6C5A" w:rsidRPr="005240B0" w:rsidRDefault="004C6C5A" w:rsidP="00DF070E">
      <w:pPr>
        <w:ind w:firstLine="708"/>
        <w:jc w:val="both"/>
        <w:rPr>
          <w:sz w:val="28"/>
          <w:szCs w:val="28"/>
          <w:vertAlign w:val="superscript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Антоніна Білець.</w:t>
      </w:r>
    </w:p>
    <w:p w:rsidR="004C6C5A" w:rsidRPr="005240B0" w:rsidRDefault="004C6C5A" w:rsidP="005240B0">
      <w:pPr>
        <w:tabs>
          <w:tab w:val="left" w:pos="1065"/>
        </w:tabs>
        <w:ind w:firstLine="708"/>
        <w:jc w:val="both"/>
        <w:rPr>
          <w:sz w:val="16"/>
          <w:szCs w:val="16"/>
          <w:vertAlign w:val="superscript"/>
          <w:lang w:val="uk-UA"/>
        </w:rPr>
      </w:pPr>
      <w:r w:rsidRPr="005240B0">
        <w:rPr>
          <w:sz w:val="16"/>
          <w:szCs w:val="16"/>
          <w:vertAlign w:val="superscript"/>
          <w:lang w:val="uk-UA"/>
        </w:rPr>
        <w:tab/>
      </w:r>
    </w:p>
    <w:p w:rsidR="004C6C5A" w:rsidRPr="005240B0" w:rsidRDefault="004C6C5A" w:rsidP="00DF070E">
      <w:pPr>
        <w:ind w:firstLine="708"/>
        <w:jc w:val="both"/>
        <w:rPr>
          <w:bCs/>
          <w:sz w:val="28"/>
          <w:szCs w:val="28"/>
          <w:lang w:val="uk-UA"/>
        </w:rPr>
      </w:pPr>
      <w:r w:rsidRPr="005240B0">
        <w:rPr>
          <w:bCs/>
          <w:sz w:val="28"/>
          <w:szCs w:val="28"/>
        </w:rPr>
        <w:t>42. Про надання дозволу на виготовлення про</w:t>
      </w:r>
      <w:r w:rsidRPr="005240B0">
        <w:rPr>
          <w:bCs/>
          <w:sz w:val="28"/>
          <w:szCs w:val="28"/>
          <w:lang w:val="uk-UA"/>
        </w:rPr>
        <w:t>є</w:t>
      </w:r>
      <w:r w:rsidRPr="005240B0">
        <w:rPr>
          <w:bCs/>
          <w:sz w:val="28"/>
          <w:szCs w:val="28"/>
        </w:rPr>
        <w:t xml:space="preserve">кту землеустрою щодо відведення земельної ділянки у приватну власність </w:t>
      </w:r>
      <w:r w:rsidRPr="005240B0">
        <w:rPr>
          <w:sz w:val="28"/>
          <w:szCs w:val="28"/>
        </w:rPr>
        <w:t xml:space="preserve">гр. </w:t>
      </w:r>
      <w:r w:rsidRPr="005240B0">
        <w:rPr>
          <w:sz w:val="28"/>
          <w:szCs w:val="28"/>
          <w:lang w:val="uk-UA"/>
        </w:rPr>
        <w:t>Барабаш Марії Йосифівні</w:t>
      </w:r>
      <w:r w:rsidRPr="005240B0">
        <w:rPr>
          <w:sz w:val="28"/>
          <w:szCs w:val="28"/>
        </w:rPr>
        <w:t>, для ведення особистого селянського господарства</w:t>
      </w:r>
      <w:r w:rsidRPr="005240B0">
        <w:rPr>
          <w:sz w:val="28"/>
          <w:szCs w:val="28"/>
          <w:lang w:val="uk-UA"/>
        </w:rPr>
        <w:t xml:space="preserve"> в межах населеного пункту Лобасово</w:t>
      </w:r>
      <w:r w:rsidRPr="005240B0">
        <w:rPr>
          <w:sz w:val="28"/>
          <w:szCs w:val="28"/>
        </w:rPr>
        <w:t xml:space="preserve">, </w:t>
      </w:r>
      <w:r w:rsidRPr="005240B0">
        <w:rPr>
          <w:bCs/>
          <w:sz w:val="28"/>
          <w:szCs w:val="28"/>
        </w:rPr>
        <w:t xml:space="preserve">яка за даними Державного земельного кадастру враховується в </w:t>
      </w:r>
      <w:r w:rsidRPr="005240B0">
        <w:rPr>
          <w:bCs/>
          <w:sz w:val="28"/>
          <w:szCs w:val="28"/>
          <w:lang w:val="uk-UA"/>
        </w:rPr>
        <w:t>Сичанській сільській раді Марківського району Луганської області.</w:t>
      </w:r>
    </w:p>
    <w:p w:rsidR="004C6C5A" w:rsidRPr="005240B0" w:rsidRDefault="004C6C5A" w:rsidP="00DF070E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Антоніна Білець.</w:t>
      </w:r>
    </w:p>
    <w:p w:rsidR="004C6C5A" w:rsidRPr="005240B0" w:rsidRDefault="004C6C5A" w:rsidP="005240B0">
      <w:pPr>
        <w:tabs>
          <w:tab w:val="left" w:pos="930"/>
          <w:tab w:val="left" w:pos="1125"/>
        </w:tabs>
        <w:ind w:firstLine="708"/>
        <w:jc w:val="both"/>
        <w:rPr>
          <w:bCs/>
          <w:sz w:val="16"/>
          <w:szCs w:val="16"/>
          <w:lang w:val="uk-UA"/>
        </w:rPr>
      </w:pPr>
      <w:r w:rsidRPr="005240B0">
        <w:rPr>
          <w:bCs/>
          <w:sz w:val="16"/>
          <w:szCs w:val="16"/>
          <w:lang w:val="uk-UA"/>
        </w:rPr>
        <w:tab/>
      </w:r>
      <w:r w:rsidRPr="005240B0">
        <w:rPr>
          <w:bCs/>
          <w:sz w:val="16"/>
          <w:szCs w:val="16"/>
          <w:lang w:val="uk-UA"/>
        </w:rPr>
        <w:tab/>
      </w:r>
    </w:p>
    <w:p w:rsidR="004C6C5A" w:rsidRPr="005240B0" w:rsidRDefault="004C6C5A" w:rsidP="00DF070E">
      <w:pPr>
        <w:ind w:firstLine="708"/>
        <w:jc w:val="both"/>
        <w:rPr>
          <w:bCs/>
          <w:sz w:val="28"/>
          <w:szCs w:val="28"/>
          <w:lang w:val="uk-UA"/>
        </w:rPr>
      </w:pPr>
      <w:r w:rsidRPr="005240B0">
        <w:rPr>
          <w:bCs/>
          <w:sz w:val="28"/>
          <w:szCs w:val="28"/>
        </w:rPr>
        <w:t>43. Про надання дозволу на виготовлення про</w:t>
      </w:r>
      <w:r w:rsidRPr="005240B0">
        <w:rPr>
          <w:bCs/>
          <w:sz w:val="28"/>
          <w:szCs w:val="28"/>
          <w:lang w:val="uk-UA"/>
        </w:rPr>
        <w:t>є</w:t>
      </w:r>
      <w:r w:rsidRPr="005240B0">
        <w:rPr>
          <w:bCs/>
          <w:sz w:val="28"/>
          <w:szCs w:val="28"/>
        </w:rPr>
        <w:t xml:space="preserve">кту землеустрою щодо відведення земельної ділянки у приватну власність </w:t>
      </w:r>
      <w:r w:rsidRPr="005240B0">
        <w:rPr>
          <w:sz w:val="28"/>
          <w:szCs w:val="28"/>
        </w:rPr>
        <w:t xml:space="preserve">гр. </w:t>
      </w:r>
      <w:r w:rsidRPr="005240B0">
        <w:rPr>
          <w:sz w:val="28"/>
          <w:szCs w:val="28"/>
          <w:lang w:val="uk-UA"/>
        </w:rPr>
        <w:t>Барабаш  Ігорю  Юрійовичу</w:t>
      </w:r>
      <w:r w:rsidRPr="005240B0">
        <w:rPr>
          <w:sz w:val="28"/>
          <w:szCs w:val="28"/>
        </w:rPr>
        <w:t>, для ведення особистого селянського господарства</w:t>
      </w:r>
      <w:r w:rsidRPr="005240B0">
        <w:rPr>
          <w:sz w:val="28"/>
          <w:szCs w:val="28"/>
          <w:lang w:val="uk-UA"/>
        </w:rPr>
        <w:t xml:space="preserve"> в межах населеного пункту Лобасово</w:t>
      </w:r>
      <w:r w:rsidRPr="005240B0">
        <w:rPr>
          <w:sz w:val="28"/>
          <w:szCs w:val="28"/>
        </w:rPr>
        <w:t xml:space="preserve">, </w:t>
      </w:r>
      <w:r w:rsidRPr="005240B0">
        <w:rPr>
          <w:bCs/>
          <w:sz w:val="28"/>
          <w:szCs w:val="28"/>
        </w:rPr>
        <w:t xml:space="preserve">яка за даними Державного земельного кадастру враховується в </w:t>
      </w:r>
      <w:r w:rsidRPr="005240B0">
        <w:rPr>
          <w:bCs/>
          <w:sz w:val="28"/>
          <w:szCs w:val="28"/>
          <w:lang w:val="uk-UA"/>
        </w:rPr>
        <w:t>Сичанській сільській раді Марківського району Луганської області.</w:t>
      </w:r>
    </w:p>
    <w:p w:rsidR="004C6C5A" w:rsidRPr="005240B0" w:rsidRDefault="004C6C5A" w:rsidP="00DF070E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Антоніна Білець..</w:t>
      </w:r>
    </w:p>
    <w:p w:rsidR="004C6C5A" w:rsidRPr="005240B0" w:rsidRDefault="004C6C5A" w:rsidP="005240B0">
      <w:pPr>
        <w:ind w:firstLine="708"/>
        <w:jc w:val="both"/>
        <w:rPr>
          <w:bCs/>
          <w:sz w:val="16"/>
          <w:szCs w:val="16"/>
          <w:lang w:val="uk-UA"/>
        </w:rPr>
      </w:pPr>
    </w:p>
    <w:p w:rsidR="004C6C5A" w:rsidRPr="005240B0" w:rsidRDefault="004C6C5A" w:rsidP="00DF070E">
      <w:pPr>
        <w:ind w:firstLine="708"/>
        <w:jc w:val="both"/>
        <w:rPr>
          <w:bCs/>
          <w:sz w:val="28"/>
          <w:szCs w:val="28"/>
          <w:lang w:val="uk-UA"/>
        </w:rPr>
      </w:pPr>
      <w:r w:rsidRPr="005240B0">
        <w:rPr>
          <w:bCs/>
          <w:sz w:val="28"/>
          <w:szCs w:val="28"/>
        </w:rPr>
        <w:t xml:space="preserve">44. Про затвердження технічної документації із землеустрою щодо встановлення </w:t>
      </w:r>
      <w:r w:rsidRPr="005240B0">
        <w:rPr>
          <w:bCs/>
          <w:sz w:val="28"/>
          <w:szCs w:val="28"/>
          <w:lang w:val="uk-UA"/>
        </w:rPr>
        <w:t xml:space="preserve">(відновлення) </w:t>
      </w:r>
      <w:r w:rsidRPr="005240B0">
        <w:rPr>
          <w:bCs/>
          <w:sz w:val="28"/>
          <w:szCs w:val="28"/>
        </w:rPr>
        <w:t xml:space="preserve">меж земельної ділянки в натурі (на місцевості), </w:t>
      </w:r>
      <w:r w:rsidRPr="005240B0">
        <w:rPr>
          <w:sz w:val="28"/>
          <w:szCs w:val="28"/>
        </w:rPr>
        <w:t xml:space="preserve">гр. </w:t>
      </w:r>
      <w:r w:rsidRPr="005240B0">
        <w:rPr>
          <w:sz w:val="28"/>
          <w:szCs w:val="28"/>
          <w:lang w:val="uk-UA"/>
        </w:rPr>
        <w:t xml:space="preserve">Семенову Сергію Васильовичу та гр. Семеновій Нелі Михайлівні, 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</w:t>
      </w:r>
      <w:r w:rsidRPr="005240B0">
        <w:rPr>
          <w:bCs/>
          <w:sz w:val="28"/>
          <w:szCs w:val="28"/>
          <w:lang w:val="uk-UA"/>
        </w:rPr>
        <w:t xml:space="preserve">Державного земельного кадастру враховується в Сичанській сільській раді за адресою: </w:t>
      </w:r>
      <w:r>
        <w:rPr>
          <w:bCs/>
          <w:sz w:val="28"/>
          <w:szCs w:val="28"/>
          <w:lang w:val="uk-UA"/>
        </w:rPr>
        <w:t xml:space="preserve">                   </w:t>
      </w:r>
      <w:r w:rsidRPr="005240B0">
        <w:rPr>
          <w:bCs/>
          <w:sz w:val="28"/>
          <w:szCs w:val="28"/>
          <w:lang w:val="uk-UA"/>
        </w:rPr>
        <w:t>с. Сичанське, вул. Єременка, 9/2 Марківського району Луганської області.</w:t>
      </w:r>
    </w:p>
    <w:p w:rsidR="004C6C5A" w:rsidRPr="005240B0" w:rsidRDefault="004C6C5A" w:rsidP="00DF070E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Антоніна Білець.</w:t>
      </w:r>
    </w:p>
    <w:p w:rsidR="004C6C5A" w:rsidRPr="005240B0" w:rsidRDefault="004C6C5A" w:rsidP="005240B0">
      <w:pPr>
        <w:tabs>
          <w:tab w:val="left" w:pos="1125"/>
        </w:tabs>
        <w:ind w:firstLine="708"/>
        <w:jc w:val="both"/>
        <w:rPr>
          <w:sz w:val="16"/>
          <w:szCs w:val="16"/>
          <w:vertAlign w:val="superscript"/>
          <w:lang w:val="uk-UA"/>
        </w:rPr>
      </w:pPr>
      <w:r w:rsidRPr="005240B0">
        <w:rPr>
          <w:sz w:val="16"/>
          <w:szCs w:val="16"/>
          <w:vertAlign w:val="superscript"/>
          <w:lang w:val="uk-UA"/>
        </w:rPr>
        <w:tab/>
      </w:r>
    </w:p>
    <w:p w:rsidR="004C6C5A" w:rsidRPr="005240B0" w:rsidRDefault="004C6C5A" w:rsidP="00DF070E">
      <w:pPr>
        <w:ind w:firstLine="708"/>
        <w:jc w:val="both"/>
        <w:rPr>
          <w:bCs/>
          <w:sz w:val="28"/>
          <w:szCs w:val="28"/>
          <w:lang w:val="uk-UA"/>
        </w:rPr>
      </w:pPr>
      <w:r w:rsidRPr="005240B0">
        <w:rPr>
          <w:bCs/>
          <w:sz w:val="28"/>
          <w:szCs w:val="28"/>
        </w:rPr>
        <w:t>45. Про затвердження про</w:t>
      </w:r>
      <w:r w:rsidRPr="005240B0">
        <w:rPr>
          <w:bCs/>
          <w:sz w:val="28"/>
          <w:szCs w:val="28"/>
          <w:lang w:val="uk-UA"/>
        </w:rPr>
        <w:t>є</w:t>
      </w:r>
      <w:r w:rsidRPr="005240B0">
        <w:rPr>
          <w:bCs/>
          <w:sz w:val="28"/>
          <w:szCs w:val="28"/>
        </w:rPr>
        <w:t xml:space="preserve">кту землеустрою щодо відведення земельної ділянки у власність гр. </w:t>
      </w:r>
      <w:r w:rsidRPr="005240B0">
        <w:rPr>
          <w:bCs/>
          <w:sz w:val="28"/>
          <w:szCs w:val="28"/>
          <w:lang w:val="uk-UA"/>
        </w:rPr>
        <w:t>Перишкіній Ірині Олександрівні</w:t>
      </w:r>
      <w:r w:rsidRPr="005240B0">
        <w:rPr>
          <w:bCs/>
          <w:sz w:val="28"/>
          <w:szCs w:val="28"/>
        </w:rPr>
        <w:t xml:space="preserve">, для </w:t>
      </w:r>
      <w:r w:rsidRPr="005240B0">
        <w:rPr>
          <w:bCs/>
          <w:sz w:val="28"/>
          <w:szCs w:val="28"/>
          <w:lang w:val="uk-UA"/>
        </w:rPr>
        <w:t>ведення особистого селянського господарства</w:t>
      </w:r>
      <w:r w:rsidRPr="005240B0">
        <w:rPr>
          <w:bCs/>
          <w:sz w:val="28"/>
          <w:szCs w:val="28"/>
        </w:rPr>
        <w:t xml:space="preserve">, що знаходиться в межах населеного пункту, на території, яка за даними Державного земельного кадастру враховується в </w:t>
      </w:r>
      <w:r w:rsidRPr="005240B0">
        <w:rPr>
          <w:bCs/>
          <w:sz w:val="28"/>
          <w:szCs w:val="28"/>
          <w:lang w:val="uk-UA"/>
        </w:rPr>
        <w:t>Бондарівській</w:t>
      </w:r>
      <w:r w:rsidRPr="005240B0">
        <w:rPr>
          <w:bCs/>
          <w:sz w:val="28"/>
          <w:szCs w:val="28"/>
        </w:rPr>
        <w:t xml:space="preserve"> </w:t>
      </w:r>
      <w:r w:rsidRPr="005240B0">
        <w:rPr>
          <w:bCs/>
          <w:sz w:val="28"/>
          <w:szCs w:val="28"/>
          <w:lang w:val="uk-UA"/>
        </w:rPr>
        <w:t xml:space="preserve">сільській </w:t>
      </w:r>
      <w:r>
        <w:rPr>
          <w:bCs/>
          <w:sz w:val="28"/>
          <w:szCs w:val="28"/>
        </w:rPr>
        <w:t>раді за адресою:</w:t>
      </w:r>
      <w:r>
        <w:rPr>
          <w:bCs/>
          <w:sz w:val="28"/>
          <w:szCs w:val="28"/>
          <w:lang w:val="uk-UA"/>
        </w:rPr>
        <w:t xml:space="preserve"> </w:t>
      </w:r>
      <w:r w:rsidRPr="005240B0">
        <w:rPr>
          <w:bCs/>
          <w:sz w:val="28"/>
          <w:szCs w:val="28"/>
          <w:lang w:val="uk-UA"/>
        </w:rPr>
        <w:t xml:space="preserve">с. Курячівка, Марківського району Луганської області. </w:t>
      </w:r>
    </w:p>
    <w:p w:rsidR="004C6C5A" w:rsidRPr="005240B0" w:rsidRDefault="004C6C5A" w:rsidP="00DF070E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</w:rPr>
        <w:t>Доповідає:</w:t>
      </w:r>
      <w:r w:rsidRPr="005240B0">
        <w:rPr>
          <w:sz w:val="28"/>
          <w:szCs w:val="28"/>
        </w:rPr>
        <w:t xml:space="preserve"> в.о. старости Олександр Тіщенко.</w:t>
      </w:r>
    </w:p>
    <w:p w:rsidR="004C6C5A" w:rsidRPr="005240B0" w:rsidRDefault="004C6C5A" w:rsidP="005240B0">
      <w:pPr>
        <w:tabs>
          <w:tab w:val="left" w:pos="1140"/>
        </w:tabs>
        <w:ind w:firstLine="708"/>
        <w:jc w:val="both"/>
        <w:rPr>
          <w:sz w:val="16"/>
          <w:szCs w:val="16"/>
          <w:lang w:val="uk-UA"/>
        </w:rPr>
      </w:pPr>
      <w:r w:rsidRPr="005240B0">
        <w:rPr>
          <w:sz w:val="16"/>
          <w:szCs w:val="16"/>
          <w:lang w:val="uk-UA"/>
        </w:rPr>
        <w:tab/>
      </w:r>
    </w:p>
    <w:p w:rsidR="004C6C5A" w:rsidRPr="005240B0" w:rsidRDefault="004C6C5A" w:rsidP="00DF070E">
      <w:pPr>
        <w:ind w:firstLine="708"/>
        <w:jc w:val="both"/>
        <w:rPr>
          <w:bCs/>
          <w:sz w:val="28"/>
          <w:szCs w:val="28"/>
          <w:lang w:val="uk-UA"/>
        </w:rPr>
      </w:pPr>
      <w:r w:rsidRPr="005240B0">
        <w:rPr>
          <w:bCs/>
          <w:sz w:val="28"/>
          <w:szCs w:val="28"/>
          <w:lang w:val="uk-UA"/>
        </w:rPr>
        <w:t xml:space="preserve">46. Про затвердження технічної документації із землеустрою щодо встановлення (відновлення) меж земельної ділянки в натурі (на місцевості), </w:t>
      </w:r>
      <w:r w:rsidRPr="005240B0">
        <w:rPr>
          <w:sz w:val="28"/>
          <w:szCs w:val="28"/>
          <w:lang w:val="uk-UA"/>
        </w:rPr>
        <w:t xml:space="preserve">гр. Жарої Кристини Євгенівни, для будівництва і обслуговування житлового будинку, господарських будівель і споруд (присадибна ділянка), що знаходиться в межах населеного пункту с. Бондарівка, вул. Калашнікова, 49, на території, яка за даними </w:t>
      </w:r>
      <w:r w:rsidRPr="005240B0">
        <w:rPr>
          <w:bCs/>
          <w:sz w:val="28"/>
          <w:szCs w:val="28"/>
          <w:lang w:val="uk-UA"/>
        </w:rPr>
        <w:t>Державного земельного кадастру враховується в Бондарівській сільській раді Марківського району Луганської області.</w:t>
      </w:r>
    </w:p>
    <w:p w:rsidR="004C6C5A" w:rsidRPr="005240B0" w:rsidRDefault="004C6C5A" w:rsidP="00DF070E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</w:rPr>
        <w:t>Доповідає:</w:t>
      </w:r>
      <w:r w:rsidRPr="005240B0">
        <w:rPr>
          <w:sz w:val="28"/>
          <w:szCs w:val="28"/>
        </w:rPr>
        <w:t xml:space="preserve"> в.о. старости Олександр Тіщенко.</w:t>
      </w:r>
    </w:p>
    <w:p w:rsidR="004C6C5A" w:rsidRPr="005240B0" w:rsidRDefault="004C6C5A" w:rsidP="00DF070E">
      <w:pPr>
        <w:ind w:firstLine="708"/>
        <w:jc w:val="both"/>
        <w:rPr>
          <w:sz w:val="16"/>
          <w:szCs w:val="16"/>
          <w:vertAlign w:val="superscript"/>
          <w:lang w:val="uk-UA"/>
        </w:rPr>
      </w:pPr>
    </w:p>
    <w:p w:rsidR="004C6C5A" w:rsidRPr="005240B0" w:rsidRDefault="004C6C5A" w:rsidP="00DF070E">
      <w:pPr>
        <w:ind w:firstLine="708"/>
        <w:jc w:val="both"/>
        <w:rPr>
          <w:bCs/>
          <w:sz w:val="28"/>
          <w:szCs w:val="28"/>
          <w:lang w:val="uk-UA"/>
        </w:rPr>
      </w:pPr>
      <w:r w:rsidRPr="005240B0">
        <w:rPr>
          <w:bCs/>
          <w:sz w:val="28"/>
          <w:szCs w:val="28"/>
        </w:rPr>
        <w:t xml:space="preserve">47. Про затвердження технічної документації із землеустрою щодо встановлення </w:t>
      </w:r>
      <w:r w:rsidRPr="005240B0">
        <w:rPr>
          <w:bCs/>
          <w:sz w:val="28"/>
          <w:szCs w:val="28"/>
          <w:lang w:val="uk-UA"/>
        </w:rPr>
        <w:t xml:space="preserve">(відновлення) </w:t>
      </w:r>
      <w:r w:rsidRPr="005240B0">
        <w:rPr>
          <w:bCs/>
          <w:sz w:val="28"/>
          <w:szCs w:val="28"/>
        </w:rPr>
        <w:t xml:space="preserve">меж земельної ділянки в натурі (на місцевості), </w:t>
      </w:r>
      <w:r w:rsidRPr="005240B0">
        <w:rPr>
          <w:sz w:val="28"/>
          <w:szCs w:val="28"/>
        </w:rPr>
        <w:t xml:space="preserve">гр. </w:t>
      </w:r>
      <w:r w:rsidRPr="005240B0">
        <w:rPr>
          <w:sz w:val="28"/>
          <w:szCs w:val="28"/>
          <w:lang w:val="uk-UA"/>
        </w:rPr>
        <w:t>Гармаш Анні Сергіївні, для будівництва і обслуговування житлового будинку, господарських будівель і споруд (присадибна ділянка), що знаходиться в меж</w:t>
      </w:r>
      <w:r>
        <w:rPr>
          <w:sz w:val="28"/>
          <w:szCs w:val="28"/>
          <w:lang w:val="uk-UA"/>
        </w:rPr>
        <w:t xml:space="preserve">ах населеного пункту Курячівка, </w:t>
      </w:r>
      <w:r w:rsidRPr="005240B0">
        <w:rPr>
          <w:sz w:val="28"/>
          <w:szCs w:val="28"/>
          <w:lang w:val="uk-UA"/>
        </w:rPr>
        <w:t xml:space="preserve">вул. Кліщова, 42, на території, яка за даними </w:t>
      </w:r>
      <w:r w:rsidRPr="005240B0">
        <w:rPr>
          <w:bCs/>
          <w:sz w:val="28"/>
          <w:szCs w:val="28"/>
          <w:lang w:val="uk-UA"/>
        </w:rPr>
        <w:t>Державного земельного кадастру враховується в Бондарівській сільській раді Марківського району Луганської області.</w:t>
      </w:r>
    </w:p>
    <w:p w:rsidR="004C6C5A" w:rsidRPr="005240B0" w:rsidRDefault="004C6C5A" w:rsidP="00DF070E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</w:rPr>
        <w:t>Доповідає:</w:t>
      </w:r>
      <w:r w:rsidRPr="005240B0">
        <w:rPr>
          <w:sz w:val="28"/>
          <w:szCs w:val="28"/>
        </w:rPr>
        <w:t xml:space="preserve"> в.о. старости Олександр Тіщенко.</w:t>
      </w:r>
    </w:p>
    <w:p w:rsidR="004C6C5A" w:rsidRPr="005240B0" w:rsidRDefault="004C6C5A" w:rsidP="00DF070E">
      <w:pPr>
        <w:ind w:firstLine="708"/>
        <w:jc w:val="both"/>
        <w:rPr>
          <w:sz w:val="16"/>
          <w:szCs w:val="16"/>
          <w:vertAlign w:val="superscript"/>
          <w:lang w:val="uk-UA"/>
        </w:rPr>
      </w:pPr>
    </w:p>
    <w:p w:rsidR="004C6C5A" w:rsidRPr="005240B0" w:rsidRDefault="004C6C5A" w:rsidP="00DF070E">
      <w:pPr>
        <w:ind w:firstLine="708"/>
        <w:jc w:val="both"/>
        <w:rPr>
          <w:bCs/>
          <w:sz w:val="28"/>
          <w:szCs w:val="28"/>
          <w:lang w:val="uk-UA"/>
        </w:rPr>
      </w:pPr>
      <w:r w:rsidRPr="005240B0">
        <w:rPr>
          <w:bCs/>
          <w:sz w:val="28"/>
          <w:szCs w:val="28"/>
        </w:rPr>
        <w:t>48. Про надання дозволу на виготовлення про</w:t>
      </w:r>
      <w:r w:rsidRPr="005240B0">
        <w:rPr>
          <w:bCs/>
          <w:sz w:val="28"/>
          <w:szCs w:val="28"/>
          <w:lang w:val="uk-UA"/>
        </w:rPr>
        <w:t>є</w:t>
      </w:r>
      <w:r w:rsidRPr="005240B0">
        <w:rPr>
          <w:bCs/>
          <w:sz w:val="28"/>
          <w:szCs w:val="28"/>
        </w:rPr>
        <w:t xml:space="preserve">кту землеустрою щодо відведення земельної ділянки у приватну власність </w:t>
      </w:r>
      <w:r w:rsidRPr="005240B0">
        <w:rPr>
          <w:sz w:val="28"/>
          <w:szCs w:val="28"/>
        </w:rPr>
        <w:t xml:space="preserve">гр. </w:t>
      </w:r>
      <w:r w:rsidRPr="005240B0">
        <w:rPr>
          <w:sz w:val="28"/>
          <w:szCs w:val="28"/>
          <w:lang w:val="uk-UA"/>
        </w:rPr>
        <w:t>Гоженку Євгенію Петровичу</w:t>
      </w:r>
      <w:r w:rsidRPr="005240B0">
        <w:rPr>
          <w:sz w:val="28"/>
          <w:szCs w:val="28"/>
        </w:rPr>
        <w:t xml:space="preserve"> для ведення особистого селянського господарства</w:t>
      </w:r>
      <w:r w:rsidRPr="005240B0">
        <w:rPr>
          <w:sz w:val="28"/>
          <w:szCs w:val="28"/>
          <w:lang w:val="uk-UA"/>
        </w:rPr>
        <w:t xml:space="preserve"> в межах населеного пункту Кризьке</w:t>
      </w:r>
      <w:r w:rsidRPr="005240B0">
        <w:rPr>
          <w:sz w:val="28"/>
          <w:szCs w:val="28"/>
        </w:rPr>
        <w:t xml:space="preserve">, </w:t>
      </w:r>
      <w:r w:rsidRPr="005240B0">
        <w:rPr>
          <w:bCs/>
          <w:sz w:val="28"/>
          <w:szCs w:val="28"/>
        </w:rPr>
        <w:t xml:space="preserve">яка за даними Державного земельного кадастру враховується в </w:t>
      </w:r>
      <w:r w:rsidRPr="005240B0">
        <w:rPr>
          <w:bCs/>
          <w:sz w:val="28"/>
          <w:szCs w:val="28"/>
          <w:lang w:val="uk-UA"/>
        </w:rPr>
        <w:t>Кризькій сільській раді Марківського району Луганської області.</w:t>
      </w:r>
    </w:p>
    <w:p w:rsidR="004C6C5A" w:rsidRPr="005240B0" w:rsidRDefault="004C6C5A" w:rsidP="00DF070E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Олексій Сич.</w:t>
      </w:r>
    </w:p>
    <w:p w:rsidR="004C6C5A" w:rsidRPr="00EC61C7" w:rsidRDefault="004C6C5A" w:rsidP="00EC61C7">
      <w:pPr>
        <w:tabs>
          <w:tab w:val="left" w:pos="900"/>
        </w:tabs>
        <w:jc w:val="both"/>
        <w:rPr>
          <w:sz w:val="16"/>
          <w:szCs w:val="16"/>
          <w:vertAlign w:val="superscript"/>
          <w:lang w:val="uk-UA"/>
        </w:rPr>
      </w:pPr>
      <w:r>
        <w:rPr>
          <w:sz w:val="28"/>
          <w:szCs w:val="28"/>
          <w:lang w:val="uk-UA"/>
        </w:rPr>
        <w:tab/>
      </w:r>
    </w:p>
    <w:p w:rsidR="004C6C5A" w:rsidRPr="005240B0" w:rsidRDefault="004C6C5A" w:rsidP="00DF070E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Cs/>
          <w:sz w:val="28"/>
          <w:szCs w:val="28"/>
        </w:rPr>
        <w:t>49. Про затвердження про</w:t>
      </w:r>
      <w:r w:rsidRPr="005240B0">
        <w:rPr>
          <w:bCs/>
          <w:sz w:val="28"/>
          <w:szCs w:val="28"/>
          <w:lang w:val="uk-UA"/>
        </w:rPr>
        <w:t>є</w:t>
      </w:r>
      <w:r w:rsidRPr="005240B0">
        <w:rPr>
          <w:bCs/>
          <w:sz w:val="28"/>
          <w:szCs w:val="28"/>
        </w:rPr>
        <w:t xml:space="preserve">кту землеустрою щодо відведення земельної ділянки у власність гр. </w:t>
      </w:r>
      <w:r w:rsidRPr="005240B0">
        <w:rPr>
          <w:bCs/>
          <w:sz w:val="28"/>
          <w:szCs w:val="28"/>
          <w:lang w:val="uk-UA"/>
        </w:rPr>
        <w:t>Галці Юлії Сергіївни</w:t>
      </w:r>
      <w:r w:rsidRPr="005240B0">
        <w:rPr>
          <w:bCs/>
          <w:sz w:val="28"/>
          <w:szCs w:val="28"/>
        </w:rPr>
        <w:t xml:space="preserve">, для </w:t>
      </w:r>
      <w:r w:rsidRPr="005240B0">
        <w:rPr>
          <w:bCs/>
          <w:sz w:val="28"/>
          <w:szCs w:val="28"/>
          <w:lang w:val="uk-UA"/>
        </w:rPr>
        <w:t>ведення особистого селянського господарства</w:t>
      </w:r>
      <w:r w:rsidRPr="005240B0">
        <w:rPr>
          <w:bCs/>
          <w:sz w:val="28"/>
          <w:szCs w:val="28"/>
        </w:rPr>
        <w:t xml:space="preserve">, що знаходиться в межах населеного пункту, на території, яка за даними Державного земельного кадастру враховується в </w:t>
      </w:r>
      <w:r w:rsidRPr="005240B0">
        <w:rPr>
          <w:bCs/>
          <w:sz w:val="28"/>
          <w:szCs w:val="28"/>
          <w:lang w:val="uk-UA"/>
        </w:rPr>
        <w:t>Кризькій</w:t>
      </w:r>
      <w:r w:rsidRPr="005240B0">
        <w:rPr>
          <w:bCs/>
          <w:sz w:val="28"/>
          <w:szCs w:val="28"/>
        </w:rPr>
        <w:t xml:space="preserve"> </w:t>
      </w:r>
      <w:r w:rsidRPr="005240B0">
        <w:rPr>
          <w:bCs/>
          <w:sz w:val="28"/>
          <w:szCs w:val="28"/>
          <w:lang w:val="uk-UA"/>
        </w:rPr>
        <w:t xml:space="preserve">сільській </w:t>
      </w:r>
      <w:r w:rsidRPr="005240B0">
        <w:rPr>
          <w:bCs/>
          <w:sz w:val="28"/>
          <w:szCs w:val="28"/>
        </w:rPr>
        <w:t>раді за адресою:</w:t>
      </w:r>
      <w:r w:rsidRPr="005240B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 с. Кризьке (в районі</w:t>
      </w:r>
      <w:r w:rsidRPr="005240B0">
        <w:rPr>
          <w:bCs/>
          <w:sz w:val="28"/>
          <w:szCs w:val="28"/>
          <w:lang w:val="uk-UA"/>
        </w:rPr>
        <w:t xml:space="preserve"> пров. Сонячний) Марківського району Луганської області. </w:t>
      </w:r>
    </w:p>
    <w:p w:rsidR="004C6C5A" w:rsidRPr="005240B0" w:rsidRDefault="004C6C5A" w:rsidP="00DF070E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Олексій Сич.</w:t>
      </w:r>
    </w:p>
    <w:p w:rsidR="004C6C5A" w:rsidRPr="00EC61C7" w:rsidRDefault="004C6C5A" w:rsidP="00EC61C7">
      <w:pPr>
        <w:tabs>
          <w:tab w:val="left" w:pos="1125"/>
        </w:tabs>
        <w:ind w:firstLine="708"/>
        <w:jc w:val="both"/>
        <w:rPr>
          <w:sz w:val="16"/>
          <w:szCs w:val="16"/>
          <w:lang w:val="uk-UA"/>
        </w:rPr>
      </w:pPr>
      <w:r w:rsidRPr="00EC61C7">
        <w:rPr>
          <w:sz w:val="16"/>
          <w:szCs w:val="16"/>
          <w:lang w:val="uk-UA"/>
        </w:rPr>
        <w:tab/>
      </w:r>
    </w:p>
    <w:p w:rsidR="004C6C5A" w:rsidRPr="005240B0" w:rsidRDefault="004C6C5A" w:rsidP="00DF070E">
      <w:pPr>
        <w:ind w:firstLine="708"/>
        <w:jc w:val="both"/>
        <w:rPr>
          <w:sz w:val="28"/>
          <w:szCs w:val="28"/>
        </w:rPr>
      </w:pPr>
      <w:r w:rsidRPr="005240B0">
        <w:rPr>
          <w:sz w:val="28"/>
          <w:szCs w:val="28"/>
        </w:rPr>
        <w:t>50. Про затвердження технічної документації із землеустрою щодо встановлення меж земельної ділянки в натурі (на місцевості), гр. Гетьманській Любові Іллівни, для будівництва і обслуговування житлового будинку, господарських будівель і споруд (присадибна ділянка), розташованої в межах населеного пункту на території, яка за даними Державного земельного кадастру враховується в Марківській селищній раді за</w:t>
      </w:r>
      <w:r>
        <w:rPr>
          <w:sz w:val="28"/>
          <w:szCs w:val="28"/>
        </w:rPr>
        <w:t xml:space="preserve"> адресою: смт Марківка,</w:t>
      </w:r>
      <w:r>
        <w:rPr>
          <w:sz w:val="28"/>
          <w:szCs w:val="28"/>
          <w:lang w:val="uk-UA"/>
        </w:rPr>
        <w:t xml:space="preserve"> </w:t>
      </w:r>
      <w:r w:rsidRPr="005240B0">
        <w:rPr>
          <w:sz w:val="28"/>
          <w:szCs w:val="28"/>
        </w:rPr>
        <w:t>вул. Центральна, 193, Марківського району Луганської області.</w:t>
      </w:r>
    </w:p>
    <w:p w:rsidR="004C6C5A" w:rsidRPr="005240B0" w:rsidRDefault="004C6C5A" w:rsidP="00B331ED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Катерина Глазун.</w:t>
      </w:r>
    </w:p>
    <w:p w:rsidR="004C6C5A" w:rsidRPr="00EC61C7" w:rsidRDefault="004C6C5A" w:rsidP="00EC61C7">
      <w:pPr>
        <w:tabs>
          <w:tab w:val="left" w:pos="1170"/>
        </w:tabs>
        <w:ind w:firstLine="708"/>
        <w:jc w:val="both"/>
        <w:rPr>
          <w:sz w:val="16"/>
          <w:szCs w:val="16"/>
          <w:lang w:val="uk-UA"/>
        </w:rPr>
      </w:pPr>
      <w:r w:rsidRPr="00EC61C7">
        <w:rPr>
          <w:sz w:val="16"/>
          <w:szCs w:val="16"/>
          <w:lang w:val="uk-UA"/>
        </w:rPr>
        <w:tab/>
      </w:r>
    </w:p>
    <w:p w:rsidR="004C6C5A" w:rsidRPr="005240B0" w:rsidRDefault="004C6C5A" w:rsidP="00DF070E">
      <w:pPr>
        <w:ind w:firstLine="708"/>
        <w:jc w:val="both"/>
        <w:rPr>
          <w:sz w:val="28"/>
          <w:szCs w:val="28"/>
        </w:rPr>
      </w:pPr>
      <w:r w:rsidRPr="005240B0">
        <w:rPr>
          <w:sz w:val="28"/>
          <w:szCs w:val="28"/>
          <w:lang w:val="uk-UA"/>
        </w:rPr>
        <w:t xml:space="preserve">51. </w:t>
      </w:r>
      <w:r w:rsidRPr="005240B0">
        <w:rPr>
          <w:sz w:val="28"/>
          <w:szCs w:val="28"/>
        </w:rPr>
        <w:t>Про затвердження про</w:t>
      </w:r>
      <w:r w:rsidRPr="005240B0">
        <w:rPr>
          <w:sz w:val="28"/>
          <w:szCs w:val="28"/>
          <w:lang w:val="uk-UA"/>
        </w:rPr>
        <w:t>є</w:t>
      </w:r>
      <w:r w:rsidRPr="005240B0">
        <w:rPr>
          <w:sz w:val="28"/>
          <w:szCs w:val="28"/>
        </w:rPr>
        <w:t>кту землеустрою щодо відведення земельної ділянки у власність гр.</w:t>
      </w:r>
      <w:r w:rsidRPr="005240B0">
        <w:rPr>
          <w:sz w:val="28"/>
          <w:szCs w:val="28"/>
          <w:lang w:val="uk-UA"/>
        </w:rPr>
        <w:t xml:space="preserve"> </w:t>
      </w:r>
      <w:r w:rsidRPr="005240B0">
        <w:rPr>
          <w:sz w:val="28"/>
          <w:szCs w:val="28"/>
        </w:rPr>
        <w:t xml:space="preserve">Шерстюк Ірині Володимирівні, для ведення особистого селянського господарства, що знаходиться в межах населеного пункту, на території, яка за даними Державного земельного кадастру враховується в Марківській селищній раді за адресою: смт Марківка р-н пров. Шкільний, Марківського району Луганської області. </w:t>
      </w:r>
    </w:p>
    <w:p w:rsidR="004C6C5A" w:rsidRPr="005240B0" w:rsidRDefault="004C6C5A" w:rsidP="00B331ED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Катерина Глазун.</w:t>
      </w:r>
    </w:p>
    <w:p w:rsidR="004C6C5A" w:rsidRPr="00EC61C7" w:rsidRDefault="004C6C5A" w:rsidP="00EC61C7">
      <w:pPr>
        <w:tabs>
          <w:tab w:val="left" w:pos="1605"/>
        </w:tabs>
        <w:ind w:firstLine="708"/>
        <w:jc w:val="both"/>
        <w:rPr>
          <w:sz w:val="16"/>
          <w:szCs w:val="16"/>
          <w:lang w:val="uk-UA"/>
        </w:rPr>
      </w:pPr>
      <w:r w:rsidRPr="00EC61C7">
        <w:rPr>
          <w:sz w:val="16"/>
          <w:szCs w:val="16"/>
          <w:lang w:val="uk-UA"/>
        </w:rPr>
        <w:tab/>
      </w:r>
    </w:p>
    <w:p w:rsidR="004C6C5A" w:rsidRPr="005240B0" w:rsidRDefault="004C6C5A" w:rsidP="00DF070E">
      <w:pPr>
        <w:ind w:firstLine="708"/>
        <w:jc w:val="both"/>
        <w:rPr>
          <w:sz w:val="28"/>
          <w:szCs w:val="28"/>
        </w:rPr>
      </w:pPr>
      <w:r w:rsidRPr="005240B0">
        <w:rPr>
          <w:sz w:val="28"/>
          <w:szCs w:val="28"/>
        </w:rPr>
        <w:t>52. Про надання в оренду земельної ділянки, терміном на 10 років, гр. Романенко Валерію Івановичу, для будівництва та обслуговування будівель кредитно-фінансових установ, за адресою: смт Марківка, пров. Південний, буд. 1, на території, яка за даними Державного земельного кадастру враховується в Марківській селищній раді Марківського району Луганської області</w:t>
      </w:r>
      <w:r w:rsidRPr="005240B0">
        <w:rPr>
          <w:sz w:val="28"/>
          <w:szCs w:val="28"/>
          <w:lang w:val="uk-UA"/>
        </w:rPr>
        <w:t>.</w:t>
      </w:r>
      <w:r w:rsidRPr="005240B0">
        <w:rPr>
          <w:sz w:val="28"/>
          <w:szCs w:val="28"/>
        </w:rPr>
        <w:t xml:space="preserve"> </w:t>
      </w:r>
    </w:p>
    <w:p w:rsidR="004C6C5A" w:rsidRPr="005240B0" w:rsidRDefault="004C6C5A" w:rsidP="00B331ED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Катерина Глазун.</w:t>
      </w:r>
    </w:p>
    <w:p w:rsidR="004C6C5A" w:rsidRPr="00EC61C7" w:rsidRDefault="004C6C5A" w:rsidP="00EC61C7">
      <w:pPr>
        <w:tabs>
          <w:tab w:val="left" w:pos="1125"/>
        </w:tabs>
        <w:ind w:firstLine="708"/>
        <w:jc w:val="both"/>
        <w:rPr>
          <w:sz w:val="16"/>
          <w:szCs w:val="16"/>
          <w:vertAlign w:val="superscript"/>
          <w:lang w:val="uk-UA"/>
        </w:rPr>
      </w:pPr>
      <w:r w:rsidRPr="00EC61C7">
        <w:rPr>
          <w:sz w:val="16"/>
          <w:szCs w:val="16"/>
          <w:vertAlign w:val="superscript"/>
          <w:lang w:val="uk-UA"/>
        </w:rPr>
        <w:tab/>
      </w:r>
    </w:p>
    <w:p w:rsidR="004C6C5A" w:rsidRPr="005240B0" w:rsidRDefault="004C6C5A" w:rsidP="00DF070E">
      <w:pPr>
        <w:ind w:firstLine="708"/>
        <w:jc w:val="both"/>
        <w:rPr>
          <w:sz w:val="28"/>
          <w:szCs w:val="28"/>
        </w:rPr>
      </w:pPr>
      <w:r w:rsidRPr="005240B0">
        <w:rPr>
          <w:sz w:val="28"/>
          <w:szCs w:val="28"/>
          <w:lang w:val="uk-UA"/>
        </w:rPr>
        <w:t xml:space="preserve">53. Про припинення дії договору оренди земельної ділянки не сільськогосподарського призначення, реєстраційний № 843 від 08.09.2004 р., укладеного між Марківською селищною радою та Залєщенко Валентиною Вікторівною, за адресою: смт Марківка, вул. </w:t>
      </w:r>
      <w:r w:rsidRPr="005240B0">
        <w:rPr>
          <w:sz w:val="28"/>
          <w:szCs w:val="28"/>
        </w:rPr>
        <w:t>Єременка, 105, на території, яка за даними державного земельного кадастру враховується в Марківській селищній раді Марківського району Луганської області.</w:t>
      </w:r>
    </w:p>
    <w:p w:rsidR="004C6C5A" w:rsidRPr="005240B0" w:rsidRDefault="004C6C5A" w:rsidP="00B331ED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Катерина Глазун.</w:t>
      </w:r>
    </w:p>
    <w:p w:rsidR="004C6C5A" w:rsidRPr="00EC61C7" w:rsidRDefault="004C6C5A" w:rsidP="00EC61C7">
      <w:pPr>
        <w:tabs>
          <w:tab w:val="left" w:pos="1140"/>
        </w:tabs>
        <w:ind w:firstLine="708"/>
        <w:jc w:val="both"/>
        <w:rPr>
          <w:sz w:val="16"/>
          <w:szCs w:val="16"/>
          <w:vertAlign w:val="superscript"/>
          <w:lang w:val="uk-UA"/>
        </w:rPr>
      </w:pPr>
      <w:r w:rsidRPr="00EC61C7">
        <w:rPr>
          <w:sz w:val="16"/>
          <w:szCs w:val="16"/>
          <w:vertAlign w:val="superscript"/>
          <w:lang w:val="uk-UA"/>
        </w:rPr>
        <w:tab/>
      </w:r>
    </w:p>
    <w:p w:rsidR="004C6C5A" w:rsidRPr="005240B0" w:rsidRDefault="004C6C5A" w:rsidP="00DF070E">
      <w:pPr>
        <w:ind w:firstLine="708"/>
        <w:jc w:val="both"/>
        <w:rPr>
          <w:sz w:val="28"/>
          <w:szCs w:val="28"/>
        </w:rPr>
      </w:pPr>
      <w:r w:rsidRPr="005240B0">
        <w:rPr>
          <w:sz w:val="28"/>
          <w:szCs w:val="28"/>
        </w:rPr>
        <w:t>54. Про надання дозволу на виготовлення про</w:t>
      </w:r>
      <w:r w:rsidRPr="005240B0">
        <w:rPr>
          <w:sz w:val="28"/>
          <w:szCs w:val="28"/>
          <w:lang w:val="uk-UA"/>
        </w:rPr>
        <w:t>є</w:t>
      </w:r>
      <w:r w:rsidRPr="005240B0">
        <w:rPr>
          <w:sz w:val="28"/>
          <w:szCs w:val="28"/>
        </w:rPr>
        <w:t>кту землеустрою щодо відведення земельної ділянки у приватну власність гр. Козленко Тетяні Вікторівні, для ведення особистого селянського господарства, за адресою: смт Марківка, вул. Вишнева, 124 (в кінці домоволодіння), яка за даними Державного земельного кадастру враховується в Марківській селищній раді Марківського району Луганської області.</w:t>
      </w:r>
    </w:p>
    <w:p w:rsidR="004C6C5A" w:rsidRPr="005240B0" w:rsidRDefault="004C6C5A" w:rsidP="00B331ED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Катерина Глазун.</w:t>
      </w:r>
    </w:p>
    <w:p w:rsidR="004C6C5A" w:rsidRPr="00EC61C7" w:rsidRDefault="004C6C5A" w:rsidP="00EC61C7">
      <w:pPr>
        <w:tabs>
          <w:tab w:val="left" w:pos="1125"/>
        </w:tabs>
        <w:ind w:firstLine="708"/>
        <w:jc w:val="both"/>
        <w:rPr>
          <w:sz w:val="16"/>
          <w:szCs w:val="16"/>
          <w:vertAlign w:val="superscript"/>
          <w:lang w:val="uk-UA"/>
        </w:rPr>
      </w:pPr>
      <w:r w:rsidRPr="00EC61C7">
        <w:rPr>
          <w:sz w:val="16"/>
          <w:szCs w:val="16"/>
          <w:vertAlign w:val="superscript"/>
          <w:lang w:val="uk-UA"/>
        </w:rPr>
        <w:tab/>
      </w:r>
    </w:p>
    <w:p w:rsidR="004C6C5A" w:rsidRPr="005240B0" w:rsidRDefault="004C6C5A" w:rsidP="00DF070E">
      <w:pPr>
        <w:ind w:firstLine="708"/>
        <w:jc w:val="both"/>
        <w:rPr>
          <w:sz w:val="28"/>
          <w:szCs w:val="28"/>
        </w:rPr>
      </w:pPr>
      <w:r w:rsidRPr="005240B0">
        <w:rPr>
          <w:sz w:val="28"/>
          <w:szCs w:val="28"/>
        </w:rPr>
        <w:t>55. Про надання дозволу на виготовлення про</w:t>
      </w:r>
      <w:r w:rsidRPr="005240B0">
        <w:rPr>
          <w:sz w:val="28"/>
          <w:szCs w:val="28"/>
          <w:lang w:val="uk-UA"/>
        </w:rPr>
        <w:t>є</w:t>
      </w:r>
      <w:r w:rsidRPr="005240B0">
        <w:rPr>
          <w:sz w:val="28"/>
          <w:szCs w:val="28"/>
        </w:rPr>
        <w:t>кту землеустрою щодо відведення земельної ділянки у приватну власність гр. Пелешенку Володимиру Петровичу, для ведення особистого селянського господарства, за адресою: смт Марківка,</w:t>
      </w:r>
      <w:r w:rsidRPr="005240B0">
        <w:rPr>
          <w:sz w:val="28"/>
          <w:szCs w:val="28"/>
          <w:lang w:val="uk-UA"/>
        </w:rPr>
        <w:t xml:space="preserve"> </w:t>
      </w:r>
      <w:r w:rsidRPr="005240B0">
        <w:rPr>
          <w:sz w:val="28"/>
          <w:szCs w:val="28"/>
        </w:rPr>
        <w:t>вул. Першотравнева (в районі домоволодіння № 102), яка за даними Державного земельного кадастру враховується в Марківській селищній раді Марківського району Луганської області.</w:t>
      </w:r>
    </w:p>
    <w:p w:rsidR="004C6C5A" w:rsidRPr="005240B0" w:rsidRDefault="004C6C5A" w:rsidP="00B331ED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Катерина Глазун.</w:t>
      </w:r>
    </w:p>
    <w:p w:rsidR="004C6C5A" w:rsidRPr="00EC61C7" w:rsidRDefault="004C6C5A" w:rsidP="00EC61C7">
      <w:pPr>
        <w:tabs>
          <w:tab w:val="left" w:pos="1140"/>
        </w:tabs>
        <w:ind w:firstLine="708"/>
        <w:jc w:val="both"/>
        <w:rPr>
          <w:sz w:val="16"/>
          <w:szCs w:val="16"/>
          <w:vertAlign w:val="superscript"/>
          <w:lang w:val="uk-UA"/>
        </w:rPr>
      </w:pPr>
      <w:r w:rsidRPr="00EC61C7">
        <w:rPr>
          <w:sz w:val="16"/>
          <w:szCs w:val="16"/>
          <w:vertAlign w:val="superscript"/>
          <w:lang w:val="uk-UA"/>
        </w:rPr>
        <w:tab/>
      </w:r>
    </w:p>
    <w:p w:rsidR="004C6C5A" w:rsidRPr="005240B0" w:rsidRDefault="004C6C5A" w:rsidP="00DF070E">
      <w:pPr>
        <w:ind w:firstLine="708"/>
        <w:jc w:val="both"/>
        <w:rPr>
          <w:sz w:val="28"/>
          <w:szCs w:val="28"/>
        </w:rPr>
      </w:pPr>
      <w:r w:rsidRPr="005240B0">
        <w:rPr>
          <w:sz w:val="28"/>
          <w:szCs w:val="28"/>
        </w:rPr>
        <w:t>56. Про затвердження про</w:t>
      </w:r>
      <w:r w:rsidRPr="005240B0">
        <w:rPr>
          <w:sz w:val="28"/>
          <w:szCs w:val="28"/>
          <w:lang w:val="uk-UA"/>
        </w:rPr>
        <w:t>є</w:t>
      </w:r>
      <w:r w:rsidRPr="005240B0">
        <w:rPr>
          <w:sz w:val="28"/>
          <w:szCs w:val="28"/>
        </w:rPr>
        <w:t>кту землеустрою щодо відведення земельної ділянки в оренду гр. Сало Олені Володимирівні, для городництва, що знаходиться в межах населеного пункту, на території, яка за даними Державного земельного кадастру враховується в Марківській селищній раді за адресою: смт Марківка вул. Єременка (район колишнього садка КСП «Радянська Україна») Марківського району Луганської області.</w:t>
      </w:r>
    </w:p>
    <w:p w:rsidR="004C6C5A" w:rsidRPr="005240B0" w:rsidRDefault="004C6C5A" w:rsidP="00B331ED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Катерина Глазун.</w:t>
      </w:r>
    </w:p>
    <w:p w:rsidR="004C6C5A" w:rsidRPr="00EC61C7" w:rsidRDefault="004C6C5A" w:rsidP="00EC61C7">
      <w:pPr>
        <w:tabs>
          <w:tab w:val="left" w:pos="1140"/>
        </w:tabs>
        <w:ind w:firstLine="708"/>
        <w:jc w:val="both"/>
        <w:rPr>
          <w:sz w:val="16"/>
          <w:szCs w:val="16"/>
          <w:lang w:val="uk-UA"/>
        </w:rPr>
      </w:pPr>
      <w:r w:rsidRPr="00EC61C7">
        <w:rPr>
          <w:sz w:val="16"/>
          <w:szCs w:val="16"/>
          <w:lang w:val="uk-UA"/>
        </w:rPr>
        <w:tab/>
      </w:r>
    </w:p>
    <w:p w:rsidR="004C6C5A" w:rsidRPr="005240B0" w:rsidRDefault="004C6C5A" w:rsidP="002C6E37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sz w:val="28"/>
          <w:szCs w:val="28"/>
        </w:rPr>
        <w:t>57. Про надання дозволу на виготовлення технічної документації із  землеустрою щодо інвентаризації земель комунальної власності за адресою: смт. Марківка,</w:t>
      </w:r>
      <w:r w:rsidRPr="005240B0">
        <w:rPr>
          <w:sz w:val="28"/>
          <w:szCs w:val="28"/>
          <w:lang w:val="uk-UA"/>
        </w:rPr>
        <w:t xml:space="preserve">                                 </w:t>
      </w:r>
      <w:r w:rsidRPr="005240B0">
        <w:rPr>
          <w:sz w:val="28"/>
          <w:szCs w:val="28"/>
        </w:rPr>
        <w:t>вул. Дружби народів, 139 Марківської селищної ради Марківського району Луганської області</w:t>
      </w:r>
      <w:r w:rsidRPr="005240B0">
        <w:rPr>
          <w:sz w:val="28"/>
          <w:szCs w:val="28"/>
          <w:lang w:val="uk-UA"/>
        </w:rPr>
        <w:t>.</w:t>
      </w:r>
    </w:p>
    <w:p w:rsidR="004C6C5A" w:rsidRPr="005240B0" w:rsidRDefault="004C6C5A" w:rsidP="00B331ED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Катерина Глазун.</w:t>
      </w:r>
    </w:p>
    <w:p w:rsidR="004C6C5A" w:rsidRPr="00EC61C7" w:rsidRDefault="004C6C5A" w:rsidP="00EC61C7">
      <w:pPr>
        <w:tabs>
          <w:tab w:val="left" w:pos="1155"/>
        </w:tabs>
        <w:ind w:firstLine="708"/>
        <w:jc w:val="both"/>
        <w:rPr>
          <w:sz w:val="16"/>
          <w:szCs w:val="16"/>
          <w:vertAlign w:val="superscript"/>
          <w:lang w:val="uk-UA"/>
        </w:rPr>
      </w:pPr>
      <w:r w:rsidRPr="00EC61C7">
        <w:rPr>
          <w:sz w:val="16"/>
          <w:szCs w:val="16"/>
          <w:vertAlign w:val="superscript"/>
          <w:lang w:val="uk-UA"/>
        </w:rPr>
        <w:tab/>
      </w:r>
    </w:p>
    <w:p w:rsidR="004C6C5A" w:rsidRPr="005240B0" w:rsidRDefault="004C6C5A" w:rsidP="00DF070E">
      <w:pPr>
        <w:ind w:firstLine="708"/>
        <w:jc w:val="both"/>
        <w:rPr>
          <w:sz w:val="28"/>
          <w:szCs w:val="28"/>
        </w:rPr>
      </w:pPr>
      <w:r w:rsidRPr="005240B0">
        <w:rPr>
          <w:sz w:val="28"/>
          <w:szCs w:val="28"/>
          <w:lang w:val="uk-UA"/>
        </w:rPr>
        <w:t xml:space="preserve">58. Про затвердження технічної документації із землеустрою щодо поділу земельної ділянки, яка знаходиться  у комунальній власності Марківської селищної ради для будівництва і обслуговування житлового будинку, господарських будівель і споруд (присадибна ділянка), що знаходиться в межах населеного пункту смт Марківка, вул. </w:t>
      </w:r>
      <w:r w:rsidRPr="005240B0">
        <w:rPr>
          <w:sz w:val="28"/>
          <w:szCs w:val="28"/>
        </w:rPr>
        <w:t>Нова (ділянка 30,</w:t>
      </w:r>
      <w:r w:rsidRPr="005240B0">
        <w:rPr>
          <w:sz w:val="28"/>
          <w:szCs w:val="28"/>
          <w:lang w:val="uk-UA"/>
        </w:rPr>
        <w:t xml:space="preserve"> </w:t>
      </w:r>
      <w:r w:rsidRPr="005240B0">
        <w:rPr>
          <w:sz w:val="28"/>
          <w:szCs w:val="28"/>
        </w:rPr>
        <w:t>32,</w:t>
      </w:r>
      <w:r w:rsidRPr="005240B0">
        <w:rPr>
          <w:sz w:val="28"/>
          <w:szCs w:val="28"/>
          <w:lang w:val="uk-UA"/>
        </w:rPr>
        <w:t xml:space="preserve"> </w:t>
      </w:r>
      <w:r w:rsidRPr="005240B0">
        <w:rPr>
          <w:sz w:val="28"/>
          <w:szCs w:val="28"/>
        </w:rPr>
        <w:t>34) на території, яка за даними Державного земельного кадастру враховується в Марківській селищній раді Марківського району Луганської області</w:t>
      </w:r>
    </w:p>
    <w:p w:rsidR="004C6C5A" w:rsidRPr="005240B0" w:rsidRDefault="004C6C5A" w:rsidP="00B331ED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Катерина Глазун.</w:t>
      </w:r>
    </w:p>
    <w:p w:rsidR="004C6C5A" w:rsidRPr="00EC61C7" w:rsidRDefault="004C6C5A" w:rsidP="00EC61C7">
      <w:pPr>
        <w:tabs>
          <w:tab w:val="left" w:pos="1140"/>
        </w:tabs>
        <w:ind w:firstLine="708"/>
        <w:jc w:val="both"/>
        <w:rPr>
          <w:sz w:val="16"/>
          <w:szCs w:val="16"/>
          <w:lang w:val="uk-UA"/>
        </w:rPr>
      </w:pPr>
      <w:r w:rsidRPr="00EC61C7">
        <w:rPr>
          <w:sz w:val="16"/>
          <w:szCs w:val="16"/>
          <w:lang w:val="uk-UA"/>
        </w:rPr>
        <w:tab/>
      </w:r>
    </w:p>
    <w:p w:rsidR="004C6C5A" w:rsidRPr="005240B0" w:rsidRDefault="004C6C5A" w:rsidP="00DF070E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sz w:val="28"/>
          <w:szCs w:val="28"/>
          <w:lang w:val="uk-UA"/>
        </w:rPr>
        <w:t xml:space="preserve">59. Про затвердження технічної документації із землеустрою щодо поділу земельної ділянки, яка знаходиться  у комунальній власності Марківської селищної ради для будівництва і обслуговування житлового будинку, господарських будівель і споруд (присадибна ділянка), що знаходиться в межах населеного пункту смт Марківка, вул. </w:t>
      </w:r>
      <w:r w:rsidRPr="005240B0">
        <w:rPr>
          <w:sz w:val="28"/>
          <w:szCs w:val="28"/>
        </w:rPr>
        <w:t>Нова (ділянка 55,</w:t>
      </w:r>
      <w:r w:rsidRPr="005240B0">
        <w:rPr>
          <w:sz w:val="28"/>
          <w:szCs w:val="28"/>
          <w:lang w:val="uk-UA"/>
        </w:rPr>
        <w:t xml:space="preserve"> </w:t>
      </w:r>
      <w:r w:rsidRPr="005240B0">
        <w:rPr>
          <w:sz w:val="28"/>
          <w:szCs w:val="28"/>
        </w:rPr>
        <w:t>57,</w:t>
      </w:r>
      <w:r w:rsidRPr="005240B0">
        <w:rPr>
          <w:sz w:val="28"/>
          <w:szCs w:val="28"/>
          <w:lang w:val="uk-UA"/>
        </w:rPr>
        <w:t xml:space="preserve"> </w:t>
      </w:r>
      <w:r w:rsidRPr="005240B0">
        <w:rPr>
          <w:sz w:val="28"/>
          <w:szCs w:val="28"/>
        </w:rPr>
        <w:t>59) на території, яка за даними Державного земельного кадастру враховується в Марківській селищній раді Марківського району Луганської області</w:t>
      </w:r>
      <w:r w:rsidRPr="005240B0">
        <w:rPr>
          <w:sz w:val="28"/>
          <w:szCs w:val="28"/>
          <w:lang w:val="uk-UA"/>
        </w:rPr>
        <w:t>.</w:t>
      </w:r>
    </w:p>
    <w:p w:rsidR="004C6C5A" w:rsidRPr="005240B0" w:rsidRDefault="004C6C5A" w:rsidP="00DF070E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Катерина Глазун.</w:t>
      </w:r>
    </w:p>
    <w:p w:rsidR="004C6C5A" w:rsidRPr="00EC61C7" w:rsidRDefault="004C6C5A" w:rsidP="00EC61C7">
      <w:pPr>
        <w:tabs>
          <w:tab w:val="left" w:pos="1140"/>
        </w:tabs>
        <w:ind w:firstLine="708"/>
        <w:jc w:val="both"/>
        <w:rPr>
          <w:sz w:val="16"/>
          <w:szCs w:val="16"/>
          <w:lang w:val="uk-UA"/>
        </w:rPr>
      </w:pPr>
      <w:r w:rsidRPr="00EC61C7">
        <w:rPr>
          <w:sz w:val="16"/>
          <w:szCs w:val="16"/>
          <w:lang w:val="uk-UA"/>
        </w:rPr>
        <w:tab/>
      </w:r>
    </w:p>
    <w:p w:rsidR="004C6C5A" w:rsidRPr="005240B0" w:rsidRDefault="004C6C5A" w:rsidP="00DF070E">
      <w:pPr>
        <w:ind w:firstLine="708"/>
        <w:jc w:val="both"/>
        <w:rPr>
          <w:sz w:val="28"/>
          <w:szCs w:val="28"/>
        </w:rPr>
      </w:pPr>
      <w:r w:rsidRPr="005240B0">
        <w:rPr>
          <w:sz w:val="28"/>
          <w:szCs w:val="28"/>
        </w:rPr>
        <w:t>60. Про надання дозволу на виготовлення про</w:t>
      </w:r>
      <w:r w:rsidRPr="005240B0">
        <w:rPr>
          <w:sz w:val="28"/>
          <w:szCs w:val="28"/>
          <w:lang w:val="uk-UA"/>
        </w:rPr>
        <w:t>є</w:t>
      </w:r>
      <w:r w:rsidRPr="005240B0">
        <w:rPr>
          <w:sz w:val="28"/>
          <w:szCs w:val="28"/>
        </w:rPr>
        <w:t>кту землеустрою щодо відведення земельної ділянки в оренду для городництва гр. Тичковському Олександру Васильовичу, за адресою: смт Марківка (в кінці вул. Єременка), на території, яка за даними Державного земельного кадастру враховується в Марківській селищній раді Марківського району Луганської області.</w:t>
      </w:r>
    </w:p>
    <w:p w:rsidR="004C6C5A" w:rsidRPr="005240B0" w:rsidRDefault="004C6C5A" w:rsidP="00B331ED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Катерина Глазун.</w:t>
      </w:r>
    </w:p>
    <w:p w:rsidR="004C6C5A" w:rsidRPr="00EC61C7" w:rsidRDefault="004C6C5A" w:rsidP="00EC61C7">
      <w:pPr>
        <w:tabs>
          <w:tab w:val="left" w:pos="1065"/>
        </w:tabs>
        <w:ind w:firstLine="708"/>
        <w:jc w:val="both"/>
        <w:rPr>
          <w:sz w:val="16"/>
          <w:szCs w:val="16"/>
          <w:vertAlign w:val="superscript"/>
          <w:lang w:val="uk-UA"/>
        </w:rPr>
      </w:pPr>
      <w:r w:rsidRPr="00EC61C7">
        <w:rPr>
          <w:sz w:val="16"/>
          <w:szCs w:val="16"/>
          <w:vertAlign w:val="superscript"/>
          <w:lang w:val="uk-UA"/>
        </w:rPr>
        <w:tab/>
      </w:r>
    </w:p>
    <w:p w:rsidR="004C6C5A" w:rsidRPr="005240B0" w:rsidRDefault="004C6C5A" w:rsidP="00DF070E">
      <w:pPr>
        <w:ind w:firstLine="708"/>
        <w:jc w:val="both"/>
        <w:rPr>
          <w:sz w:val="28"/>
          <w:szCs w:val="28"/>
        </w:rPr>
      </w:pPr>
      <w:r w:rsidRPr="005240B0">
        <w:rPr>
          <w:sz w:val="28"/>
          <w:szCs w:val="28"/>
        </w:rPr>
        <w:t>61. Про надання дозволу на виготовлення про</w:t>
      </w:r>
      <w:r w:rsidRPr="005240B0">
        <w:rPr>
          <w:sz w:val="28"/>
          <w:szCs w:val="28"/>
          <w:lang w:val="uk-UA"/>
        </w:rPr>
        <w:t>є</w:t>
      </w:r>
      <w:r w:rsidRPr="005240B0">
        <w:rPr>
          <w:sz w:val="28"/>
          <w:szCs w:val="28"/>
        </w:rPr>
        <w:t xml:space="preserve">кту землеустрою щодо відведення земельної ділянки в оренду, терміном на 5 років з послідуючим правом викупу, </w:t>
      </w:r>
      <w:r w:rsidRPr="005240B0">
        <w:rPr>
          <w:sz w:val="28"/>
          <w:szCs w:val="28"/>
          <w:lang w:val="uk-UA"/>
        </w:rPr>
        <w:t xml:space="preserve">                    </w:t>
      </w:r>
      <w:r w:rsidRPr="005240B0">
        <w:rPr>
          <w:sz w:val="28"/>
          <w:szCs w:val="28"/>
        </w:rPr>
        <w:t>гр. Шустіковій Лідії Андріївні, для будівництва та обслуговування будівель торгівлі, за адресою: смт Марківка, пров. Південний, буд. 11, на території, яка за даними Державного земельного кадастру враховується в Марківській селищній раді Марківського району Луганської області.</w:t>
      </w:r>
    </w:p>
    <w:p w:rsidR="004C6C5A" w:rsidRDefault="004C6C5A" w:rsidP="00EC61C7">
      <w:pPr>
        <w:ind w:firstLine="708"/>
        <w:jc w:val="both"/>
        <w:rPr>
          <w:sz w:val="16"/>
          <w:szCs w:val="16"/>
          <w:vertAlign w:val="superscript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Катерина Глазун.</w:t>
      </w:r>
    </w:p>
    <w:p w:rsidR="004C6C5A" w:rsidRPr="00EC61C7" w:rsidRDefault="004C6C5A" w:rsidP="00EC61C7">
      <w:pPr>
        <w:ind w:firstLine="708"/>
        <w:jc w:val="both"/>
        <w:rPr>
          <w:sz w:val="16"/>
          <w:szCs w:val="16"/>
          <w:vertAlign w:val="superscript"/>
          <w:lang w:val="uk-UA"/>
        </w:rPr>
      </w:pPr>
    </w:p>
    <w:p w:rsidR="004C6C5A" w:rsidRPr="005240B0" w:rsidRDefault="004C6C5A" w:rsidP="00DF070E">
      <w:pPr>
        <w:ind w:firstLine="708"/>
        <w:jc w:val="both"/>
        <w:rPr>
          <w:sz w:val="28"/>
          <w:szCs w:val="28"/>
        </w:rPr>
      </w:pPr>
      <w:r w:rsidRPr="005240B0">
        <w:rPr>
          <w:sz w:val="28"/>
          <w:szCs w:val="28"/>
          <w:lang w:val="uk-UA"/>
        </w:rPr>
        <w:t xml:space="preserve">62. Про надання дозволу на виготовлення проєкту землеустрою щодо відведення земельної ділянки в оренду, терміном на 49 років ТОВ «Прогрес», для розміщення та експлуатації основних, підсобних і допоміжних будівель та споруд будівельних організацій та підприємств, за адресою: смт Марківка, вул. </w:t>
      </w:r>
      <w:r w:rsidRPr="005240B0">
        <w:rPr>
          <w:sz w:val="28"/>
          <w:szCs w:val="28"/>
        </w:rPr>
        <w:t xml:space="preserve">Задорожнього, буд. 26, на території, яка за даними Державного земельного кадастру враховується в Марківській селищній раді Марківського району Луганської області </w:t>
      </w:r>
    </w:p>
    <w:p w:rsidR="004C6C5A" w:rsidRPr="005240B0" w:rsidRDefault="004C6C5A" w:rsidP="00C31C43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Катерина Глазун.</w:t>
      </w:r>
    </w:p>
    <w:p w:rsidR="004C6C5A" w:rsidRPr="00EC61C7" w:rsidRDefault="004C6C5A" w:rsidP="00B204F9">
      <w:pPr>
        <w:ind w:firstLine="708"/>
        <w:jc w:val="both"/>
        <w:rPr>
          <w:sz w:val="16"/>
          <w:szCs w:val="16"/>
          <w:vertAlign w:val="superscript"/>
          <w:lang w:val="uk-UA"/>
        </w:rPr>
      </w:pPr>
    </w:p>
    <w:p w:rsidR="004C6C5A" w:rsidRPr="005240B0" w:rsidRDefault="004C6C5A" w:rsidP="00C041BC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sz w:val="28"/>
          <w:szCs w:val="28"/>
          <w:lang w:val="uk-UA"/>
        </w:rPr>
        <w:t>63. Різне.</w:t>
      </w:r>
    </w:p>
    <w:p w:rsidR="004C6C5A" w:rsidRPr="005240B0" w:rsidRDefault="004C6C5A" w:rsidP="00C041BC">
      <w:pPr>
        <w:ind w:firstLine="708"/>
        <w:jc w:val="both"/>
        <w:rPr>
          <w:i/>
          <w:sz w:val="28"/>
          <w:szCs w:val="28"/>
          <w:lang w:val="uk-UA"/>
        </w:rPr>
      </w:pPr>
      <w:r w:rsidRPr="005240B0">
        <w:rPr>
          <w:i/>
          <w:sz w:val="28"/>
          <w:szCs w:val="28"/>
          <w:lang w:val="uk-UA"/>
        </w:rPr>
        <w:t xml:space="preserve">63.1. Звіт </w:t>
      </w:r>
      <w:r>
        <w:rPr>
          <w:i/>
          <w:sz w:val="28"/>
          <w:szCs w:val="28"/>
          <w:lang w:val="uk-UA"/>
        </w:rPr>
        <w:t>про результати роботи дільничних офіцерів поліції сектору превенції Марківського ВП ГУНП в Луганській області.</w:t>
      </w:r>
    </w:p>
    <w:p w:rsidR="004C6C5A" w:rsidRPr="00B56CAD" w:rsidRDefault="004C6C5A" w:rsidP="00B56CAD">
      <w:pPr>
        <w:ind w:firstLine="708"/>
        <w:jc w:val="both"/>
        <w:rPr>
          <w:i/>
          <w:sz w:val="28"/>
          <w:szCs w:val="28"/>
          <w:lang w:val="uk-UA"/>
        </w:rPr>
      </w:pPr>
      <w:r w:rsidRPr="00B56CAD">
        <w:rPr>
          <w:b/>
          <w:i/>
          <w:sz w:val="28"/>
          <w:szCs w:val="28"/>
          <w:lang w:val="uk-UA"/>
        </w:rPr>
        <w:t>Доповідає:</w:t>
      </w:r>
      <w:r w:rsidRPr="00B56CAD">
        <w:rPr>
          <w:i/>
          <w:sz w:val="28"/>
          <w:szCs w:val="28"/>
          <w:lang w:val="uk-UA"/>
        </w:rPr>
        <w:t xml:space="preserve"> заступник начальника сектору превенції </w:t>
      </w:r>
      <w:r>
        <w:rPr>
          <w:i/>
          <w:sz w:val="28"/>
          <w:szCs w:val="28"/>
          <w:lang w:val="uk-UA"/>
        </w:rPr>
        <w:t>Марківського ВП ГУНП в Луганській області</w:t>
      </w:r>
      <w:r w:rsidRPr="00B56CAD">
        <w:rPr>
          <w:i/>
          <w:sz w:val="28"/>
          <w:szCs w:val="28"/>
          <w:lang w:val="uk-UA"/>
        </w:rPr>
        <w:t>, капітан поліції Ігор Сопільник.</w:t>
      </w:r>
    </w:p>
    <w:p w:rsidR="004C6C5A" w:rsidRPr="005240B0" w:rsidRDefault="004C6C5A" w:rsidP="00C041BC">
      <w:pPr>
        <w:ind w:firstLine="708"/>
        <w:jc w:val="both"/>
        <w:rPr>
          <w:sz w:val="28"/>
          <w:szCs w:val="28"/>
          <w:lang w:val="uk-UA"/>
        </w:rPr>
      </w:pPr>
    </w:p>
    <w:p w:rsidR="004C6C5A" w:rsidRPr="005240B0" w:rsidRDefault="004C6C5A" w:rsidP="00C041BC">
      <w:pPr>
        <w:ind w:firstLine="708"/>
        <w:jc w:val="both"/>
        <w:rPr>
          <w:sz w:val="28"/>
          <w:szCs w:val="28"/>
          <w:lang w:val="uk-UA"/>
        </w:rPr>
      </w:pPr>
    </w:p>
    <w:p w:rsidR="004C6C5A" w:rsidRPr="005240B0" w:rsidRDefault="004C6C5A" w:rsidP="0072192E">
      <w:pPr>
        <w:jc w:val="both"/>
        <w:rPr>
          <w:sz w:val="28"/>
          <w:szCs w:val="28"/>
          <w:lang w:val="uk-UA"/>
        </w:rPr>
      </w:pPr>
      <w:r w:rsidRPr="005240B0">
        <w:rPr>
          <w:sz w:val="28"/>
          <w:szCs w:val="28"/>
          <w:lang w:val="uk-UA"/>
        </w:rPr>
        <w:t>Селищний голова                                                                                                 Ігор ДЗЮБА</w:t>
      </w:r>
    </w:p>
    <w:sectPr w:rsidR="004C6C5A" w:rsidRPr="005240B0" w:rsidSect="009E68F8">
      <w:pgSz w:w="11906" w:h="16838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6C5A" w:rsidRDefault="004C6C5A" w:rsidP="00D96CE1">
      <w:r>
        <w:separator/>
      </w:r>
    </w:p>
  </w:endnote>
  <w:endnote w:type="continuationSeparator" w:id="0">
    <w:p w:rsidR="004C6C5A" w:rsidRDefault="004C6C5A" w:rsidP="00D96C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6C5A" w:rsidRDefault="004C6C5A" w:rsidP="00D96CE1">
      <w:r>
        <w:separator/>
      </w:r>
    </w:p>
  </w:footnote>
  <w:footnote w:type="continuationSeparator" w:id="0">
    <w:p w:rsidR="004C6C5A" w:rsidRDefault="004C6C5A" w:rsidP="00D96C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1374E"/>
    <w:multiLevelType w:val="hybridMultilevel"/>
    <w:tmpl w:val="A058DD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517165E"/>
    <w:multiLevelType w:val="hybridMultilevel"/>
    <w:tmpl w:val="284670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E220708"/>
    <w:multiLevelType w:val="hybridMultilevel"/>
    <w:tmpl w:val="6EDA021A"/>
    <w:lvl w:ilvl="0" w:tplc="7570E5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E244F13"/>
    <w:multiLevelType w:val="hybridMultilevel"/>
    <w:tmpl w:val="C9A08CDC"/>
    <w:lvl w:ilvl="0" w:tplc="7570E5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09B6B26"/>
    <w:multiLevelType w:val="hybridMultilevel"/>
    <w:tmpl w:val="AE1CDCCC"/>
    <w:lvl w:ilvl="0" w:tplc="7C50A2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0E7E05"/>
    <w:multiLevelType w:val="hybridMultilevel"/>
    <w:tmpl w:val="668212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E2E3C58"/>
    <w:multiLevelType w:val="hybridMultilevel"/>
    <w:tmpl w:val="76CC1060"/>
    <w:lvl w:ilvl="0" w:tplc="31784EA2">
      <w:start w:val="10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4A893B14"/>
    <w:multiLevelType w:val="hybridMultilevel"/>
    <w:tmpl w:val="3E0E1AA6"/>
    <w:lvl w:ilvl="0" w:tplc="FBFA35E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>
    <w:nsid w:val="5C754869"/>
    <w:multiLevelType w:val="hybridMultilevel"/>
    <w:tmpl w:val="2E5A85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0249CD2">
      <w:start w:val="1"/>
      <w:numFmt w:val="bullet"/>
      <w:lvlText w:val="-"/>
      <w:lvlJc w:val="left"/>
      <w:pPr>
        <w:ind w:left="2685" w:hanging="705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66B6B0A"/>
    <w:multiLevelType w:val="hybridMultilevel"/>
    <w:tmpl w:val="3B14C0D6"/>
    <w:lvl w:ilvl="0" w:tplc="31784EA2">
      <w:start w:val="10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E78470B"/>
    <w:multiLevelType w:val="hybridMultilevel"/>
    <w:tmpl w:val="63541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F5A26C6"/>
    <w:multiLevelType w:val="hybridMultilevel"/>
    <w:tmpl w:val="63541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2125B7A"/>
    <w:multiLevelType w:val="hybridMultilevel"/>
    <w:tmpl w:val="0794FB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A736E48"/>
    <w:multiLevelType w:val="hybridMultilevel"/>
    <w:tmpl w:val="2DDA5F7A"/>
    <w:lvl w:ilvl="0" w:tplc="FB129D1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8"/>
  </w:num>
  <w:num w:numId="5">
    <w:abstractNumId w:val="12"/>
  </w:num>
  <w:num w:numId="6">
    <w:abstractNumId w:val="6"/>
  </w:num>
  <w:num w:numId="7">
    <w:abstractNumId w:val="9"/>
  </w:num>
  <w:num w:numId="8">
    <w:abstractNumId w:val="4"/>
  </w:num>
  <w:num w:numId="9">
    <w:abstractNumId w:val="2"/>
  </w:num>
  <w:num w:numId="10">
    <w:abstractNumId w:val="3"/>
  </w:num>
  <w:num w:numId="11">
    <w:abstractNumId w:val="5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722F"/>
    <w:rsid w:val="0000017F"/>
    <w:rsid w:val="00000760"/>
    <w:rsid w:val="000011A2"/>
    <w:rsid w:val="00001DB8"/>
    <w:rsid w:val="00001F17"/>
    <w:rsid w:val="000026FD"/>
    <w:rsid w:val="00002867"/>
    <w:rsid w:val="000036AD"/>
    <w:rsid w:val="00003D8E"/>
    <w:rsid w:val="0000438E"/>
    <w:rsid w:val="00004D86"/>
    <w:rsid w:val="00004E36"/>
    <w:rsid w:val="0000716C"/>
    <w:rsid w:val="000073A5"/>
    <w:rsid w:val="00007589"/>
    <w:rsid w:val="00007C33"/>
    <w:rsid w:val="00007FCE"/>
    <w:rsid w:val="00010347"/>
    <w:rsid w:val="00010D72"/>
    <w:rsid w:val="00010FAE"/>
    <w:rsid w:val="0001185C"/>
    <w:rsid w:val="000119A4"/>
    <w:rsid w:val="00012178"/>
    <w:rsid w:val="00012573"/>
    <w:rsid w:val="0001300F"/>
    <w:rsid w:val="000138C5"/>
    <w:rsid w:val="00013F4A"/>
    <w:rsid w:val="000144A8"/>
    <w:rsid w:val="00014F0B"/>
    <w:rsid w:val="0001668B"/>
    <w:rsid w:val="00016825"/>
    <w:rsid w:val="00016F2B"/>
    <w:rsid w:val="00017361"/>
    <w:rsid w:val="000201B4"/>
    <w:rsid w:val="00020832"/>
    <w:rsid w:val="000212CA"/>
    <w:rsid w:val="00021C19"/>
    <w:rsid w:val="00021C2D"/>
    <w:rsid w:val="00022286"/>
    <w:rsid w:val="00022E17"/>
    <w:rsid w:val="00023D84"/>
    <w:rsid w:val="000250F0"/>
    <w:rsid w:val="000252F4"/>
    <w:rsid w:val="00025872"/>
    <w:rsid w:val="00026149"/>
    <w:rsid w:val="000264A3"/>
    <w:rsid w:val="000265F2"/>
    <w:rsid w:val="000266E9"/>
    <w:rsid w:val="0002686F"/>
    <w:rsid w:val="0002722F"/>
    <w:rsid w:val="000274BC"/>
    <w:rsid w:val="00027523"/>
    <w:rsid w:val="00027690"/>
    <w:rsid w:val="00027B41"/>
    <w:rsid w:val="00027B93"/>
    <w:rsid w:val="00027CAB"/>
    <w:rsid w:val="00027D23"/>
    <w:rsid w:val="000300FE"/>
    <w:rsid w:val="00033399"/>
    <w:rsid w:val="000335BC"/>
    <w:rsid w:val="00034325"/>
    <w:rsid w:val="0003564A"/>
    <w:rsid w:val="00035699"/>
    <w:rsid w:val="00035BE1"/>
    <w:rsid w:val="000360E5"/>
    <w:rsid w:val="000363FD"/>
    <w:rsid w:val="00036523"/>
    <w:rsid w:val="00036608"/>
    <w:rsid w:val="00036A71"/>
    <w:rsid w:val="00036A7C"/>
    <w:rsid w:val="00036AC5"/>
    <w:rsid w:val="000370EB"/>
    <w:rsid w:val="0003718F"/>
    <w:rsid w:val="00037331"/>
    <w:rsid w:val="00037739"/>
    <w:rsid w:val="00037ADA"/>
    <w:rsid w:val="00037B7C"/>
    <w:rsid w:val="00040250"/>
    <w:rsid w:val="000411DD"/>
    <w:rsid w:val="00041286"/>
    <w:rsid w:val="00041CEF"/>
    <w:rsid w:val="00042CA8"/>
    <w:rsid w:val="00044718"/>
    <w:rsid w:val="00044ACB"/>
    <w:rsid w:val="00044E25"/>
    <w:rsid w:val="000457CE"/>
    <w:rsid w:val="00045829"/>
    <w:rsid w:val="00045F53"/>
    <w:rsid w:val="00046021"/>
    <w:rsid w:val="0004640F"/>
    <w:rsid w:val="0004654E"/>
    <w:rsid w:val="0004668E"/>
    <w:rsid w:val="0004672C"/>
    <w:rsid w:val="000473D6"/>
    <w:rsid w:val="00047B07"/>
    <w:rsid w:val="00047BA2"/>
    <w:rsid w:val="00047E95"/>
    <w:rsid w:val="00050CCE"/>
    <w:rsid w:val="00051B8F"/>
    <w:rsid w:val="00052308"/>
    <w:rsid w:val="00052462"/>
    <w:rsid w:val="0005313D"/>
    <w:rsid w:val="00053620"/>
    <w:rsid w:val="00055883"/>
    <w:rsid w:val="00055E1B"/>
    <w:rsid w:val="000560DA"/>
    <w:rsid w:val="00056453"/>
    <w:rsid w:val="00056994"/>
    <w:rsid w:val="0005700C"/>
    <w:rsid w:val="000570C8"/>
    <w:rsid w:val="00057631"/>
    <w:rsid w:val="00060155"/>
    <w:rsid w:val="000603AA"/>
    <w:rsid w:val="0006053C"/>
    <w:rsid w:val="000606C0"/>
    <w:rsid w:val="000620B9"/>
    <w:rsid w:val="000623D6"/>
    <w:rsid w:val="00062508"/>
    <w:rsid w:val="0006289E"/>
    <w:rsid w:val="00062919"/>
    <w:rsid w:val="00062F81"/>
    <w:rsid w:val="00063A14"/>
    <w:rsid w:val="00063ACF"/>
    <w:rsid w:val="000645FA"/>
    <w:rsid w:val="0006549E"/>
    <w:rsid w:val="00065926"/>
    <w:rsid w:val="000661C3"/>
    <w:rsid w:val="000662FA"/>
    <w:rsid w:val="00066975"/>
    <w:rsid w:val="00066A16"/>
    <w:rsid w:val="00066DA2"/>
    <w:rsid w:val="0006772B"/>
    <w:rsid w:val="00067757"/>
    <w:rsid w:val="00070309"/>
    <w:rsid w:val="000703AD"/>
    <w:rsid w:val="000704C1"/>
    <w:rsid w:val="000707DC"/>
    <w:rsid w:val="00071076"/>
    <w:rsid w:val="0007108B"/>
    <w:rsid w:val="0007189C"/>
    <w:rsid w:val="00072C0E"/>
    <w:rsid w:val="00072D26"/>
    <w:rsid w:val="000731DF"/>
    <w:rsid w:val="00073FBE"/>
    <w:rsid w:val="00074839"/>
    <w:rsid w:val="00074953"/>
    <w:rsid w:val="00074F12"/>
    <w:rsid w:val="00075774"/>
    <w:rsid w:val="000772BF"/>
    <w:rsid w:val="00077DA8"/>
    <w:rsid w:val="000803DB"/>
    <w:rsid w:val="000804A0"/>
    <w:rsid w:val="00080892"/>
    <w:rsid w:val="00080967"/>
    <w:rsid w:val="000812BD"/>
    <w:rsid w:val="00081EC0"/>
    <w:rsid w:val="000823D7"/>
    <w:rsid w:val="00082AB9"/>
    <w:rsid w:val="00083220"/>
    <w:rsid w:val="00083573"/>
    <w:rsid w:val="000838E4"/>
    <w:rsid w:val="000843A2"/>
    <w:rsid w:val="00084934"/>
    <w:rsid w:val="00085E8F"/>
    <w:rsid w:val="00086E9E"/>
    <w:rsid w:val="000906A2"/>
    <w:rsid w:val="0009087D"/>
    <w:rsid w:val="000908FD"/>
    <w:rsid w:val="0009102A"/>
    <w:rsid w:val="000917E0"/>
    <w:rsid w:val="000917EB"/>
    <w:rsid w:val="00091DD1"/>
    <w:rsid w:val="00092679"/>
    <w:rsid w:val="00092894"/>
    <w:rsid w:val="000928F9"/>
    <w:rsid w:val="00092F99"/>
    <w:rsid w:val="0009379A"/>
    <w:rsid w:val="00093974"/>
    <w:rsid w:val="000944DD"/>
    <w:rsid w:val="00094A78"/>
    <w:rsid w:val="00094F90"/>
    <w:rsid w:val="00095E05"/>
    <w:rsid w:val="00095E0A"/>
    <w:rsid w:val="000976B4"/>
    <w:rsid w:val="000A004F"/>
    <w:rsid w:val="000A0620"/>
    <w:rsid w:val="000A064A"/>
    <w:rsid w:val="000A0AD6"/>
    <w:rsid w:val="000A0B56"/>
    <w:rsid w:val="000A0BB3"/>
    <w:rsid w:val="000A1821"/>
    <w:rsid w:val="000A194B"/>
    <w:rsid w:val="000A1BEA"/>
    <w:rsid w:val="000A20B0"/>
    <w:rsid w:val="000A270B"/>
    <w:rsid w:val="000A294A"/>
    <w:rsid w:val="000A314A"/>
    <w:rsid w:val="000A38AB"/>
    <w:rsid w:val="000A3C8B"/>
    <w:rsid w:val="000A40D6"/>
    <w:rsid w:val="000A4859"/>
    <w:rsid w:val="000A4E44"/>
    <w:rsid w:val="000A5253"/>
    <w:rsid w:val="000A5290"/>
    <w:rsid w:val="000A5495"/>
    <w:rsid w:val="000A552F"/>
    <w:rsid w:val="000A5C84"/>
    <w:rsid w:val="000A5DAF"/>
    <w:rsid w:val="000A5DF7"/>
    <w:rsid w:val="000A65B5"/>
    <w:rsid w:val="000A7103"/>
    <w:rsid w:val="000A71DE"/>
    <w:rsid w:val="000A75B7"/>
    <w:rsid w:val="000B05C5"/>
    <w:rsid w:val="000B0B41"/>
    <w:rsid w:val="000B19F7"/>
    <w:rsid w:val="000B1CC3"/>
    <w:rsid w:val="000B215C"/>
    <w:rsid w:val="000B33AF"/>
    <w:rsid w:val="000B3472"/>
    <w:rsid w:val="000B3716"/>
    <w:rsid w:val="000B3F40"/>
    <w:rsid w:val="000B5CDE"/>
    <w:rsid w:val="000B6FC3"/>
    <w:rsid w:val="000B71DF"/>
    <w:rsid w:val="000B7234"/>
    <w:rsid w:val="000B7E47"/>
    <w:rsid w:val="000C01EC"/>
    <w:rsid w:val="000C08E6"/>
    <w:rsid w:val="000C0BCA"/>
    <w:rsid w:val="000C0BE0"/>
    <w:rsid w:val="000C1362"/>
    <w:rsid w:val="000C1A55"/>
    <w:rsid w:val="000C28FC"/>
    <w:rsid w:val="000C319E"/>
    <w:rsid w:val="000C37AA"/>
    <w:rsid w:val="000C3D29"/>
    <w:rsid w:val="000C4629"/>
    <w:rsid w:val="000C4F1B"/>
    <w:rsid w:val="000C5424"/>
    <w:rsid w:val="000C54F0"/>
    <w:rsid w:val="000C63C0"/>
    <w:rsid w:val="000C691B"/>
    <w:rsid w:val="000C70C1"/>
    <w:rsid w:val="000C7170"/>
    <w:rsid w:val="000C77BB"/>
    <w:rsid w:val="000D070B"/>
    <w:rsid w:val="000D0755"/>
    <w:rsid w:val="000D0913"/>
    <w:rsid w:val="000D0ECD"/>
    <w:rsid w:val="000D13B0"/>
    <w:rsid w:val="000D140A"/>
    <w:rsid w:val="000D1A68"/>
    <w:rsid w:val="000D1EDE"/>
    <w:rsid w:val="000D2BCD"/>
    <w:rsid w:val="000D3319"/>
    <w:rsid w:val="000D3566"/>
    <w:rsid w:val="000D3C41"/>
    <w:rsid w:val="000D4013"/>
    <w:rsid w:val="000D4EE8"/>
    <w:rsid w:val="000D5C2E"/>
    <w:rsid w:val="000D625C"/>
    <w:rsid w:val="000D69AF"/>
    <w:rsid w:val="000D6BC0"/>
    <w:rsid w:val="000D76CE"/>
    <w:rsid w:val="000D784C"/>
    <w:rsid w:val="000D7A4A"/>
    <w:rsid w:val="000D7C0B"/>
    <w:rsid w:val="000D7CE9"/>
    <w:rsid w:val="000E01D4"/>
    <w:rsid w:val="000E020E"/>
    <w:rsid w:val="000E0D17"/>
    <w:rsid w:val="000E1939"/>
    <w:rsid w:val="000E299B"/>
    <w:rsid w:val="000E6819"/>
    <w:rsid w:val="000E68A8"/>
    <w:rsid w:val="000E76E8"/>
    <w:rsid w:val="000F0175"/>
    <w:rsid w:val="000F03A3"/>
    <w:rsid w:val="000F0EBE"/>
    <w:rsid w:val="000F1299"/>
    <w:rsid w:val="000F1C49"/>
    <w:rsid w:val="000F20F3"/>
    <w:rsid w:val="000F2420"/>
    <w:rsid w:val="000F2573"/>
    <w:rsid w:val="000F2B9B"/>
    <w:rsid w:val="000F2DA5"/>
    <w:rsid w:val="000F3121"/>
    <w:rsid w:val="000F3E1E"/>
    <w:rsid w:val="000F4388"/>
    <w:rsid w:val="000F4D99"/>
    <w:rsid w:val="000F5060"/>
    <w:rsid w:val="000F584E"/>
    <w:rsid w:val="000F63CA"/>
    <w:rsid w:val="000F651D"/>
    <w:rsid w:val="000F666F"/>
    <w:rsid w:val="000F745B"/>
    <w:rsid w:val="000F7967"/>
    <w:rsid w:val="000F79FA"/>
    <w:rsid w:val="00100133"/>
    <w:rsid w:val="00100161"/>
    <w:rsid w:val="00100586"/>
    <w:rsid w:val="001011ED"/>
    <w:rsid w:val="001012D8"/>
    <w:rsid w:val="00101922"/>
    <w:rsid w:val="00101EF6"/>
    <w:rsid w:val="00101FAC"/>
    <w:rsid w:val="0010205D"/>
    <w:rsid w:val="00102595"/>
    <w:rsid w:val="00103039"/>
    <w:rsid w:val="0010306C"/>
    <w:rsid w:val="00103323"/>
    <w:rsid w:val="00103510"/>
    <w:rsid w:val="00104B7D"/>
    <w:rsid w:val="00104F96"/>
    <w:rsid w:val="00104FD0"/>
    <w:rsid w:val="001061B6"/>
    <w:rsid w:val="001064C0"/>
    <w:rsid w:val="0010696C"/>
    <w:rsid w:val="00106A37"/>
    <w:rsid w:val="001073D0"/>
    <w:rsid w:val="001106B3"/>
    <w:rsid w:val="00110763"/>
    <w:rsid w:val="00110CD7"/>
    <w:rsid w:val="00110DDD"/>
    <w:rsid w:val="00112073"/>
    <w:rsid w:val="001127D7"/>
    <w:rsid w:val="00112AD7"/>
    <w:rsid w:val="001130B9"/>
    <w:rsid w:val="00113432"/>
    <w:rsid w:val="00113EC4"/>
    <w:rsid w:val="001146EB"/>
    <w:rsid w:val="00114CD9"/>
    <w:rsid w:val="0011569D"/>
    <w:rsid w:val="00116837"/>
    <w:rsid w:val="00116F2F"/>
    <w:rsid w:val="001174E1"/>
    <w:rsid w:val="00117552"/>
    <w:rsid w:val="00117582"/>
    <w:rsid w:val="00117DA6"/>
    <w:rsid w:val="001206B6"/>
    <w:rsid w:val="00120C73"/>
    <w:rsid w:val="0012125B"/>
    <w:rsid w:val="001228C6"/>
    <w:rsid w:val="00123101"/>
    <w:rsid w:val="00124119"/>
    <w:rsid w:val="0012425B"/>
    <w:rsid w:val="001245A0"/>
    <w:rsid w:val="001248E5"/>
    <w:rsid w:val="0012493A"/>
    <w:rsid w:val="00124CCC"/>
    <w:rsid w:val="001254B9"/>
    <w:rsid w:val="00125895"/>
    <w:rsid w:val="00126274"/>
    <w:rsid w:val="001264FD"/>
    <w:rsid w:val="001267C0"/>
    <w:rsid w:val="00126BD0"/>
    <w:rsid w:val="001276D2"/>
    <w:rsid w:val="00127864"/>
    <w:rsid w:val="00127D0A"/>
    <w:rsid w:val="001303F9"/>
    <w:rsid w:val="00130859"/>
    <w:rsid w:val="00130880"/>
    <w:rsid w:val="00130939"/>
    <w:rsid w:val="00130D49"/>
    <w:rsid w:val="0013220D"/>
    <w:rsid w:val="0013296D"/>
    <w:rsid w:val="001337B7"/>
    <w:rsid w:val="00133918"/>
    <w:rsid w:val="00134AFB"/>
    <w:rsid w:val="00134EA9"/>
    <w:rsid w:val="001359E7"/>
    <w:rsid w:val="00136210"/>
    <w:rsid w:val="00136BB4"/>
    <w:rsid w:val="00136F12"/>
    <w:rsid w:val="0013771A"/>
    <w:rsid w:val="00140044"/>
    <w:rsid w:val="001403FB"/>
    <w:rsid w:val="00140720"/>
    <w:rsid w:val="00141176"/>
    <w:rsid w:val="001415FB"/>
    <w:rsid w:val="001416B7"/>
    <w:rsid w:val="00141AC5"/>
    <w:rsid w:val="00141D63"/>
    <w:rsid w:val="0014285F"/>
    <w:rsid w:val="00142FD0"/>
    <w:rsid w:val="0014386E"/>
    <w:rsid w:val="00143B2A"/>
    <w:rsid w:val="0014400D"/>
    <w:rsid w:val="00144044"/>
    <w:rsid w:val="00144285"/>
    <w:rsid w:val="00145185"/>
    <w:rsid w:val="001452C5"/>
    <w:rsid w:val="001462AB"/>
    <w:rsid w:val="00147A97"/>
    <w:rsid w:val="00147C13"/>
    <w:rsid w:val="0015023A"/>
    <w:rsid w:val="0015060C"/>
    <w:rsid w:val="00150FE9"/>
    <w:rsid w:val="00151597"/>
    <w:rsid w:val="00151B1E"/>
    <w:rsid w:val="00151E36"/>
    <w:rsid w:val="00152403"/>
    <w:rsid w:val="00152DD2"/>
    <w:rsid w:val="001536BB"/>
    <w:rsid w:val="00154BA9"/>
    <w:rsid w:val="00155C3D"/>
    <w:rsid w:val="001566A6"/>
    <w:rsid w:val="001568E5"/>
    <w:rsid w:val="0015696D"/>
    <w:rsid w:val="001569CE"/>
    <w:rsid w:val="00156B64"/>
    <w:rsid w:val="00156F3E"/>
    <w:rsid w:val="00157027"/>
    <w:rsid w:val="001572FE"/>
    <w:rsid w:val="001573CC"/>
    <w:rsid w:val="00157991"/>
    <w:rsid w:val="00157C67"/>
    <w:rsid w:val="00157F50"/>
    <w:rsid w:val="00157FC0"/>
    <w:rsid w:val="00161155"/>
    <w:rsid w:val="00161396"/>
    <w:rsid w:val="00161AA3"/>
    <w:rsid w:val="00162350"/>
    <w:rsid w:val="00162449"/>
    <w:rsid w:val="00162474"/>
    <w:rsid w:val="001632A4"/>
    <w:rsid w:val="00163419"/>
    <w:rsid w:val="001639C2"/>
    <w:rsid w:val="00163A24"/>
    <w:rsid w:val="0016443E"/>
    <w:rsid w:val="0016503D"/>
    <w:rsid w:val="0016575C"/>
    <w:rsid w:val="00165AA3"/>
    <w:rsid w:val="00165CA9"/>
    <w:rsid w:val="00166003"/>
    <w:rsid w:val="001667E2"/>
    <w:rsid w:val="00166CF8"/>
    <w:rsid w:val="0016708A"/>
    <w:rsid w:val="00167298"/>
    <w:rsid w:val="001673CB"/>
    <w:rsid w:val="001678D5"/>
    <w:rsid w:val="00171D96"/>
    <w:rsid w:val="00172B3C"/>
    <w:rsid w:val="00172E1D"/>
    <w:rsid w:val="00172F91"/>
    <w:rsid w:val="00173B74"/>
    <w:rsid w:val="00173E69"/>
    <w:rsid w:val="00173F20"/>
    <w:rsid w:val="001741E8"/>
    <w:rsid w:val="0017422F"/>
    <w:rsid w:val="001770C3"/>
    <w:rsid w:val="0017772C"/>
    <w:rsid w:val="001779E3"/>
    <w:rsid w:val="00177B04"/>
    <w:rsid w:val="001802AE"/>
    <w:rsid w:val="00180362"/>
    <w:rsid w:val="001808EC"/>
    <w:rsid w:val="00180AB2"/>
    <w:rsid w:val="0018157B"/>
    <w:rsid w:val="00181B79"/>
    <w:rsid w:val="00182BA7"/>
    <w:rsid w:val="00183C5E"/>
    <w:rsid w:val="00185F02"/>
    <w:rsid w:val="00186C0F"/>
    <w:rsid w:val="00186E08"/>
    <w:rsid w:val="00187BEC"/>
    <w:rsid w:val="0019052C"/>
    <w:rsid w:val="0019132A"/>
    <w:rsid w:val="001913D3"/>
    <w:rsid w:val="00191DDE"/>
    <w:rsid w:val="00192175"/>
    <w:rsid w:val="0019228D"/>
    <w:rsid w:val="00192479"/>
    <w:rsid w:val="00192989"/>
    <w:rsid w:val="00192A25"/>
    <w:rsid w:val="00192D00"/>
    <w:rsid w:val="001931F9"/>
    <w:rsid w:val="00194BBF"/>
    <w:rsid w:val="00195516"/>
    <w:rsid w:val="00195A15"/>
    <w:rsid w:val="00195F47"/>
    <w:rsid w:val="00196766"/>
    <w:rsid w:val="00196CE4"/>
    <w:rsid w:val="00196DFE"/>
    <w:rsid w:val="00197560"/>
    <w:rsid w:val="001979EE"/>
    <w:rsid w:val="001A0C78"/>
    <w:rsid w:val="001A0F7B"/>
    <w:rsid w:val="001A0F83"/>
    <w:rsid w:val="001A11FC"/>
    <w:rsid w:val="001A1C42"/>
    <w:rsid w:val="001A1CFE"/>
    <w:rsid w:val="001A1DC0"/>
    <w:rsid w:val="001A1F63"/>
    <w:rsid w:val="001A2398"/>
    <w:rsid w:val="001A37B4"/>
    <w:rsid w:val="001A5475"/>
    <w:rsid w:val="001A6796"/>
    <w:rsid w:val="001A6AE8"/>
    <w:rsid w:val="001A77DB"/>
    <w:rsid w:val="001A788D"/>
    <w:rsid w:val="001A7B16"/>
    <w:rsid w:val="001B02BF"/>
    <w:rsid w:val="001B0511"/>
    <w:rsid w:val="001B0AED"/>
    <w:rsid w:val="001B15CC"/>
    <w:rsid w:val="001B1F83"/>
    <w:rsid w:val="001B2124"/>
    <w:rsid w:val="001B2B7D"/>
    <w:rsid w:val="001B31B0"/>
    <w:rsid w:val="001B3FEE"/>
    <w:rsid w:val="001B5382"/>
    <w:rsid w:val="001B57E5"/>
    <w:rsid w:val="001B5E93"/>
    <w:rsid w:val="001B5F98"/>
    <w:rsid w:val="001B6149"/>
    <w:rsid w:val="001B6BC5"/>
    <w:rsid w:val="001B6FC6"/>
    <w:rsid w:val="001B73F5"/>
    <w:rsid w:val="001B7930"/>
    <w:rsid w:val="001B7E5B"/>
    <w:rsid w:val="001B7FF0"/>
    <w:rsid w:val="001C0406"/>
    <w:rsid w:val="001C0678"/>
    <w:rsid w:val="001C0D96"/>
    <w:rsid w:val="001C0FF8"/>
    <w:rsid w:val="001C1B6F"/>
    <w:rsid w:val="001C1F9C"/>
    <w:rsid w:val="001C203B"/>
    <w:rsid w:val="001C208C"/>
    <w:rsid w:val="001C30E0"/>
    <w:rsid w:val="001C3487"/>
    <w:rsid w:val="001C3DFF"/>
    <w:rsid w:val="001C3F86"/>
    <w:rsid w:val="001C4090"/>
    <w:rsid w:val="001C48CC"/>
    <w:rsid w:val="001C4B51"/>
    <w:rsid w:val="001C552B"/>
    <w:rsid w:val="001C64D2"/>
    <w:rsid w:val="001C6A81"/>
    <w:rsid w:val="001C6B1E"/>
    <w:rsid w:val="001C7B9D"/>
    <w:rsid w:val="001C7D41"/>
    <w:rsid w:val="001D0E37"/>
    <w:rsid w:val="001D1145"/>
    <w:rsid w:val="001D1369"/>
    <w:rsid w:val="001D1408"/>
    <w:rsid w:val="001D14EB"/>
    <w:rsid w:val="001D1F63"/>
    <w:rsid w:val="001D257B"/>
    <w:rsid w:val="001D30DA"/>
    <w:rsid w:val="001D386F"/>
    <w:rsid w:val="001D3E4D"/>
    <w:rsid w:val="001D4617"/>
    <w:rsid w:val="001D4871"/>
    <w:rsid w:val="001D5502"/>
    <w:rsid w:val="001D5FB1"/>
    <w:rsid w:val="001D632E"/>
    <w:rsid w:val="001D6426"/>
    <w:rsid w:val="001D6489"/>
    <w:rsid w:val="001D78BB"/>
    <w:rsid w:val="001D7C57"/>
    <w:rsid w:val="001E0474"/>
    <w:rsid w:val="001E0A1E"/>
    <w:rsid w:val="001E0A80"/>
    <w:rsid w:val="001E0C87"/>
    <w:rsid w:val="001E0F7E"/>
    <w:rsid w:val="001E172D"/>
    <w:rsid w:val="001E1C4C"/>
    <w:rsid w:val="001E1C7B"/>
    <w:rsid w:val="001E2693"/>
    <w:rsid w:val="001E2C2C"/>
    <w:rsid w:val="001E2E39"/>
    <w:rsid w:val="001E31D8"/>
    <w:rsid w:val="001E3763"/>
    <w:rsid w:val="001E3CC1"/>
    <w:rsid w:val="001E3E78"/>
    <w:rsid w:val="001E4390"/>
    <w:rsid w:val="001E4A68"/>
    <w:rsid w:val="001E4C3E"/>
    <w:rsid w:val="001E50EA"/>
    <w:rsid w:val="001E50F4"/>
    <w:rsid w:val="001E5384"/>
    <w:rsid w:val="001E6DA2"/>
    <w:rsid w:val="001E7410"/>
    <w:rsid w:val="001F0A93"/>
    <w:rsid w:val="001F1341"/>
    <w:rsid w:val="001F1F48"/>
    <w:rsid w:val="001F20ED"/>
    <w:rsid w:val="001F263A"/>
    <w:rsid w:val="001F2BDA"/>
    <w:rsid w:val="001F2F5A"/>
    <w:rsid w:val="001F2FCA"/>
    <w:rsid w:val="001F41F4"/>
    <w:rsid w:val="001F4A7C"/>
    <w:rsid w:val="001F4CA9"/>
    <w:rsid w:val="001F56D5"/>
    <w:rsid w:val="001F56FA"/>
    <w:rsid w:val="001F59C3"/>
    <w:rsid w:val="001F5CDC"/>
    <w:rsid w:val="001F650A"/>
    <w:rsid w:val="001F6BB4"/>
    <w:rsid w:val="001F6EBA"/>
    <w:rsid w:val="001F7201"/>
    <w:rsid w:val="001F7452"/>
    <w:rsid w:val="001F79EF"/>
    <w:rsid w:val="0020062F"/>
    <w:rsid w:val="00201630"/>
    <w:rsid w:val="002016F5"/>
    <w:rsid w:val="002022CF"/>
    <w:rsid w:val="00202498"/>
    <w:rsid w:val="00202821"/>
    <w:rsid w:val="00202B69"/>
    <w:rsid w:val="00202EB2"/>
    <w:rsid w:val="0020426B"/>
    <w:rsid w:val="00204896"/>
    <w:rsid w:val="00204DC7"/>
    <w:rsid w:val="00205280"/>
    <w:rsid w:val="00206A7E"/>
    <w:rsid w:val="00207A02"/>
    <w:rsid w:val="00207A29"/>
    <w:rsid w:val="0021007F"/>
    <w:rsid w:val="00210332"/>
    <w:rsid w:val="002105B0"/>
    <w:rsid w:val="00211BB7"/>
    <w:rsid w:val="00211F04"/>
    <w:rsid w:val="002120D0"/>
    <w:rsid w:val="00212AED"/>
    <w:rsid w:val="00212DFE"/>
    <w:rsid w:val="00212E80"/>
    <w:rsid w:val="00213251"/>
    <w:rsid w:val="00213F62"/>
    <w:rsid w:val="00214103"/>
    <w:rsid w:val="00215384"/>
    <w:rsid w:val="00215955"/>
    <w:rsid w:val="00215F01"/>
    <w:rsid w:val="002177B5"/>
    <w:rsid w:val="00217E80"/>
    <w:rsid w:val="00217EBE"/>
    <w:rsid w:val="0022047A"/>
    <w:rsid w:val="00220BC0"/>
    <w:rsid w:val="002211BB"/>
    <w:rsid w:val="002217FC"/>
    <w:rsid w:val="00222303"/>
    <w:rsid w:val="00222356"/>
    <w:rsid w:val="00223045"/>
    <w:rsid w:val="0022345A"/>
    <w:rsid w:val="002235D5"/>
    <w:rsid w:val="00223D4E"/>
    <w:rsid w:val="00224999"/>
    <w:rsid w:val="00224FB0"/>
    <w:rsid w:val="00225A63"/>
    <w:rsid w:val="00226C9D"/>
    <w:rsid w:val="00226E4B"/>
    <w:rsid w:val="00227C30"/>
    <w:rsid w:val="00230463"/>
    <w:rsid w:val="002305EF"/>
    <w:rsid w:val="002305F2"/>
    <w:rsid w:val="00230F63"/>
    <w:rsid w:val="00231CCF"/>
    <w:rsid w:val="00231DD3"/>
    <w:rsid w:val="00231E59"/>
    <w:rsid w:val="00232348"/>
    <w:rsid w:val="00232D00"/>
    <w:rsid w:val="0023478C"/>
    <w:rsid w:val="00234FFD"/>
    <w:rsid w:val="0023593E"/>
    <w:rsid w:val="00235ABC"/>
    <w:rsid w:val="00235C4E"/>
    <w:rsid w:val="00236314"/>
    <w:rsid w:val="00236611"/>
    <w:rsid w:val="00237633"/>
    <w:rsid w:val="002377D1"/>
    <w:rsid w:val="002378D2"/>
    <w:rsid w:val="002403CA"/>
    <w:rsid w:val="00240751"/>
    <w:rsid w:val="00240752"/>
    <w:rsid w:val="00240AA7"/>
    <w:rsid w:val="00240B3C"/>
    <w:rsid w:val="002410D6"/>
    <w:rsid w:val="00241546"/>
    <w:rsid w:val="00241836"/>
    <w:rsid w:val="00241888"/>
    <w:rsid w:val="00242058"/>
    <w:rsid w:val="0024261C"/>
    <w:rsid w:val="002428E0"/>
    <w:rsid w:val="00243ED2"/>
    <w:rsid w:val="002441B9"/>
    <w:rsid w:val="002442A2"/>
    <w:rsid w:val="00244701"/>
    <w:rsid w:val="002450BC"/>
    <w:rsid w:val="00245554"/>
    <w:rsid w:val="00245A0D"/>
    <w:rsid w:val="00246E26"/>
    <w:rsid w:val="002471BD"/>
    <w:rsid w:val="00247253"/>
    <w:rsid w:val="0024732D"/>
    <w:rsid w:val="00247333"/>
    <w:rsid w:val="0024750F"/>
    <w:rsid w:val="00247D76"/>
    <w:rsid w:val="00247D9A"/>
    <w:rsid w:val="0025035E"/>
    <w:rsid w:val="00250AD9"/>
    <w:rsid w:val="00251EE0"/>
    <w:rsid w:val="0025241C"/>
    <w:rsid w:val="002526CA"/>
    <w:rsid w:val="00252FEB"/>
    <w:rsid w:val="00253269"/>
    <w:rsid w:val="0025473F"/>
    <w:rsid w:val="002549DE"/>
    <w:rsid w:val="00254ABB"/>
    <w:rsid w:val="002557A5"/>
    <w:rsid w:val="00255901"/>
    <w:rsid w:val="00255FAB"/>
    <w:rsid w:val="002567A4"/>
    <w:rsid w:val="00256B7A"/>
    <w:rsid w:val="00256DDD"/>
    <w:rsid w:val="00257FC8"/>
    <w:rsid w:val="002609B2"/>
    <w:rsid w:val="002620C6"/>
    <w:rsid w:val="00262BF5"/>
    <w:rsid w:val="00262D2B"/>
    <w:rsid w:val="00263FBA"/>
    <w:rsid w:val="002640EE"/>
    <w:rsid w:val="00264210"/>
    <w:rsid w:val="00264E33"/>
    <w:rsid w:val="00264EB5"/>
    <w:rsid w:val="002654B0"/>
    <w:rsid w:val="00265F39"/>
    <w:rsid w:val="00265F7E"/>
    <w:rsid w:val="00267189"/>
    <w:rsid w:val="00267C1C"/>
    <w:rsid w:val="002700BA"/>
    <w:rsid w:val="00270955"/>
    <w:rsid w:val="002714D9"/>
    <w:rsid w:val="002715B7"/>
    <w:rsid w:val="00271986"/>
    <w:rsid w:val="00271993"/>
    <w:rsid w:val="00271C04"/>
    <w:rsid w:val="00271E8B"/>
    <w:rsid w:val="002724AD"/>
    <w:rsid w:val="00272D21"/>
    <w:rsid w:val="0027307A"/>
    <w:rsid w:val="002732A6"/>
    <w:rsid w:val="002746B2"/>
    <w:rsid w:val="00276AA0"/>
    <w:rsid w:val="002773E4"/>
    <w:rsid w:val="002778AF"/>
    <w:rsid w:val="00280230"/>
    <w:rsid w:val="0028036C"/>
    <w:rsid w:val="00280F6B"/>
    <w:rsid w:val="0028173A"/>
    <w:rsid w:val="00281AF2"/>
    <w:rsid w:val="00282970"/>
    <w:rsid w:val="00282ABE"/>
    <w:rsid w:val="00282D27"/>
    <w:rsid w:val="00283C6C"/>
    <w:rsid w:val="002846FE"/>
    <w:rsid w:val="00285D84"/>
    <w:rsid w:val="00286383"/>
    <w:rsid w:val="002869E9"/>
    <w:rsid w:val="00286BF4"/>
    <w:rsid w:val="00287B66"/>
    <w:rsid w:val="002905F0"/>
    <w:rsid w:val="00290C95"/>
    <w:rsid w:val="002914B5"/>
    <w:rsid w:val="00291B63"/>
    <w:rsid w:val="00291D36"/>
    <w:rsid w:val="0029239E"/>
    <w:rsid w:val="00292565"/>
    <w:rsid w:val="002927C4"/>
    <w:rsid w:val="00292893"/>
    <w:rsid w:val="00292C84"/>
    <w:rsid w:val="00292E8B"/>
    <w:rsid w:val="00293E6C"/>
    <w:rsid w:val="00294B1A"/>
    <w:rsid w:val="00294C14"/>
    <w:rsid w:val="00294E8C"/>
    <w:rsid w:val="0029576F"/>
    <w:rsid w:val="00295EB0"/>
    <w:rsid w:val="00296A64"/>
    <w:rsid w:val="00296C00"/>
    <w:rsid w:val="0029728A"/>
    <w:rsid w:val="002A0A57"/>
    <w:rsid w:val="002A0C9A"/>
    <w:rsid w:val="002A0FF9"/>
    <w:rsid w:val="002A1A20"/>
    <w:rsid w:val="002A2162"/>
    <w:rsid w:val="002A2303"/>
    <w:rsid w:val="002A2C3E"/>
    <w:rsid w:val="002A34F1"/>
    <w:rsid w:val="002A38FF"/>
    <w:rsid w:val="002A3B1A"/>
    <w:rsid w:val="002A3EBB"/>
    <w:rsid w:val="002A3EDF"/>
    <w:rsid w:val="002A428D"/>
    <w:rsid w:val="002A48A4"/>
    <w:rsid w:val="002A4920"/>
    <w:rsid w:val="002A4965"/>
    <w:rsid w:val="002A4D41"/>
    <w:rsid w:val="002A51D0"/>
    <w:rsid w:val="002A6F86"/>
    <w:rsid w:val="002A7051"/>
    <w:rsid w:val="002A7107"/>
    <w:rsid w:val="002A725E"/>
    <w:rsid w:val="002A74BE"/>
    <w:rsid w:val="002A74CE"/>
    <w:rsid w:val="002A7806"/>
    <w:rsid w:val="002A7849"/>
    <w:rsid w:val="002B0DCC"/>
    <w:rsid w:val="002B1532"/>
    <w:rsid w:val="002B21F7"/>
    <w:rsid w:val="002B33CB"/>
    <w:rsid w:val="002B43CB"/>
    <w:rsid w:val="002B48EC"/>
    <w:rsid w:val="002B4B5E"/>
    <w:rsid w:val="002B5917"/>
    <w:rsid w:val="002B6002"/>
    <w:rsid w:val="002B62F2"/>
    <w:rsid w:val="002B6464"/>
    <w:rsid w:val="002B70F1"/>
    <w:rsid w:val="002B7F8A"/>
    <w:rsid w:val="002C0178"/>
    <w:rsid w:val="002C080A"/>
    <w:rsid w:val="002C0C6E"/>
    <w:rsid w:val="002C2E73"/>
    <w:rsid w:val="002C3AED"/>
    <w:rsid w:val="002C3EE5"/>
    <w:rsid w:val="002C421C"/>
    <w:rsid w:val="002C48CC"/>
    <w:rsid w:val="002C48F1"/>
    <w:rsid w:val="002C4EDF"/>
    <w:rsid w:val="002C5503"/>
    <w:rsid w:val="002C6E37"/>
    <w:rsid w:val="002C7008"/>
    <w:rsid w:val="002C78CB"/>
    <w:rsid w:val="002C7ECA"/>
    <w:rsid w:val="002D0131"/>
    <w:rsid w:val="002D0949"/>
    <w:rsid w:val="002D16F0"/>
    <w:rsid w:val="002D1EE3"/>
    <w:rsid w:val="002D22D8"/>
    <w:rsid w:val="002D2E7A"/>
    <w:rsid w:val="002D2FCA"/>
    <w:rsid w:val="002D3315"/>
    <w:rsid w:val="002D3592"/>
    <w:rsid w:val="002D373C"/>
    <w:rsid w:val="002D41A5"/>
    <w:rsid w:val="002D41FE"/>
    <w:rsid w:val="002D4503"/>
    <w:rsid w:val="002D4D16"/>
    <w:rsid w:val="002D4FF6"/>
    <w:rsid w:val="002D51E6"/>
    <w:rsid w:val="002D5970"/>
    <w:rsid w:val="002D59CA"/>
    <w:rsid w:val="002D5FB7"/>
    <w:rsid w:val="002D6432"/>
    <w:rsid w:val="002D6677"/>
    <w:rsid w:val="002D6B3B"/>
    <w:rsid w:val="002D6E2D"/>
    <w:rsid w:val="002D785F"/>
    <w:rsid w:val="002D794F"/>
    <w:rsid w:val="002D79D9"/>
    <w:rsid w:val="002D7B88"/>
    <w:rsid w:val="002E07ED"/>
    <w:rsid w:val="002E148B"/>
    <w:rsid w:val="002E2382"/>
    <w:rsid w:val="002E43C6"/>
    <w:rsid w:val="002E486E"/>
    <w:rsid w:val="002E4B60"/>
    <w:rsid w:val="002E50E5"/>
    <w:rsid w:val="002E542A"/>
    <w:rsid w:val="002E570D"/>
    <w:rsid w:val="002E5CF8"/>
    <w:rsid w:val="002E5F47"/>
    <w:rsid w:val="002E6E52"/>
    <w:rsid w:val="002E7564"/>
    <w:rsid w:val="002E7694"/>
    <w:rsid w:val="002E787E"/>
    <w:rsid w:val="002E7FD2"/>
    <w:rsid w:val="002F01C0"/>
    <w:rsid w:val="002F01E7"/>
    <w:rsid w:val="002F0805"/>
    <w:rsid w:val="002F086A"/>
    <w:rsid w:val="002F0A8C"/>
    <w:rsid w:val="002F0C61"/>
    <w:rsid w:val="002F183D"/>
    <w:rsid w:val="002F1B29"/>
    <w:rsid w:val="002F24B6"/>
    <w:rsid w:val="002F2C38"/>
    <w:rsid w:val="002F3104"/>
    <w:rsid w:val="002F334C"/>
    <w:rsid w:val="002F33A4"/>
    <w:rsid w:val="002F3622"/>
    <w:rsid w:val="002F3837"/>
    <w:rsid w:val="002F39F2"/>
    <w:rsid w:val="002F4509"/>
    <w:rsid w:val="002F4734"/>
    <w:rsid w:val="002F5184"/>
    <w:rsid w:val="002F5C4C"/>
    <w:rsid w:val="002F643E"/>
    <w:rsid w:val="002F65D7"/>
    <w:rsid w:val="002F6B84"/>
    <w:rsid w:val="002F6EC4"/>
    <w:rsid w:val="002F7003"/>
    <w:rsid w:val="002F734B"/>
    <w:rsid w:val="002F7C4A"/>
    <w:rsid w:val="003012B0"/>
    <w:rsid w:val="003022B2"/>
    <w:rsid w:val="003029FF"/>
    <w:rsid w:val="00302AB5"/>
    <w:rsid w:val="0030311E"/>
    <w:rsid w:val="003033A8"/>
    <w:rsid w:val="00303683"/>
    <w:rsid w:val="00303993"/>
    <w:rsid w:val="003039C7"/>
    <w:rsid w:val="00303FD2"/>
    <w:rsid w:val="0030404D"/>
    <w:rsid w:val="003041A1"/>
    <w:rsid w:val="003046C3"/>
    <w:rsid w:val="00304B42"/>
    <w:rsid w:val="00304FA2"/>
    <w:rsid w:val="00305339"/>
    <w:rsid w:val="00305763"/>
    <w:rsid w:val="003059D2"/>
    <w:rsid w:val="00305E1A"/>
    <w:rsid w:val="00306158"/>
    <w:rsid w:val="0030618B"/>
    <w:rsid w:val="00306651"/>
    <w:rsid w:val="00306A65"/>
    <w:rsid w:val="00307017"/>
    <w:rsid w:val="00307A1C"/>
    <w:rsid w:val="00307B7B"/>
    <w:rsid w:val="00307DAA"/>
    <w:rsid w:val="00307E6E"/>
    <w:rsid w:val="00310400"/>
    <w:rsid w:val="003108DD"/>
    <w:rsid w:val="00311058"/>
    <w:rsid w:val="0031115B"/>
    <w:rsid w:val="003113AB"/>
    <w:rsid w:val="003116E4"/>
    <w:rsid w:val="003122C1"/>
    <w:rsid w:val="00312646"/>
    <w:rsid w:val="003130FB"/>
    <w:rsid w:val="00313272"/>
    <w:rsid w:val="0031361B"/>
    <w:rsid w:val="0031505F"/>
    <w:rsid w:val="003153B3"/>
    <w:rsid w:val="0031642F"/>
    <w:rsid w:val="00317231"/>
    <w:rsid w:val="0031728C"/>
    <w:rsid w:val="00317567"/>
    <w:rsid w:val="00320059"/>
    <w:rsid w:val="00320541"/>
    <w:rsid w:val="00320972"/>
    <w:rsid w:val="00320C84"/>
    <w:rsid w:val="0032148B"/>
    <w:rsid w:val="00322B2E"/>
    <w:rsid w:val="00322F7A"/>
    <w:rsid w:val="00323CE3"/>
    <w:rsid w:val="00323D9A"/>
    <w:rsid w:val="0032508F"/>
    <w:rsid w:val="003254C2"/>
    <w:rsid w:val="003259D9"/>
    <w:rsid w:val="00325B6A"/>
    <w:rsid w:val="00325C70"/>
    <w:rsid w:val="00325F4A"/>
    <w:rsid w:val="00326072"/>
    <w:rsid w:val="0032687E"/>
    <w:rsid w:val="00326FCA"/>
    <w:rsid w:val="00327A48"/>
    <w:rsid w:val="00327AFA"/>
    <w:rsid w:val="00327DDE"/>
    <w:rsid w:val="0033019B"/>
    <w:rsid w:val="00330533"/>
    <w:rsid w:val="00330EDA"/>
    <w:rsid w:val="0033183A"/>
    <w:rsid w:val="00331C1F"/>
    <w:rsid w:val="00331DC6"/>
    <w:rsid w:val="00333247"/>
    <w:rsid w:val="0033370E"/>
    <w:rsid w:val="00333F2B"/>
    <w:rsid w:val="0033445D"/>
    <w:rsid w:val="003347A7"/>
    <w:rsid w:val="00335159"/>
    <w:rsid w:val="00335195"/>
    <w:rsid w:val="00335646"/>
    <w:rsid w:val="0033585E"/>
    <w:rsid w:val="00335965"/>
    <w:rsid w:val="00336108"/>
    <w:rsid w:val="0034023B"/>
    <w:rsid w:val="003402CE"/>
    <w:rsid w:val="00340344"/>
    <w:rsid w:val="003408C5"/>
    <w:rsid w:val="00340EC3"/>
    <w:rsid w:val="0034132B"/>
    <w:rsid w:val="00341676"/>
    <w:rsid w:val="003417FA"/>
    <w:rsid w:val="00342375"/>
    <w:rsid w:val="00343A21"/>
    <w:rsid w:val="00343D4B"/>
    <w:rsid w:val="003441A6"/>
    <w:rsid w:val="00344345"/>
    <w:rsid w:val="0034485E"/>
    <w:rsid w:val="00346753"/>
    <w:rsid w:val="00346E45"/>
    <w:rsid w:val="00346F69"/>
    <w:rsid w:val="0034755E"/>
    <w:rsid w:val="0035019F"/>
    <w:rsid w:val="00350380"/>
    <w:rsid w:val="00350C5D"/>
    <w:rsid w:val="00350D0E"/>
    <w:rsid w:val="00351318"/>
    <w:rsid w:val="0035136D"/>
    <w:rsid w:val="0035139D"/>
    <w:rsid w:val="003513CB"/>
    <w:rsid w:val="0035168A"/>
    <w:rsid w:val="00351735"/>
    <w:rsid w:val="00351792"/>
    <w:rsid w:val="0035183D"/>
    <w:rsid w:val="00352C78"/>
    <w:rsid w:val="003530E6"/>
    <w:rsid w:val="00354A13"/>
    <w:rsid w:val="0035570D"/>
    <w:rsid w:val="00355BC3"/>
    <w:rsid w:val="00355EE2"/>
    <w:rsid w:val="00356233"/>
    <w:rsid w:val="00356E9C"/>
    <w:rsid w:val="00357060"/>
    <w:rsid w:val="00357444"/>
    <w:rsid w:val="00357654"/>
    <w:rsid w:val="00357A00"/>
    <w:rsid w:val="00357A8B"/>
    <w:rsid w:val="00357AEE"/>
    <w:rsid w:val="0036142E"/>
    <w:rsid w:val="003620DF"/>
    <w:rsid w:val="00362305"/>
    <w:rsid w:val="00362527"/>
    <w:rsid w:val="003627BD"/>
    <w:rsid w:val="00362A5C"/>
    <w:rsid w:val="0036383B"/>
    <w:rsid w:val="00363849"/>
    <w:rsid w:val="00363A06"/>
    <w:rsid w:val="00363A1B"/>
    <w:rsid w:val="00363B7D"/>
    <w:rsid w:val="0036411E"/>
    <w:rsid w:val="003645D9"/>
    <w:rsid w:val="00364646"/>
    <w:rsid w:val="00365714"/>
    <w:rsid w:val="003664D8"/>
    <w:rsid w:val="00366B3B"/>
    <w:rsid w:val="0036774B"/>
    <w:rsid w:val="00367DBC"/>
    <w:rsid w:val="0037102B"/>
    <w:rsid w:val="00371939"/>
    <w:rsid w:val="003720C6"/>
    <w:rsid w:val="003727A5"/>
    <w:rsid w:val="0037343B"/>
    <w:rsid w:val="00373D16"/>
    <w:rsid w:val="00373D59"/>
    <w:rsid w:val="00373E86"/>
    <w:rsid w:val="0037436D"/>
    <w:rsid w:val="00374A0C"/>
    <w:rsid w:val="00374A7F"/>
    <w:rsid w:val="00374BDC"/>
    <w:rsid w:val="00374D5D"/>
    <w:rsid w:val="00374E4B"/>
    <w:rsid w:val="003763EC"/>
    <w:rsid w:val="00376DDD"/>
    <w:rsid w:val="00377DFC"/>
    <w:rsid w:val="003800C2"/>
    <w:rsid w:val="0038185D"/>
    <w:rsid w:val="00381D9A"/>
    <w:rsid w:val="00381E90"/>
    <w:rsid w:val="00382AED"/>
    <w:rsid w:val="00382B16"/>
    <w:rsid w:val="00382E29"/>
    <w:rsid w:val="00383F6E"/>
    <w:rsid w:val="003842D2"/>
    <w:rsid w:val="00384737"/>
    <w:rsid w:val="003848C4"/>
    <w:rsid w:val="0038533F"/>
    <w:rsid w:val="00385690"/>
    <w:rsid w:val="00385AFA"/>
    <w:rsid w:val="003862FD"/>
    <w:rsid w:val="00386C55"/>
    <w:rsid w:val="00387166"/>
    <w:rsid w:val="0038732D"/>
    <w:rsid w:val="003878C0"/>
    <w:rsid w:val="00387D3D"/>
    <w:rsid w:val="003900C7"/>
    <w:rsid w:val="0039056E"/>
    <w:rsid w:val="00390610"/>
    <w:rsid w:val="003918D9"/>
    <w:rsid w:val="00391B9E"/>
    <w:rsid w:val="003929A0"/>
    <w:rsid w:val="00393603"/>
    <w:rsid w:val="0039421A"/>
    <w:rsid w:val="003946C8"/>
    <w:rsid w:val="00394DC1"/>
    <w:rsid w:val="00394E93"/>
    <w:rsid w:val="00394F64"/>
    <w:rsid w:val="0039659C"/>
    <w:rsid w:val="00396F9E"/>
    <w:rsid w:val="00397175"/>
    <w:rsid w:val="00397235"/>
    <w:rsid w:val="003973C9"/>
    <w:rsid w:val="00397AD6"/>
    <w:rsid w:val="003A0547"/>
    <w:rsid w:val="003A06C5"/>
    <w:rsid w:val="003A1384"/>
    <w:rsid w:val="003A13C3"/>
    <w:rsid w:val="003A1E68"/>
    <w:rsid w:val="003A202C"/>
    <w:rsid w:val="003A22AA"/>
    <w:rsid w:val="003A36B5"/>
    <w:rsid w:val="003A3AF6"/>
    <w:rsid w:val="003A40C9"/>
    <w:rsid w:val="003A4440"/>
    <w:rsid w:val="003A519D"/>
    <w:rsid w:val="003A536B"/>
    <w:rsid w:val="003A5901"/>
    <w:rsid w:val="003A6C16"/>
    <w:rsid w:val="003B00C8"/>
    <w:rsid w:val="003B089B"/>
    <w:rsid w:val="003B1A58"/>
    <w:rsid w:val="003B1DFF"/>
    <w:rsid w:val="003B1F1A"/>
    <w:rsid w:val="003B2515"/>
    <w:rsid w:val="003B25DA"/>
    <w:rsid w:val="003B2925"/>
    <w:rsid w:val="003B3087"/>
    <w:rsid w:val="003B31A5"/>
    <w:rsid w:val="003B34C3"/>
    <w:rsid w:val="003B45AF"/>
    <w:rsid w:val="003B45B7"/>
    <w:rsid w:val="003B4A23"/>
    <w:rsid w:val="003B4C6F"/>
    <w:rsid w:val="003B53EE"/>
    <w:rsid w:val="003B5744"/>
    <w:rsid w:val="003B59BA"/>
    <w:rsid w:val="003B6E95"/>
    <w:rsid w:val="003B764D"/>
    <w:rsid w:val="003B7718"/>
    <w:rsid w:val="003C033A"/>
    <w:rsid w:val="003C076B"/>
    <w:rsid w:val="003C081B"/>
    <w:rsid w:val="003C1091"/>
    <w:rsid w:val="003C1390"/>
    <w:rsid w:val="003C166A"/>
    <w:rsid w:val="003C1DCB"/>
    <w:rsid w:val="003C21B1"/>
    <w:rsid w:val="003C29E9"/>
    <w:rsid w:val="003C2EF2"/>
    <w:rsid w:val="003C3409"/>
    <w:rsid w:val="003C3D41"/>
    <w:rsid w:val="003C4679"/>
    <w:rsid w:val="003C4798"/>
    <w:rsid w:val="003C4C29"/>
    <w:rsid w:val="003C51C4"/>
    <w:rsid w:val="003C5202"/>
    <w:rsid w:val="003C588C"/>
    <w:rsid w:val="003C5D8D"/>
    <w:rsid w:val="003C68FE"/>
    <w:rsid w:val="003C6E70"/>
    <w:rsid w:val="003D0AE6"/>
    <w:rsid w:val="003D1A4A"/>
    <w:rsid w:val="003D1AB4"/>
    <w:rsid w:val="003D1B36"/>
    <w:rsid w:val="003D1FBF"/>
    <w:rsid w:val="003D22C5"/>
    <w:rsid w:val="003D2EE6"/>
    <w:rsid w:val="003D3576"/>
    <w:rsid w:val="003D35FF"/>
    <w:rsid w:val="003D3657"/>
    <w:rsid w:val="003D3A79"/>
    <w:rsid w:val="003D3BCF"/>
    <w:rsid w:val="003D3FDE"/>
    <w:rsid w:val="003D40ED"/>
    <w:rsid w:val="003D413B"/>
    <w:rsid w:val="003D458F"/>
    <w:rsid w:val="003D46F1"/>
    <w:rsid w:val="003D4D52"/>
    <w:rsid w:val="003D4ED5"/>
    <w:rsid w:val="003D517C"/>
    <w:rsid w:val="003D7544"/>
    <w:rsid w:val="003D763E"/>
    <w:rsid w:val="003D7B42"/>
    <w:rsid w:val="003E014D"/>
    <w:rsid w:val="003E169A"/>
    <w:rsid w:val="003E1821"/>
    <w:rsid w:val="003E2585"/>
    <w:rsid w:val="003E2722"/>
    <w:rsid w:val="003E2778"/>
    <w:rsid w:val="003E4A2A"/>
    <w:rsid w:val="003E4DA5"/>
    <w:rsid w:val="003E5D08"/>
    <w:rsid w:val="003E6234"/>
    <w:rsid w:val="003E64ED"/>
    <w:rsid w:val="003E6D9F"/>
    <w:rsid w:val="003E7C81"/>
    <w:rsid w:val="003F0327"/>
    <w:rsid w:val="003F0B9D"/>
    <w:rsid w:val="003F149F"/>
    <w:rsid w:val="003F20DF"/>
    <w:rsid w:val="003F32AF"/>
    <w:rsid w:val="003F38D0"/>
    <w:rsid w:val="003F3B84"/>
    <w:rsid w:val="003F55A5"/>
    <w:rsid w:val="003F5740"/>
    <w:rsid w:val="003F611E"/>
    <w:rsid w:val="003F6147"/>
    <w:rsid w:val="003F75F2"/>
    <w:rsid w:val="004002EC"/>
    <w:rsid w:val="0040124A"/>
    <w:rsid w:val="004017C6"/>
    <w:rsid w:val="00402349"/>
    <w:rsid w:val="00402981"/>
    <w:rsid w:val="00403319"/>
    <w:rsid w:val="00403CC7"/>
    <w:rsid w:val="00404489"/>
    <w:rsid w:val="00404DE9"/>
    <w:rsid w:val="0040542F"/>
    <w:rsid w:val="004058D0"/>
    <w:rsid w:val="00405A40"/>
    <w:rsid w:val="00406B06"/>
    <w:rsid w:val="00406E02"/>
    <w:rsid w:val="00406E6F"/>
    <w:rsid w:val="004073BD"/>
    <w:rsid w:val="00407B07"/>
    <w:rsid w:val="00407B86"/>
    <w:rsid w:val="0041035E"/>
    <w:rsid w:val="004106FE"/>
    <w:rsid w:val="004108E9"/>
    <w:rsid w:val="00410936"/>
    <w:rsid w:val="00410B4B"/>
    <w:rsid w:val="00411313"/>
    <w:rsid w:val="00411BC8"/>
    <w:rsid w:val="00412847"/>
    <w:rsid w:val="00412886"/>
    <w:rsid w:val="00413095"/>
    <w:rsid w:val="004130BB"/>
    <w:rsid w:val="004133A4"/>
    <w:rsid w:val="00413598"/>
    <w:rsid w:val="00413686"/>
    <w:rsid w:val="00413960"/>
    <w:rsid w:val="00413A8E"/>
    <w:rsid w:val="00414A55"/>
    <w:rsid w:val="0041521A"/>
    <w:rsid w:val="00415763"/>
    <w:rsid w:val="00416474"/>
    <w:rsid w:val="00416992"/>
    <w:rsid w:val="00417984"/>
    <w:rsid w:val="00417A70"/>
    <w:rsid w:val="00421934"/>
    <w:rsid w:val="004221DA"/>
    <w:rsid w:val="00422E37"/>
    <w:rsid w:val="00423A6B"/>
    <w:rsid w:val="004244FE"/>
    <w:rsid w:val="00424547"/>
    <w:rsid w:val="00424B1D"/>
    <w:rsid w:val="00424E82"/>
    <w:rsid w:val="00424E95"/>
    <w:rsid w:val="00425172"/>
    <w:rsid w:val="00425A50"/>
    <w:rsid w:val="0042608C"/>
    <w:rsid w:val="004263A9"/>
    <w:rsid w:val="00426A8D"/>
    <w:rsid w:val="00427150"/>
    <w:rsid w:val="004273A0"/>
    <w:rsid w:val="00427527"/>
    <w:rsid w:val="00427957"/>
    <w:rsid w:val="00427D08"/>
    <w:rsid w:val="00427E67"/>
    <w:rsid w:val="00430577"/>
    <w:rsid w:val="0043095A"/>
    <w:rsid w:val="00431197"/>
    <w:rsid w:val="0043204C"/>
    <w:rsid w:val="004320C6"/>
    <w:rsid w:val="004321C0"/>
    <w:rsid w:val="004337D3"/>
    <w:rsid w:val="00433A57"/>
    <w:rsid w:val="00434E98"/>
    <w:rsid w:val="0043560B"/>
    <w:rsid w:val="00435F55"/>
    <w:rsid w:val="00436DB9"/>
    <w:rsid w:val="0044077B"/>
    <w:rsid w:val="00440EF2"/>
    <w:rsid w:val="0044109A"/>
    <w:rsid w:val="00442D09"/>
    <w:rsid w:val="00443269"/>
    <w:rsid w:val="00443BD1"/>
    <w:rsid w:val="00444203"/>
    <w:rsid w:val="0044497C"/>
    <w:rsid w:val="00444D15"/>
    <w:rsid w:val="00444D20"/>
    <w:rsid w:val="00444FCD"/>
    <w:rsid w:val="0044538E"/>
    <w:rsid w:val="0044567E"/>
    <w:rsid w:val="00445804"/>
    <w:rsid w:val="00446042"/>
    <w:rsid w:val="00446412"/>
    <w:rsid w:val="00446798"/>
    <w:rsid w:val="0044699B"/>
    <w:rsid w:val="00446DE7"/>
    <w:rsid w:val="00447089"/>
    <w:rsid w:val="00450A52"/>
    <w:rsid w:val="00450EEE"/>
    <w:rsid w:val="00451449"/>
    <w:rsid w:val="004519BD"/>
    <w:rsid w:val="00451CD3"/>
    <w:rsid w:val="00451EB2"/>
    <w:rsid w:val="0045236F"/>
    <w:rsid w:val="004524CD"/>
    <w:rsid w:val="00452613"/>
    <w:rsid w:val="004529FB"/>
    <w:rsid w:val="004533C8"/>
    <w:rsid w:val="00454A64"/>
    <w:rsid w:val="00455C1D"/>
    <w:rsid w:val="0045619D"/>
    <w:rsid w:val="004609AB"/>
    <w:rsid w:val="00460DED"/>
    <w:rsid w:val="00460FE0"/>
    <w:rsid w:val="00461DEE"/>
    <w:rsid w:val="004626B7"/>
    <w:rsid w:val="0046299E"/>
    <w:rsid w:val="00462BBE"/>
    <w:rsid w:val="00462D8F"/>
    <w:rsid w:val="0046346D"/>
    <w:rsid w:val="0046354E"/>
    <w:rsid w:val="00463E0E"/>
    <w:rsid w:val="0046405F"/>
    <w:rsid w:val="0046432C"/>
    <w:rsid w:val="0046442D"/>
    <w:rsid w:val="00464D69"/>
    <w:rsid w:val="004657D2"/>
    <w:rsid w:val="00465F41"/>
    <w:rsid w:val="004668A8"/>
    <w:rsid w:val="004668E6"/>
    <w:rsid w:val="004676A1"/>
    <w:rsid w:val="00467A00"/>
    <w:rsid w:val="00467BAE"/>
    <w:rsid w:val="00467D6E"/>
    <w:rsid w:val="00470789"/>
    <w:rsid w:val="00470C6B"/>
    <w:rsid w:val="0047157A"/>
    <w:rsid w:val="004717ED"/>
    <w:rsid w:val="00473BDF"/>
    <w:rsid w:val="0047426D"/>
    <w:rsid w:val="00474B47"/>
    <w:rsid w:val="00474F48"/>
    <w:rsid w:val="004757F3"/>
    <w:rsid w:val="00476B15"/>
    <w:rsid w:val="00476CE0"/>
    <w:rsid w:val="0047736C"/>
    <w:rsid w:val="00477533"/>
    <w:rsid w:val="00477845"/>
    <w:rsid w:val="004804F1"/>
    <w:rsid w:val="004815DC"/>
    <w:rsid w:val="004816A3"/>
    <w:rsid w:val="00481928"/>
    <w:rsid w:val="00481AD4"/>
    <w:rsid w:val="004820EF"/>
    <w:rsid w:val="0048271B"/>
    <w:rsid w:val="00482E17"/>
    <w:rsid w:val="00483530"/>
    <w:rsid w:val="00483877"/>
    <w:rsid w:val="004839E2"/>
    <w:rsid w:val="004850FB"/>
    <w:rsid w:val="00486060"/>
    <w:rsid w:val="00486674"/>
    <w:rsid w:val="00486CDA"/>
    <w:rsid w:val="00490043"/>
    <w:rsid w:val="00490181"/>
    <w:rsid w:val="00490322"/>
    <w:rsid w:val="0049038A"/>
    <w:rsid w:val="004905C7"/>
    <w:rsid w:val="00490A43"/>
    <w:rsid w:val="00490A79"/>
    <w:rsid w:val="00490C4B"/>
    <w:rsid w:val="00490EDC"/>
    <w:rsid w:val="00491027"/>
    <w:rsid w:val="004913C3"/>
    <w:rsid w:val="004919C3"/>
    <w:rsid w:val="004923AB"/>
    <w:rsid w:val="00492515"/>
    <w:rsid w:val="00492EEF"/>
    <w:rsid w:val="004930EC"/>
    <w:rsid w:val="0049330D"/>
    <w:rsid w:val="00493326"/>
    <w:rsid w:val="00493397"/>
    <w:rsid w:val="00493AB2"/>
    <w:rsid w:val="00494E90"/>
    <w:rsid w:val="0049548D"/>
    <w:rsid w:val="004959DF"/>
    <w:rsid w:val="00495B2B"/>
    <w:rsid w:val="00495F6B"/>
    <w:rsid w:val="00496EED"/>
    <w:rsid w:val="00497727"/>
    <w:rsid w:val="00497F18"/>
    <w:rsid w:val="004A1AF7"/>
    <w:rsid w:val="004A1C1E"/>
    <w:rsid w:val="004A1ED1"/>
    <w:rsid w:val="004A23DE"/>
    <w:rsid w:val="004A2923"/>
    <w:rsid w:val="004A3828"/>
    <w:rsid w:val="004A3C4C"/>
    <w:rsid w:val="004A3D11"/>
    <w:rsid w:val="004A3E62"/>
    <w:rsid w:val="004A4F7F"/>
    <w:rsid w:val="004A5A2F"/>
    <w:rsid w:val="004A6322"/>
    <w:rsid w:val="004A634C"/>
    <w:rsid w:val="004A705C"/>
    <w:rsid w:val="004A71EF"/>
    <w:rsid w:val="004A7877"/>
    <w:rsid w:val="004B022C"/>
    <w:rsid w:val="004B03A5"/>
    <w:rsid w:val="004B05EA"/>
    <w:rsid w:val="004B0B7C"/>
    <w:rsid w:val="004B0FA5"/>
    <w:rsid w:val="004B144F"/>
    <w:rsid w:val="004B17F1"/>
    <w:rsid w:val="004B1BCC"/>
    <w:rsid w:val="004B2528"/>
    <w:rsid w:val="004B2D64"/>
    <w:rsid w:val="004B3513"/>
    <w:rsid w:val="004B3539"/>
    <w:rsid w:val="004B3A73"/>
    <w:rsid w:val="004B3A93"/>
    <w:rsid w:val="004B3F80"/>
    <w:rsid w:val="004B4A22"/>
    <w:rsid w:val="004B4D76"/>
    <w:rsid w:val="004B51C7"/>
    <w:rsid w:val="004B5338"/>
    <w:rsid w:val="004B57BE"/>
    <w:rsid w:val="004B6D42"/>
    <w:rsid w:val="004B6E31"/>
    <w:rsid w:val="004B7026"/>
    <w:rsid w:val="004B78D4"/>
    <w:rsid w:val="004C00D3"/>
    <w:rsid w:val="004C0F15"/>
    <w:rsid w:val="004C152A"/>
    <w:rsid w:val="004C16AF"/>
    <w:rsid w:val="004C2B12"/>
    <w:rsid w:val="004C2B6B"/>
    <w:rsid w:val="004C2EC7"/>
    <w:rsid w:val="004C32B3"/>
    <w:rsid w:val="004C3D23"/>
    <w:rsid w:val="004C537E"/>
    <w:rsid w:val="004C5574"/>
    <w:rsid w:val="004C5E52"/>
    <w:rsid w:val="004C6C5A"/>
    <w:rsid w:val="004C6FF5"/>
    <w:rsid w:val="004C7149"/>
    <w:rsid w:val="004C7C5E"/>
    <w:rsid w:val="004D0890"/>
    <w:rsid w:val="004D0E41"/>
    <w:rsid w:val="004D0FC4"/>
    <w:rsid w:val="004D19ED"/>
    <w:rsid w:val="004D1A5B"/>
    <w:rsid w:val="004D1C6D"/>
    <w:rsid w:val="004D30A6"/>
    <w:rsid w:val="004D317D"/>
    <w:rsid w:val="004D31D0"/>
    <w:rsid w:val="004D35CA"/>
    <w:rsid w:val="004D45A9"/>
    <w:rsid w:val="004D45EF"/>
    <w:rsid w:val="004D4A37"/>
    <w:rsid w:val="004D5060"/>
    <w:rsid w:val="004D6696"/>
    <w:rsid w:val="004D6705"/>
    <w:rsid w:val="004D688A"/>
    <w:rsid w:val="004D6C23"/>
    <w:rsid w:val="004D7B07"/>
    <w:rsid w:val="004D7E94"/>
    <w:rsid w:val="004E00C6"/>
    <w:rsid w:val="004E1C1C"/>
    <w:rsid w:val="004E1E0B"/>
    <w:rsid w:val="004E3713"/>
    <w:rsid w:val="004E3936"/>
    <w:rsid w:val="004E3A02"/>
    <w:rsid w:val="004E4D89"/>
    <w:rsid w:val="004E4EBD"/>
    <w:rsid w:val="004E4F98"/>
    <w:rsid w:val="004E520F"/>
    <w:rsid w:val="004E5728"/>
    <w:rsid w:val="004E59E3"/>
    <w:rsid w:val="004E6313"/>
    <w:rsid w:val="004E68DB"/>
    <w:rsid w:val="004E7742"/>
    <w:rsid w:val="004E7E8F"/>
    <w:rsid w:val="004F0B25"/>
    <w:rsid w:val="004F12DF"/>
    <w:rsid w:val="004F1D64"/>
    <w:rsid w:val="004F1FE5"/>
    <w:rsid w:val="004F240A"/>
    <w:rsid w:val="004F28DD"/>
    <w:rsid w:val="004F2965"/>
    <w:rsid w:val="004F2DB3"/>
    <w:rsid w:val="004F2EEB"/>
    <w:rsid w:val="004F356C"/>
    <w:rsid w:val="004F384D"/>
    <w:rsid w:val="004F3E4E"/>
    <w:rsid w:val="004F4224"/>
    <w:rsid w:val="004F4225"/>
    <w:rsid w:val="004F4E02"/>
    <w:rsid w:val="004F6360"/>
    <w:rsid w:val="004F6AE6"/>
    <w:rsid w:val="004F714F"/>
    <w:rsid w:val="004F725A"/>
    <w:rsid w:val="004F7529"/>
    <w:rsid w:val="004F7641"/>
    <w:rsid w:val="00501E1A"/>
    <w:rsid w:val="00502360"/>
    <w:rsid w:val="00502AFA"/>
    <w:rsid w:val="00502BDA"/>
    <w:rsid w:val="00502CF1"/>
    <w:rsid w:val="00502DF4"/>
    <w:rsid w:val="00503512"/>
    <w:rsid w:val="00503999"/>
    <w:rsid w:val="00505112"/>
    <w:rsid w:val="00505E87"/>
    <w:rsid w:val="00506E7E"/>
    <w:rsid w:val="00506FB7"/>
    <w:rsid w:val="00507BAF"/>
    <w:rsid w:val="00507C43"/>
    <w:rsid w:val="00507F40"/>
    <w:rsid w:val="0051004B"/>
    <w:rsid w:val="005107DA"/>
    <w:rsid w:val="00510AD6"/>
    <w:rsid w:val="00512E5C"/>
    <w:rsid w:val="00513436"/>
    <w:rsid w:val="005136BC"/>
    <w:rsid w:val="00514433"/>
    <w:rsid w:val="00514F11"/>
    <w:rsid w:val="0051540F"/>
    <w:rsid w:val="005154A6"/>
    <w:rsid w:val="0051551E"/>
    <w:rsid w:val="00515604"/>
    <w:rsid w:val="00515DC8"/>
    <w:rsid w:val="00516241"/>
    <w:rsid w:val="00517690"/>
    <w:rsid w:val="00517C41"/>
    <w:rsid w:val="00520B18"/>
    <w:rsid w:val="00521620"/>
    <w:rsid w:val="00522B15"/>
    <w:rsid w:val="00522DD4"/>
    <w:rsid w:val="005239E4"/>
    <w:rsid w:val="00523A8F"/>
    <w:rsid w:val="005240B0"/>
    <w:rsid w:val="00524889"/>
    <w:rsid w:val="00524A1A"/>
    <w:rsid w:val="0052535B"/>
    <w:rsid w:val="00525B92"/>
    <w:rsid w:val="00525C34"/>
    <w:rsid w:val="00526982"/>
    <w:rsid w:val="00526A56"/>
    <w:rsid w:val="00526C09"/>
    <w:rsid w:val="0053007F"/>
    <w:rsid w:val="00530661"/>
    <w:rsid w:val="00531294"/>
    <w:rsid w:val="00531740"/>
    <w:rsid w:val="005320F2"/>
    <w:rsid w:val="0053224D"/>
    <w:rsid w:val="00532DC8"/>
    <w:rsid w:val="00532F26"/>
    <w:rsid w:val="0053343C"/>
    <w:rsid w:val="00533FA4"/>
    <w:rsid w:val="005341B8"/>
    <w:rsid w:val="0053467F"/>
    <w:rsid w:val="00534A88"/>
    <w:rsid w:val="00534AD7"/>
    <w:rsid w:val="00534F79"/>
    <w:rsid w:val="00535693"/>
    <w:rsid w:val="00535D36"/>
    <w:rsid w:val="00535D6F"/>
    <w:rsid w:val="00535F0D"/>
    <w:rsid w:val="00536233"/>
    <w:rsid w:val="00537E2C"/>
    <w:rsid w:val="00537E6B"/>
    <w:rsid w:val="00537EBC"/>
    <w:rsid w:val="005402CA"/>
    <w:rsid w:val="0054101E"/>
    <w:rsid w:val="005417CA"/>
    <w:rsid w:val="00542218"/>
    <w:rsid w:val="00542934"/>
    <w:rsid w:val="00542AA5"/>
    <w:rsid w:val="00542D26"/>
    <w:rsid w:val="00543086"/>
    <w:rsid w:val="00546030"/>
    <w:rsid w:val="0054627E"/>
    <w:rsid w:val="00546636"/>
    <w:rsid w:val="005467DB"/>
    <w:rsid w:val="00546F3F"/>
    <w:rsid w:val="005475DE"/>
    <w:rsid w:val="00547670"/>
    <w:rsid w:val="00547D99"/>
    <w:rsid w:val="00550037"/>
    <w:rsid w:val="00550426"/>
    <w:rsid w:val="00550842"/>
    <w:rsid w:val="00550FB7"/>
    <w:rsid w:val="005514A1"/>
    <w:rsid w:val="005516FF"/>
    <w:rsid w:val="00551BF0"/>
    <w:rsid w:val="00551CB0"/>
    <w:rsid w:val="0055378F"/>
    <w:rsid w:val="00554031"/>
    <w:rsid w:val="0055426A"/>
    <w:rsid w:val="00554A10"/>
    <w:rsid w:val="00554D32"/>
    <w:rsid w:val="00555526"/>
    <w:rsid w:val="0055567E"/>
    <w:rsid w:val="00555E37"/>
    <w:rsid w:val="00555EEC"/>
    <w:rsid w:val="005566B9"/>
    <w:rsid w:val="00556783"/>
    <w:rsid w:val="005568FE"/>
    <w:rsid w:val="00557B9E"/>
    <w:rsid w:val="00557C65"/>
    <w:rsid w:val="00560625"/>
    <w:rsid w:val="00561294"/>
    <w:rsid w:val="00561BDA"/>
    <w:rsid w:val="00561CA6"/>
    <w:rsid w:val="0056242E"/>
    <w:rsid w:val="005631BC"/>
    <w:rsid w:val="005632EB"/>
    <w:rsid w:val="005640A6"/>
    <w:rsid w:val="005644EC"/>
    <w:rsid w:val="005647F9"/>
    <w:rsid w:val="00564F0E"/>
    <w:rsid w:val="005666C4"/>
    <w:rsid w:val="00566D65"/>
    <w:rsid w:val="005673CE"/>
    <w:rsid w:val="00567627"/>
    <w:rsid w:val="005679AF"/>
    <w:rsid w:val="00567F77"/>
    <w:rsid w:val="0057020E"/>
    <w:rsid w:val="00570687"/>
    <w:rsid w:val="0057140D"/>
    <w:rsid w:val="0057164A"/>
    <w:rsid w:val="00571918"/>
    <w:rsid w:val="0057257F"/>
    <w:rsid w:val="005727F9"/>
    <w:rsid w:val="00573144"/>
    <w:rsid w:val="00573316"/>
    <w:rsid w:val="00573329"/>
    <w:rsid w:val="00574E30"/>
    <w:rsid w:val="00575A62"/>
    <w:rsid w:val="0057676F"/>
    <w:rsid w:val="00577621"/>
    <w:rsid w:val="00577887"/>
    <w:rsid w:val="00577A21"/>
    <w:rsid w:val="00580BA3"/>
    <w:rsid w:val="0058236F"/>
    <w:rsid w:val="00582E85"/>
    <w:rsid w:val="00583284"/>
    <w:rsid w:val="0058391F"/>
    <w:rsid w:val="00584045"/>
    <w:rsid w:val="005843E7"/>
    <w:rsid w:val="00584749"/>
    <w:rsid w:val="0058482F"/>
    <w:rsid w:val="00584E00"/>
    <w:rsid w:val="00585560"/>
    <w:rsid w:val="0058715C"/>
    <w:rsid w:val="005908F4"/>
    <w:rsid w:val="00591524"/>
    <w:rsid w:val="005919C0"/>
    <w:rsid w:val="00591BBF"/>
    <w:rsid w:val="0059273A"/>
    <w:rsid w:val="00592DD2"/>
    <w:rsid w:val="00592FA6"/>
    <w:rsid w:val="00592FF5"/>
    <w:rsid w:val="00593505"/>
    <w:rsid w:val="00593AD4"/>
    <w:rsid w:val="00593D1B"/>
    <w:rsid w:val="00593D6C"/>
    <w:rsid w:val="00593F74"/>
    <w:rsid w:val="005941CE"/>
    <w:rsid w:val="0059446A"/>
    <w:rsid w:val="00594879"/>
    <w:rsid w:val="00594AF4"/>
    <w:rsid w:val="00594BE3"/>
    <w:rsid w:val="00594E86"/>
    <w:rsid w:val="005951EB"/>
    <w:rsid w:val="0059659E"/>
    <w:rsid w:val="005978FA"/>
    <w:rsid w:val="00597B3A"/>
    <w:rsid w:val="00597C43"/>
    <w:rsid w:val="00597D52"/>
    <w:rsid w:val="005A0307"/>
    <w:rsid w:val="005A04E1"/>
    <w:rsid w:val="005A09BD"/>
    <w:rsid w:val="005A1549"/>
    <w:rsid w:val="005A2529"/>
    <w:rsid w:val="005A2930"/>
    <w:rsid w:val="005A2F30"/>
    <w:rsid w:val="005A34BC"/>
    <w:rsid w:val="005A35E5"/>
    <w:rsid w:val="005A3F56"/>
    <w:rsid w:val="005A465A"/>
    <w:rsid w:val="005A4E5E"/>
    <w:rsid w:val="005A597E"/>
    <w:rsid w:val="005A60E8"/>
    <w:rsid w:val="005A69C1"/>
    <w:rsid w:val="005A6D8C"/>
    <w:rsid w:val="005A6F6F"/>
    <w:rsid w:val="005A7298"/>
    <w:rsid w:val="005A7403"/>
    <w:rsid w:val="005A7E67"/>
    <w:rsid w:val="005B066C"/>
    <w:rsid w:val="005B0A19"/>
    <w:rsid w:val="005B0A1C"/>
    <w:rsid w:val="005B0AC3"/>
    <w:rsid w:val="005B0E8E"/>
    <w:rsid w:val="005B1DDA"/>
    <w:rsid w:val="005B1E00"/>
    <w:rsid w:val="005B2098"/>
    <w:rsid w:val="005B237F"/>
    <w:rsid w:val="005B259E"/>
    <w:rsid w:val="005B2B25"/>
    <w:rsid w:val="005B34D3"/>
    <w:rsid w:val="005B35FD"/>
    <w:rsid w:val="005B37AF"/>
    <w:rsid w:val="005B3932"/>
    <w:rsid w:val="005B3AAD"/>
    <w:rsid w:val="005B3F2A"/>
    <w:rsid w:val="005B4542"/>
    <w:rsid w:val="005B45CE"/>
    <w:rsid w:val="005B45FB"/>
    <w:rsid w:val="005B47CC"/>
    <w:rsid w:val="005B49C9"/>
    <w:rsid w:val="005B4D8C"/>
    <w:rsid w:val="005B5DDB"/>
    <w:rsid w:val="005B6A8E"/>
    <w:rsid w:val="005B6B49"/>
    <w:rsid w:val="005B6C79"/>
    <w:rsid w:val="005B7AA8"/>
    <w:rsid w:val="005C0E48"/>
    <w:rsid w:val="005C1233"/>
    <w:rsid w:val="005C1CDB"/>
    <w:rsid w:val="005C25AC"/>
    <w:rsid w:val="005C28D9"/>
    <w:rsid w:val="005C38A7"/>
    <w:rsid w:val="005C4390"/>
    <w:rsid w:val="005C496D"/>
    <w:rsid w:val="005C5E90"/>
    <w:rsid w:val="005C6094"/>
    <w:rsid w:val="005D04D0"/>
    <w:rsid w:val="005D0648"/>
    <w:rsid w:val="005D0984"/>
    <w:rsid w:val="005D1537"/>
    <w:rsid w:val="005D1ADB"/>
    <w:rsid w:val="005D1BF1"/>
    <w:rsid w:val="005D1E1C"/>
    <w:rsid w:val="005D3539"/>
    <w:rsid w:val="005D392C"/>
    <w:rsid w:val="005D3A3F"/>
    <w:rsid w:val="005D42A7"/>
    <w:rsid w:val="005D45CF"/>
    <w:rsid w:val="005D4679"/>
    <w:rsid w:val="005D47D6"/>
    <w:rsid w:val="005D5AA2"/>
    <w:rsid w:val="005D5AE1"/>
    <w:rsid w:val="005D6052"/>
    <w:rsid w:val="005D61E4"/>
    <w:rsid w:val="005D635A"/>
    <w:rsid w:val="005D65D2"/>
    <w:rsid w:val="005D6AAC"/>
    <w:rsid w:val="005D737D"/>
    <w:rsid w:val="005E046C"/>
    <w:rsid w:val="005E18F4"/>
    <w:rsid w:val="005E1E2C"/>
    <w:rsid w:val="005E23A8"/>
    <w:rsid w:val="005E2F77"/>
    <w:rsid w:val="005E34C1"/>
    <w:rsid w:val="005E473E"/>
    <w:rsid w:val="005E4819"/>
    <w:rsid w:val="005E4E0B"/>
    <w:rsid w:val="005E50EB"/>
    <w:rsid w:val="005E51F4"/>
    <w:rsid w:val="005E5EB6"/>
    <w:rsid w:val="005E6E03"/>
    <w:rsid w:val="005E759E"/>
    <w:rsid w:val="005F0643"/>
    <w:rsid w:val="005F11B4"/>
    <w:rsid w:val="005F11DB"/>
    <w:rsid w:val="005F177F"/>
    <w:rsid w:val="005F1865"/>
    <w:rsid w:val="005F1935"/>
    <w:rsid w:val="005F1FF1"/>
    <w:rsid w:val="005F38AB"/>
    <w:rsid w:val="005F3F4E"/>
    <w:rsid w:val="005F42A8"/>
    <w:rsid w:val="005F5BAE"/>
    <w:rsid w:val="005F6B1D"/>
    <w:rsid w:val="005F6E16"/>
    <w:rsid w:val="005F752F"/>
    <w:rsid w:val="005F75A6"/>
    <w:rsid w:val="005F78E4"/>
    <w:rsid w:val="00600089"/>
    <w:rsid w:val="0060008C"/>
    <w:rsid w:val="00600C4C"/>
    <w:rsid w:val="00601884"/>
    <w:rsid w:val="006023A6"/>
    <w:rsid w:val="006028FF"/>
    <w:rsid w:val="00602EB7"/>
    <w:rsid w:val="006037FE"/>
    <w:rsid w:val="00604523"/>
    <w:rsid w:val="0060478F"/>
    <w:rsid w:val="00605A48"/>
    <w:rsid w:val="00605D7A"/>
    <w:rsid w:val="00607034"/>
    <w:rsid w:val="00607DC3"/>
    <w:rsid w:val="00611613"/>
    <w:rsid w:val="006119B2"/>
    <w:rsid w:val="00611D68"/>
    <w:rsid w:val="00611DDC"/>
    <w:rsid w:val="00612D21"/>
    <w:rsid w:val="00612FFD"/>
    <w:rsid w:val="0061349F"/>
    <w:rsid w:val="0061352A"/>
    <w:rsid w:val="006138D0"/>
    <w:rsid w:val="0061425A"/>
    <w:rsid w:val="00614DC5"/>
    <w:rsid w:val="006151CB"/>
    <w:rsid w:val="00616821"/>
    <w:rsid w:val="00616D09"/>
    <w:rsid w:val="00616DC9"/>
    <w:rsid w:val="00617529"/>
    <w:rsid w:val="00620AF4"/>
    <w:rsid w:val="00620CA7"/>
    <w:rsid w:val="0062117F"/>
    <w:rsid w:val="006235A0"/>
    <w:rsid w:val="006249A7"/>
    <w:rsid w:val="00624A3D"/>
    <w:rsid w:val="00624F3D"/>
    <w:rsid w:val="006252BC"/>
    <w:rsid w:val="006253C1"/>
    <w:rsid w:val="006259BC"/>
    <w:rsid w:val="006275E2"/>
    <w:rsid w:val="00627A75"/>
    <w:rsid w:val="00627FE1"/>
    <w:rsid w:val="00630618"/>
    <w:rsid w:val="00630736"/>
    <w:rsid w:val="006313F6"/>
    <w:rsid w:val="00631A6F"/>
    <w:rsid w:val="00632682"/>
    <w:rsid w:val="00632CF5"/>
    <w:rsid w:val="00632F30"/>
    <w:rsid w:val="006331F5"/>
    <w:rsid w:val="006335DB"/>
    <w:rsid w:val="00633613"/>
    <w:rsid w:val="00633A0F"/>
    <w:rsid w:val="00633A41"/>
    <w:rsid w:val="00633E04"/>
    <w:rsid w:val="00633F17"/>
    <w:rsid w:val="00635662"/>
    <w:rsid w:val="00635BB0"/>
    <w:rsid w:val="00636029"/>
    <w:rsid w:val="00636A98"/>
    <w:rsid w:val="0063754D"/>
    <w:rsid w:val="00637A0C"/>
    <w:rsid w:val="00640B98"/>
    <w:rsid w:val="00641564"/>
    <w:rsid w:val="00641613"/>
    <w:rsid w:val="00641794"/>
    <w:rsid w:val="00641806"/>
    <w:rsid w:val="00641B81"/>
    <w:rsid w:val="00641D76"/>
    <w:rsid w:val="0064200E"/>
    <w:rsid w:val="0064241A"/>
    <w:rsid w:val="00642A8C"/>
    <w:rsid w:val="00642BCB"/>
    <w:rsid w:val="00642FF5"/>
    <w:rsid w:val="00643376"/>
    <w:rsid w:val="00643895"/>
    <w:rsid w:val="0064449C"/>
    <w:rsid w:val="006444F5"/>
    <w:rsid w:val="00644EBF"/>
    <w:rsid w:val="00645008"/>
    <w:rsid w:val="0064524C"/>
    <w:rsid w:val="006457E6"/>
    <w:rsid w:val="00645CB2"/>
    <w:rsid w:val="00645CD4"/>
    <w:rsid w:val="006461E8"/>
    <w:rsid w:val="006464EE"/>
    <w:rsid w:val="006465F9"/>
    <w:rsid w:val="00646DA7"/>
    <w:rsid w:val="00647849"/>
    <w:rsid w:val="00647A8E"/>
    <w:rsid w:val="006500E8"/>
    <w:rsid w:val="00650AF6"/>
    <w:rsid w:val="00650DB6"/>
    <w:rsid w:val="00651718"/>
    <w:rsid w:val="0065187F"/>
    <w:rsid w:val="00651EAC"/>
    <w:rsid w:val="00651EB3"/>
    <w:rsid w:val="00652064"/>
    <w:rsid w:val="00652A94"/>
    <w:rsid w:val="00652D05"/>
    <w:rsid w:val="006536B7"/>
    <w:rsid w:val="00653F1A"/>
    <w:rsid w:val="0065423B"/>
    <w:rsid w:val="0065525F"/>
    <w:rsid w:val="006558AD"/>
    <w:rsid w:val="006558C3"/>
    <w:rsid w:val="0065646B"/>
    <w:rsid w:val="0065762D"/>
    <w:rsid w:val="006620B0"/>
    <w:rsid w:val="0066229B"/>
    <w:rsid w:val="006629F0"/>
    <w:rsid w:val="00662E02"/>
    <w:rsid w:val="0066324F"/>
    <w:rsid w:val="00663831"/>
    <w:rsid w:val="00663B3D"/>
    <w:rsid w:val="006644D8"/>
    <w:rsid w:val="00664BA9"/>
    <w:rsid w:val="00664BE0"/>
    <w:rsid w:val="00664E26"/>
    <w:rsid w:val="00665211"/>
    <w:rsid w:val="00665D15"/>
    <w:rsid w:val="00665E76"/>
    <w:rsid w:val="006665FA"/>
    <w:rsid w:val="006676F8"/>
    <w:rsid w:val="00667ED1"/>
    <w:rsid w:val="00667F29"/>
    <w:rsid w:val="00667FA5"/>
    <w:rsid w:val="0067079C"/>
    <w:rsid w:val="00670D61"/>
    <w:rsid w:val="00670FD7"/>
    <w:rsid w:val="00671774"/>
    <w:rsid w:val="00671C4E"/>
    <w:rsid w:val="006722C0"/>
    <w:rsid w:val="006723E3"/>
    <w:rsid w:val="00672406"/>
    <w:rsid w:val="00674094"/>
    <w:rsid w:val="00674B25"/>
    <w:rsid w:val="00674C7A"/>
    <w:rsid w:val="00675AFC"/>
    <w:rsid w:val="006763FA"/>
    <w:rsid w:val="006765B2"/>
    <w:rsid w:val="0067691C"/>
    <w:rsid w:val="00676B6D"/>
    <w:rsid w:val="00676C44"/>
    <w:rsid w:val="00677911"/>
    <w:rsid w:val="00677AA2"/>
    <w:rsid w:val="00680671"/>
    <w:rsid w:val="0068073B"/>
    <w:rsid w:val="006807F5"/>
    <w:rsid w:val="0068188C"/>
    <w:rsid w:val="00681C13"/>
    <w:rsid w:val="00681D71"/>
    <w:rsid w:val="00681F5B"/>
    <w:rsid w:val="0068293D"/>
    <w:rsid w:val="00683269"/>
    <w:rsid w:val="0068423E"/>
    <w:rsid w:val="00684A05"/>
    <w:rsid w:val="00684AD5"/>
    <w:rsid w:val="00684EB6"/>
    <w:rsid w:val="006852B9"/>
    <w:rsid w:val="006855EE"/>
    <w:rsid w:val="00685818"/>
    <w:rsid w:val="00685ACF"/>
    <w:rsid w:val="00685DA4"/>
    <w:rsid w:val="00686626"/>
    <w:rsid w:val="006870ED"/>
    <w:rsid w:val="00687319"/>
    <w:rsid w:val="00687953"/>
    <w:rsid w:val="00687C0E"/>
    <w:rsid w:val="00687F5C"/>
    <w:rsid w:val="0069009B"/>
    <w:rsid w:val="00690A9C"/>
    <w:rsid w:val="00690DA9"/>
    <w:rsid w:val="00690EA3"/>
    <w:rsid w:val="006916DA"/>
    <w:rsid w:val="00691F9E"/>
    <w:rsid w:val="0069255E"/>
    <w:rsid w:val="00692E54"/>
    <w:rsid w:val="00692F12"/>
    <w:rsid w:val="00693E3C"/>
    <w:rsid w:val="00694602"/>
    <w:rsid w:val="00695C3D"/>
    <w:rsid w:val="006963B7"/>
    <w:rsid w:val="00696419"/>
    <w:rsid w:val="006966AE"/>
    <w:rsid w:val="0069686F"/>
    <w:rsid w:val="00696C80"/>
    <w:rsid w:val="00697694"/>
    <w:rsid w:val="00697F4E"/>
    <w:rsid w:val="006A024D"/>
    <w:rsid w:val="006A0586"/>
    <w:rsid w:val="006A0B24"/>
    <w:rsid w:val="006A183B"/>
    <w:rsid w:val="006A1FD8"/>
    <w:rsid w:val="006A22CA"/>
    <w:rsid w:val="006A24B1"/>
    <w:rsid w:val="006A2B74"/>
    <w:rsid w:val="006A2C67"/>
    <w:rsid w:val="006A3344"/>
    <w:rsid w:val="006A33CF"/>
    <w:rsid w:val="006A33DE"/>
    <w:rsid w:val="006A3936"/>
    <w:rsid w:val="006A3DAF"/>
    <w:rsid w:val="006A3DD3"/>
    <w:rsid w:val="006A4747"/>
    <w:rsid w:val="006A4EBB"/>
    <w:rsid w:val="006A5644"/>
    <w:rsid w:val="006A6241"/>
    <w:rsid w:val="006A6D3B"/>
    <w:rsid w:val="006A6F61"/>
    <w:rsid w:val="006A7B0B"/>
    <w:rsid w:val="006B2531"/>
    <w:rsid w:val="006B314A"/>
    <w:rsid w:val="006B3C9B"/>
    <w:rsid w:val="006B3DBF"/>
    <w:rsid w:val="006B3E8A"/>
    <w:rsid w:val="006B5F2C"/>
    <w:rsid w:val="006B6091"/>
    <w:rsid w:val="006B6164"/>
    <w:rsid w:val="006B6352"/>
    <w:rsid w:val="006B6CAE"/>
    <w:rsid w:val="006B7E6F"/>
    <w:rsid w:val="006C04FA"/>
    <w:rsid w:val="006C139D"/>
    <w:rsid w:val="006C219B"/>
    <w:rsid w:val="006C29B0"/>
    <w:rsid w:val="006C2DD9"/>
    <w:rsid w:val="006C3765"/>
    <w:rsid w:val="006C38AF"/>
    <w:rsid w:val="006C39AC"/>
    <w:rsid w:val="006C4318"/>
    <w:rsid w:val="006C44B3"/>
    <w:rsid w:val="006C4A20"/>
    <w:rsid w:val="006C4D6A"/>
    <w:rsid w:val="006C5290"/>
    <w:rsid w:val="006C5340"/>
    <w:rsid w:val="006C5CB3"/>
    <w:rsid w:val="006C5DE0"/>
    <w:rsid w:val="006C6502"/>
    <w:rsid w:val="006C6885"/>
    <w:rsid w:val="006C6AD4"/>
    <w:rsid w:val="006C701C"/>
    <w:rsid w:val="006C770E"/>
    <w:rsid w:val="006C7CB0"/>
    <w:rsid w:val="006D02D2"/>
    <w:rsid w:val="006D03FE"/>
    <w:rsid w:val="006D0F58"/>
    <w:rsid w:val="006D1730"/>
    <w:rsid w:val="006D1B80"/>
    <w:rsid w:val="006D1FC5"/>
    <w:rsid w:val="006D21D1"/>
    <w:rsid w:val="006D379F"/>
    <w:rsid w:val="006D3B5B"/>
    <w:rsid w:val="006D5199"/>
    <w:rsid w:val="006D5774"/>
    <w:rsid w:val="006D63C3"/>
    <w:rsid w:val="006D650C"/>
    <w:rsid w:val="006D6C22"/>
    <w:rsid w:val="006D72B8"/>
    <w:rsid w:val="006D7B3A"/>
    <w:rsid w:val="006D7ED9"/>
    <w:rsid w:val="006D7EF7"/>
    <w:rsid w:val="006E0512"/>
    <w:rsid w:val="006E0C64"/>
    <w:rsid w:val="006E12C0"/>
    <w:rsid w:val="006E1A02"/>
    <w:rsid w:val="006E1AB0"/>
    <w:rsid w:val="006E1B2B"/>
    <w:rsid w:val="006E263C"/>
    <w:rsid w:val="006E2F27"/>
    <w:rsid w:val="006E4179"/>
    <w:rsid w:val="006E41EE"/>
    <w:rsid w:val="006E429C"/>
    <w:rsid w:val="006E5079"/>
    <w:rsid w:val="006E517C"/>
    <w:rsid w:val="006E51C1"/>
    <w:rsid w:val="006E68B9"/>
    <w:rsid w:val="006E69E7"/>
    <w:rsid w:val="006E790E"/>
    <w:rsid w:val="006E79F4"/>
    <w:rsid w:val="006F0A5E"/>
    <w:rsid w:val="006F1750"/>
    <w:rsid w:val="006F1E94"/>
    <w:rsid w:val="006F2794"/>
    <w:rsid w:val="006F2F0F"/>
    <w:rsid w:val="006F3532"/>
    <w:rsid w:val="006F3704"/>
    <w:rsid w:val="006F406D"/>
    <w:rsid w:val="006F47AF"/>
    <w:rsid w:val="006F4C30"/>
    <w:rsid w:val="006F5515"/>
    <w:rsid w:val="006F6E4F"/>
    <w:rsid w:val="006F6F47"/>
    <w:rsid w:val="006F7186"/>
    <w:rsid w:val="006F71B1"/>
    <w:rsid w:val="006F7368"/>
    <w:rsid w:val="006F7CC2"/>
    <w:rsid w:val="00700732"/>
    <w:rsid w:val="00700A4A"/>
    <w:rsid w:val="00701171"/>
    <w:rsid w:val="00701702"/>
    <w:rsid w:val="0070203E"/>
    <w:rsid w:val="0070258A"/>
    <w:rsid w:val="00702AD3"/>
    <w:rsid w:val="0070332A"/>
    <w:rsid w:val="00703360"/>
    <w:rsid w:val="007036BF"/>
    <w:rsid w:val="0070473C"/>
    <w:rsid w:val="00704B5F"/>
    <w:rsid w:val="00704C77"/>
    <w:rsid w:val="00704DB6"/>
    <w:rsid w:val="007057D9"/>
    <w:rsid w:val="0070602A"/>
    <w:rsid w:val="0070653E"/>
    <w:rsid w:val="007066FE"/>
    <w:rsid w:val="007067A6"/>
    <w:rsid w:val="00707101"/>
    <w:rsid w:val="00707287"/>
    <w:rsid w:val="007072A9"/>
    <w:rsid w:val="007076B8"/>
    <w:rsid w:val="00707E77"/>
    <w:rsid w:val="00710520"/>
    <w:rsid w:val="00710E72"/>
    <w:rsid w:val="00711B32"/>
    <w:rsid w:val="00713306"/>
    <w:rsid w:val="007135B5"/>
    <w:rsid w:val="00713E62"/>
    <w:rsid w:val="007142CD"/>
    <w:rsid w:val="0071474C"/>
    <w:rsid w:val="007155B6"/>
    <w:rsid w:val="00715BEA"/>
    <w:rsid w:val="007169C0"/>
    <w:rsid w:val="00716B84"/>
    <w:rsid w:val="00717551"/>
    <w:rsid w:val="0072014A"/>
    <w:rsid w:val="007208C7"/>
    <w:rsid w:val="0072192E"/>
    <w:rsid w:val="00721BE0"/>
    <w:rsid w:val="007227A5"/>
    <w:rsid w:val="007229AF"/>
    <w:rsid w:val="0072432D"/>
    <w:rsid w:val="007257B2"/>
    <w:rsid w:val="0072666E"/>
    <w:rsid w:val="00726974"/>
    <w:rsid w:val="007269FB"/>
    <w:rsid w:val="00726A63"/>
    <w:rsid w:val="00727805"/>
    <w:rsid w:val="0073005C"/>
    <w:rsid w:val="00730EE5"/>
    <w:rsid w:val="00731328"/>
    <w:rsid w:val="007321CD"/>
    <w:rsid w:val="007323D7"/>
    <w:rsid w:val="00732966"/>
    <w:rsid w:val="00732D71"/>
    <w:rsid w:val="00733209"/>
    <w:rsid w:val="0073407B"/>
    <w:rsid w:val="00734396"/>
    <w:rsid w:val="00734D99"/>
    <w:rsid w:val="00735CBF"/>
    <w:rsid w:val="00735DA0"/>
    <w:rsid w:val="00736B54"/>
    <w:rsid w:val="00736F59"/>
    <w:rsid w:val="0073721D"/>
    <w:rsid w:val="00740115"/>
    <w:rsid w:val="00740ECE"/>
    <w:rsid w:val="007424E5"/>
    <w:rsid w:val="007427EA"/>
    <w:rsid w:val="00742B87"/>
    <w:rsid w:val="00743266"/>
    <w:rsid w:val="007438F1"/>
    <w:rsid w:val="00745226"/>
    <w:rsid w:val="007452C0"/>
    <w:rsid w:val="00745B08"/>
    <w:rsid w:val="00745E66"/>
    <w:rsid w:val="00745FF2"/>
    <w:rsid w:val="00746492"/>
    <w:rsid w:val="007465AB"/>
    <w:rsid w:val="007468A1"/>
    <w:rsid w:val="007468A5"/>
    <w:rsid w:val="00747BBB"/>
    <w:rsid w:val="00750CBC"/>
    <w:rsid w:val="0075119F"/>
    <w:rsid w:val="00751F03"/>
    <w:rsid w:val="00751F54"/>
    <w:rsid w:val="0075212A"/>
    <w:rsid w:val="00752B39"/>
    <w:rsid w:val="00752B61"/>
    <w:rsid w:val="0075318F"/>
    <w:rsid w:val="007537D2"/>
    <w:rsid w:val="007539FC"/>
    <w:rsid w:val="007544E0"/>
    <w:rsid w:val="0075535B"/>
    <w:rsid w:val="007568F4"/>
    <w:rsid w:val="00756D6C"/>
    <w:rsid w:val="00756FC4"/>
    <w:rsid w:val="007576F0"/>
    <w:rsid w:val="00757CB0"/>
    <w:rsid w:val="00757DAD"/>
    <w:rsid w:val="00760473"/>
    <w:rsid w:val="007608A7"/>
    <w:rsid w:val="00760DB0"/>
    <w:rsid w:val="00760F59"/>
    <w:rsid w:val="007613D4"/>
    <w:rsid w:val="00761A6C"/>
    <w:rsid w:val="0076299E"/>
    <w:rsid w:val="00763098"/>
    <w:rsid w:val="007630C6"/>
    <w:rsid w:val="00763304"/>
    <w:rsid w:val="0076372D"/>
    <w:rsid w:val="00763827"/>
    <w:rsid w:val="00763883"/>
    <w:rsid w:val="00763C26"/>
    <w:rsid w:val="00763DF9"/>
    <w:rsid w:val="00763F1C"/>
    <w:rsid w:val="007641EC"/>
    <w:rsid w:val="00764717"/>
    <w:rsid w:val="00764B0C"/>
    <w:rsid w:val="007653F1"/>
    <w:rsid w:val="007658E7"/>
    <w:rsid w:val="00765BB0"/>
    <w:rsid w:val="00765E1D"/>
    <w:rsid w:val="00767316"/>
    <w:rsid w:val="00767343"/>
    <w:rsid w:val="007673B9"/>
    <w:rsid w:val="00767878"/>
    <w:rsid w:val="007700ED"/>
    <w:rsid w:val="00770209"/>
    <w:rsid w:val="00770B49"/>
    <w:rsid w:val="00771B37"/>
    <w:rsid w:val="00771E66"/>
    <w:rsid w:val="0077305A"/>
    <w:rsid w:val="0077347D"/>
    <w:rsid w:val="00773884"/>
    <w:rsid w:val="00773D6D"/>
    <w:rsid w:val="00774395"/>
    <w:rsid w:val="0077442B"/>
    <w:rsid w:val="00774774"/>
    <w:rsid w:val="00774941"/>
    <w:rsid w:val="00774A66"/>
    <w:rsid w:val="00774F00"/>
    <w:rsid w:val="00775B18"/>
    <w:rsid w:val="00776716"/>
    <w:rsid w:val="00776742"/>
    <w:rsid w:val="0077702A"/>
    <w:rsid w:val="0077727D"/>
    <w:rsid w:val="00777449"/>
    <w:rsid w:val="00777FF1"/>
    <w:rsid w:val="007800CB"/>
    <w:rsid w:val="00780533"/>
    <w:rsid w:val="00780DAC"/>
    <w:rsid w:val="00781019"/>
    <w:rsid w:val="00781367"/>
    <w:rsid w:val="00781944"/>
    <w:rsid w:val="0078194A"/>
    <w:rsid w:val="00782188"/>
    <w:rsid w:val="00782A52"/>
    <w:rsid w:val="00782CDA"/>
    <w:rsid w:val="00782EE3"/>
    <w:rsid w:val="00782FB9"/>
    <w:rsid w:val="00784836"/>
    <w:rsid w:val="00784D6F"/>
    <w:rsid w:val="00785881"/>
    <w:rsid w:val="00786FAD"/>
    <w:rsid w:val="007870B1"/>
    <w:rsid w:val="007873F3"/>
    <w:rsid w:val="00787480"/>
    <w:rsid w:val="007877AF"/>
    <w:rsid w:val="00787E89"/>
    <w:rsid w:val="00791439"/>
    <w:rsid w:val="00791C60"/>
    <w:rsid w:val="00791E4E"/>
    <w:rsid w:val="00791F11"/>
    <w:rsid w:val="00792002"/>
    <w:rsid w:val="00792653"/>
    <w:rsid w:val="0079312C"/>
    <w:rsid w:val="0079314C"/>
    <w:rsid w:val="00793526"/>
    <w:rsid w:val="0079395C"/>
    <w:rsid w:val="00793D87"/>
    <w:rsid w:val="007949DE"/>
    <w:rsid w:val="00794FB6"/>
    <w:rsid w:val="00795FEF"/>
    <w:rsid w:val="007962C4"/>
    <w:rsid w:val="00796388"/>
    <w:rsid w:val="00796BC9"/>
    <w:rsid w:val="0079716B"/>
    <w:rsid w:val="007976C7"/>
    <w:rsid w:val="00797DF9"/>
    <w:rsid w:val="007A117E"/>
    <w:rsid w:val="007A255B"/>
    <w:rsid w:val="007A2991"/>
    <w:rsid w:val="007A2EEB"/>
    <w:rsid w:val="007A3C7F"/>
    <w:rsid w:val="007A545C"/>
    <w:rsid w:val="007A5E5B"/>
    <w:rsid w:val="007A5E99"/>
    <w:rsid w:val="007A5F32"/>
    <w:rsid w:val="007A5FE9"/>
    <w:rsid w:val="007A62B1"/>
    <w:rsid w:val="007A6B46"/>
    <w:rsid w:val="007B0034"/>
    <w:rsid w:val="007B0629"/>
    <w:rsid w:val="007B09B0"/>
    <w:rsid w:val="007B14C6"/>
    <w:rsid w:val="007B19FC"/>
    <w:rsid w:val="007B1B5E"/>
    <w:rsid w:val="007B31C6"/>
    <w:rsid w:val="007B38B4"/>
    <w:rsid w:val="007B3F13"/>
    <w:rsid w:val="007B4108"/>
    <w:rsid w:val="007B4FF0"/>
    <w:rsid w:val="007B5210"/>
    <w:rsid w:val="007B5752"/>
    <w:rsid w:val="007B5D8B"/>
    <w:rsid w:val="007B6B9A"/>
    <w:rsid w:val="007B793E"/>
    <w:rsid w:val="007C00D5"/>
    <w:rsid w:val="007C0380"/>
    <w:rsid w:val="007C0758"/>
    <w:rsid w:val="007C162E"/>
    <w:rsid w:val="007C2888"/>
    <w:rsid w:val="007C2966"/>
    <w:rsid w:val="007C338D"/>
    <w:rsid w:val="007C36CC"/>
    <w:rsid w:val="007C3FDD"/>
    <w:rsid w:val="007C4128"/>
    <w:rsid w:val="007C486C"/>
    <w:rsid w:val="007C4D04"/>
    <w:rsid w:val="007C639B"/>
    <w:rsid w:val="007C69E9"/>
    <w:rsid w:val="007C6F8B"/>
    <w:rsid w:val="007C72DE"/>
    <w:rsid w:val="007C7660"/>
    <w:rsid w:val="007D0292"/>
    <w:rsid w:val="007D0511"/>
    <w:rsid w:val="007D0A51"/>
    <w:rsid w:val="007D0B90"/>
    <w:rsid w:val="007D0DFB"/>
    <w:rsid w:val="007D0F8A"/>
    <w:rsid w:val="007D15D3"/>
    <w:rsid w:val="007D15D8"/>
    <w:rsid w:val="007D213D"/>
    <w:rsid w:val="007D2B26"/>
    <w:rsid w:val="007D3141"/>
    <w:rsid w:val="007D3235"/>
    <w:rsid w:val="007D47D8"/>
    <w:rsid w:val="007D4EF2"/>
    <w:rsid w:val="007D63B2"/>
    <w:rsid w:val="007D6AB3"/>
    <w:rsid w:val="007D6B7D"/>
    <w:rsid w:val="007D6E32"/>
    <w:rsid w:val="007D700B"/>
    <w:rsid w:val="007D719A"/>
    <w:rsid w:val="007D7345"/>
    <w:rsid w:val="007D7355"/>
    <w:rsid w:val="007D78F3"/>
    <w:rsid w:val="007D7A02"/>
    <w:rsid w:val="007D7B70"/>
    <w:rsid w:val="007E04B7"/>
    <w:rsid w:val="007E0F49"/>
    <w:rsid w:val="007E2394"/>
    <w:rsid w:val="007E2727"/>
    <w:rsid w:val="007E2BE4"/>
    <w:rsid w:val="007E43BC"/>
    <w:rsid w:val="007E4A99"/>
    <w:rsid w:val="007E4AF5"/>
    <w:rsid w:val="007E509F"/>
    <w:rsid w:val="007E546F"/>
    <w:rsid w:val="007E5575"/>
    <w:rsid w:val="007E5809"/>
    <w:rsid w:val="007E62FF"/>
    <w:rsid w:val="007E6393"/>
    <w:rsid w:val="007E6871"/>
    <w:rsid w:val="007E6F98"/>
    <w:rsid w:val="007E70B8"/>
    <w:rsid w:val="007E7433"/>
    <w:rsid w:val="007F0AA2"/>
    <w:rsid w:val="007F1679"/>
    <w:rsid w:val="007F196B"/>
    <w:rsid w:val="007F1BC5"/>
    <w:rsid w:val="007F1C63"/>
    <w:rsid w:val="007F208D"/>
    <w:rsid w:val="007F243E"/>
    <w:rsid w:val="007F3E67"/>
    <w:rsid w:val="007F548E"/>
    <w:rsid w:val="007F59E6"/>
    <w:rsid w:val="007F690C"/>
    <w:rsid w:val="007F6A53"/>
    <w:rsid w:val="007F6B0C"/>
    <w:rsid w:val="007F6EE2"/>
    <w:rsid w:val="007F7204"/>
    <w:rsid w:val="007F7543"/>
    <w:rsid w:val="007F76FA"/>
    <w:rsid w:val="00800046"/>
    <w:rsid w:val="00800092"/>
    <w:rsid w:val="00801E1E"/>
    <w:rsid w:val="00803B85"/>
    <w:rsid w:val="00803D41"/>
    <w:rsid w:val="00803F7B"/>
    <w:rsid w:val="00804E9D"/>
    <w:rsid w:val="00805508"/>
    <w:rsid w:val="00805BF2"/>
    <w:rsid w:val="00805E17"/>
    <w:rsid w:val="00806934"/>
    <w:rsid w:val="00806990"/>
    <w:rsid w:val="00806CA9"/>
    <w:rsid w:val="00806D43"/>
    <w:rsid w:val="00806EAB"/>
    <w:rsid w:val="0080759C"/>
    <w:rsid w:val="0080787E"/>
    <w:rsid w:val="008101FC"/>
    <w:rsid w:val="008102ED"/>
    <w:rsid w:val="00810932"/>
    <w:rsid w:val="008115D0"/>
    <w:rsid w:val="008119B0"/>
    <w:rsid w:val="00811E7B"/>
    <w:rsid w:val="00811E95"/>
    <w:rsid w:val="008123B2"/>
    <w:rsid w:val="0081311F"/>
    <w:rsid w:val="008132BB"/>
    <w:rsid w:val="008137E7"/>
    <w:rsid w:val="008142AE"/>
    <w:rsid w:val="00814380"/>
    <w:rsid w:val="00814BAD"/>
    <w:rsid w:val="0081538B"/>
    <w:rsid w:val="00816382"/>
    <w:rsid w:val="008164D8"/>
    <w:rsid w:val="00816DAB"/>
    <w:rsid w:val="0081747A"/>
    <w:rsid w:val="00817C72"/>
    <w:rsid w:val="008203B4"/>
    <w:rsid w:val="00820D66"/>
    <w:rsid w:val="0082167D"/>
    <w:rsid w:val="008223A7"/>
    <w:rsid w:val="0082328C"/>
    <w:rsid w:val="008242F5"/>
    <w:rsid w:val="00825B65"/>
    <w:rsid w:val="00825BAA"/>
    <w:rsid w:val="00825D55"/>
    <w:rsid w:val="008261C8"/>
    <w:rsid w:val="008262DD"/>
    <w:rsid w:val="00826C1B"/>
    <w:rsid w:val="00826D81"/>
    <w:rsid w:val="00827093"/>
    <w:rsid w:val="00830745"/>
    <w:rsid w:val="00830F59"/>
    <w:rsid w:val="0083156C"/>
    <w:rsid w:val="00832051"/>
    <w:rsid w:val="00832490"/>
    <w:rsid w:val="0083269C"/>
    <w:rsid w:val="008327C2"/>
    <w:rsid w:val="008337DE"/>
    <w:rsid w:val="00833CD9"/>
    <w:rsid w:val="00834109"/>
    <w:rsid w:val="0083500E"/>
    <w:rsid w:val="00835046"/>
    <w:rsid w:val="008350BE"/>
    <w:rsid w:val="00835543"/>
    <w:rsid w:val="00835D91"/>
    <w:rsid w:val="00835F3F"/>
    <w:rsid w:val="00836BD0"/>
    <w:rsid w:val="008370C0"/>
    <w:rsid w:val="00837940"/>
    <w:rsid w:val="0084010E"/>
    <w:rsid w:val="0084133C"/>
    <w:rsid w:val="00841519"/>
    <w:rsid w:val="008418BB"/>
    <w:rsid w:val="00841DEB"/>
    <w:rsid w:val="0084381E"/>
    <w:rsid w:val="00843877"/>
    <w:rsid w:val="00843B14"/>
    <w:rsid w:val="00843D1D"/>
    <w:rsid w:val="00843E73"/>
    <w:rsid w:val="00844361"/>
    <w:rsid w:val="00844CBF"/>
    <w:rsid w:val="0084521A"/>
    <w:rsid w:val="008457EE"/>
    <w:rsid w:val="00846171"/>
    <w:rsid w:val="00846517"/>
    <w:rsid w:val="00846EA9"/>
    <w:rsid w:val="00846ED4"/>
    <w:rsid w:val="00846F0B"/>
    <w:rsid w:val="00847927"/>
    <w:rsid w:val="0084793C"/>
    <w:rsid w:val="00847E27"/>
    <w:rsid w:val="0085040E"/>
    <w:rsid w:val="00850C2C"/>
    <w:rsid w:val="00851041"/>
    <w:rsid w:val="00851BA6"/>
    <w:rsid w:val="00851E8E"/>
    <w:rsid w:val="0085214B"/>
    <w:rsid w:val="00853678"/>
    <w:rsid w:val="00854C59"/>
    <w:rsid w:val="00854E3D"/>
    <w:rsid w:val="0085530F"/>
    <w:rsid w:val="0085562E"/>
    <w:rsid w:val="008556A1"/>
    <w:rsid w:val="00855FF9"/>
    <w:rsid w:val="0085609C"/>
    <w:rsid w:val="00856C31"/>
    <w:rsid w:val="00856DCF"/>
    <w:rsid w:val="00856EE4"/>
    <w:rsid w:val="0085792D"/>
    <w:rsid w:val="00857C41"/>
    <w:rsid w:val="0086126F"/>
    <w:rsid w:val="0086168E"/>
    <w:rsid w:val="00861DF2"/>
    <w:rsid w:val="00863380"/>
    <w:rsid w:val="00863761"/>
    <w:rsid w:val="00863F83"/>
    <w:rsid w:val="00866217"/>
    <w:rsid w:val="008665E1"/>
    <w:rsid w:val="008669D4"/>
    <w:rsid w:val="00867AAB"/>
    <w:rsid w:val="00870730"/>
    <w:rsid w:val="008709E6"/>
    <w:rsid w:val="00870A19"/>
    <w:rsid w:val="00870EAA"/>
    <w:rsid w:val="0087118E"/>
    <w:rsid w:val="00871444"/>
    <w:rsid w:val="0087181C"/>
    <w:rsid w:val="008719F4"/>
    <w:rsid w:val="00871BBF"/>
    <w:rsid w:val="00872868"/>
    <w:rsid w:val="008735CC"/>
    <w:rsid w:val="008737AE"/>
    <w:rsid w:val="00873A9E"/>
    <w:rsid w:val="008741FC"/>
    <w:rsid w:val="008746FB"/>
    <w:rsid w:val="00875D5D"/>
    <w:rsid w:val="00876085"/>
    <w:rsid w:val="00876328"/>
    <w:rsid w:val="00876F4A"/>
    <w:rsid w:val="00877686"/>
    <w:rsid w:val="00877FFC"/>
    <w:rsid w:val="0088004D"/>
    <w:rsid w:val="0088037E"/>
    <w:rsid w:val="008803E8"/>
    <w:rsid w:val="00880A26"/>
    <w:rsid w:val="00880DE5"/>
    <w:rsid w:val="008810E1"/>
    <w:rsid w:val="0088118A"/>
    <w:rsid w:val="00881BA7"/>
    <w:rsid w:val="00881F61"/>
    <w:rsid w:val="00882059"/>
    <w:rsid w:val="00882150"/>
    <w:rsid w:val="00883200"/>
    <w:rsid w:val="00883989"/>
    <w:rsid w:val="0088407B"/>
    <w:rsid w:val="00884871"/>
    <w:rsid w:val="00884E63"/>
    <w:rsid w:val="00885B9A"/>
    <w:rsid w:val="00885F41"/>
    <w:rsid w:val="00886917"/>
    <w:rsid w:val="00886E0C"/>
    <w:rsid w:val="00887980"/>
    <w:rsid w:val="008901C9"/>
    <w:rsid w:val="00890C1D"/>
    <w:rsid w:val="008910A4"/>
    <w:rsid w:val="00891921"/>
    <w:rsid w:val="00891CC3"/>
    <w:rsid w:val="00891D6B"/>
    <w:rsid w:val="00891F7B"/>
    <w:rsid w:val="0089210D"/>
    <w:rsid w:val="008927C4"/>
    <w:rsid w:val="008932D1"/>
    <w:rsid w:val="00893D42"/>
    <w:rsid w:val="00893E61"/>
    <w:rsid w:val="0089428A"/>
    <w:rsid w:val="008947DD"/>
    <w:rsid w:val="00894B1D"/>
    <w:rsid w:val="008956B8"/>
    <w:rsid w:val="00895BB1"/>
    <w:rsid w:val="00895D3D"/>
    <w:rsid w:val="00896425"/>
    <w:rsid w:val="008966E4"/>
    <w:rsid w:val="0089730A"/>
    <w:rsid w:val="008973E2"/>
    <w:rsid w:val="008975C2"/>
    <w:rsid w:val="00897B48"/>
    <w:rsid w:val="00897C5A"/>
    <w:rsid w:val="00897D04"/>
    <w:rsid w:val="00897E67"/>
    <w:rsid w:val="008A0126"/>
    <w:rsid w:val="008A06C3"/>
    <w:rsid w:val="008A13CD"/>
    <w:rsid w:val="008A1404"/>
    <w:rsid w:val="008A1FB7"/>
    <w:rsid w:val="008A2181"/>
    <w:rsid w:val="008A2583"/>
    <w:rsid w:val="008A2813"/>
    <w:rsid w:val="008A2A25"/>
    <w:rsid w:val="008A2DE2"/>
    <w:rsid w:val="008A3010"/>
    <w:rsid w:val="008A4707"/>
    <w:rsid w:val="008A4D74"/>
    <w:rsid w:val="008A54CF"/>
    <w:rsid w:val="008A5AE4"/>
    <w:rsid w:val="008A69FB"/>
    <w:rsid w:val="008A6EAF"/>
    <w:rsid w:val="008A72BB"/>
    <w:rsid w:val="008A7AB1"/>
    <w:rsid w:val="008B0131"/>
    <w:rsid w:val="008B0396"/>
    <w:rsid w:val="008B03B0"/>
    <w:rsid w:val="008B0841"/>
    <w:rsid w:val="008B1FEC"/>
    <w:rsid w:val="008B369D"/>
    <w:rsid w:val="008B3F01"/>
    <w:rsid w:val="008B3FA8"/>
    <w:rsid w:val="008B4482"/>
    <w:rsid w:val="008B47F7"/>
    <w:rsid w:val="008B4D76"/>
    <w:rsid w:val="008B4DF6"/>
    <w:rsid w:val="008B4FEB"/>
    <w:rsid w:val="008B563E"/>
    <w:rsid w:val="008B5D72"/>
    <w:rsid w:val="008B63D3"/>
    <w:rsid w:val="008B79B9"/>
    <w:rsid w:val="008B7BD9"/>
    <w:rsid w:val="008C0174"/>
    <w:rsid w:val="008C2277"/>
    <w:rsid w:val="008C2736"/>
    <w:rsid w:val="008C2E72"/>
    <w:rsid w:val="008C3872"/>
    <w:rsid w:val="008C4128"/>
    <w:rsid w:val="008C421E"/>
    <w:rsid w:val="008C4885"/>
    <w:rsid w:val="008C49CD"/>
    <w:rsid w:val="008C4E14"/>
    <w:rsid w:val="008C4EE2"/>
    <w:rsid w:val="008C4FA1"/>
    <w:rsid w:val="008C5AE0"/>
    <w:rsid w:val="008C5C30"/>
    <w:rsid w:val="008C5DBD"/>
    <w:rsid w:val="008C6043"/>
    <w:rsid w:val="008C695E"/>
    <w:rsid w:val="008C6F0C"/>
    <w:rsid w:val="008C6F49"/>
    <w:rsid w:val="008C727A"/>
    <w:rsid w:val="008C77BC"/>
    <w:rsid w:val="008C7919"/>
    <w:rsid w:val="008C797E"/>
    <w:rsid w:val="008C7C8F"/>
    <w:rsid w:val="008D0338"/>
    <w:rsid w:val="008D0856"/>
    <w:rsid w:val="008D08AD"/>
    <w:rsid w:val="008D0C80"/>
    <w:rsid w:val="008D0E48"/>
    <w:rsid w:val="008D14FC"/>
    <w:rsid w:val="008D1F8C"/>
    <w:rsid w:val="008D23B7"/>
    <w:rsid w:val="008D3D85"/>
    <w:rsid w:val="008D3F8F"/>
    <w:rsid w:val="008D443E"/>
    <w:rsid w:val="008D443F"/>
    <w:rsid w:val="008D4B27"/>
    <w:rsid w:val="008D5898"/>
    <w:rsid w:val="008D5B94"/>
    <w:rsid w:val="008D5D4C"/>
    <w:rsid w:val="008D69FF"/>
    <w:rsid w:val="008D6D65"/>
    <w:rsid w:val="008D70C5"/>
    <w:rsid w:val="008E0096"/>
    <w:rsid w:val="008E0255"/>
    <w:rsid w:val="008E04C2"/>
    <w:rsid w:val="008E07D9"/>
    <w:rsid w:val="008E0B2B"/>
    <w:rsid w:val="008E11E5"/>
    <w:rsid w:val="008E17C7"/>
    <w:rsid w:val="008E18B1"/>
    <w:rsid w:val="008E2318"/>
    <w:rsid w:val="008E3225"/>
    <w:rsid w:val="008E32D0"/>
    <w:rsid w:val="008E39F7"/>
    <w:rsid w:val="008E3AA0"/>
    <w:rsid w:val="008E4516"/>
    <w:rsid w:val="008E5161"/>
    <w:rsid w:val="008E51FE"/>
    <w:rsid w:val="008E529D"/>
    <w:rsid w:val="008E542A"/>
    <w:rsid w:val="008E5F97"/>
    <w:rsid w:val="008E601A"/>
    <w:rsid w:val="008E692B"/>
    <w:rsid w:val="008E6A1B"/>
    <w:rsid w:val="008E6A4E"/>
    <w:rsid w:val="008E7B84"/>
    <w:rsid w:val="008F0357"/>
    <w:rsid w:val="008F0AB1"/>
    <w:rsid w:val="008F0BD6"/>
    <w:rsid w:val="008F0BE8"/>
    <w:rsid w:val="008F0D17"/>
    <w:rsid w:val="008F1080"/>
    <w:rsid w:val="008F159F"/>
    <w:rsid w:val="008F183E"/>
    <w:rsid w:val="008F18B7"/>
    <w:rsid w:val="008F2AB2"/>
    <w:rsid w:val="008F2C86"/>
    <w:rsid w:val="008F3397"/>
    <w:rsid w:val="008F360B"/>
    <w:rsid w:val="008F37C8"/>
    <w:rsid w:val="008F3911"/>
    <w:rsid w:val="008F4C6B"/>
    <w:rsid w:val="008F512F"/>
    <w:rsid w:val="008F5309"/>
    <w:rsid w:val="008F5D32"/>
    <w:rsid w:val="008F5E84"/>
    <w:rsid w:val="008F61F0"/>
    <w:rsid w:val="008F62AC"/>
    <w:rsid w:val="008F6AA6"/>
    <w:rsid w:val="008F6BAE"/>
    <w:rsid w:val="008F7152"/>
    <w:rsid w:val="008F73FA"/>
    <w:rsid w:val="008F7D81"/>
    <w:rsid w:val="009004CD"/>
    <w:rsid w:val="00900763"/>
    <w:rsid w:val="00900B84"/>
    <w:rsid w:val="009010B1"/>
    <w:rsid w:val="00902943"/>
    <w:rsid w:val="00904471"/>
    <w:rsid w:val="009052C7"/>
    <w:rsid w:val="00905418"/>
    <w:rsid w:val="009061EF"/>
    <w:rsid w:val="009063FF"/>
    <w:rsid w:val="009065F3"/>
    <w:rsid w:val="009069CE"/>
    <w:rsid w:val="00906BEE"/>
    <w:rsid w:val="00906E39"/>
    <w:rsid w:val="00907BA8"/>
    <w:rsid w:val="00910C27"/>
    <w:rsid w:val="00910D16"/>
    <w:rsid w:val="00911007"/>
    <w:rsid w:val="009110A0"/>
    <w:rsid w:val="00911C69"/>
    <w:rsid w:val="00913195"/>
    <w:rsid w:val="00913E4B"/>
    <w:rsid w:val="0091419D"/>
    <w:rsid w:val="00914908"/>
    <w:rsid w:val="00915080"/>
    <w:rsid w:val="009154C9"/>
    <w:rsid w:val="00915682"/>
    <w:rsid w:val="00915BC3"/>
    <w:rsid w:val="009160ED"/>
    <w:rsid w:val="00916549"/>
    <w:rsid w:val="00916802"/>
    <w:rsid w:val="0091781A"/>
    <w:rsid w:val="00917B25"/>
    <w:rsid w:val="00920926"/>
    <w:rsid w:val="00920C08"/>
    <w:rsid w:val="00920E0B"/>
    <w:rsid w:val="0092178E"/>
    <w:rsid w:val="00921F02"/>
    <w:rsid w:val="00922162"/>
    <w:rsid w:val="0092278C"/>
    <w:rsid w:val="009229B4"/>
    <w:rsid w:val="00922C13"/>
    <w:rsid w:val="0092420C"/>
    <w:rsid w:val="009248C1"/>
    <w:rsid w:val="009253AC"/>
    <w:rsid w:val="00925926"/>
    <w:rsid w:val="00926C8D"/>
    <w:rsid w:val="009278BA"/>
    <w:rsid w:val="0093032E"/>
    <w:rsid w:val="0093194A"/>
    <w:rsid w:val="00931EB8"/>
    <w:rsid w:val="00932CD4"/>
    <w:rsid w:val="00933001"/>
    <w:rsid w:val="00933032"/>
    <w:rsid w:val="00933C8C"/>
    <w:rsid w:val="009342FC"/>
    <w:rsid w:val="009348EB"/>
    <w:rsid w:val="0093495E"/>
    <w:rsid w:val="00934A60"/>
    <w:rsid w:val="00934C7C"/>
    <w:rsid w:val="00934EEF"/>
    <w:rsid w:val="0093549A"/>
    <w:rsid w:val="00935607"/>
    <w:rsid w:val="009358B3"/>
    <w:rsid w:val="00935A9D"/>
    <w:rsid w:val="0093627F"/>
    <w:rsid w:val="00936889"/>
    <w:rsid w:val="00937A92"/>
    <w:rsid w:val="00937ED5"/>
    <w:rsid w:val="00940920"/>
    <w:rsid w:val="00940C3A"/>
    <w:rsid w:val="00940DA6"/>
    <w:rsid w:val="0094197C"/>
    <w:rsid w:val="00942BF9"/>
    <w:rsid w:val="00942C91"/>
    <w:rsid w:val="00942DDC"/>
    <w:rsid w:val="009437EA"/>
    <w:rsid w:val="0094419B"/>
    <w:rsid w:val="00944213"/>
    <w:rsid w:val="0094471D"/>
    <w:rsid w:val="00944B93"/>
    <w:rsid w:val="00944B9B"/>
    <w:rsid w:val="00944E77"/>
    <w:rsid w:val="00944FE8"/>
    <w:rsid w:val="00945780"/>
    <w:rsid w:val="00947B0F"/>
    <w:rsid w:val="00947D95"/>
    <w:rsid w:val="00950168"/>
    <w:rsid w:val="0095047A"/>
    <w:rsid w:val="00951171"/>
    <w:rsid w:val="0095166B"/>
    <w:rsid w:val="00951850"/>
    <w:rsid w:val="00952019"/>
    <w:rsid w:val="00953C2E"/>
    <w:rsid w:val="00953F39"/>
    <w:rsid w:val="009540B1"/>
    <w:rsid w:val="009544ED"/>
    <w:rsid w:val="00954519"/>
    <w:rsid w:val="00954BD4"/>
    <w:rsid w:val="00954EEE"/>
    <w:rsid w:val="009550AF"/>
    <w:rsid w:val="0095622D"/>
    <w:rsid w:val="00956541"/>
    <w:rsid w:val="00956A9D"/>
    <w:rsid w:val="009570E6"/>
    <w:rsid w:val="00957C7F"/>
    <w:rsid w:val="00960A7C"/>
    <w:rsid w:val="00961376"/>
    <w:rsid w:val="009616E3"/>
    <w:rsid w:val="00961B9E"/>
    <w:rsid w:val="009625C1"/>
    <w:rsid w:val="00962772"/>
    <w:rsid w:val="00962A03"/>
    <w:rsid w:val="00962D81"/>
    <w:rsid w:val="0096386F"/>
    <w:rsid w:val="00963951"/>
    <w:rsid w:val="00963B24"/>
    <w:rsid w:val="00964619"/>
    <w:rsid w:val="00964A2F"/>
    <w:rsid w:val="009653EA"/>
    <w:rsid w:val="00965A33"/>
    <w:rsid w:val="00965BA5"/>
    <w:rsid w:val="00966C8D"/>
    <w:rsid w:val="009671F0"/>
    <w:rsid w:val="00967AF6"/>
    <w:rsid w:val="00967D6D"/>
    <w:rsid w:val="0097071A"/>
    <w:rsid w:val="00971F16"/>
    <w:rsid w:val="00972042"/>
    <w:rsid w:val="0097236F"/>
    <w:rsid w:val="0097277E"/>
    <w:rsid w:val="009739B9"/>
    <w:rsid w:val="00973EF3"/>
    <w:rsid w:val="009740A3"/>
    <w:rsid w:val="0097463A"/>
    <w:rsid w:val="00974E05"/>
    <w:rsid w:val="00974E4E"/>
    <w:rsid w:val="0097521D"/>
    <w:rsid w:val="00975689"/>
    <w:rsid w:val="00975D52"/>
    <w:rsid w:val="00976B01"/>
    <w:rsid w:val="009777F3"/>
    <w:rsid w:val="00977BA6"/>
    <w:rsid w:val="00977DBF"/>
    <w:rsid w:val="00977E5F"/>
    <w:rsid w:val="00980C4F"/>
    <w:rsid w:val="009812EE"/>
    <w:rsid w:val="00981715"/>
    <w:rsid w:val="009821F3"/>
    <w:rsid w:val="0098521E"/>
    <w:rsid w:val="00985685"/>
    <w:rsid w:val="00985F00"/>
    <w:rsid w:val="009869F4"/>
    <w:rsid w:val="00986C70"/>
    <w:rsid w:val="00987B51"/>
    <w:rsid w:val="00987EBB"/>
    <w:rsid w:val="00987F2D"/>
    <w:rsid w:val="00990166"/>
    <w:rsid w:val="00990179"/>
    <w:rsid w:val="00990B34"/>
    <w:rsid w:val="009910B1"/>
    <w:rsid w:val="0099144A"/>
    <w:rsid w:val="00991CC5"/>
    <w:rsid w:val="00991F27"/>
    <w:rsid w:val="00992111"/>
    <w:rsid w:val="00992AB8"/>
    <w:rsid w:val="00992EDA"/>
    <w:rsid w:val="009937F3"/>
    <w:rsid w:val="00994B10"/>
    <w:rsid w:val="00995C27"/>
    <w:rsid w:val="00995C81"/>
    <w:rsid w:val="00996247"/>
    <w:rsid w:val="00996395"/>
    <w:rsid w:val="009968F1"/>
    <w:rsid w:val="0099721A"/>
    <w:rsid w:val="009975CF"/>
    <w:rsid w:val="009977F0"/>
    <w:rsid w:val="00997822"/>
    <w:rsid w:val="00997A91"/>
    <w:rsid w:val="009A0046"/>
    <w:rsid w:val="009A0E93"/>
    <w:rsid w:val="009A121D"/>
    <w:rsid w:val="009A1AD9"/>
    <w:rsid w:val="009A1E94"/>
    <w:rsid w:val="009A1EEC"/>
    <w:rsid w:val="009A271A"/>
    <w:rsid w:val="009A2A3C"/>
    <w:rsid w:val="009A2B46"/>
    <w:rsid w:val="009A2C19"/>
    <w:rsid w:val="009A31F0"/>
    <w:rsid w:val="009A33D7"/>
    <w:rsid w:val="009A35CE"/>
    <w:rsid w:val="009A3FD0"/>
    <w:rsid w:val="009A40E6"/>
    <w:rsid w:val="009A44B9"/>
    <w:rsid w:val="009A4658"/>
    <w:rsid w:val="009A4998"/>
    <w:rsid w:val="009A5F41"/>
    <w:rsid w:val="009A6080"/>
    <w:rsid w:val="009A6440"/>
    <w:rsid w:val="009A6EE0"/>
    <w:rsid w:val="009A7A80"/>
    <w:rsid w:val="009A7BD4"/>
    <w:rsid w:val="009A7C3C"/>
    <w:rsid w:val="009B07B3"/>
    <w:rsid w:val="009B0F14"/>
    <w:rsid w:val="009B19BF"/>
    <w:rsid w:val="009B1B8A"/>
    <w:rsid w:val="009B294D"/>
    <w:rsid w:val="009B3CE9"/>
    <w:rsid w:val="009B4168"/>
    <w:rsid w:val="009B4299"/>
    <w:rsid w:val="009B5353"/>
    <w:rsid w:val="009B5C3B"/>
    <w:rsid w:val="009B6177"/>
    <w:rsid w:val="009B63E0"/>
    <w:rsid w:val="009B659F"/>
    <w:rsid w:val="009B6654"/>
    <w:rsid w:val="009B6BA9"/>
    <w:rsid w:val="009C0370"/>
    <w:rsid w:val="009C0E5E"/>
    <w:rsid w:val="009C1031"/>
    <w:rsid w:val="009C1405"/>
    <w:rsid w:val="009C196B"/>
    <w:rsid w:val="009C1A0A"/>
    <w:rsid w:val="009C245D"/>
    <w:rsid w:val="009C2D94"/>
    <w:rsid w:val="009C3164"/>
    <w:rsid w:val="009C38DF"/>
    <w:rsid w:val="009C3938"/>
    <w:rsid w:val="009C41CC"/>
    <w:rsid w:val="009C42FC"/>
    <w:rsid w:val="009C4BD2"/>
    <w:rsid w:val="009C5023"/>
    <w:rsid w:val="009C513A"/>
    <w:rsid w:val="009C578A"/>
    <w:rsid w:val="009C5E99"/>
    <w:rsid w:val="009C5FD8"/>
    <w:rsid w:val="009C638D"/>
    <w:rsid w:val="009C653A"/>
    <w:rsid w:val="009C65AA"/>
    <w:rsid w:val="009C6720"/>
    <w:rsid w:val="009C6F91"/>
    <w:rsid w:val="009C7404"/>
    <w:rsid w:val="009C7B6F"/>
    <w:rsid w:val="009D1407"/>
    <w:rsid w:val="009D23B3"/>
    <w:rsid w:val="009D2EB4"/>
    <w:rsid w:val="009D39CF"/>
    <w:rsid w:val="009D3A6A"/>
    <w:rsid w:val="009D3B61"/>
    <w:rsid w:val="009D4AAF"/>
    <w:rsid w:val="009D4CA9"/>
    <w:rsid w:val="009D5A52"/>
    <w:rsid w:val="009D62E9"/>
    <w:rsid w:val="009D63DC"/>
    <w:rsid w:val="009D6A16"/>
    <w:rsid w:val="009D6DD8"/>
    <w:rsid w:val="009D7041"/>
    <w:rsid w:val="009D76B6"/>
    <w:rsid w:val="009D7935"/>
    <w:rsid w:val="009D7AF0"/>
    <w:rsid w:val="009D7CC5"/>
    <w:rsid w:val="009E0306"/>
    <w:rsid w:val="009E0447"/>
    <w:rsid w:val="009E1191"/>
    <w:rsid w:val="009E2515"/>
    <w:rsid w:val="009E31AF"/>
    <w:rsid w:val="009E3A4D"/>
    <w:rsid w:val="009E3CC0"/>
    <w:rsid w:val="009E41DF"/>
    <w:rsid w:val="009E4634"/>
    <w:rsid w:val="009E542A"/>
    <w:rsid w:val="009E5D16"/>
    <w:rsid w:val="009E61EE"/>
    <w:rsid w:val="009E68F8"/>
    <w:rsid w:val="009E79BA"/>
    <w:rsid w:val="009F0598"/>
    <w:rsid w:val="009F0FE2"/>
    <w:rsid w:val="009F13D6"/>
    <w:rsid w:val="009F148C"/>
    <w:rsid w:val="009F1944"/>
    <w:rsid w:val="009F2DA3"/>
    <w:rsid w:val="009F2EE4"/>
    <w:rsid w:val="009F3C37"/>
    <w:rsid w:val="009F3C61"/>
    <w:rsid w:val="009F42AE"/>
    <w:rsid w:val="009F4973"/>
    <w:rsid w:val="009F4A0E"/>
    <w:rsid w:val="009F5167"/>
    <w:rsid w:val="009F53A3"/>
    <w:rsid w:val="009F58B1"/>
    <w:rsid w:val="009F59F1"/>
    <w:rsid w:val="009F5DB0"/>
    <w:rsid w:val="009F62A4"/>
    <w:rsid w:val="009F6D08"/>
    <w:rsid w:val="009F77B3"/>
    <w:rsid w:val="009F7BF6"/>
    <w:rsid w:val="009F7ECB"/>
    <w:rsid w:val="00A01092"/>
    <w:rsid w:val="00A0156D"/>
    <w:rsid w:val="00A016CB"/>
    <w:rsid w:val="00A01C6F"/>
    <w:rsid w:val="00A01F3A"/>
    <w:rsid w:val="00A02B58"/>
    <w:rsid w:val="00A03284"/>
    <w:rsid w:val="00A03AA9"/>
    <w:rsid w:val="00A03B4A"/>
    <w:rsid w:val="00A03DCE"/>
    <w:rsid w:val="00A04248"/>
    <w:rsid w:val="00A04348"/>
    <w:rsid w:val="00A05270"/>
    <w:rsid w:val="00A05BD1"/>
    <w:rsid w:val="00A062A9"/>
    <w:rsid w:val="00A06B6C"/>
    <w:rsid w:val="00A06B97"/>
    <w:rsid w:val="00A07316"/>
    <w:rsid w:val="00A073D9"/>
    <w:rsid w:val="00A07BBA"/>
    <w:rsid w:val="00A112ED"/>
    <w:rsid w:val="00A1198B"/>
    <w:rsid w:val="00A127B5"/>
    <w:rsid w:val="00A128C2"/>
    <w:rsid w:val="00A12C9A"/>
    <w:rsid w:val="00A1378B"/>
    <w:rsid w:val="00A14143"/>
    <w:rsid w:val="00A14460"/>
    <w:rsid w:val="00A14710"/>
    <w:rsid w:val="00A1479D"/>
    <w:rsid w:val="00A147DE"/>
    <w:rsid w:val="00A14904"/>
    <w:rsid w:val="00A1742A"/>
    <w:rsid w:val="00A177E6"/>
    <w:rsid w:val="00A17999"/>
    <w:rsid w:val="00A219BF"/>
    <w:rsid w:val="00A21A0E"/>
    <w:rsid w:val="00A226EB"/>
    <w:rsid w:val="00A22735"/>
    <w:rsid w:val="00A22BAF"/>
    <w:rsid w:val="00A22C9D"/>
    <w:rsid w:val="00A234F3"/>
    <w:rsid w:val="00A24A8D"/>
    <w:rsid w:val="00A24DE1"/>
    <w:rsid w:val="00A25A06"/>
    <w:rsid w:val="00A25A4D"/>
    <w:rsid w:val="00A25BF6"/>
    <w:rsid w:val="00A27233"/>
    <w:rsid w:val="00A27699"/>
    <w:rsid w:val="00A27A4E"/>
    <w:rsid w:val="00A27B38"/>
    <w:rsid w:val="00A31A4D"/>
    <w:rsid w:val="00A31DF1"/>
    <w:rsid w:val="00A32A45"/>
    <w:rsid w:val="00A33460"/>
    <w:rsid w:val="00A3354E"/>
    <w:rsid w:val="00A354EF"/>
    <w:rsid w:val="00A359C4"/>
    <w:rsid w:val="00A35D18"/>
    <w:rsid w:val="00A3600C"/>
    <w:rsid w:val="00A363C1"/>
    <w:rsid w:val="00A363EC"/>
    <w:rsid w:val="00A36832"/>
    <w:rsid w:val="00A37E23"/>
    <w:rsid w:val="00A37EF4"/>
    <w:rsid w:val="00A400F4"/>
    <w:rsid w:val="00A40EEA"/>
    <w:rsid w:val="00A416F0"/>
    <w:rsid w:val="00A41A34"/>
    <w:rsid w:val="00A41B59"/>
    <w:rsid w:val="00A422AF"/>
    <w:rsid w:val="00A42603"/>
    <w:rsid w:val="00A431AE"/>
    <w:rsid w:val="00A4323A"/>
    <w:rsid w:val="00A43298"/>
    <w:rsid w:val="00A43436"/>
    <w:rsid w:val="00A438F6"/>
    <w:rsid w:val="00A45308"/>
    <w:rsid w:val="00A468F4"/>
    <w:rsid w:val="00A47AC7"/>
    <w:rsid w:val="00A47B78"/>
    <w:rsid w:val="00A47C4B"/>
    <w:rsid w:val="00A47CF3"/>
    <w:rsid w:val="00A50065"/>
    <w:rsid w:val="00A50CE1"/>
    <w:rsid w:val="00A515AA"/>
    <w:rsid w:val="00A518C8"/>
    <w:rsid w:val="00A519D1"/>
    <w:rsid w:val="00A51E2C"/>
    <w:rsid w:val="00A51F6F"/>
    <w:rsid w:val="00A53058"/>
    <w:rsid w:val="00A530B5"/>
    <w:rsid w:val="00A534B1"/>
    <w:rsid w:val="00A5365D"/>
    <w:rsid w:val="00A5366C"/>
    <w:rsid w:val="00A544C8"/>
    <w:rsid w:val="00A545BE"/>
    <w:rsid w:val="00A54AC8"/>
    <w:rsid w:val="00A54DE5"/>
    <w:rsid w:val="00A55564"/>
    <w:rsid w:val="00A55DAE"/>
    <w:rsid w:val="00A561A2"/>
    <w:rsid w:val="00A56503"/>
    <w:rsid w:val="00A567C4"/>
    <w:rsid w:val="00A56997"/>
    <w:rsid w:val="00A56C9D"/>
    <w:rsid w:val="00A572C0"/>
    <w:rsid w:val="00A5730D"/>
    <w:rsid w:val="00A574A3"/>
    <w:rsid w:val="00A57B60"/>
    <w:rsid w:val="00A57E3D"/>
    <w:rsid w:val="00A60E95"/>
    <w:rsid w:val="00A60EC4"/>
    <w:rsid w:val="00A619AB"/>
    <w:rsid w:val="00A61D01"/>
    <w:rsid w:val="00A621E8"/>
    <w:rsid w:val="00A623B9"/>
    <w:rsid w:val="00A62837"/>
    <w:rsid w:val="00A62A3E"/>
    <w:rsid w:val="00A63342"/>
    <w:rsid w:val="00A63F27"/>
    <w:rsid w:val="00A64036"/>
    <w:rsid w:val="00A64199"/>
    <w:rsid w:val="00A64855"/>
    <w:rsid w:val="00A6488C"/>
    <w:rsid w:val="00A65678"/>
    <w:rsid w:val="00A6568C"/>
    <w:rsid w:val="00A65A3B"/>
    <w:rsid w:val="00A65E9D"/>
    <w:rsid w:val="00A65F22"/>
    <w:rsid w:val="00A66308"/>
    <w:rsid w:val="00A66324"/>
    <w:rsid w:val="00A66E54"/>
    <w:rsid w:val="00A707F0"/>
    <w:rsid w:val="00A7159D"/>
    <w:rsid w:val="00A71644"/>
    <w:rsid w:val="00A71D6D"/>
    <w:rsid w:val="00A728F3"/>
    <w:rsid w:val="00A72A33"/>
    <w:rsid w:val="00A72BC5"/>
    <w:rsid w:val="00A72C53"/>
    <w:rsid w:val="00A72DFF"/>
    <w:rsid w:val="00A73965"/>
    <w:rsid w:val="00A74ABA"/>
    <w:rsid w:val="00A74CA3"/>
    <w:rsid w:val="00A757A3"/>
    <w:rsid w:val="00A760AD"/>
    <w:rsid w:val="00A761B5"/>
    <w:rsid w:val="00A7651F"/>
    <w:rsid w:val="00A7655C"/>
    <w:rsid w:val="00A7673E"/>
    <w:rsid w:val="00A76D41"/>
    <w:rsid w:val="00A77309"/>
    <w:rsid w:val="00A773A5"/>
    <w:rsid w:val="00A77798"/>
    <w:rsid w:val="00A77E3D"/>
    <w:rsid w:val="00A800F2"/>
    <w:rsid w:val="00A8068D"/>
    <w:rsid w:val="00A80749"/>
    <w:rsid w:val="00A808FF"/>
    <w:rsid w:val="00A80C91"/>
    <w:rsid w:val="00A80F66"/>
    <w:rsid w:val="00A81564"/>
    <w:rsid w:val="00A818D3"/>
    <w:rsid w:val="00A8192C"/>
    <w:rsid w:val="00A8192E"/>
    <w:rsid w:val="00A84019"/>
    <w:rsid w:val="00A851F0"/>
    <w:rsid w:val="00A85ECF"/>
    <w:rsid w:val="00A86CCC"/>
    <w:rsid w:val="00A872B4"/>
    <w:rsid w:val="00A87A0A"/>
    <w:rsid w:val="00A87FD8"/>
    <w:rsid w:val="00A90169"/>
    <w:rsid w:val="00A90FEB"/>
    <w:rsid w:val="00A9152B"/>
    <w:rsid w:val="00A91764"/>
    <w:rsid w:val="00A918EE"/>
    <w:rsid w:val="00A92964"/>
    <w:rsid w:val="00A92A4A"/>
    <w:rsid w:val="00A93057"/>
    <w:rsid w:val="00A93995"/>
    <w:rsid w:val="00A93BDF"/>
    <w:rsid w:val="00A93FD7"/>
    <w:rsid w:val="00A94F5C"/>
    <w:rsid w:val="00A95100"/>
    <w:rsid w:val="00A958A3"/>
    <w:rsid w:val="00A96E78"/>
    <w:rsid w:val="00A972AD"/>
    <w:rsid w:val="00A974C7"/>
    <w:rsid w:val="00A97B23"/>
    <w:rsid w:val="00AA0006"/>
    <w:rsid w:val="00AA039C"/>
    <w:rsid w:val="00AA06B9"/>
    <w:rsid w:val="00AA0C95"/>
    <w:rsid w:val="00AA0DF2"/>
    <w:rsid w:val="00AA0F0E"/>
    <w:rsid w:val="00AA131D"/>
    <w:rsid w:val="00AA22B9"/>
    <w:rsid w:val="00AA3027"/>
    <w:rsid w:val="00AA304C"/>
    <w:rsid w:val="00AA3066"/>
    <w:rsid w:val="00AA31EB"/>
    <w:rsid w:val="00AA32B1"/>
    <w:rsid w:val="00AA3310"/>
    <w:rsid w:val="00AA33A5"/>
    <w:rsid w:val="00AA3434"/>
    <w:rsid w:val="00AA3D28"/>
    <w:rsid w:val="00AA456E"/>
    <w:rsid w:val="00AA4A64"/>
    <w:rsid w:val="00AA52D9"/>
    <w:rsid w:val="00AA72FA"/>
    <w:rsid w:val="00AA73CF"/>
    <w:rsid w:val="00AA79FF"/>
    <w:rsid w:val="00AA7FC6"/>
    <w:rsid w:val="00AB0AF1"/>
    <w:rsid w:val="00AB1827"/>
    <w:rsid w:val="00AB2C22"/>
    <w:rsid w:val="00AB3CEB"/>
    <w:rsid w:val="00AB4380"/>
    <w:rsid w:val="00AB44C2"/>
    <w:rsid w:val="00AB4519"/>
    <w:rsid w:val="00AB45F3"/>
    <w:rsid w:val="00AB477E"/>
    <w:rsid w:val="00AB4C9B"/>
    <w:rsid w:val="00AB5AC7"/>
    <w:rsid w:val="00AB6381"/>
    <w:rsid w:val="00AB6591"/>
    <w:rsid w:val="00AB6DC1"/>
    <w:rsid w:val="00AB70F1"/>
    <w:rsid w:val="00AB78B6"/>
    <w:rsid w:val="00AB7D2C"/>
    <w:rsid w:val="00AC014E"/>
    <w:rsid w:val="00AC054E"/>
    <w:rsid w:val="00AC0893"/>
    <w:rsid w:val="00AC0A2B"/>
    <w:rsid w:val="00AC0C2C"/>
    <w:rsid w:val="00AC15D1"/>
    <w:rsid w:val="00AC1C7E"/>
    <w:rsid w:val="00AC1FEE"/>
    <w:rsid w:val="00AC2AE4"/>
    <w:rsid w:val="00AC303E"/>
    <w:rsid w:val="00AC37B4"/>
    <w:rsid w:val="00AC426D"/>
    <w:rsid w:val="00AC5624"/>
    <w:rsid w:val="00AC6DAE"/>
    <w:rsid w:val="00AC6E93"/>
    <w:rsid w:val="00AD04E2"/>
    <w:rsid w:val="00AD0C70"/>
    <w:rsid w:val="00AD0DC4"/>
    <w:rsid w:val="00AD0E67"/>
    <w:rsid w:val="00AD1462"/>
    <w:rsid w:val="00AD14A3"/>
    <w:rsid w:val="00AD15E3"/>
    <w:rsid w:val="00AD249B"/>
    <w:rsid w:val="00AD269B"/>
    <w:rsid w:val="00AD3595"/>
    <w:rsid w:val="00AD4017"/>
    <w:rsid w:val="00AD414F"/>
    <w:rsid w:val="00AD4AF3"/>
    <w:rsid w:val="00AD517B"/>
    <w:rsid w:val="00AD51BB"/>
    <w:rsid w:val="00AD5723"/>
    <w:rsid w:val="00AD6062"/>
    <w:rsid w:val="00AD6727"/>
    <w:rsid w:val="00AD67AC"/>
    <w:rsid w:val="00AD67E8"/>
    <w:rsid w:val="00AD6948"/>
    <w:rsid w:val="00AD771C"/>
    <w:rsid w:val="00AD7744"/>
    <w:rsid w:val="00AE0438"/>
    <w:rsid w:val="00AE0AB5"/>
    <w:rsid w:val="00AE0D09"/>
    <w:rsid w:val="00AE0D82"/>
    <w:rsid w:val="00AE118E"/>
    <w:rsid w:val="00AE1586"/>
    <w:rsid w:val="00AE1DCD"/>
    <w:rsid w:val="00AE23AC"/>
    <w:rsid w:val="00AE272B"/>
    <w:rsid w:val="00AE2730"/>
    <w:rsid w:val="00AE279F"/>
    <w:rsid w:val="00AE28F0"/>
    <w:rsid w:val="00AE2A3D"/>
    <w:rsid w:val="00AE399A"/>
    <w:rsid w:val="00AE45C9"/>
    <w:rsid w:val="00AE4DE9"/>
    <w:rsid w:val="00AE4E6B"/>
    <w:rsid w:val="00AE5973"/>
    <w:rsid w:val="00AE5B5F"/>
    <w:rsid w:val="00AE5C8F"/>
    <w:rsid w:val="00AE7C20"/>
    <w:rsid w:val="00AF0613"/>
    <w:rsid w:val="00AF0A17"/>
    <w:rsid w:val="00AF0A64"/>
    <w:rsid w:val="00AF1B2A"/>
    <w:rsid w:val="00AF25A1"/>
    <w:rsid w:val="00AF29BF"/>
    <w:rsid w:val="00AF319B"/>
    <w:rsid w:val="00AF330F"/>
    <w:rsid w:val="00AF36BA"/>
    <w:rsid w:val="00AF3FDE"/>
    <w:rsid w:val="00AF404D"/>
    <w:rsid w:val="00AF40F4"/>
    <w:rsid w:val="00AF43C5"/>
    <w:rsid w:val="00AF5437"/>
    <w:rsid w:val="00AF58B9"/>
    <w:rsid w:val="00AF6510"/>
    <w:rsid w:val="00AF726E"/>
    <w:rsid w:val="00AF7371"/>
    <w:rsid w:val="00AF73B6"/>
    <w:rsid w:val="00AF7476"/>
    <w:rsid w:val="00AF78CF"/>
    <w:rsid w:val="00AF7AFA"/>
    <w:rsid w:val="00AF7BAC"/>
    <w:rsid w:val="00AF7D38"/>
    <w:rsid w:val="00B00ACE"/>
    <w:rsid w:val="00B01236"/>
    <w:rsid w:val="00B01F87"/>
    <w:rsid w:val="00B023C7"/>
    <w:rsid w:val="00B037B1"/>
    <w:rsid w:val="00B03E24"/>
    <w:rsid w:val="00B03F16"/>
    <w:rsid w:val="00B041C6"/>
    <w:rsid w:val="00B04B6D"/>
    <w:rsid w:val="00B05DA3"/>
    <w:rsid w:val="00B06040"/>
    <w:rsid w:val="00B061DB"/>
    <w:rsid w:val="00B07002"/>
    <w:rsid w:val="00B0703E"/>
    <w:rsid w:val="00B0711A"/>
    <w:rsid w:val="00B071C1"/>
    <w:rsid w:val="00B075F3"/>
    <w:rsid w:val="00B10092"/>
    <w:rsid w:val="00B1035B"/>
    <w:rsid w:val="00B103E7"/>
    <w:rsid w:val="00B106B4"/>
    <w:rsid w:val="00B10819"/>
    <w:rsid w:val="00B1123A"/>
    <w:rsid w:val="00B128B5"/>
    <w:rsid w:val="00B12952"/>
    <w:rsid w:val="00B13546"/>
    <w:rsid w:val="00B1431F"/>
    <w:rsid w:val="00B14800"/>
    <w:rsid w:val="00B14F96"/>
    <w:rsid w:val="00B15271"/>
    <w:rsid w:val="00B158E6"/>
    <w:rsid w:val="00B168B7"/>
    <w:rsid w:val="00B16F4C"/>
    <w:rsid w:val="00B1710B"/>
    <w:rsid w:val="00B17286"/>
    <w:rsid w:val="00B17562"/>
    <w:rsid w:val="00B17705"/>
    <w:rsid w:val="00B17CF0"/>
    <w:rsid w:val="00B17DF4"/>
    <w:rsid w:val="00B204F9"/>
    <w:rsid w:val="00B20525"/>
    <w:rsid w:val="00B2185B"/>
    <w:rsid w:val="00B22548"/>
    <w:rsid w:val="00B22628"/>
    <w:rsid w:val="00B22751"/>
    <w:rsid w:val="00B2290A"/>
    <w:rsid w:val="00B232C1"/>
    <w:rsid w:val="00B236DA"/>
    <w:rsid w:val="00B236E7"/>
    <w:rsid w:val="00B23705"/>
    <w:rsid w:val="00B24821"/>
    <w:rsid w:val="00B251FF"/>
    <w:rsid w:val="00B256FF"/>
    <w:rsid w:val="00B25D41"/>
    <w:rsid w:val="00B25F9E"/>
    <w:rsid w:val="00B26BB7"/>
    <w:rsid w:val="00B26C2D"/>
    <w:rsid w:val="00B27D35"/>
    <w:rsid w:val="00B30E62"/>
    <w:rsid w:val="00B30F19"/>
    <w:rsid w:val="00B314AC"/>
    <w:rsid w:val="00B314E7"/>
    <w:rsid w:val="00B3174E"/>
    <w:rsid w:val="00B3187F"/>
    <w:rsid w:val="00B31BA7"/>
    <w:rsid w:val="00B320CE"/>
    <w:rsid w:val="00B326E2"/>
    <w:rsid w:val="00B32CC9"/>
    <w:rsid w:val="00B331ED"/>
    <w:rsid w:val="00B33256"/>
    <w:rsid w:val="00B3347D"/>
    <w:rsid w:val="00B33537"/>
    <w:rsid w:val="00B340FA"/>
    <w:rsid w:val="00B343F8"/>
    <w:rsid w:val="00B34A26"/>
    <w:rsid w:val="00B3540F"/>
    <w:rsid w:val="00B3542C"/>
    <w:rsid w:val="00B36511"/>
    <w:rsid w:val="00B37344"/>
    <w:rsid w:val="00B4019D"/>
    <w:rsid w:val="00B4049F"/>
    <w:rsid w:val="00B405BD"/>
    <w:rsid w:val="00B40BB5"/>
    <w:rsid w:val="00B4107E"/>
    <w:rsid w:val="00B41107"/>
    <w:rsid w:val="00B417EC"/>
    <w:rsid w:val="00B41E36"/>
    <w:rsid w:val="00B4215F"/>
    <w:rsid w:val="00B43276"/>
    <w:rsid w:val="00B433FB"/>
    <w:rsid w:val="00B443D2"/>
    <w:rsid w:val="00B44778"/>
    <w:rsid w:val="00B44AD5"/>
    <w:rsid w:val="00B44F3E"/>
    <w:rsid w:val="00B4649E"/>
    <w:rsid w:val="00B46669"/>
    <w:rsid w:val="00B466CE"/>
    <w:rsid w:val="00B467F8"/>
    <w:rsid w:val="00B46968"/>
    <w:rsid w:val="00B46B88"/>
    <w:rsid w:val="00B46CDF"/>
    <w:rsid w:val="00B46D74"/>
    <w:rsid w:val="00B50C0F"/>
    <w:rsid w:val="00B51827"/>
    <w:rsid w:val="00B51BE2"/>
    <w:rsid w:val="00B51FA6"/>
    <w:rsid w:val="00B529EE"/>
    <w:rsid w:val="00B53495"/>
    <w:rsid w:val="00B53645"/>
    <w:rsid w:val="00B54126"/>
    <w:rsid w:val="00B541AE"/>
    <w:rsid w:val="00B5446E"/>
    <w:rsid w:val="00B54864"/>
    <w:rsid w:val="00B54BAB"/>
    <w:rsid w:val="00B54F6A"/>
    <w:rsid w:val="00B562BA"/>
    <w:rsid w:val="00B56981"/>
    <w:rsid w:val="00B56ADC"/>
    <w:rsid w:val="00B56C0C"/>
    <w:rsid w:val="00B56CAD"/>
    <w:rsid w:val="00B56CEF"/>
    <w:rsid w:val="00B5747C"/>
    <w:rsid w:val="00B607BC"/>
    <w:rsid w:val="00B60829"/>
    <w:rsid w:val="00B60C38"/>
    <w:rsid w:val="00B60E84"/>
    <w:rsid w:val="00B60FCD"/>
    <w:rsid w:val="00B61146"/>
    <w:rsid w:val="00B61360"/>
    <w:rsid w:val="00B6138D"/>
    <w:rsid w:val="00B61423"/>
    <w:rsid w:val="00B614F7"/>
    <w:rsid w:val="00B61546"/>
    <w:rsid w:val="00B61C03"/>
    <w:rsid w:val="00B62F33"/>
    <w:rsid w:val="00B6315E"/>
    <w:rsid w:val="00B63D8D"/>
    <w:rsid w:val="00B63EEE"/>
    <w:rsid w:val="00B6441C"/>
    <w:rsid w:val="00B64617"/>
    <w:rsid w:val="00B64A14"/>
    <w:rsid w:val="00B6541C"/>
    <w:rsid w:val="00B65F3D"/>
    <w:rsid w:val="00B6687B"/>
    <w:rsid w:val="00B66913"/>
    <w:rsid w:val="00B67C16"/>
    <w:rsid w:val="00B7047D"/>
    <w:rsid w:val="00B70736"/>
    <w:rsid w:val="00B7080A"/>
    <w:rsid w:val="00B70D77"/>
    <w:rsid w:val="00B71E0A"/>
    <w:rsid w:val="00B71E5D"/>
    <w:rsid w:val="00B724CF"/>
    <w:rsid w:val="00B72C58"/>
    <w:rsid w:val="00B7310A"/>
    <w:rsid w:val="00B73365"/>
    <w:rsid w:val="00B73BFC"/>
    <w:rsid w:val="00B74C8D"/>
    <w:rsid w:val="00B74D21"/>
    <w:rsid w:val="00B7555A"/>
    <w:rsid w:val="00B75E2E"/>
    <w:rsid w:val="00B75EE7"/>
    <w:rsid w:val="00B761C4"/>
    <w:rsid w:val="00B770ED"/>
    <w:rsid w:val="00B77AD4"/>
    <w:rsid w:val="00B77AD6"/>
    <w:rsid w:val="00B8118F"/>
    <w:rsid w:val="00B81319"/>
    <w:rsid w:val="00B83339"/>
    <w:rsid w:val="00B8359E"/>
    <w:rsid w:val="00B83936"/>
    <w:rsid w:val="00B83F44"/>
    <w:rsid w:val="00B844AA"/>
    <w:rsid w:val="00B84989"/>
    <w:rsid w:val="00B855A4"/>
    <w:rsid w:val="00B85FF1"/>
    <w:rsid w:val="00B863E7"/>
    <w:rsid w:val="00B86B39"/>
    <w:rsid w:val="00B86E5F"/>
    <w:rsid w:val="00B87D51"/>
    <w:rsid w:val="00B9086F"/>
    <w:rsid w:val="00B90C0E"/>
    <w:rsid w:val="00B917B7"/>
    <w:rsid w:val="00B922E5"/>
    <w:rsid w:val="00B92E69"/>
    <w:rsid w:val="00B93489"/>
    <w:rsid w:val="00B93B89"/>
    <w:rsid w:val="00B9432E"/>
    <w:rsid w:val="00B94942"/>
    <w:rsid w:val="00B95182"/>
    <w:rsid w:val="00B958A1"/>
    <w:rsid w:val="00B95CD7"/>
    <w:rsid w:val="00B963E0"/>
    <w:rsid w:val="00B97716"/>
    <w:rsid w:val="00BA07EB"/>
    <w:rsid w:val="00BA0886"/>
    <w:rsid w:val="00BA09A5"/>
    <w:rsid w:val="00BA0D33"/>
    <w:rsid w:val="00BA16FB"/>
    <w:rsid w:val="00BA1E8C"/>
    <w:rsid w:val="00BA2315"/>
    <w:rsid w:val="00BA237D"/>
    <w:rsid w:val="00BA392C"/>
    <w:rsid w:val="00BA3A94"/>
    <w:rsid w:val="00BA3C13"/>
    <w:rsid w:val="00BA3F7D"/>
    <w:rsid w:val="00BA423D"/>
    <w:rsid w:val="00BA4336"/>
    <w:rsid w:val="00BA4D0B"/>
    <w:rsid w:val="00BA4F87"/>
    <w:rsid w:val="00BA5391"/>
    <w:rsid w:val="00BA5581"/>
    <w:rsid w:val="00BA5674"/>
    <w:rsid w:val="00BA601F"/>
    <w:rsid w:val="00BA6358"/>
    <w:rsid w:val="00BA680D"/>
    <w:rsid w:val="00BA6A4D"/>
    <w:rsid w:val="00BA7109"/>
    <w:rsid w:val="00BB0147"/>
    <w:rsid w:val="00BB063B"/>
    <w:rsid w:val="00BB08B1"/>
    <w:rsid w:val="00BB0C5E"/>
    <w:rsid w:val="00BB12C9"/>
    <w:rsid w:val="00BB1A48"/>
    <w:rsid w:val="00BB250F"/>
    <w:rsid w:val="00BB25AF"/>
    <w:rsid w:val="00BB28A9"/>
    <w:rsid w:val="00BB31FB"/>
    <w:rsid w:val="00BB4170"/>
    <w:rsid w:val="00BB41AA"/>
    <w:rsid w:val="00BB47FF"/>
    <w:rsid w:val="00BB4830"/>
    <w:rsid w:val="00BB5A55"/>
    <w:rsid w:val="00BB5E38"/>
    <w:rsid w:val="00BB61C0"/>
    <w:rsid w:val="00BB655A"/>
    <w:rsid w:val="00BB678D"/>
    <w:rsid w:val="00BB6893"/>
    <w:rsid w:val="00BB6CF3"/>
    <w:rsid w:val="00BB6D7B"/>
    <w:rsid w:val="00BB6D7F"/>
    <w:rsid w:val="00BB72D2"/>
    <w:rsid w:val="00BB7670"/>
    <w:rsid w:val="00BB7994"/>
    <w:rsid w:val="00BB7A02"/>
    <w:rsid w:val="00BB7E46"/>
    <w:rsid w:val="00BC057D"/>
    <w:rsid w:val="00BC19D2"/>
    <w:rsid w:val="00BC1E80"/>
    <w:rsid w:val="00BC1F16"/>
    <w:rsid w:val="00BC2A2E"/>
    <w:rsid w:val="00BC2BD2"/>
    <w:rsid w:val="00BC3255"/>
    <w:rsid w:val="00BC3929"/>
    <w:rsid w:val="00BC3AC5"/>
    <w:rsid w:val="00BC3D6B"/>
    <w:rsid w:val="00BC41FF"/>
    <w:rsid w:val="00BC4214"/>
    <w:rsid w:val="00BC465D"/>
    <w:rsid w:val="00BC46DA"/>
    <w:rsid w:val="00BC472A"/>
    <w:rsid w:val="00BC5058"/>
    <w:rsid w:val="00BC5A74"/>
    <w:rsid w:val="00BC5DCC"/>
    <w:rsid w:val="00BC73EA"/>
    <w:rsid w:val="00BC7B08"/>
    <w:rsid w:val="00BC7DA3"/>
    <w:rsid w:val="00BD056A"/>
    <w:rsid w:val="00BD0601"/>
    <w:rsid w:val="00BD0A16"/>
    <w:rsid w:val="00BD1236"/>
    <w:rsid w:val="00BD20B9"/>
    <w:rsid w:val="00BD2713"/>
    <w:rsid w:val="00BD2B56"/>
    <w:rsid w:val="00BD2C7E"/>
    <w:rsid w:val="00BD2F72"/>
    <w:rsid w:val="00BD30E3"/>
    <w:rsid w:val="00BD3426"/>
    <w:rsid w:val="00BD3A58"/>
    <w:rsid w:val="00BD3C71"/>
    <w:rsid w:val="00BD4107"/>
    <w:rsid w:val="00BD6717"/>
    <w:rsid w:val="00BD671F"/>
    <w:rsid w:val="00BD75C4"/>
    <w:rsid w:val="00BD79D7"/>
    <w:rsid w:val="00BD7C2E"/>
    <w:rsid w:val="00BD7C82"/>
    <w:rsid w:val="00BE029E"/>
    <w:rsid w:val="00BE034E"/>
    <w:rsid w:val="00BE04B7"/>
    <w:rsid w:val="00BE0815"/>
    <w:rsid w:val="00BE08B4"/>
    <w:rsid w:val="00BE0D76"/>
    <w:rsid w:val="00BE0EE0"/>
    <w:rsid w:val="00BE0FC9"/>
    <w:rsid w:val="00BE14E1"/>
    <w:rsid w:val="00BE174C"/>
    <w:rsid w:val="00BE1E97"/>
    <w:rsid w:val="00BE2345"/>
    <w:rsid w:val="00BE2587"/>
    <w:rsid w:val="00BE272F"/>
    <w:rsid w:val="00BE2FFB"/>
    <w:rsid w:val="00BE37C0"/>
    <w:rsid w:val="00BE4642"/>
    <w:rsid w:val="00BE5D5E"/>
    <w:rsid w:val="00BE6071"/>
    <w:rsid w:val="00BE71B4"/>
    <w:rsid w:val="00BE7550"/>
    <w:rsid w:val="00BE7BDD"/>
    <w:rsid w:val="00BF0AA5"/>
    <w:rsid w:val="00BF1ACA"/>
    <w:rsid w:val="00BF1BEE"/>
    <w:rsid w:val="00BF1D45"/>
    <w:rsid w:val="00BF285C"/>
    <w:rsid w:val="00BF29D7"/>
    <w:rsid w:val="00BF3EA2"/>
    <w:rsid w:val="00BF3F5C"/>
    <w:rsid w:val="00BF42F9"/>
    <w:rsid w:val="00BF43E0"/>
    <w:rsid w:val="00BF5130"/>
    <w:rsid w:val="00BF5159"/>
    <w:rsid w:val="00BF5205"/>
    <w:rsid w:val="00BF61F4"/>
    <w:rsid w:val="00BF6546"/>
    <w:rsid w:val="00BF6578"/>
    <w:rsid w:val="00BF6BFF"/>
    <w:rsid w:val="00BF6F42"/>
    <w:rsid w:val="00BF6F45"/>
    <w:rsid w:val="00C004BD"/>
    <w:rsid w:val="00C010B4"/>
    <w:rsid w:val="00C01EAC"/>
    <w:rsid w:val="00C020BE"/>
    <w:rsid w:val="00C02548"/>
    <w:rsid w:val="00C032E1"/>
    <w:rsid w:val="00C0339F"/>
    <w:rsid w:val="00C038D0"/>
    <w:rsid w:val="00C03C73"/>
    <w:rsid w:val="00C041BC"/>
    <w:rsid w:val="00C04476"/>
    <w:rsid w:val="00C051EC"/>
    <w:rsid w:val="00C05230"/>
    <w:rsid w:val="00C057C0"/>
    <w:rsid w:val="00C05C1A"/>
    <w:rsid w:val="00C0657B"/>
    <w:rsid w:val="00C067DF"/>
    <w:rsid w:val="00C06FB4"/>
    <w:rsid w:val="00C079B8"/>
    <w:rsid w:val="00C07C71"/>
    <w:rsid w:val="00C105D4"/>
    <w:rsid w:val="00C1097A"/>
    <w:rsid w:val="00C10B5B"/>
    <w:rsid w:val="00C112C0"/>
    <w:rsid w:val="00C117BA"/>
    <w:rsid w:val="00C11E99"/>
    <w:rsid w:val="00C122C8"/>
    <w:rsid w:val="00C13D8A"/>
    <w:rsid w:val="00C13DE7"/>
    <w:rsid w:val="00C145BE"/>
    <w:rsid w:val="00C14A60"/>
    <w:rsid w:val="00C160E1"/>
    <w:rsid w:val="00C1704A"/>
    <w:rsid w:val="00C17589"/>
    <w:rsid w:val="00C179EE"/>
    <w:rsid w:val="00C17B54"/>
    <w:rsid w:val="00C17C87"/>
    <w:rsid w:val="00C21E68"/>
    <w:rsid w:val="00C21F6D"/>
    <w:rsid w:val="00C226C3"/>
    <w:rsid w:val="00C22D58"/>
    <w:rsid w:val="00C22D84"/>
    <w:rsid w:val="00C24821"/>
    <w:rsid w:val="00C25349"/>
    <w:rsid w:val="00C2598F"/>
    <w:rsid w:val="00C25B3F"/>
    <w:rsid w:val="00C25C93"/>
    <w:rsid w:val="00C2617D"/>
    <w:rsid w:val="00C26D8C"/>
    <w:rsid w:val="00C2753F"/>
    <w:rsid w:val="00C278BD"/>
    <w:rsid w:val="00C27918"/>
    <w:rsid w:val="00C27A83"/>
    <w:rsid w:val="00C27CBC"/>
    <w:rsid w:val="00C30B8A"/>
    <w:rsid w:val="00C31C43"/>
    <w:rsid w:val="00C32FD9"/>
    <w:rsid w:val="00C331FF"/>
    <w:rsid w:val="00C33EB0"/>
    <w:rsid w:val="00C34115"/>
    <w:rsid w:val="00C34576"/>
    <w:rsid w:val="00C35189"/>
    <w:rsid w:val="00C35408"/>
    <w:rsid w:val="00C35675"/>
    <w:rsid w:val="00C3573B"/>
    <w:rsid w:val="00C35773"/>
    <w:rsid w:val="00C35DB2"/>
    <w:rsid w:val="00C35EDF"/>
    <w:rsid w:val="00C37064"/>
    <w:rsid w:val="00C37089"/>
    <w:rsid w:val="00C37949"/>
    <w:rsid w:val="00C40035"/>
    <w:rsid w:val="00C402FF"/>
    <w:rsid w:val="00C40851"/>
    <w:rsid w:val="00C40F3D"/>
    <w:rsid w:val="00C41852"/>
    <w:rsid w:val="00C41CAB"/>
    <w:rsid w:val="00C41DF9"/>
    <w:rsid w:val="00C41F84"/>
    <w:rsid w:val="00C424BE"/>
    <w:rsid w:val="00C42F56"/>
    <w:rsid w:val="00C438B7"/>
    <w:rsid w:val="00C442EE"/>
    <w:rsid w:val="00C443AB"/>
    <w:rsid w:val="00C448E0"/>
    <w:rsid w:val="00C45754"/>
    <w:rsid w:val="00C47D91"/>
    <w:rsid w:val="00C507EE"/>
    <w:rsid w:val="00C51149"/>
    <w:rsid w:val="00C5130F"/>
    <w:rsid w:val="00C51707"/>
    <w:rsid w:val="00C524C3"/>
    <w:rsid w:val="00C52D90"/>
    <w:rsid w:val="00C53D04"/>
    <w:rsid w:val="00C53FBB"/>
    <w:rsid w:val="00C544B5"/>
    <w:rsid w:val="00C547A8"/>
    <w:rsid w:val="00C548CB"/>
    <w:rsid w:val="00C55104"/>
    <w:rsid w:val="00C56467"/>
    <w:rsid w:val="00C56789"/>
    <w:rsid w:val="00C568D4"/>
    <w:rsid w:val="00C574B6"/>
    <w:rsid w:val="00C57666"/>
    <w:rsid w:val="00C601BF"/>
    <w:rsid w:val="00C60561"/>
    <w:rsid w:val="00C607F9"/>
    <w:rsid w:val="00C60D57"/>
    <w:rsid w:val="00C61D6E"/>
    <w:rsid w:val="00C628E4"/>
    <w:rsid w:val="00C629E9"/>
    <w:rsid w:val="00C633FF"/>
    <w:rsid w:val="00C63B2D"/>
    <w:rsid w:val="00C64290"/>
    <w:rsid w:val="00C642CC"/>
    <w:rsid w:val="00C64417"/>
    <w:rsid w:val="00C64421"/>
    <w:rsid w:val="00C6490E"/>
    <w:rsid w:val="00C6555A"/>
    <w:rsid w:val="00C656A7"/>
    <w:rsid w:val="00C65D47"/>
    <w:rsid w:val="00C65F31"/>
    <w:rsid w:val="00C6769A"/>
    <w:rsid w:val="00C67D33"/>
    <w:rsid w:val="00C70581"/>
    <w:rsid w:val="00C70D39"/>
    <w:rsid w:val="00C71086"/>
    <w:rsid w:val="00C71459"/>
    <w:rsid w:val="00C716E1"/>
    <w:rsid w:val="00C71E33"/>
    <w:rsid w:val="00C72425"/>
    <w:rsid w:val="00C7268F"/>
    <w:rsid w:val="00C729DF"/>
    <w:rsid w:val="00C72B74"/>
    <w:rsid w:val="00C731FA"/>
    <w:rsid w:val="00C732F7"/>
    <w:rsid w:val="00C73419"/>
    <w:rsid w:val="00C73A7A"/>
    <w:rsid w:val="00C73F25"/>
    <w:rsid w:val="00C74C35"/>
    <w:rsid w:val="00C755C7"/>
    <w:rsid w:val="00C75A67"/>
    <w:rsid w:val="00C75F2D"/>
    <w:rsid w:val="00C769EE"/>
    <w:rsid w:val="00C76C50"/>
    <w:rsid w:val="00C76D0C"/>
    <w:rsid w:val="00C77415"/>
    <w:rsid w:val="00C77B1C"/>
    <w:rsid w:val="00C80556"/>
    <w:rsid w:val="00C808E2"/>
    <w:rsid w:val="00C80F06"/>
    <w:rsid w:val="00C81EA3"/>
    <w:rsid w:val="00C82028"/>
    <w:rsid w:val="00C824A6"/>
    <w:rsid w:val="00C8278D"/>
    <w:rsid w:val="00C82EFA"/>
    <w:rsid w:val="00C8350E"/>
    <w:rsid w:val="00C8418F"/>
    <w:rsid w:val="00C855B2"/>
    <w:rsid w:val="00C85725"/>
    <w:rsid w:val="00C85D82"/>
    <w:rsid w:val="00C863C9"/>
    <w:rsid w:val="00C870E8"/>
    <w:rsid w:val="00C9011C"/>
    <w:rsid w:val="00C901AC"/>
    <w:rsid w:val="00C909A3"/>
    <w:rsid w:val="00C90BBD"/>
    <w:rsid w:val="00C90C83"/>
    <w:rsid w:val="00C914BD"/>
    <w:rsid w:val="00C91818"/>
    <w:rsid w:val="00C91B36"/>
    <w:rsid w:val="00C91DFA"/>
    <w:rsid w:val="00C92B80"/>
    <w:rsid w:val="00C92FED"/>
    <w:rsid w:val="00C93AEC"/>
    <w:rsid w:val="00C94012"/>
    <w:rsid w:val="00C94347"/>
    <w:rsid w:val="00C94F45"/>
    <w:rsid w:val="00C950D0"/>
    <w:rsid w:val="00C95554"/>
    <w:rsid w:val="00C9682F"/>
    <w:rsid w:val="00C96B36"/>
    <w:rsid w:val="00CA03EB"/>
    <w:rsid w:val="00CA04CE"/>
    <w:rsid w:val="00CA094F"/>
    <w:rsid w:val="00CA0D4B"/>
    <w:rsid w:val="00CA1356"/>
    <w:rsid w:val="00CA197F"/>
    <w:rsid w:val="00CA1A6A"/>
    <w:rsid w:val="00CA1DC6"/>
    <w:rsid w:val="00CA25AF"/>
    <w:rsid w:val="00CA2E2C"/>
    <w:rsid w:val="00CA2E93"/>
    <w:rsid w:val="00CA3D23"/>
    <w:rsid w:val="00CA4693"/>
    <w:rsid w:val="00CA470E"/>
    <w:rsid w:val="00CA49CD"/>
    <w:rsid w:val="00CA4D8E"/>
    <w:rsid w:val="00CA504A"/>
    <w:rsid w:val="00CA5316"/>
    <w:rsid w:val="00CA5BF1"/>
    <w:rsid w:val="00CA5DD6"/>
    <w:rsid w:val="00CA5DEF"/>
    <w:rsid w:val="00CA6460"/>
    <w:rsid w:val="00CA7048"/>
    <w:rsid w:val="00CA7203"/>
    <w:rsid w:val="00CA7EAC"/>
    <w:rsid w:val="00CB0434"/>
    <w:rsid w:val="00CB13E6"/>
    <w:rsid w:val="00CB173A"/>
    <w:rsid w:val="00CB19E7"/>
    <w:rsid w:val="00CB237F"/>
    <w:rsid w:val="00CB2453"/>
    <w:rsid w:val="00CB2AE0"/>
    <w:rsid w:val="00CB2B57"/>
    <w:rsid w:val="00CB2F04"/>
    <w:rsid w:val="00CB33F7"/>
    <w:rsid w:val="00CB35EE"/>
    <w:rsid w:val="00CB3DCD"/>
    <w:rsid w:val="00CB4531"/>
    <w:rsid w:val="00CB4534"/>
    <w:rsid w:val="00CB487D"/>
    <w:rsid w:val="00CB5314"/>
    <w:rsid w:val="00CB57D4"/>
    <w:rsid w:val="00CB6E45"/>
    <w:rsid w:val="00CB7C1D"/>
    <w:rsid w:val="00CC086A"/>
    <w:rsid w:val="00CC1890"/>
    <w:rsid w:val="00CC2BB7"/>
    <w:rsid w:val="00CC32B5"/>
    <w:rsid w:val="00CC3CD6"/>
    <w:rsid w:val="00CC4079"/>
    <w:rsid w:val="00CC55A5"/>
    <w:rsid w:val="00CC55BE"/>
    <w:rsid w:val="00CC72A4"/>
    <w:rsid w:val="00CC73C7"/>
    <w:rsid w:val="00CC7E02"/>
    <w:rsid w:val="00CD0174"/>
    <w:rsid w:val="00CD044B"/>
    <w:rsid w:val="00CD04DF"/>
    <w:rsid w:val="00CD05A0"/>
    <w:rsid w:val="00CD0C7A"/>
    <w:rsid w:val="00CD0DE2"/>
    <w:rsid w:val="00CD149E"/>
    <w:rsid w:val="00CD23F5"/>
    <w:rsid w:val="00CD2646"/>
    <w:rsid w:val="00CD292E"/>
    <w:rsid w:val="00CD3181"/>
    <w:rsid w:val="00CD3435"/>
    <w:rsid w:val="00CD3685"/>
    <w:rsid w:val="00CD3D20"/>
    <w:rsid w:val="00CD3DF8"/>
    <w:rsid w:val="00CD3F54"/>
    <w:rsid w:val="00CD459B"/>
    <w:rsid w:val="00CD464C"/>
    <w:rsid w:val="00CD4C18"/>
    <w:rsid w:val="00CD4CD3"/>
    <w:rsid w:val="00CD506C"/>
    <w:rsid w:val="00CD5D2D"/>
    <w:rsid w:val="00CD6AD9"/>
    <w:rsid w:val="00CD6ED4"/>
    <w:rsid w:val="00CD7456"/>
    <w:rsid w:val="00CD78E1"/>
    <w:rsid w:val="00CD7C1C"/>
    <w:rsid w:val="00CD7DC6"/>
    <w:rsid w:val="00CE04BD"/>
    <w:rsid w:val="00CE22E9"/>
    <w:rsid w:val="00CE269F"/>
    <w:rsid w:val="00CE282D"/>
    <w:rsid w:val="00CE2898"/>
    <w:rsid w:val="00CE29CE"/>
    <w:rsid w:val="00CE36D9"/>
    <w:rsid w:val="00CE37DF"/>
    <w:rsid w:val="00CE39B4"/>
    <w:rsid w:val="00CE4A55"/>
    <w:rsid w:val="00CE4A99"/>
    <w:rsid w:val="00CE52C4"/>
    <w:rsid w:val="00CE541C"/>
    <w:rsid w:val="00CE589B"/>
    <w:rsid w:val="00CE5C6E"/>
    <w:rsid w:val="00CE6AF8"/>
    <w:rsid w:val="00CE6DED"/>
    <w:rsid w:val="00CE7480"/>
    <w:rsid w:val="00CE764D"/>
    <w:rsid w:val="00CE7809"/>
    <w:rsid w:val="00CF00E5"/>
    <w:rsid w:val="00CF05EC"/>
    <w:rsid w:val="00CF0B5F"/>
    <w:rsid w:val="00CF12CD"/>
    <w:rsid w:val="00CF13C4"/>
    <w:rsid w:val="00CF16A8"/>
    <w:rsid w:val="00CF18F3"/>
    <w:rsid w:val="00CF1DF1"/>
    <w:rsid w:val="00CF2120"/>
    <w:rsid w:val="00CF2377"/>
    <w:rsid w:val="00CF25AB"/>
    <w:rsid w:val="00CF29FE"/>
    <w:rsid w:val="00CF4215"/>
    <w:rsid w:val="00CF48A8"/>
    <w:rsid w:val="00CF51F0"/>
    <w:rsid w:val="00CF5203"/>
    <w:rsid w:val="00CF5340"/>
    <w:rsid w:val="00CF54C7"/>
    <w:rsid w:val="00CF580D"/>
    <w:rsid w:val="00CF5E24"/>
    <w:rsid w:val="00CF66EB"/>
    <w:rsid w:val="00CF7853"/>
    <w:rsid w:val="00CF7CAA"/>
    <w:rsid w:val="00CF7E46"/>
    <w:rsid w:val="00CF7F7C"/>
    <w:rsid w:val="00D00434"/>
    <w:rsid w:val="00D00CA8"/>
    <w:rsid w:val="00D018C6"/>
    <w:rsid w:val="00D01F76"/>
    <w:rsid w:val="00D02B92"/>
    <w:rsid w:val="00D04F59"/>
    <w:rsid w:val="00D05F1A"/>
    <w:rsid w:val="00D0637C"/>
    <w:rsid w:val="00D0638B"/>
    <w:rsid w:val="00D066D6"/>
    <w:rsid w:val="00D06AE8"/>
    <w:rsid w:val="00D06B90"/>
    <w:rsid w:val="00D07175"/>
    <w:rsid w:val="00D07598"/>
    <w:rsid w:val="00D079BF"/>
    <w:rsid w:val="00D07C4D"/>
    <w:rsid w:val="00D07C82"/>
    <w:rsid w:val="00D100A7"/>
    <w:rsid w:val="00D104A7"/>
    <w:rsid w:val="00D106A1"/>
    <w:rsid w:val="00D106E2"/>
    <w:rsid w:val="00D10798"/>
    <w:rsid w:val="00D119CD"/>
    <w:rsid w:val="00D119D9"/>
    <w:rsid w:val="00D11DCD"/>
    <w:rsid w:val="00D12694"/>
    <w:rsid w:val="00D1305B"/>
    <w:rsid w:val="00D13EF4"/>
    <w:rsid w:val="00D14325"/>
    <w:rsid w:val="00D148AD"/>
    <w:rsid w:val="00D15237"/>
    <w:rsid w:val="00D15E9B"/>
    <w:rsid w:val="00D16A9F"/>
    <w:rsid w:val="00D16FAC"/>
    <w:rsid w:val="00D17874"/>
    <w:rsid w:val="00D17AB4"/>
    <w:rsid w:val="00D17D43"/>
    <w:rsid w:val="00D207FD"/>
    <w:rsid w:val="00D2250F"/>
    <w:rsid w:val="00D22F18"/>
    <w:rsid w:val="00D230AD"/>
    <w:rsid w:val="00D231FF"/>
    <w:rsid w:val="00D23EBE"/>
    <w:rsid w:val="00D24582"/>
    <w:rsid w:val="00D24819"/>
    <w:rsid w:val="00D25383"/>
    <w:rsid w:val="00D26B39"/>
    <w:rsid w:val="00D27C22"/>
    <w:rsid w:val="00D27EA8"/>
    <w:rsid w:val="00D30015"/>
    <w:rsid w:val="00D30287"/>
    <w:rsid w:val="00D31568"/>
    <w:rsid w:val="00D31745"/>
    <w:rsid w:val="00D31D2B"/>
    <w:rsid w:val="00D320BE"/>
    <w:rsid w:val="00D33845"/>
    <w:rsid w:val="00D33ED0"/>
    <w:rsid w:val="00D3405F"/>
    <w:rsid w:val="00D34CE5"/>
    <w:rsid w:val="00D35A8F"/>
    <w:rsid w:val="00D35BB1"/>
    <w:rsid w:val="00D36555"/>
    <w:rsid w:val="00D36628"/>
    <w:rsid w:val="00D36723"/>
    <w:rsid w:val="00D36849"/>
    <w:rsid w:val="00D370EF"/>
    <w:rsid w:val="00D377E6"/>
    <w:rsid w:val="00D37DF1"/>
    <w:rsid w:val="00D403AA"/>
    <w:rsid w:val="00D403C5"/>
    <w:rsid w:val="00D40958"/>
    <w:rsid w:val="00D4134C"/>
    <w:rsid w:val="00D4157D"/>
    <w:rsid w:val="00D41630"/>
    <w:rsid w:val="00D42136"/>
    <w:rsid w:val="00D437DD"/>
    <w:rsid w:val="00D43A1B"/>
    <w:rsid w:val="00D43B13"/>
    <w:rsid w:val="00D44A6F"/>
    <w:rsid w:val="00D4502E"/>
    <w:rsid w:val="00D455F3"/>
    <w:rsid w:val="00D45B70"/>
    <w:rsid w:val="00D45E9F"/>
    <w:rsid w:val="00D463AE"/>
    <w:rsid w:val="00D46902"/>
    <w:rsid w:val="00D50B43"/>
    <w:rsid w:val="00D50FED"/>
    <w:rsid w:val="00D513F2"/>
    <w:rsid w:val="00D517FB"/>
    <w:rsid w:val="00D52022"/>
    <w:rsid w:val="00D52AC6"/>
    <w:rsid w:val="00D54784"/>
    <w:rsid w:val="00D54A69"/>
    <w:rsid w:val="00D54FAC"/>
    <w:rsid w:val="00D5502E"/>
    <w:rsid w:val="00D556BA"/>
    <w:rsid w:val="00D55745"/>
    <w:rsid w:val="00D5671A"/>
    <w:rsid w:val="00D5672B"/>
    <w:rsid w:val="00D56C18"/>
    <w:rsid w:val="00D574D2"/>
    <w:rsid w:val="00D57869"/>
    <w:rsid w:val="00D6067B"/>
    <w:rsid w:val="00D613DD"/>
    <w:rsid w:val="00D61EA3"/>
    <w:rsid w:val="00D627A5"/>
    <w:rsid w:val="00D636BC"/>
    <w:rsid w:val="00D63A61"/>
    <w:rsid w:val="00D645DA"/>
    <w:rsid w:val="00D64A21"/>
    <w:rsid w:val="00D64F6A"/>
    <w:rsid w:val="00D64F9C"/>
    <w:rsid w:val="00D64FF5"/>
    <w:rsid w:val="00D653B8"/>
    <w:rsid w:val="00D65B05"/>
    <w:rsid w:val="00D66446"/>
    <w:rsid w:val="00D664C3"/>
    <w:rsid w:val="00D666F1"/>
    <w:rsid w:val="00D670AF"/>
    <w:rsid w:val="00D67768"/>
    <w:rsid w:val="00D677E3"/>
    <w:rsid w:val="00D70302"/>
    <w:rsid w:val="00D71005"/>
    <w:rsid w:val="00D7241B"/>
    <w:rsid w:val="00D72DAA"/>
    <w:rsid w:val="00D733BD"/>
    <w:rsid w:val="00D73CD4"/>
    <w:rsid w:val="00D74080"/>
    <w:rsid w:val="00D748B6"/>
    <w:rsid w:val="00D74B0C"/>
    <w:rsid w:val="00D74CC2"/>
    <w:rsid w:val="00D7501F"/>
    <w:rsid w:val="00D7569F"/>
    <w:rsid w:val="00D7593A"/>
    <w:rsid w:val="00D759DA"/>
    <w:rsid w:val="00D7612D"/>
    <w:rsid w:val="00D763A0"/>
    <w:rsid w:val="00D76E1B"/>
    <w:rsid w:val="00D76E3E"/>
    <w:rsid w:val="00D77013"/>
    <w:rsid w:val="00D77A21"/>
    <w:rsid w:val="00D77E66"/>
    <w:rsid w:val="00D80953"/>
    <w:rsid w:val="00D80EF5"/>
    <w:rsid w:val="00D8281B"/>
    <w:rsid w:val="00D82C68"/>
    <w:rsid w:val="00D83381"/>
    <w:rsid w:val="00D83FB0"/>
    <w:rsid w:val="00D84B94"/>
    <w:rsid w:val="00D8504D"/>
    <w:rsid w:val="00D85A11"/>
    <w:rsid w:val="00D85F7F"/>
    <w:rsid w:val="00D8672D"/>
    <w:rsid w:val="00D86777"/>
    <w:rsid w:val="00D86C67"/>
    <w:rsid w:val="00D86EC2"/>
    <w:rsid w:val="00D86F75"/>
    <w:rsid w:val="00D87C18"/>
    <w:rsid w:val="00D90A9A"/>
    <w:rsid w:val="00D90EF6"/>
    <w:rsid w:val="00D90F6F"/>
    <w:rsid w:val="00D91005"/>
    <w:rsid w:val="00D92516"/>
    <w:rsid w:val="00D92637"/>
    <w:rsid w:val="00D92F02"/>
    <w:rsid w:val="00D92F4E"/>
    <w:rsid w:val="00D937D9"/>
    <w:rsid w:val="00D94D5A"/>
    <w:rsid w:val="00D954BD"/>
    <w:rsid w:val="00D9558F"/>
    <w:rsid w:val="00D960C9"/>
    <w:rsid w:val="00D96461"/>
    <w:rsid w:val="00D96651"/>
    <w:rsid w:val="00D96684"/>
    <w:rsid w:val="00D96CE1"/>
    <w:rsid w:val="00D96F84"/>
    <w:rsid w:val="00D97238"/>
    <w:rsid w:val="00DA15B3"/>
    <w:rsid w:val="00DA1C5B"/>
    <w:rsid w:val="00DA26E6"/>
    <w:rsid w:val="00DA26F3"/>
    <w:rsid w:val="00DA2D23"/>
    <w:rsid w:val="00DA3043"/>
    <w:rsid w:val="00DA37C9"/>
    <w:rsid w:val="00DA397B"/>
    <w:rsid w:val="00DA488B"/>
    <w:rsid w:val="00DA4D00"/>
    <w:rsid w:val="00DA4D29"/>
    <w:rsid w:val="00DA59B4"/>
    <w:rsid w:val="00DA6305"/>
    <w:rsid w:val="00DA65A6"/>
    <w:rsid w:val="00DA69D9"/>
    <w:rsid w:val="00DA700E"/>
    <w:rsid w:val="00DA7356"/>
    <w:rsid w:val="00DA73AA"/>
    <w:rsid w:val="00DB0509"/>
    <w:rsid w:val="00DB0CB7"/>
    <w:rsid w:val="00DB123C"/>
    <w:rsid w:val="00DB142D"/>
    <w:rsid w:val="00DB1640"/>
    <w:rsid w:val="00DB16ED"/>
    <w:rsid w:val="00DB1B09"/>
    <w:rsid w:val="00DB2ED5"/>
    <w:rsid w:val="00DB303B"/>
    <w:rsid w:val="00DB3B92"/>
    <w:rsid w:val="00DB453E"/>
    <w:rsid w:val="00DB46D3"/>
    <w:rsid w:val="00DB499E"/>
    <w:rsid w:val="00DB49F3"/>
    <w:rsid w:val="00DB49F9"/>
    <w:rsid w:val="00DB4C60"/>
    <w:rsid w:val="00DB52C9"/>
    <w:rsid w:val="00DB5301"/>
    <w:rsid w:val="00DB641E"/>
    <w:rsid w:val="00DB678A"/>
    <w:rsid w:val="00DB69E7"/>
    <w:rsid w:val="00DB71D4"/>
    <w:rsid w:val="00DB7415"/>
    <w:rsid w:val="00DB74FF"/>
    <w:rsid w:val="00DC08C9"/>
    <w:rsid w:val="00DC0F43"/>
    <w:rsid w:val="00DC15D1"/>
    <w:rsid w:val="00DC1D7F"/>
    <w:rsid w:val="00DC288A"/>
    <w:rsid w:val="00DC305B"/>
    <w:rsid w:val="00DC42EA"/>
    <w:rsid w:val="00DC4B83"/>
    <w:rsid w:val="00DC60C8"/>
    <w:rsid w:val="00DC6590"/>
    <w:rsid w:val="00DC7044"/>
    <w:rsid w:val="00DC7194"/>
    <w:rsid w:val="00DC796E"/>
    <w:rsid w:val="00DC7D57"/>
    <w:rsid w:val="00DD0B08"/>
    <w:rsid w:val="00DD1055"/>
    <w:rsid w:val="00DD1B63"/>
    <w:rsid w:val="00DD29F1"/>
    <w:rsid w:val="00DD2AD1"/>
    <w:rsid w:val="00DD339A"/>
    <w:rsid w:val="00DD3B1F"/>
    <w:rsid w:val="00DD3C39"/>
    <w:rsid w:val="00DD4166"/>
    <w:rsid w:val="00DD4EA8"/>
    <w:rsid w:val="00DD4F1E"/>
    <w:rsid w:val="00DD4F93"/>
    <w:rsid w:val="00DD5256"/>
    <w:rsid w:val="00DD5391"/>
    <w:rsid w:val="00DD545B"/>
    <w:rsid w:val="00DD57E6"/>
    <w:rsid w:val="00DD5ACC"/>
    <w:rsid w:val="00DD5DC9"/>
    <w:rsid w:val="00DD5DF8"/>
    <w:rsid w:val="00DD60ED"/>
    <w:rsid w:val="00DD622E"/>
    <w:rsid w:val="00DD6941"/>
    <w:rsid w:val="00DD6B4F"/>
    <w:rsid w:val="00DD7238"/>
    <w:rsid w:val="00DD7CC3"/>
    <w:rsid w:val="00DE02F3"/>
    <w:rsid w:val="00DE1CB6"/>
    <w:rsid w:val="00DE216B"/>
    <w:rsid w:val="00DE21BB"/>
    <w:rsid w:val="00DE25E6"/>
    <w:rsid w:val="00DE2883"/>
    <w:rsid w:val="00DE28C0"/>
    <w:rsid w:val="00DE2A73"/>
    <w:rsid w:val="00DE2CCD"/>
    <w:rsid w:val="00DE2D7F"/>
    <w:rsid w:val="00DE3135"/>
    <w:rsid w:val="00DE31AF"/>
    <w:rsid w:val="00DE34CD"/>
    <w:rsid w:val="00DE364E"/>
    <w:rsid w:val="00DE36C1"/>
    <w:rsid w:val="00DE3821"/>
    <w:rsid w:val="00DE3865"/>
    <w:rsid w:val="00DE3B97"/>
    <w:rsid w:val="00DE3EBA"/>
    <w:rsid w:val="00DE41D8"/>
    <w:rsid w:val="00DE4331"/>
    <w:rsid w:val="00DE4CBD"/>
    <w:rsid w:val="00DE4F5E"/>
    <w:rsid w:val="00DE531D"/>
    <w:rsid w:val="00DE5BAE"/>
    <w:rsid w:val="00DE6CC0"/>
    <w:rsid w:val="00DE7581"/>
    <w:rsid w:val="00DE7751"/>
    <w:rsid w:val="00DE7D9E"/>
    <w:rsid w:val="00DF070E"/>
    <w:rsid w:val="00DF111E"/>
    <w:rsid w:val="00DF1635"/>
    <w:rsid w:val="00DF1B0B"/>
    <w:rsid w:val="00DF209D"/>
    <w:rsid w:val="00DF235F"/>
    <w:rsid w:val="00DF23DB"/>
    <w:rsid w:val="00DF3A3A"/>
    <w:rsid w:val="00DF3B3C"/>
    <w:rsid w:val="00DF3F71"/>
    <w:rsid w:val="00DF4F6D"/>
    <w:rsid w:val="00DF528C"/>
    <w:rsid w:val="00DF5680"/>
    <w:rsid w:val="00DF6038"/>
    <w:rsid w:val="00DF6847"/>
    <w:rsid w:val="00DF691C"/>
    <w:rsid w:val="00DF75A1"/>
    <w:rsid w:val="00DF7EE1"/>
    <w:rsid w:val="00E002C4"/>
    <w:rsid w:val="00E004A5"/>
    <w:rsid w:val="00E01393"/>
    <w:rsid w:val="00E0144E"/>
    <w:rsid w:val="00E023A5"/>
    <w:rsid w:val="00E0332D"/>
    <w:rsid w:val="00E034AB"/>
    <w:rsid w:val="00E037F2"/>
    <w:rsid w:val="00E05BA2"/>
    <w:rsid w:val="00E05DE5"/>
    <w:rsid w:val="00E06294"/>
    <w:rsid w:val="00E0681A"/>
    <w:rsid w:val="00E06BA8"/>
    <w:rsid w:val="00E07184"/>
    <w:rsid w:val="00E07B47"/>
    <w:rsid w:val="00E105F7"/>
    <w:rsid w:val="00E10736"/>
    <w:rsid w:val="00E10999"/>
    <w:rsid w:val="00E112AB"/>
    <w:rsid w:val="00E1216B"/>
    <w:rsid w:val="00E1232F"/>
    <w:rsid w:val="00E1267E"/>
    <w:rsid w:val="00E135B0"/>
    <w:rsid w:val="00E135CB"/>
    <w:rsid w:val="00E13D54"/>
    <w:rsid w:val="00E1424C"/>
    <w:rsid w:val="00E1454B"/>
    <w:rsid w:val="00E14E10"/>
    <w:rsid w:val="00E153D5"/>
    <w:rsid w:val="00E15DDC"/>
    <w:rsid w:val="00E164C1"/>
    <w:rsid w:val="00E16BF8"/>
    <w:rsid w:val="00E17144"/>
    <w:rsid w:val="00E177BE"/>
    <w:rsid w:val="00E177EB"/>
    <w:rsid w:val="00E17B88"/>
    <w:rsid w:val="00E17D5C"/>
    <w:rsid w:val="00E17EDF"/>
    <w:rsid w:val="00E20196"/>
    <w:rsid w:val="00E202DE"/>
    <w:rsid w:val="00E20358"/>
    <w:rsid w:val="00E207CD"/>
    <w:rsid w:val="00E209D7"/>
    <w:rsid w:val="00E218DE"/>
    <w:rsid w:val="00E21B74"/>
    <w:rsid w:val="00E22F5F"/>
    <w:rsid w:val="00E24686"/>
    <w:rsid w:val="00E24798"/>
    <w:rsid w:val="00E248B7"/>
    <w:rsid w:val="00E24AD2"/>
    <w:rsid w:val="00E259C0"/>
    <w:rsid w:val="00E25D4A"/>
    <w:rsid w:val="00E26042"/>
    <w:rsid w:val="00E26FEE"/>
    <w:rsid w:val="00E2729C"/>
    <w:rsid w:val="00E2753C"/>
    <w:rsid w:val="00E276DB"/>
    <w:rsid w:val="00E278DB"/>
    <w:rsid w:val="00E27930"/>
    <w:rsid w:val="00E27A85"/>
    <w:rsid w:val="00E30458"/>
    <w:rsid w:val="00E30698"/>
    <w:rsid w:val="00E30D3E"/>
    <w:rsid w:val="00E3132E"/>
    <w:rsid w:val="00E31995"/>
    <w:rsid w:val="00E32082"/>
    <w:rsid w:val="00E32B15"/>
    <w:rsid w:val="00E33F7B"/>
    <w:rsid w:val="00E34C71"/>
    <w:rsid w:val="00E3560E"/>
    <w:rsid w:val="00E365E6"/>
    <w:rsid w:val="00E3684E"/>
    <w:rsid w:val="00E36DEF"/>
    <w:rsid w:val="00E36E8F"/>
    <w:rsid w:val="00E36EB5"/>
    <w:rsid w:val="00E37386"/>
    <w:rsid w:val="00E37794"/>
    <w:rsid w:val="00E37939"/>
    <w:rsid w:val="00E37D8D"/>
    <w:rsid w:val="00E37DCC"/>
    <w:rsid w:val="00E40A5A"/>
    <w:rsid w:val="00E4169C"/>
    <w:rsid w:val="00E417B7"/>
    <w:rsid w:val="00E419AF"/>
    <w:rsid w:val="00E419F9"/>
    <w:rsid w:val="00E41D15"/>
    <w:rsid w:val="00E4264E"/>
    <w:rsid w:val="00E433C9"/>
    <w:rsid w:val="00E43512"/>
    <w:rsid w:val="00E43E2B"/>
    <w:rsid w:val="00E440A0"/>
    <w:rsid w:val="00E44668"/>
    <w:rsid w:val="00E452CE"/>
    <w:rsid w:val="00E45486"/>
    <w:rsid w:val="00E45854"/>
    <w:rsid w:val="00E4624F"/>
    <w:rsid w:val="00E4640F"/>
    <w:rsid w:val="00E46FE9"/>
    <w:rsid w:val="00E47593"/>
    <w:rsid w:val="00E508AC"/>
    <w:rsid w:val="00E50DAF"/>
    <w:rsid w:val="00E50E72"/>
    <w:rsid w:val="00E510C8"/>
    <w:rsid w:val="00E51260"/>
    <w:rsid w:val="00E516F6"/>
    <w:rsid w:val="00E517FA"/>
    <w:rsid w:val="00E5277A"/>
    <w:rsid w:val="00E52E33"/>
    <w:rsid w:val="00E5315E"/>
    <w:rsid w:val="00E53200"/>
    <w:rsid w:val="00E53417"/>
    <w:rsid w:val="00E53FD5"/>
    <w:rsid w:val="00E5409D"/>
    <w:rsid w:val="00E54167"/>
    <w:rsid w:val="00E54288"/>
    <w:rsid w:val="00E55277"/>
    <w:rsid w:val="00E5677A"/>
    <w:rsid w:val="00E5751B"/>
    <w:rsid w:val="00E575D5"/>
    <w:rsid w:val="00E605E0"/>
    <w:rsid w:val="00E606C4"/>
    <w:rsid w:val="00E60852"/>
    <w:rsid w:val="00E61D85"/>
    <w:rsid w:val="00E63AB8"/>
    <w:rsid w:val="00E63B70"/>
    <w:rsid w:val="00E63F59"/>
    <w:rsid w:val="00E645A7"/>
    <w:rsid w:val="00E645E6"/>
    <w:rsid w:val="00E654AE"/>
    <w:rsid w:val="00E65687"/>
    <w:rsid w:val="00E65716"/>
    <w:rsid w:val="00E66043"/>
    <w:rsid w:val="00E66350"/>
    <w:rsid w:val="00E66916"/>
    <w:rsid w:val="00E669ED"/>
    <w:rsid w:val="00E66F38"/>
    <w:rsid w:val="00E67170"/>
    <w:rsid w:val="00E709B4"/>
    <w:rsid w:val="00E70E1D"/>
    <w:rsid w:val="00E713D1"/>
    <w:rsid w:val="00E7156F"/>
    <w:rsid w:val="00E71750"/>
    <w:rsid w:val="00E7192A"/>
    <w:rsid w:val="00E71EA6"/>
    <w:rsid w:val="00E72118"/>
    <w:rsid w:val="00E72393"/>
    <w:rsid w:val="00E7294B"/>
    <w:rsid w:val="00E72A6E"/>
    <w:rsid w:val="00E72EB9"/>
    <w:rsid w:val="00E72F53"/>
    <w:rsid w:val="00E73FA4"/>
    <w:rsid w:val="00E74610"/>
    <w:rsid w:val="00E74A77"/>
    <w:rsid w:val="00E75AE9"/>
    <w:rsid w:val="00E7662A"/>
    <w:rsid w:val="00E76BEE"/>
    <w:rsid w:val="00E80724"/>
    <w:rsid w:val="00E817F1"/>
    <w:rsid w:val="00E818FF"/>
    <w:rsid w:val="00E82493"/>
    <w:rsid w:val="00E827F7"/>
    <w:rsid w:val="00E82CBE"/>
    <w:rsid w:val="00E830EC"/>
    <w:rsid w:val="00E83394"/>
    <w:rsid w:val="00E835A5"/>
    <w:rsid w:val="00E841D6"/>
    <w:rsid w:val="00E84267"/>
    <w:rsid w:val="00E84815"/>
    <w:rsid w:val="00E84935"/>
    <w:rsid w:val="00E8530B"/>
    <w:rsid w:val="00E853F3"/>
    <w:rsid w:val="00E855C3"/>
    <w:rsid w:val="00E85757"/>
    <w:rsid w:val="00E859A1"/>
    <w:rsid w:val="00E85D81"/>
    <w:rsid w:val="00E85F1A"/>
    <w:rsid w:val="00E8649B"/>
    <w:rsid w:val="00E86518"/>
    <w:rsid w:val="00E86896"/>
    <w:rsid w:val="00E86B70"/>
    <w:rsid w:val="00E901B8"/>
    <w:rsid w:val="00E90A5F"/>
    <w:rsid w:val="00E90C93"/>
    <w:rsid w:val="00E90CF3"/>
    <w:rsid w:val="00E9126E"/>
    <w:rsid w:val="00E91622"/>
    <w:rsid w:val="00E91A24"/>
    <w:rsid w:val="00E928BC"/>
    <w:rsid w:val="00E929B3"/>
    <w:rsid w:val="00E92D05"/>
    <w:rsid w:val="00E939CB"/>
    <w:rsid w:val="00E93FD9"/>
    <w:rsid w:val="00E94F39"/>
    <w:rsid w:val="00E95779"/>
    <w:rsid w:val="00E9580A"/>
    <w:rsid w:val="00E96D47"/>
    <w:rsid w:val="00E96DA4"/>
    <w:rsid w:val="00E97738"/>
    <w:rsid w:val="00E97DFD"/>
    <w:rsid w:val="00EA06C7"/>
    <w:rsid w:val="00EA08D7"/>
    <w:rsid w:val="00EA0C2E"/>
    <w:rsid w:val="00EA14B9"/>
    <w:rsid w:val="00EA1606"/>
    <w:rsid w:val="00EA1C56"/>
    <w:rsid w:val="00EA1E88"/>
    <w:rsid w:val="00EA25BE"/>
    <w:rsid w:val="00EA2769"/>
    <w:rsid w:val="00EA2B74"/>
    <w:rsid w:val="00EA2DB4"/>
    <w:rsid w:val="00EA32D6"/>
    <w:rsid w:val="00EA3B73"/>
    <w:rsid w:val="00EA3CCA"/>
    <w:rsid w:val="00EA4061"/>
    <w:rsid w:val="00EA4930"/>
    <w:rsid w:val="00EA4A1F"/>
    <w:rsid w:val="00EA4ACD"/>
    <w:rsid w:val="00EA4BCE"/>
    <w:rsid w:val="00EA4E08"/>
    <w:rsid w:val="00EA54E4"/>
    <w:rsid w:val="00EB0239"/>
    <w:rsid w:val="00EB0402"/>
    <w:rsid w:val="00EB17A8"/>
    <w:rsid w:val="00EB24BA"/>
    <w:rsid w:val="00EB2EA3"/>
    <w:rsid w:val="00EB3269"/>
    <w:rsid w:val="00EB326B"/>
    <w:rsid w:val="00EB390C"/>
    <w:rsid w:val="00EB47C7"/>
    <w:rsid w:val="00EB4968"/>
    <w:rsid w:val="00EB507F"/>
    <w:rsid w:val="00EB5496"/>
    <w:rsid w:val="00EB5E28"/>
    <w:rsid w:val="00EB62D5"/>
    <w:rsid w:val="00EB7DB5"/>
    <w:rsid w:val="00EC00D6"/>
    <w:rsid w:val="00EC0203"/>
    <w:rsid w:val="00EC0BCA"/>
    <w:rsid w:val="00EC11BF"/>
    <w:rsid w:val="00EC1A3C"/>
    <w:rsid w:val="00EC26AB"/>
    <w:rsid w:val="00EC28D2"/>
    <w:rsid w:val="00EC32B9"/>
    <w:rsid w:val="00EC3BE9"/>
    <w:rsid w:val="00EC3DFB"/>
    <w:rsid w:val="00EC43D3"/>
    <w:rsid w:val="00EC4879"/>
    <w:rsid w:val="00EC4A8F"/>
    <w:rsid w:val="00EC534A"/>
    <w:rsid w:val="00EC568C"/>
    <w:rsid w:val="00EC569C"/>
    <w:rsid w:val="00EC5C88"/>
    <w:rsid w:val="00EC5D1C"/>
    <w:rsid w:val="00EC5F92"/>
    <w:rsid w:val="00EC61C7"/>
    <w:rsid w:val="00EC6836"/>
    <w:rsid w:val="00EC6C60"/>
    <w:rsid w:val="00EC7341"/>
    <w:rsid w:val="00EC74CB"/>
    <w:rsid w:val="00ED0075"/>
    <w:rsid w:val="00ED044B"/>
    <w:rsid w:val="00ED05D4"/>
    <w:rsid w:val="00ED082B"/>
    <w:rsid w:val="00ED0BCF"/>
    <w:rsid w:val="00ED14F1"/>
    <w:rsid w:val="00ED1942"/>
    <w:rsid w:val="00ED2012"/>
    <w:rsid w:val="00ED216D"/>
    <w:rsid w:val="00ED241F"/>
    <w:rsid w:val="00ED2B59"/>
    <w:rsid w:val="00ED2F7F"/>
    <w:rsid w:val="00ED312E"/>
    <w:rsid w:val="00ED3883"/>
    <w:rsid w:val="00ED44D6"/>
    <w:rsid w:val="00ED49D6"/>
    <w:rsid w:val="00ED4DE7"/>
    <w:rsid w:val="00ED56D0"/>
    <w:rsid w:val="00ED5AC0"/>
    <w:rsid w:val="00ED656B"/>
    <w:rsid w:val="00ED6606"/>
    <w:rsid w:val="00ED7746"/>
    <w:rsid w:val="00ED7BBD"/>
    <w:rsid w:val="00EE02A0"/>
    <w:rsid w:val="00EE04E7"/>
    <w:rsid w:val="00EE06C1"/>
    <w:rsid w:val="00EE0AA5"/>
    <w:rsid w:val="00EE1600"/>
    <w:rsid w:val="00EE19DC"/>
    <w:rsid w:val="00EE2785"/>
    <w:rsid w:val="00EE3635"/>
    <w:rsid w:val="00EE3B31"/>
    <w:rsid w:val="00EE4BDC"/>
    <w:rsid w:val="00EE54FA"/>
    <w:rsid w:val="00EE57A1"/>
    <w:rsid w:val="00EE582D"/>
    <w:rsid w:val="00EE607F"/>
    <w:rsid w:val="00EE654D"/>
    <w:rsid w:val="00EE6711"/>
    <w:rsid w:val="00EE6A28"/>
    <w:rsid w:val="00EE6DD1"/>
    <w:rsid w:val="00EE6F9E"/>
    <w:rsid w:val="00EE72D0"/>
    <w:rsid w:val="00EE786A"/>
    <w:rsid w:val="00EE7E43"/>
    <w:rsid w:val="00EF0145"/>
    <w:rsid w:val="00EF0704"/>
    <w:rsid w:val="00EF0DA9"/>
    <w:rsid w:val="00EF1385"/>
    <w:rsid w:val="00EF159B"/>
    <w:rsid w:val="00EF18E2"/>
    <w:rsid w:val="00EF1C30"/>
    <w:rsid w:val="00EF20A6"/>
    <w:rsid w:val="00EF24A8"/>
    <w:rsid w:val="00EF2586"/>
    <w:rsid w:val="00EF3319"/>
    <w:rsid w:val="00EF37C8"/>
    <w:rsid w:val="00EF3F89"/>
    <w:rsid w:val="00EF49C0"/>
    <w:rsid w:val="00EF60BC"/>
    <w:rsid w:val="00EF65C7"/>
    <w:rsid w:val="00EF69FA"/>
    <w:rsid w:val="00EF7568"/>
    <w:rsid w:val="00EF7C29"/>
    <w:rsid w:val="00F0132F"/>
    <w:rsid w:val="00F015AD"/>
    <w:rsid w:val="00F020F1"/>
    <w:rsid w:val="00F02730"/>
    <w:rsid w:val="00F02B21"/>
    <w:rsid w:val="00F031D3"/>
    <w:rsid w:val="00F0402E"/>
    <w:rsid w:val="00F045D5"/>
    <w:rsid w:val="00F05C40"/>
    <w:rsid w:val="00F05F4A"/>
    <w:rsid w:val="00F0603B"/>
    <w:rsid w:val="00F06265"/>
    <w:rsid w:val="00F06916"/>
    <w:rsid w:val="00F0761F"/>
    <w:rsid w:val="00F077CF"/>
    <w:rsid w:val="00F07E8A"/>
    <w:rsid w:val="00F1068E"/>
    <w:rsid w:val="00F10D88"/>
    <w:rsid w:val="00F10FA5"/>
    <w:rsid w:val="00F11329"/>
    <w:rsid w:val="00F113F4"/>
    <w:rsid w:val="00F11F51"/>
    <w:rsid w:val="00F12463"/>
    <w:rsid w:val="00F129E4"/>
    <w:rsid w:val="00F12AF9"/>
    <w:rsid w:val="00F12C92"/>
    <w:rsid w:val="00F12EEB"/>
    <w:rsid w:val="00F12F11"/>
    <w:rsid w:val="00F13536"/>
    <w:rsid w:val="00F13C69"/>
    <w:rsid w:val="00F14C75"/>
    <w:rsid w:val="00F14DCE"/>
    <w:rsid w:val="00F15116"/>
    <w:rsid w:val="00F15202"/>
    <w:rsid w:val="00F154AD"/>
    <w:rsid w:val="00F1554A"/>
    <w:rsid w:val="00F156FD"/>
    <w:rsid w:val="00F156FE"/>
    <w:rsid w:val="00F16007"/>
    <w:rsid w:val="00F1658F"/>
    <w:rsid w:val="00F166D9"/>
    <w:rsid w:val="00F1695A"/>
    <w:rsid w:val="00F17A6E"/>
    <w:rsid w:val="00F20334"/>
    <w:rsid w:val="00F20549"/>
    <w:rsid w:val="00F205F7"/>
    <w:rsid w:val="00F20847"/>
    <w:rsid w:val="00F20DD9"/>
    <w:rsid w:val="00F2130B"/>
    <w:rsid w:val="00F2209F"/>
    <w:rsid w:val="00F224C6"/>
    <w:rsid w:val="00F24D76"/>
    <w:rsid w:val="00F256E2"/>
    <w:rsid w:val="00F25A43"/>
    <w:rsid w:val="00F25A80"/>
    <w:rsid w:val="00F261D2"/>
    <w:rsid w:val="00F2638D"/>
    <w:rsid w:val="00F26883"/>
    <w:rsid w:val="00F269E7"/>
    <w:rsid w:val="00F26E3E"/>
    <w:rsid w:val="00F27191"/>
    <w:rsid w:val="00F279F9"/>
    <w:rsid w:val="00F301D7"/>
    <w:rsid w:val="00F303E5"/>
    <w:rsid w:val="00F310EE"/>
    <w:rsid w:val="00F31818"/>
    <w:rsid w:val="00F32137"/>
    <w:rsid w:val="00F33139"/>
    <w:rsid w:val="00F331EB"/>
    <w:rsid w:val="00F33B42"/>
    <w:rsid w:val="00F34441"/>
    <w:rsid w:val="00F34442"/>
    <w:rsid w:val="00F3476D"/>
    <w:rsid w:val="00F347BF"/>
    <w:rsid w:val="00F34ACD"/>
    <w:rsid w:val="00F350BB"/>
    <w:rsid w:val="00F35191"/>
    <w:rsid w:val="00F35219"/>
    <w:rsid w:val="00F356FA"/>
    <w:rsid w:val="00F358DC"/>
    <w:rsid w:val="00F359F8"/>
    <w:rsid w:val="00F35A64"/>
    <w:rsid w:val="00F3706C"/>
    <w:rsid w:val="00F37135"/>
    <w:rsid w:val="00F372EB"/>
    <w:rsid w:val="00F37C0E"/>
    <w:rsid w:val="00F37D28"/>
    <w:rsid w:val="00F411BD"/>
    <w:rsid w:val="00F41A69"/>
    <w:rsid w:val="00F41F20"/>
    <w:rsid w:val="00F42849"/>
    <w:rsid w:val="00F43491"/>
    <w:rsid w:val="00F44122"/>
    <w:rsid w:val="00F44518"/>
    <w:rsid w:val="00F4461D"/>
    <w:rsid w:val="00F45045"/>
    <w:rsid w:val="00F45612"/>
    <w:rsid w:val="00F45B1B"/>
    <w:rsid w:val="00F47B54"/>
    <w:rsid w:val="00F50AA5"/>
    <w:rsid w:val="00F52238"/>
    <w:rsid w:val="00F526D2"/>
    <w:rsid w:val="00F52A89"/>
    <w:rsid w:val="00F52E8F"/>
    <w:rsid w:val="00F533D5"/>
    <w:rsid w:val="00F5352B"/>
    <w:rsid w:val="00F53C08"/>
    <w:rsid w:val="00F53EAB"/>
    <w:rsid w:val="00F53F5E"/>
    <w:rsid w:val="00F5414F"/>
    <w:rsid w:val="00F54721"/>
    <w:rsid w:val="00F54772"/>
    <w:rsid w:val="00F555AD"/>
    <w:rsid w:val="00F558F7"/>
    <w:rsid w:val="00F55B5D"/>
    <w:rsid w:val="00F55C99"/>
    <w:rsid w:val="00F55F8D"/>
    <w:rsid w:val="00F56E84"/>
    <w:rsid w:val="00F570AE"/>
    <w:rsid w:val="00F57307"/>
    <w:rsid w:val="00F60258"/>
    <w:rsid w:val="00F603EB"/>
    <w:rsid w:val="00F60A20"/>
    <w:rsid w:val="00F60BC5"/>
    <w:rsid w:val="00F60C82"/>
    <w:rsid w:val="00F60DC5"/>
    <w:rsid w:val="00F616F4"/>
    <w:rsid w:val="00F61F55"/>
    <w:rsid w:val="00F626EF"/>
    <w:rsid w:val="00F63323"/>
    <w:rsid w:val="00F6438D"/>
    <w:rsid w:val="00F649BB"/>
    <w:rsid w:val="00F64B0F"/>
    <w:rsid w:val="00F66E3F"/>
    <w:rsid w:val="00F674BE"/>
    <w:rsid w:val="00F67806"/>
    <w:rsid w:val="00F70436"/>
    <w:rsid w:val="00F70D01"/>
    <w:rsid w:val="00F714BE"/>
    <w:rsid w:val="00F72887"/>
    <w:rsid w:val="00F73621"/>
    <w:rsid w:val="00F73A24"/>
    <w:rsid w:val="00F73F18"/>
    <w:rsid w:val="00F75584"/>
    <w:rsid w:val="00F75816"/>
    <w:rsid w:val="00F7586B"/>
    <w:rsid w:val="00F7658E"/>
    <w:rsid w:val="00F76CFD"/>
    <w:rsid w:val="00F77100"/>
    <w:rsid w:val="00F7730D"/>
    <w:rsid w:val="00F7758B"/>
    <w:rsid w:val="00F775EA"/>
    <w:rsid w:val="00F77907"/>
    <w:rsid w:val="00F805E6"/>
    <w:rsid w:val="00F80E5F"/>
    <w:rsid w:val="00F81913"/>
    <w:rsid w:val="00F82160"/>
    <w:rsid w:val="00F82A44"/>
    <w:rsid w:val="00F82DE9"/>
    <w:rsid w:val="00F83929"/>
    <w:rsid w:val="00F83B57"/>
    <w:rsid w:val="00F83EC7"/>
    <w:rsid w:val="00F842C9"/>
    <w:rsid w:val="00F84D4C"/>
    <w:rsid w:val="00F85010"/>
    <w:rsid w:val="00F85055"/>
    <w:rsid w:val="00F86256"/>
    <w:rsid w:val="00F864CC"/>
    <w:rsid w:val="00F866F3"/>
    <w:rsid w:val="00F8675A"/>
    <w:rsid w:val="00F875B1"/>
    <w:rsid w:val="00F876CA"/>
    <w:rsid w:val="00F9077B"/>
    <w:rsid w:val="00F90BC9"/>
    <w:rsid w:val="00F914A3"/>
    <w:rsid w:val="00F9189B"/>
    <w:rsid w:val="00F923E9"/>
    <w:rsid w:val="00F92E8B"/>
    <w:rsid w:val="00F941D8"/>
    <w:rsid w:val="00F953F3"/>
    <w:rsid w:val="00F95423"/>
    <w:rsid w:val="00F9592A"/>
    <w:rsid w:val="00F959D2"/>
    <w:rsid w:val="00F964E4"/>
    <w:rsid w:val="00F96702"/>
    <w:rsid w:val="00F96C3C"/>
    <w:rsid w:val="00F9789A"/>
    <w:rsid w:val="00F97C40"/>
    <w:rsid w:val="00F97D1A"/>
    <w:rsid w:val="00FA0717"/>
    <w:rsid w:val="00FA1713"/>
    <w:rsid w:val="00FA23CB"/>
    <w:rsid w:val="00FA2AA1"/>
    <w:rsid w:val="00FA2C4B"/>
    <w:rsid w:val="00FA346E"/>
    <w:rsid w:val="00FA3ABD"/>
    <w:rsid w:val="00FA4880"/>
    <w:rsid w:val="00FA565F"/>
    <w:rsid w:val="00FA60E1"/>
    <w:rsid w:val="00FA656C"/>
    <w:rsid w:val="00FA72BD"/>
    <w:rsid w:val="00FA7501"/>
    <w:rsid w:val="00FA79E1"/>
    <w:rsid w:val="00FA7BE7"/>
    <w:rsid w:val="00FB030F"/>
    <w:rsid w:val="00FB0982"/>
    <w:rsid w:val="00FB0B18"/>
    <w:rsid w:val="00FB111A"/>
    <w:rsid w:val="00FB11AA"/>
    <w:rsid w:val="00FB1A07"/>
    <w:rsid w:val="00FB3614"/>
    <w:rsid w:val="00FB41C7"/>
    <w:rsid w:val="00FB4384"/>
    <w:rsid w:val="00FB45C7"/>
    <w:rsid w:val="00FB4662"/>
    <w:rsid w:val="00FB480C"/>
    <w:rsid w:val="00FB48C5"/>
    <w:rsid w:val="00FB4F0A"/>
    <w:rsid w:val="00FB6032"/>
    <w:rsid w:val="00FB681F"/>
    <w:rsid w:val="00FB70DC"/>
    <w:rsid w:val="00FB76E1"/>
    <w:rsid w:val="00FB7761"/>
    <w:rsid w:val="00FC033C"/>
    <w:rsid w:val="00FC0C56"/>
    <w:rsid w:val="00FC21FA"/>
    <w:rsid w:val="00FC2CDD"/>
    <w:rsid w:val="00FC37AE"/>
    <w:rsid w:val="00FC38D6"/>
    <w:rsid w:val="00FC4338"/>
    <w:rsid w:val="00FC4739"/>
    <w:rsid w:val="00FC4788"/>
    <w:rsid w:val="00FC4E5D"/>
    <w:rsid w:val="00FC50AD"/>
    <w:rsid w:val="00FC50C1"/>
    <w:rsid w:val="00FC5884"/>
    <w:rsid w:val="00FC61EC"/>
    <w:rsid w:val="00FC68A6"/>
    <w:rsid w:val="00FC6A8D"/>
    <w:rsid w:val="00FD0827"/>
    <w:rsid w:val="00FD109B"/>
    <w:rsid w:val="00FD10C5"/>
    <w:rsid w:val="00FD1235"/>
    <w:rsid w:val="00FD13A5"/>
    <w:rsid w:val="00FD1953"/>
    <w:rsid w:val="00FD1AD8"/>
    <w:rsid w:val="00FD1FB0"/>
    <w:rsid w:val="00FD2450"/>
    <w:rsid w:val="00FD2B33"/>
    <w:rsid w:val="00FD36EC"/>
    <w:rsid w:val="00FD42C6"/>
    <w:rsid w:val="00FD4308"/>
    <w:rsid w:val="00FD52BD"/>
    <w:rsid w:val="00FD55F0"/>
    <w:rsid w:val="00FD5850"/>
    <w:rsid w:val="00FD5B63"/>
    <w:rsid w:val="00FD601F"/>
    <w:rsid w:val="00FD6105"/>
    <w:rsid w:val="00FD6243"/>
    <w:rsid w:val="00FD6720"/>
    <w:rsid w:val="00FD6907"/>
    <w:rsid w:val="00FD6D2D"/>
    <w:rsid w:val="00FD6E94"/>
    <w:rsid w:val="00FD7557"/>
    <w:rsid w:val="00FD7BC6"/>
    <w:rsid w:val="00FD7D1E"/>
    <w:rsid w:val="00FD7DED"/>
    <w:rsid w:val="00FE0794"/>
    <w:rsid w:val="00FE19BE"/>
    <w:rsid w:val="00FE19C6"/>
    <w:rsid w:val="00FE231F"/>
    <w:rsid w:val="00FE3279"/>
    <w:rsid w:val="00FE3C5A"/>
    <w:rsid w:val="00FE3FB6"/>
    <w:rsid w:val="00FE410A"/>
    <w:rsid w:val="00FE5065"/>
    <w:rsid w:val="00FE58CC"/>
    <w:rsid w:val="00FE5F3B"/>
    <w:rsid w:val="00FE641F"/>
    <w:rsid w:val="00FE6A93"/>
    <w:rsid w:val="00FE6D51"/>
    <w:rsid w:val="00FE78F3"/>
    <w:rsid w:val="00FE7D24"/>
    <w:rsid w:val="00FF0A6A"/>
    <w:rsid w:val="00FF0A87"/>
    <w:rsid w:val="00FF10B9"/>
    <w:rsid w:val="00FF1273"/>
    <w:rsid w:val="00FF1EF3"/>
    <w:rsid w:val="00FF23B3"/>
    <w:rsid w:val="00FF23C9"/>
    <w:rsid w:val="00FF2CAE"/>
    <w:rsid w:val="00FF3098"/>
    <w:rsid w:val="00FF3216"/>
    <w:rsid w:val="00FF3D29"/>
    <w:rsid w:val="00FF44E5"/>
    <w:rsid w:val="00FF508B"/>
    <w:rsid w:val="00FF5121"/>
    <w:rsid w:val="00FF60DF"/>
    <w:rsid w:val="00FF63C7"/>
    <w:rsid w:val="00FF66D6"/>
    <w:rsid w:val="00FF704C"/>
    <w:rsid w:val="00FF7753"/>
    <w:rsid w:val="00FF7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677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E7564"/>
    <w:pPr>
      <w:keepNext/>
      <w:outlineLvl w:val="0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E7564"/>
    <w:rPr>
      <w:rFonts w:cs="Times New Roman"/>
      <w:sz w:val="28"/>
      <w:szCs w:val="28"/>
      <w:lang w:val="uk-UA" w:eastAsia="ru-RU" w:bidi="ar-SA"/>
    </w:rPr>
  </w:style>
  <w:style w:type="paragraph" w:styleId="BodyTextIndent">
    <w:name w:val="Body Text Indent"/>
    <w:basedOn w:val="Normal"/>
    <w:link w:val="BodyTextIndentChar"/>
    <w:uiPriority w:val="99"/>
    <w:rsid w:val="006852B9"/>
    <w:pPr>
      <w:ind w:firstLine="720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17A6E"/>
    <w:rPr>
      <w:rFonts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030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17A6E"/>
    <w:rPr>
      <w:rFonts w:cs="Times New Roman"/>
      <w:sz w:val="2"/>
      <w:lang w:val="ru-RU" w:eastAsia="ru-RU"/>
    </w:rPr>
  </w:style>
  <w:style w:type="table" w:styleId="TableGrid">
    <w:name w:val="Table Grid"/>
    <w:basedOn w:val="TableNormal"/>
    <w:uiPriority w:val="99"/>
    <w:rsid w:val="005F193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703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96CE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96CE1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96CE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96CE1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EE786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E786A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5C1CD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5C1CDB"/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51540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1540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1540F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154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1540F"/>
    <w:rPr>
      <w:b/>
      <w:bCs/>
    </w:rPr>
  </w:style>
  <w:style w:type="paragraph" w:styleId="Title">
    <w:name w:val="Title"/>
    <w:basedOn w:val="Normal"/>
    <w:link w:val="TitleChar"/>
    <w:uiPriority w:val="99"/>
    <w:qFormat/>
    <w:rsid w:val="003A4440"/>
    <w:pPr>
      <w:jc w:val="center"/>
    </w:pPr>
    <w:rPr>
      <w:sz w:val="28"/>
      <w:szCs w:val="20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3A4440"/>
    <w:rPr>
      <w:rFonts w:cs="Times New Roman"/>
      <w:sz w:val="28"/>
      <w:lang w:val="uk-UA"/>
    </w:rPr>
  </w:style>
  <w:style w:type="paragraph" w:customStyle="1" w:styleId="a">
    <w:name w:val="Знак Знак Знак Знак"/>
    <w:basedOn w:val="Normal"/>
    <w:uiPriority w:val="99"/>
    <w:rsid w:val="003A4440"/>
    <w:rPr>
      <w:rFonts w:ascii="Verdana" w:hAnsi="Verdana" w:cs="Verdan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DD5391"/>
    <w:pPr>
      <w:spacing w:before="100" w:beforeAutospacing="1" w:after="100" w:afterAutospacing="1"/>
    </w:pPr>
    <w:rPr>
      <w:lang w:val="uk-UA" w:eastAsia="uk-UA"/>
    </w:rPr>
  </w:style>
  <w:style w:type="paragraph" w:customStyle="1" w:styleId="1">
    <w:name w:val="Абзац списка1"/>
    <w:basedOn w:val="Normal"/>
    <w:uiPriority w:val="99"/>
    <w:rsid w:val="00C27CBC"/>
    <w:pPr>
      <w:ind w:left="720"/>
      <w:contextualSpacing/>
    </w:pPr>
  </w:style>
  <w:style w:type="paragraph" w:customStyle="1" w:styleId="10">
    <w:name w:val="Без интервала1"/>
    <w:uiPriority w:val="99"/>
    <w:rsid w:val="008A69FB"/>
    <w:rPr>
      <w:rFonts w:ascii="Calibri" w:hAnsi="Calibri"/>
      <w:lang w:val="ru-RU"/>
    </w:rPr>
  </w:style>
  <w:style w:type="paragraph" w:styleId="BodyText2">
    <w:name w:val="Body Text 2"/>
    <w:basedOn w:val="Normal"/>
    <w:link w:val="BodyText2Char"/>
    <w:uiPriority w:val="99"/>
    <w:rsid w:val="00E7294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F4388"/>
    <w:rPr>
      <w:rFonts w:cs="Times New Roman"/>
      <w:sz w:val="24"/>
      <w:szCs w:val="24"/>
      <w:lang w:val="ru-RU" w:eastAsia="ru-RU"/>
    </w:rPr>
  </w:style>
  <w:style w:type="paragraph" w:styleId="NoSpacing">
    <w:name w:val="No Spacing"/>
    <w:uiPriority w:val="99"/>
    <w:qFormat/>
    <w:rsid w:val="000274BC"/>
    <w:rPr>
      <w:rFonts w:ascii="Calibri" w:hAnsi="Calibri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894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10</Pages>
  <Words>4127</Words>
  <Characters>23529</Characters>
  <Application>Microsoft Office Outlook</Application>
  <DocSecurity>0</DocSecurity>
  <Lines>0</Lines>
  <Paragraphs>0</Paragraphs>
  <ScaleCrop>false</ScaleCrop>
  <Company>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subject/>
  <dc:creator>WW</dc:creator>
  <cp:keywords/>
  <dc:description/>
  <cp:lastModifiedBy>Пользователь Windows</cp:lastModifiedBy>
  <cp:revision>3</cp:revision>
  <cp:lastPrinted>2020-06-24T13:29:00Z</cp:lastPrinted>
  <dcterms:created xsi:type="dcterms:W3CDTF">2020-06-30T09:50:00Z</dcterms:created>
  <dcterms:modified xsi:type="dcterms:W3CDTF">2020-06-30T09:53:00Z</dcterms:modified>
</cp:coreProperties>
</file>