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1C5" w:rsidRPr="00E515D7" w:rsidRDefault="000E21C5" w:rsidP="00122337">
      <w:pPr>
        <w:pStyle w:val="Heading1"/>
        <w:jc w:val="left"/>
        <w:rPr>
          <w:i/>
          <w:szCs w:val="24"/>
          <w:lang w:val="ru-RU"/>
        </w:rPr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00.65pt;margin-top:-41.2pt;width:27.55pt;height:35.3pt;z-index:251658240;visibility:visible" filled="t" fillcolor="red" stroked="t" strokecolor="white">
            <v:imagedata r:id="rId5" o:title="" gain="546133f" blacklevel="-11796f"/>
          </v:shape>
        </w:pic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ru-RU"/>
        </w:rPr>
        <w:t xml:space="preserve">    </w:t>
      </w:r>
      <w:r w:rsidRPr="00D00CB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       </w:t>
      </w:r>
      <w:r w:rsidRPr="004716B4">
        <w:rPr>
          <w:sz w:val="28"/>
          <w:szCs w:val="28"/>
        </w:rPr>
        <w:t>МАРКІВСЬКА СЕЛИЩНА РАДА</w:t>
      </w:r>
      <w:r>
        <w:rPr>
          <w:sz w:val="28"/>
          <w:szCs w:val="28"/>
        </w:rPr>
        <w:t xml:space="preserve">     </w:t>
      </w:r>
      <w:r w:rsidRPr="00D00CBF">
        <w:rPr>
          <w:sz w:val="28"/>
          <w:szCs w:val="28"/>
          <w:lang w:val="ru-RU"/>
        </w:rPr>
        <w:t xml:space="preserve">     </w:t>
      </w:r>
      <w:r>
        <w:rPr>
          <w:sz w:val="28"/>
          <w:szCs w:val="28"/>
        </w:rPr>
        <w:t xml:space="preserve">                 </w:t>
      </w:r>
    </w:p>
    <w:p w:rsidR="000E21C5" w:rsidRPr="004716B4" w:rsidRDefault="000E21C5" w:rsidP="00112AA2">
      <w:pPr>
        <w:pStyle w:val="Heading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</w:t>
      </w:r>
      <w:r w:rsidRPr="00A62CBB">
        <w:rPr>
          <w:sz w:val="28"/>
          <w:szCs w:val="28"/>
          <w:lang w:val="ru-RU"/>
        </w:rPr>
        <w:t xml:space="preserve"> </w:t>
      </w:r>
      <w:r w:rsidRPr="004716B4">
        <w:rPr>
          <w:sz w:val="28"/>
          <w:szCs w:val="28"/>
        </w:rPr>
        <w:t>ЛУГАНСЬКОЇ ОБЛАСТІ</w:t>
      </w:r>
    </w:p>
    <w:p w:rsidR="000E21C5" w:rsidRPr="00716B1B" w:rsidRDefault="000E21C5" w:rsidP="00716B1B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3D4C27">
        <w:rPr>
          <w:b/>
          <w:bCs/>
          <w:sz w:val="28"/>
          <w:szCs w:val="28"/>
        </w:rPr>
        <w:t>2</w:t>
      </w:r>
      <w:r w:rsidRPr="008E5564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СЕСІЯ 7 </w:t>
      </w:r>
      <w:r w:rsidRPr="004716B4">
        <w:rPr>
          <w:b/>
          <w:bCs/>
          <w:sz w:val="28"/>
          <w:szCs w:val="28"/>
          <w:lang w:val="uk-UA"/>
        </w:rPr>
        <w:t>СКЛИКАННЯ</w:t>
      </w:r>
    </w:p>
    <w:p w:rsidR="000E21C5" w:rsidRPr="004716B4" w:rsidRDefault="000E21C5" w:rsidP="00112AA2">
      <w:pPr>
        <w:pStyle w:val="BodyText2"/>
        <w:jc w:val="both"/>
        <w:rPr>
          <w:bCs/>
          <w:szCs w:val="24"/>
        </w:rPr>
      </w:pPr>
      <w:bookmarkStart w:id="0" w:name="_GoBack"/>
      <w:bookmarkEnd w:id="0"/>
      <w:r>
        <w:rPr>
          <w:bCs/>
          <w:szCs w:val="24"/>
          <w:lang w:val="ru-RU"/>
        </w:rPr>
        <w:t xml:space="preserve">25  </w:t>
      </w:r>
      <w:r>
        <w:rPr>
          <w:bCs/>
          <w:szCs w:val="24"/>
        </w:rPr>
        <w:t xml:space="preserve">лютого </w:t>
      </w:r>
      <w:r w:rsidRPr="008E5564">
        <w:rPr>
          <w:bCs/>
          <w:szCs w:val="24"/>
        </w:rPr>
        <w:t xml:space="preserve"> </w:t>
      </w:r>
      <w:r>
        <w:rPr>
          <w:bCs/>
          <w:szCs w:val="24"/>
        </w:rPr>
        <w:t>2020</w:t>
      </w:r>
      <w:r w:rsidRPr="004716B4">
        <w:rPr>
          <w:bCs/>
          <w:szCs w:val="24"/>
        </w:rPr>
        <w:t xml:space="preserve"> року</w:t>
      </w:r>
    </w:p>
    <w:p w:rsidR="000E21C5" w:rsidRPr="008E5564" w:rsidRDefault="000E21C5" w:rsidP="00112AA2">
      <w:pPr>
        <w:pStyle w:val="BodyText2"/>
        <w:jc w:val="both"/>
        <w:rPr>
          <w:bCs/>
          <w:szCs w:val="24"/>
        </w:rPr>
      </w:pPr>
      <w:r w:rsidRPr="004716B4">
        <w:rPr>
          <w:bCs/>
          <w:szCs w:val="24"/>
        </w:rPr>
        <w:t>смт. Марківка</w:t>
      </w:r>
      <w:r w:rsidRPr="004716B4">
        <w:rPr>
          <w:bCs/>
          <w:sz w:val="28"/>
          <w:szCs w:val="28"/>
        </w:rPr>
        <w:t xml:space="preserve">                    </w:t>
      </w:r>
      <w:r w:rsidRPr="008E5564">
        <w:rPr>
          <w:bCs/>
          <w:sz w:val="28"/>
          <w:szCs w:val="28"/>
        </w:rPr>
        <w:t xml:space="preserve">      </w:t>
      </w:r>
      <w:r w:rsidRPr="004716B4">
        <w:rPr>
          <w:bCs/>
          <w:sz w:val="28"/>
          <w:szCs w:val="28"/>
        </w:rPr>
        <w:t xml:space="preserve">  Рішення                         </w:t>
      </w:r>
      <w:r w:rsidRPr="008E5564">
        <w:rPr>
          <w:bCs/>
          <w:sz w:val="28"/>
          <w:szCs w:val="28"/>
        </w:rPr>
        <w:t xml:space="preserve">          </w:t>
      </w:r>
      <w:r>
        <w:rPr>
          <w:bCs/>
          <w:szCs w:val="24"/>
        </w:rPr>
        <w:t>№ 1</w:t>
      </w:r>
      <w:r w:rsidRPr="00122337">
        <w:rPr>
          <w:bCs/>
          <w:szCs w:val="24"/>
        </w:rPr>
        <w:t>2</w:t>
      </w:r>
      <w:r w:rsidRPr="008E5564">
        <w:rPr>
          <w:bCs/>
          <w:szCs w:val="24"/>
        </w:rPr>
        <w:t xml:space="preserve"> – </w:t>
      </w:r>
      <w:r>
        <w:rPr>
          <w:bCs/>
          <w:szCs w:val="24"/>
          <w:lang w:val="ru-RU"/>
        </w:rPr>
        <w:t>4</w:t>
      </w:r>
      <w:r w:rsidRPr="00B90D93">
        <w:rPr>
          <w:bCs/>
          <w:szCs w:val="24"/>
          <w:lang w:val="ru-RU"/>
        </w:rPr>
        <w:t>4</w:t>
      </w:r>
      <w:r w:rsidRPr="008E5564">
        <w:rPr>
          <w:bCs/>
          <w:szCs w:val="24"/>
        </w:rPr>
        <w:t>/</w:t>
      </w:r>
      <w:r>
        <w:rPr>
          <w:bCs/>
          <w:szCs w:val="24"/>
        </w:rPr>
        <w:t>2020</w:t>
      </w:r>
    </w:p>
    <w:tbl>
      <w:tblPr>
        <w:tblW w:w="0" w:type="auto"/>
        <w:tblLook w:val="00A0"/>
      </w:tblPr>
      <w:tblGrid>
        <w:gridCol w:w="4943"/>
      </w:tblGrid>
      <w:tr w:rsidR="000E21C5" w:rsidRPr="00AA045A" w:rsidTr="00C960F4">
        <w:trPr>
          <w:trHeight w:val="1156"/>
        </w:trPr>
        <w:tc>
          <w:tcPr>
            <w:tcW w:w="4943" w:type="dxa"/>
          </w:tcPr>
          <w:p w:rsidR="000E21C5" w:rsidRPr="00C960F4" w:rsidRDefault="000E21C5" w:rsidP="00C960F4">
            <w:pPr>
              <w:pStyle w:val="BodyText2"/>
              <w:jc w:val="both"/>
              <w:rPr>
                <w:b w:val="0"/>
                <w:bCs/>
                <w:szCs w:val="24"/>
              </w:rPr>
            </w:pPr>
          </w:p>
          <w:p w:rsidR="000E21C5" w:rsidRPr="00C960F4" w:rsidRDefault="000E21C5" w:rsidP="00C960F4">
            <w:pPr>
              <w:pStyle w:val="BodyText2"/>
              <w:jc w:val="both"/>
              <w:rPr>
                <w:b w:val="0"/>
                <w:bCs/>
                <w:szCs w:val="24"/>
              </w:rPr>
            </w:pPr>
            <w:r w:rsidRPr="00C960F4">
              <w:rPr>
                <w:b w:val="0"/>
                <w:bCs/>
                <w:szCs w:val="24"/>
              </w:rPr>
              <w:t>Про внесення змін до рішення 29 сесії 4 скликання № 29/7 від 14.03.2006 року «Про передачу у власність земельних ділянок для обслуговування житлового будинку, господарських будівель та споруд і ведення особистого селянського господарства громадянам – жителям смт. Марківка».</w:t>
            </w:r>
          </w:p>
        </w:tc>
      </w:tr>
    </w:tbl>
    <w:p w:rsidR="000E21C5" w:rsidRPr="001B6AAA" w:rsidRDefault="000E21C5" w:rsidP="00716B1B">
      <w:pPr>
        <w:pStyle w:val="BodyText2"/>
        <w:jc w:val="both"/>
        <w:rPr>
          <w:b w:val="0"/>
          <w:szCs w:val="24"/>
        </w:rPr>
      </w:pPr>
    </w:p>
    <w:p w:rsidR="000E21C5" w:rsidRPr="00E3024F" w:rsidRDefault="000E21C5" w:rsidP="005F5D34">
      <w:pPr>
        <w:pStyle w:val="BodyText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Розглянувши заяву гр. Розовлян Михайла Йосифовича, </w:t>
      </w:r>
      <w:r w:rsidRPr="000F322C">
        <w:rPr>
          <w:b w:val="0"/>
          <w:szCs w:val="24"/>
        </w:rPr>
        <w:t>про</w:t>
      </w:r>
      <w:r>
        <w:rPr>
          <w:b w:val="0"/>
          <w:bCs/>
          <w:szCs w:val="24"/>
        </w:rPr>
        <w:t xml:space="preserve"> внесення змін до рішення 29 сесії 4 скликання № 29/7 від 14.03.2006 року «</w:t>
      </w:r>
      <w:r w:rsidRPr="00112AA2">
        <w:rPr>
          <w:b w:val="0"/>
          <w:bCs/>
          <w:szCs w:val="24"/>
        </w:rPr>
        <w:t xml:space="preserve">Про </w:t>
      </w:r>
      <w:r>
        <w:rPr>
          <w:b w:val="0"/>
          <w:bCs/>
          <w:szCs w:val="24"/>
        </w:rPr>
        <w:t>передачу у власність земельних ділянок для обслуговування житлового будинку, господарських будівель та споруд і ведення особистого селянського господарства громадянам – жителям смт. Марківка», у зв’язку з помилкою у написанні по батькові «Йосипович» замінити на «Йосифович»</w:t>
      </w:r>
      <w:r w:rsidRPr="00E3024F">
        <w:rPr>
          <w:b w:val="0"/>
          <w:bCs/>
          <w:szCs w:val="24"/>
        </w:rPr>
        <w:t>;</w:t>
      </w:r>
      <w:r w:rsidRPr="00E3024F">
        <w:rPr>
          <w:b w:val="0"/>
          <w:szCs w:val="24"/>
        </w:rPr>
        <w:t xml:space="preserve"> </w:t>
      </w:r>
      <w:r w:rsidRPr="00E3024F">
        <w:rPr>
          <w:b w:val="0"/>
          <w:bCs/>
          <w:szCs w:val="24"/>
        </w:rPr>
        <w:t>керуючись</w:t>
      </w:r>
      <w:r w:rsidRPr="00F36DDE">
        <w:rPr>
          <w:b w:val="0"/>
          <w:bCs/>
          <w:szCs w:val="24"/>
        </w:rPr>
        <w:t xml:space="preserve"> ст.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>
        <w:rPr>
          <w:b w:val="0"/>
          <w:bCs/>
          <w:szCs w:val="24"/>
        </w:rPr>
        <w:t xml:space="preserve"> в Україні</w:t>
      </w:r>
      <w:r w:rsidRPr="00F36DDE">
        <w:rPr>
          <w:b w:val="0"/>
          <w:bCs/>
          <w:szCs w:val="24"/>
        </w:rPr>
        <w:t xml:space="preserve">», 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>ст.12,</w:t>
      </w:r>
      <w:r>
        <w:rPr>
          <w:b w:val="0"/>
          <w:bCs/>
          <w:szCs w:val="24"/>
        </w:rPr>
        <w:t xml:space="preserve"> 116, 118</w:t>
      </w:r>
      <w:r w:rsidRPr="00F36DDE">
        <w:rPr>
          <w:b w:val="0"/>
          <w:bCs/>
          <w:szCs w:val="24"/>
        </w:rPr>
        <w:t>,</w:t>
      </w:r>
      <w:r>
        <w:rPr>
          <w:b w:val="0"/>
          <w:bCs/>
          <w:szCs w:val="24"/>
        </w:rPr>
        <w:t xml:space="preserve"> 121</w:t>
      </w:r>
      <w:r w:rsidRPr="00F36DDE">
        <w:rPr>
          <w:b w:val="0"/>
          <w:bCs/>
          <w:szCs w:val="24"/>
        </w:rPr>
        <w:t>,</w:t>
      </w:r>
      <w:r w:rsidRPr="00742AC1">
        <w:rPr>
          <w:b w:val="0"/>
          <w:bCs/>
          <w:szCs w:val="24"/>
        </w:rPr>
        <w:t xml:space="preserve">122 </w:t>
      </w:r>
      <w:r w:rsidRPr="00F36DDE">
        <w:rPr>
          <w:b w:val="0"/>
          <w:bCs/>
          <w:szCs w:val="24"/>
        </w:rPr>
        <w:t>Земельного кодексу України</w:t>
      </w:r>
      <w:r w:rsidRPr="004716B4">
        <w:rPr>
          <w:b w:val="0"/>
          <w:bCs/>
          <w:i/>
          <w:szCs w:val="24"/>
        </w:rPr>
        <w:t xml:space="preserve">, </w:t>
      </w:r>
      <w:r w:rsidRPr="004716B4">
        <w:rPr>
          <w:b w:val="0"/>
          <w:bCs/>
          <w:szCs w:val="24"/>
        </w:rPr>
        <w:t>сесія селищної ради</w:t>
      </w:r>
    </w:p>
    <w:p w:rsidR="000E21C5" w:rsidRPr="000F322C" w:rsidRDefault="000E21C5" w:rsidP="00C42DEB">
      <w:pPr>
        <w:pStyle w:val="BodyText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                                                 в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р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і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ш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и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л</w:t>
      </w:r>
      <w:r>
        <w:rPr>
          <w:b w:val="0"/>
          <w:bCs/>
          <w:szCs w:val="24"/>
        </w:rPr>
        <w:t xml:space="preserve"> </w:t>
      </w:r>
      <w:r w:rsidRPr="004716B4">
        <w:rPr>
          <w:b w:val="0"/>
          <w:bCs/>
          <w:szCs w:val="24"/>
        </w:rPr>
        <w:t>а:</w:t>
      </w:r>
      <w:r>
        <w:rPr>
          <w:b w:val="0"/>
          <w:bCs/>
          <w:szCs w:val="24"/>
        </w:rPr>
        <w:t xml:space="preserve">  </w:t>
      </w:r>
    </w:p>
    <w:p w:rsidR="000E21C5" w:rsidRPr="00122337" w:rsidRDefault="000E21C5" w:rsidP="00122337">
      <w:pPr>
        <w:pStyle w:val="BodyText2"/>
        <w:numPr>
          <w:ilvl w:val="0"/>
          <w:numId w:val="1"/>
        </w:numPr>
        <w:jc w:val="both"/>
        <w:rPr>
          <w:bCs/>
          <w:szCs w:val="24"/>
        </w:rPr>
      </w:pPr>
      <w:r w:rsidRPr="00122337">
        <w:rPr>
          <w:b w:val="0"/>
          <w:bCs/>
          <w:szCs w:val="24"/>
        </w:rPr>
        <w:t>Внести зміни до рішення 29 сесії 4 скликання № 29/7 від 14.03.2006 року «Про передачу у власність земельних ділянок для обслуговування житлового будинку, господарських будівель та споруд і ведення особистого селянського господарства громадянам – жителям смт. Марківка», а саме в</w:t>
      </w:r>
      <w:r>
        <w:rPr>
          <w:b w:val="0"/>
          <w:bCs/>
          <w:szCs w:val="24"/>
        </w:rPr>
        <w:t xml:space="preserve"> списку громадян Марківської селищної ради, яким безкоштовно передаються присадибні земельні ділянки для  </w:t>
      </w:r>
    </w:p>
    <w:p w:rsidR="000E21C5" w:rsidRPr="00C81B25" w:rsidRDefault="000E21C5" w:rsidP="00C81B25">
      <w:pPr>
        <w:pStyle w:val="BodyText2"/>
        <w:ind w:left="720"/>
        <w:jc w:val="both"/>
        <w:rPr>
          <w:b w:val="0"/>
          <w:bCs/>
          <w:szCs w:val="24"/>
        </w:rPr>
      </w:pPr>
      <w:r w:rsidRPr="00122337">
        <w:rPr>
          <w:b w:val="0"/>
          <w:bCs/>
          <w:szCs w:val="24"/>
        </w:rPr>
        <w:t>обслуговування житлового будинку, господарських будівель та споруд і ведення особистого селянського господарства</w:t>
      </w:r>
      <w:r>
        <w:rPr>
          <w:b w:val="0"/>
          <w:bCs/>
          <w:szCs w:val="24"/>
        </w:rPr>
        <w:t>, за номером 6 «Розовлян Михайло Йосипович» замінити  на «Розовлян Михайло Йосифович».</w:t>
      </w:r>
    </w:p>
    <w:p w:rsidR="000E21C5" w:rsidRPr="009836E3" w:rsidRDefault="000E21C5" w:rsidP="00EC264F">
      <w:pPr>
        <w:pStyle w:val="ListParagraph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Контроль за виконання даного рішення покласти на постійну комісію з питань земельних відносин, містобудування та охорони навколишнього природного середовища.</w:t>
      </w:r>
    </w:p>
    <w:p w:rsidR="000E21C5" w:rsidRPr="000C2DF9" w:rsidRDefault="000E21C5" w:rsidP="00EC264F">
      <w:pPr>
        <w:pStyle w:val="BodyText2"/>
        <w:ind w:left="720"/>
        <w:jc w:val="both"/>
        <w:rPr>
          <w:b w:val="0"/>
          <w:bCs/>
          <w:szCs w:val="24"/>
        </w:rPr>
      </w:pPr>
    </w:p>
    <w:p w:rsidR="000E21C5" w:rsidRPr="00425AC2" w:rsidRDefault="000E21C5" w:rsidP="00F82CE0">
      <w:pPr>
        <w:pStyle w:val="BodyText2"/>
        <w:tabs>
          <w:tab w:val="left" w:pos="4820"/>
          <w:tab w:val="left" w:pos="5362"/>
        </w:tabs>
        <w:jc w:val="both"/>
        <w:rPr>
          <w:b w:val="0"/>
          <w:bCs/>
          <w:szCs w:val="24"/>
        </w:rPr>
      </w:pPr>
    </w:p>
    <w:p w:rsidR="000E21C5" w:rsidRPr="00716B1B" w:rsidRDefault="000E21C5" w:rsidP="00716B1B">
      <w:pPr>
        <w:pStyle w:val="ListParagraph"/>
        <w:ind w:left="0"/>
        <w:jc w:val="both"/>
        <w:rPr>
          <w:b/>
          <w:sz w:val="24"/>
          <w:szCs w:val="24"/>
          <w:lang w:val="uk-UA"/>
        </w:rPr>
      </w:pPr>
      <w:r w:rsidRPr="00716B1B">
        <w:rPr>
          <w:b/>
          <w:bCs/>
          <w:sz w:val="24"/>
          <w:szCs w:val="24"/>
          <w:lang w:val="uk-UA"/>
        </w:rPr>
        <w:t xml:space="preserve">                     Селищний голова                                                               Ігор ДЗЮБА</w:t>
      </w:r>
    </w:p>
    <w:sectPr w:rsidR="000E21C5" w:rsidRPr="00716B1B" w:rsidSect="0019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8AE7000"/>
    <w:multiLevelType w:val="multilevel"/>
    <w:tmpl w:val="8DB86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322C"/>
    <w:rsid w:val="00031C60"/>
    <w:rsid w:val="00053F97"/>
    <w:rsid w:val="000754D4"/>
    <w:rsid w:val="00075911"/>
    <w:rsid w:val="00075BAB"/>
    <w:rsid w:val="00092532"/>
    <w:rsid w:val="000C2DF9"/>
    <w:rsid w:val="000D4047"/>
    <w:rsid w:val="000E21C5"/>
    <w:rsid w:val="000F322C"/>
    <w:rsid w:val="000F7971"/>
    <w:rsid w:val="0011157A"/>
    <w:rsid w:val="00111A02"/>
    <w:rsid w:val="00112AA2"/>
    <w:rsid w:val="00122337"/>
    <w:rsid w:val="00133054"/>
    <w:rsid w:val="001443F9"/>
    <w:rsid w:val="001647A7"/>
    <w:rsid w:val="001671F6"/>
    <w:rsid w:val="00194650"/>
    <w:rsid w:val="001946F3"/>
    <w:rsid w:val="001A7AE9"/>
    <w:rsid w:val="001B59B5"/>
    <w:rsid w:val="001B6AAA"/>
    <w:rsid w:val="001E1021"/>
    <w:rsid w:val="002075D3"/>
    <w:rsid w:val="0023476F"/>
    <w:rsid w:val="00244B55"/>
    <w:rsid w:val="002519F5"/>
    <w:rsid w:val="00253503"/>
    <w:rsid w:val="002643A1"/>
    <w:rsid w:val="002902AF"/>
    <w:rsid w:val="002D3B64"/>
    <w:rsid w:val="002E3DB4"/>
    <w:rsid w:val="002E7A05"/>
    <w:rsid w:val="002F225F"/>
    <w:rsid w:val="002F2453"/>
    <w:rsid w:val="00302429"/>
    <w:rsid w:val="003114B9"/>
    <w:rsid w:val="003143E8"/>
    <w:rsid w:val="00333EFB"/>
    <w:rsid w:val="00356831"/>
    <w:rsid w:val="0037271B"/>
    <w:rsid w:val="00376A18"/>
    <w:rsid w:val="0039331F"/>
    <w:rsid w:val="00395805"/>
    <w:rsid w:val="003A010B"/>
    <w:rsid w:val="003D4C27"/>
    <w:rsid w:val="00400A09"/>
    <w:rsid w:val="004224C8"/>
    <w:rsid w:val="00424AAF"/>
    <w:rsid w:val="00425AC2"/>
    <w:rsid w:val="0042746E"/>
    <w:rsid w:val="00453035"/>
    <w:rsid w:val="00461ECA"/>
    <w:rsid w:val="004716B4"/>
    <w:rsid w:val="004760B7"/>
    <w:rsid w:val="00476EFF"/>
    <w:rsid w:val="004C1CA6"/>
    <w:rsid w:val="00510629"/>
    <w:rsid w:val="005458B2"/>
    <w:rsid w:val="0057343D"/>
    <w:rsid w:val="00576117"/>
    <w:rsid w:val="005954CE"/>
    <w:rsid w:val="005B7059"/>
    <w:rsid w:val="005F5D34"/>
    <w:rsid w:val="005F5F37"/>
    <w:rsid w:val="00604343"/>
    <w:rsid w:val="00604572"/>
    <w:rsid w:val="00636C60"/>
    <w:rsid w:val="00641BAB"/>
    <w:rsid w:val="0068499B"/>
    <w:rsid w:val="00696364"/>
    <w:rsid w:val="006A315B"/>
    <w:rsid w:val="006A7326"/>
    <w:rsid w:val="006B0E4A"/>
    <w:rsid w:val="006C176A"/>
    <w:rsid w:val="006F2ACF"/>
    <w:rsid w:val="00716B1B"/>
    <w:rsid w:val="0071759C"/>
    <w:rsid w:val="00742AC1"/>
    <w:rsid w:val="00775A5A"/>
    <w:rsid w:val="00777FF0"/>
    <w:rsid w:val="007B790D"/>
    <w:rsid w:val="007D61F7"/>
    <w:rsid w:val="007E6DFC"/>
    <w:rsid w:val="007F694E"/>
    <w:rsid w:val="00816B85"/>
    <w:rsid w:val="00842027"/>
    <w:rsid w:val="00845C85"/>
    <w:rsid w:val="008541E3"/>
    <w:rsid w:val="00854CC7"/>
    <w:rsid w:val="00860BB2"/>
    <w:rsid w:val="00870E79"/>
    <w:rsid w:val="008776A7"/>
    <w:rsid w:val="00887B48"/>
    <w:rsid w:val="008B0C1C"/>
    <w:rsid w:val="008C122B"/>
    <w:rsid w:val="008D2E1C"/>
    <w:rsid w:val="008E5564"/>
    <w:rsid w:val="008F42C3"/>
    <w:rsid w:val="00902373"/>
    <w:rsid w:val="009206FD"/>
    <w:rsid w:val="00926A8C"/>
    <w:rsid w:val="009836E3"/>
    <w:rsid w:val="009D6C08"/>
    <w:rsid w:val="009F77B5"/>
    <w:rsid w:val="00A03E32"/>
    <w:rsid w:val="00A17388"/>
    <w:rsid w:val="00A62CBB"/>
    <w:rsid w:val="00AA045A"/>
    <w:rsid w:val="00AA7F82"/>
    <w:rsid w:val="00AE3190"/>
    <w:rsid w:val="00AF0BB1"/>
    <w:rsid w:val="00AF2427"/>
    <w:rsid w:val="00B053DD"/>
    <w:rsid w:val="00B4071D"/>
    <w:rsid w:val="00B543BB"/>
    <w:rsid w:val="00B57399"/>
    <w:rsid w:val="00B90D93"/>
    <w:rsid w:val="00B96988"/>
    <w:rsid w:val="00BB1331"/>
    <w:rsid w:val="00BB6DC4"/>
    <w:rsid w:val="00BD2160"/>
    <w:rsid w:val="00BD7763"/>
    <w:rsid w:val="00BE7C7B"/>
    <w:rsid w:val="00C158E5"/>
    <w:rsid w:val="00C327B4"/>
    <w:rsid w:val="00C348CD"/>
    <w:rsid w:val="00C42DEB"/>
    <w:rsid w:val="00C45642"/>
    <w:rsid w:val="00C81B25"/>
    <w:rsid w:val="00C960F4"/>
    <w:rsid w:val="00CB03E0"/>
    <w:rsid w:val="00CC205A"/>
    <w:rsid w:val="00CC3427"/>
    <w:rsid w:val="00CE5EC0"/>
    <w:rsid w:val="00CF0139"/>
    <w:rsid w:val="00D00CBF"/>
    <w:rsid w:val="00D1563A"/>
    <w:rsid w:val="00D20180"/>
    <w:rsid w:val="00D214D7"/>
    <w:rsid w:val="00D27034"/>
    <w:rsid w:val="00D328A9"/>
    <w:rsid w:val="00D50DA0"/>
    <w:rsid w:val="00D53F4A"/>
    <w:rsid w:val="00D57993"/>
    <w:rsid w:val="00DC61A9"/>
    <w:rsid w:val="00DD2481"/>
    <w:rsid w:val="00DE1F93"/>
    <w:rsid w:val="00DE30A7"/>
    <w:rsid w:val="00E05176"/>
    <w:rsid w:val="00E22D58"/>
    <w:rsid w:val="00E3024F"/>
    <w:rsid w:val="00E515D7"/>
    <w:rsid w:val="00EC264F"/>
    <w:rsid w:val="00ED27DC"/>
    <w:rsid w:val="00ED3EC6"/>
    <w:rsid w:val="00EF6135"/>
    <w:rsid w:val="00F02955"/>
    <w:rsid w:val="00F07FAC"/>
    <w:rsid w:val="00F213B9"/>
    <w:rsid w:val="00F36DDE"/>
    <w:rsid w:val="00F40D12"/>
    <w:rsid w:val="00F672FC"/>
    <w:rsid w:val="00F82CE0"/>
    <w:rsid w:val="00F92A26"/>
    <w:rsid w:val="00F93965"/>
    <w:rsid w:val="00F963A3"/>
    <w:rsid w:val="00FA0462"/>
    <w:rsid w:val="00FA04B4"/>
    <w:rsid w:val="00FB0384"/>
    <w:rsid w:val="00FC22B7"/>
    <w:rsid w:val="00FE0D63"/>
    <w:rsid w:val="00FE2AB2"/>
    <w:rsid w:val="00FE2E32"/>
    <w:rsid w:val="00FE3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22C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322C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0F322C"/>
    <w:pPr>
      <w:ind w:right="84"/>
    </w:pPr>
    <w:rPr>
      <w:b/>
      <w:sz w:val="24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F322C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0F322C"/>
    <w:pPr>
      <w:ind w:left="720"/>
      <w:contextualSpacing/>
    </w:pPr>
  </w:style>
  <w:style w:type="table" w:styleId="TableGrid">
    <w:name w:val="Table Grid"/>
    <w:basedOn w:val="TableNormal"/>
    <w:uiPriority w:val="99"/>
    <w:rsid w:val="00112AA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306</Words>
  <Characters>1748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МАРКІВСЬКА СЕЛИЩНА РАДА                           </dc:title>
  <dc:subject/>
  <dc:creator>User</dc:creator>
  <cp:keywords/>
  <dc:description/>
  <cp:lastModifiedBy>Пользователь Windows</cp:lastModifiedBy>
  <cp:revision>2</cp:revision>
  <cp:lastPrinted>2020-03-04T07:04:00Z</cp:lastPrinted>
  <dcterms:created xsi:type="dcterms:W3CDTF">2020-03-12T13:41:00Z</dcterms:created>
  <dcterms:modified xsi:type="dcterms:W3CDTF">2020-03-12T13:41:00Z</dcterms:modified>
</cp:coreProperties>
</file>