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A5" w:rsidRPr="005D0FDC" w:rsidRDefault="003D4DA5" w:rsidP="003A770D">
      <w:pPr>
        <w:pStyle w:val="Heading1"/>
        <w:jc w:val="right"/>
        <w:rPr>
          <w:b w:val="0"/>
          <w:i/>
          <w:szCs w:val="24"/>
          <w:lang w:eastAsia="ar-SA"/>
        </w:rPr>
      </w:pPr>
      <w:r w:rsidRPr="005D0FDC">
        <w:rPr>
          <w:b w:val="0"/>
          <w:i/>
          <w:szCs w:val="24"/>
          <w:lang w:eastAsia="ar-SA"/>
        </w:rPr>
        <w:t>Рішення призупинено селищним головою</w:t>
      </w:r>
      <w:r>
        <w:rPr>
          <w:b w:val="0"/>
          <w:i/>
          <w:szCs w:val="24"/>
          <w:lang w:eastAsia="ar-SA"/>
        </w:rPr>
        <w:t>, розпорядження від 28.01.2021 № 20</w:t>
      </w:r>
    </w:p>
    <w:p w:rsidR="003D4DA5" w:rsidRDefault="003D4DA5" w:rsidP="003A770D">
      <w:pPr>
        <w:pStyle w:val="Heading1"/>
        <w:jc w:val="right"/>
        <w:rPr>
          <w:sz w:val="25"/>
          <w:szCs w:val="25"/>
        </w:rPr>
      </w:pPr>
    </w:p>
    <w:p w:rsidR="003D4DA5" w:rsidRDefault="003D4DA5" w:rsidP="005811D5">
      <w:pPr>
        <w:pStyle w:val="Heading1"/>
        <w:jc w:val="left"/>
        <w:rPr>
          <w:sz w:val="25"/>
          <w:szCs w:val="25"/>
        </w:rPr>
      </w:pPr>
    </w:p>
    <w:p w:rsidR="003D4DA5" w:rsidRPr="002B2013" w:rsidRDefault="003D4DA5" w:rsidP="005811D5">
      <w:pPr>
        <w:pStyle w:val="Heading1"/>
        <w:jc w:val="left"/>
        <w:rPr>
          <w:sz w:val="25"/>
          <w:szCs w:val="25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0;margin-top:-8.45pt;width:27.55pt;height:35.3pt;z-index:251658240;visibility:visible;mso-position-horizontal:center;mso-position-horizontal-relative:margin" filled="t" fillcolor="red" stroked="t" strokecolor="white">
            <v:imagedata r:id="rId5" o:title="" gain="546133f" blacklevel="-11796f"/>
            <w10:wrap anchorx="margin"/>
          </v:shape>
        </w:pict>
      </w:r>
    </w:p>
    <w:p w:rsidR="003D4DA5" w:rsidRPr="00FC5B3E" w:rsidRDefault="003D4DA5" w:rsidP="005811D5">
      <w:pPr>
        <w:pStyle w:val="Heading1"/>
        <w:jc w:val="left"/>
        <w:rPr>
          <w:szCs w:val="24"/>
        </w:rPr>
      </w:pPr>
      <w:r w:rsidRPr="002B2013">
        <w:rPr>
          <w:sz w:val="25"/>
          <w:szCs w:val="25"/>
        </w:rPr>
        <w:t xml:space="preserve">                                   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FC5B3E">
        <w:rPr>
          <w:szCs w:val="24"/>
        </w:rPr>
        <w:t xml:space="preserve">              </w:t>
      </w:r>
      <w:r>
        <w:rPr>
          <w:szCs w:val="24"/>
        </w:rPr>
        <w:t xml:space="preserve">   </w:t>
      </w:r>
    </w:p>
    <w:p w:rsidR="003D4DA5" w:rsidRPr="00352BCA" w:rsidRDefault="003D4DA5" w:rsidP="00FC5B3E">
      <w:pPr>
        <w:pStyle w:val="Heading1"/>
        <w:ind w:left="2124" w:firstLine="708"/>
        <w:jc w:val="left"/>
        <w:rPr>
          <w:i/>
          <w:szCs w:val="24"/>
        </w:rPr>
      </w:pPr>
      <w:r w:rsidRPr="00352BCA">
        <w:rPr>
          <w:szCs w:val="24"/>
        </w:rPr>
        <w:t xml:space="preserve">    МАРКІВСЬКА СЕЛИЩНА РАДА</w:t>
      </w:r>
    </w:p>
    <w:p w:rsidR="003D4DA5" w:rsidRPr="00352BCA" w:rsidRDefault="003D4DA5" w:rsidP="005811D5">
      <w:pPr>
        <w:pStyle w:val="Heading1"/>
        <w:rPr>
          <w:szCs w:val="24"/>
        </w:rPr>
      </w:pPr>
      <w:r w:rsidRPr="00352BCA">
        <w:rPr>
          <w:szCs w:val="24"/>
        </w:rPr>
        <w:t>МАРКІВСЬКОГО РАЙОНУ ЛУГАНСЬКОЇ ОБЛАСТІ</w:t>
      </w:r>
    </w:p>
    <w:p w:rsidR="003D4DA5" w:rsidRPr="00352BCA" w:rsidRDefault="003D4DA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352BCA">
        <w:rPr>
          <w:b/>
          <w:bCs/>
          <w:sz w:val="24"/>
          <w:szCs w:val="24"/>
          <w:lang w:val="uk-UA"/>
        </w:rPr>
        <w:t>ВОСЬМОГ</w:t>
      </w:r>
      <w:r w:rsidRPr="00352BCA">
        <w:rPr>
          <w:b/>
          <w:bCs/>
          <w:sz w:val="24"/>
          <w:szCs w:val="24"/>
        </w:rPr>
        <w:t xml:space="preserve">О СКЛИКАННЯ </w:t>
      </w:r>
      <w:r w:rsidRPr="00352BCA">
        <w:rPr>
          <w:b/>
          <w:bCs/>
          <w:sz w:val="24"/>
          <w:szCs w:val="24"/>
          <w:lang w:val="uk-UA"/>
        </w:rPr>
        <w:t>ТРЕТЯ</w:t>
      </w:r>
      <w:r w:rsidRPr="00352BCA">
        <w:rPr>
          <w:b/>
          <w:bCs/>
          <w:sz w:val="24"/>
          <w:szCs w:val="24"/>
        </w:rPr>
        <w:t xml:space="preserve"> СЕСІЯ </w:t>
      </w:r>
    </w:p>
    <w:p w:rsidR="003D4DA5" w:rsidRPr="00352BCA" w:rsidRDefault="003D4DA5" w:rsidP="00C81BF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352BCA">
        <w:rPr>
          <w:b/>
          <w:bCs/>
          <w:sz w:val="24"/>
          <w:szCs w:val="24"/>
          <w:lang w:val="uk-UA"/>
        </w:rPr>
        <w:t xml:space="preserve">    </w:t>
      </w:r>
      <w:r w:rsidRPr="00352BCA">
        <w:rPr>
          <w:b/>
          <w:bCs/>
          <w:sz w:val="24"/>
          <w:szCs w:val="24"/>
        </w:rPr>
        <w:t>(позачергова)</w:t>
      </w:r>
    </w:p>
    <w:p w:rsidR="003D4DA5" w:rsidRPr="00352BCA" w:rsidRDefault="003D4DA5" w:rsidP="005811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3D4DA5" w:rsidRPr="00352BCA" w:rsidRDefault="003D4DA5" w:rsidP="005811D5">
      <w:pPr>
        <w:ind w:right="84"/>
        <w:jc w:val="center"/>
        <w:rPr>
          <w:b/>
          <w:sz w:val="24"/>
          <w:szCs w:val="24"/>
        </w:rPr>
      </w:pPr>
      <w:r w:rsidRPr="00352BCA">
        <w:rPr>
          <w:b/>
          <w:sz w:val="24"/>
          <w:szCs w:val="24"/>
          <w:lang w:val="uk-UA"/>
        </w:rPr>
        <w:t xml:space="preserve">   </w:t>
      </w:r>
      <w:r w:rsidRPr="00352BCA">
        <w:rPr>
          <w:b/>
          <w:sz w:val="24"/>
          <w:szCs w:val="24"/>
        </w:rPr>
        <w:t>Р І Ш Е Н Н Я</w:t>
      </w:r>
    </w:p>
    <w:p w:rsidR="003D4DA5" w:rsidRPr="00352BCA" w:rsidRDefault="003D4DA5" w:rsidP="005811D5">
      <w:pPr>
        <w:ind w:right="84"/>
        <w:jc w:val="center"/>
        <w:rPr>
          <w:b/>
          <w:sz w:val="24"/>
          <w:szCs w:val="24"/>
        </w:rPr>
      </w:pPr>
    </w:p>
    <w:p w:rsidR="003D4DA5" w:rsidRPr="00352BCA" w:rsidRDefault="003D4DA5" w:rsidP="005811D5">
      <w:pPr>
        <w:pStyle w:val="BodyText2"/>
        <w:jc w:val="both"/>
        <w:rPr>
          <w:bCs/>
          <w:szCs w:val="24"/>
        </w:rPr>
      </w:pPr>
      <w:r w:rsidRPr="00352BCA">
        <w:rPr>
          <w:bCs/>
          <w:szCs w:val="24"/>
          <w:lang w:val="ru-RU"/>
        </w:rPr>
        <w:t xml:space="preserve">25 січня </w:t>
      </w:r>
      <w:r w:rsidRPr="00352BCA">
        <w:rPr>
          <w:bCs/>
          <w:szCs w:val="24"/>
        </w:rPr>
        <w:t xml:space="preserve">2021 року                                    смт. Марківка                                      № 3-141 </w:t>
      </w:r>
      <w:r w:rsidRPr="00352BCA">
        <w:rPr>
          <w:bCs/>
          <w:szCs w:val="24"/>
          <w:lang w:val="ru-RU"/>
        </w:rPr>
        <w:t>/2021</w:t>
      </w:r>
    </w:p>
    <w:p w:rsidR="003D4DA5" w:rsidRPr="00352BCA" w:rsidRDefault="003D4DA5" w:rsidP="005811D5">
      <w:pPr>
        <w:pStyle w:val="BodyText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4688"/>
      </w:tblGrid>
      <w:tr w:rsidR="003D4DA5" w:rsidRPr="003A770D" w:rsidTr="00F023F5">
        <w:trPr>
          <w:trHeight w:val="1464"/>
        </w:trPr>
        <w:tc>
          <w:tcPr>
            <w:tcW w:w="4688" w:type="dxa"/>
          </w:tcPr>
          <w:p w:rsidR="003D4DA5" w:rsidRPr="00F023F5" w:rsidRDefault="003D4DA5" w:rsidP="00F023F5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F023F5"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51)</w:t>
            </w:r>
          </w:p>
        </w:tc>
      </w:tr>
    </w:tbl>
    <w:p w:rsidR="003D4DA5" w:rsidRPr="00352BCA" w:rsidRDefault="003D4DA5" w:rsidP="005811D5">
      <w:pPr>
        <w:pStyle w:val="BodyText2"/>
        <w:ind w:firstLine="709"/>
        <w:jc w:val="both"/>
        <w:rPr>
          <w:b w:val="0"/>
          <w:bCs/>
          <w:szCs w:val="24"/>
        </w:rPr>
      </w:pPr>
      <w:r w:rsidRPr="00352BCA"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352BCA">
        <w:rPr>
          <w:b w:val="0"/>
          <w:bCs/>
          <w:szCs w:val="24"/>
          <w:lang w:val="en-US"/>
        </w:rPr>
        <w:t>VIII</w:t>
      </w:r>
      <w:r w:rsidRPr="00352BCA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352BCA">
        <w:rPr>
          <w:b w:val="0"/>
          <w:szCs w:val="24"/>
        </w:rPr>
        <w:t>, ст. 26 Закону України «Про місцеве самоврядування в Україні»,</w:t>
      </w:r>
      <w:r w:rsidRPr="00352BCA">
        <w:rPr>
          <w:b w:val="0"/>
          <w:bCs/>
          <w:szCs w:val="24"/>
        </w:rPr>
        <w:t xml:space="preserve"> сесія селищної ради</w:t>
      </w:r>
    </w:p>
    <w:p w:rsidR="003D4DA5" w:rsidRPr="00352BCA" w:rsidRDefault="003D4DA5" w:rsidP="005811D5">
      <w:pPr>
        <w:pStyle w:val="BodyText2"/>
        <w:ind w:firstLine="709"/>
        <w:jc w:val="both"/>
        <w:rPr>
          <w:b w:val="0"/>
          <w:bCs/>
          <w:szCs w:val="24"/>
        </w:rPr>
      </w:pPr>
    </w:p>
    <w:p w:rsidR="003D4DA5" w:rsidRPr="00352BCA" w:rsidRDefault="003D4DA5" w:rsidP="005811D5">
      <w:pPr>
        <w:pStyle w:val="BodyText2"/>
        <w:jc w:val="center"/>
        <w:rPr>
          <w:bCs/>
          <w:szCs w:val="24"/>
        </w:rPr>
      </w:pPr>
      <w:r w:rsidRPr="00352BCA">
        <w:rPr>
          <w:bCs/>
          <w:szCs w:val="24"/>
        </w:rPr>
        <w:t>в и р і ш и л а:</w:t>
      </w:r>
    </w:p>
    <w:p w:rsidR="003D4DA5" w:rsidRPr="00352BCA" w:rsidRDefault="003D4DA5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52BCA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(невитребуваних) часток (паїв) колишнього КСП «Дружба», розташовані в контурі № 51 (угіддя – пасовища),  орієнтовна площа 15,0000 га), згідно проекту роздержавлення і приватизації земель КСП «Дружба» Марківського району Луганської області, розташованих за межами населених пунктів,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3D4DA5" w:rsidRPr="00352BCA" w:rsidRDefault="003D4DA5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52BCA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3D4DA5" w:rsidRPr="00352BCA" w:rsidRDefault="003D4DA5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52BCA">
        <w:rPr>
          <w:bCs/>
          <w:sz w:val="24"/>
          <w:szCs w:val="24"/>
          <w:lang w:val="uk-UA"/>
        </w:rPr>
        <w:t>Укласти тристоронній договір між Марківською селищною радою, фермерським господарством «Агро-Макс» та суб’єктом, який має право на проведення робіт із землеустрою.</w:t>
      </w:r>
    </w:p>
    <w:p w:rsidR="003D4DA5" w:rsidRPr="00352BCA" w:rsidRDefault="003D4DA5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52BCA">
        <w:rPr>
          <w:bCs/>
          <w:sz w:val="24"/>
          <w:szCs w:val="24"/>
          <w:lang w:val="uk-UA"/>
        </w:rPr>
        <w:t>Фермерському господарству «Агро-Макс»  провести оплату за виготовлення технічної документації із землеустрою щодо інвентаризації земель колишнього КСП «Дружба» сільськогосподарського призначення (контур № 51).</w:t>
      </w:r>
    </w:p>
    <w:p w:rsidR="003D4DA5" w:rsidRPr="00352BCA" w:rsidRDefault="003D4DA5" w:rsidP="005811D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52BCA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3D4DA5" w:rsidRPr="00352BCA" w:rsidRDefault="003D4DA5" w:rsidP="005811D5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52BCA">
        <w:rPr>
          <w:bCs/>
          <w:sz w:val="24"/>
          <w:szCs w:val="24"/>
          <w:lang w:val="uk-UA"/>
        </w:rPr>
        <w:t>Контроль за виконанням дан</w:t>
      </w:r>
      <w:r>
        <w:rPr>
          <w:bCs/>
          <w:sz w:val="24"/>
          <w:szCs w:val="24"/>
          <w:lang w:val="uk-UA"/>
        </w:rPr>
        <w:t>ого рішення покласти на постійно діючу</w:t>
      </w:r>
      <w:bookmarkStart w:id="0" w:name="_GoBack"/>
      <w:bookmarkEnd w:id="0"/>
      <w:r w:rsidRPr="00352BCA"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3D4DA5" w:rsidRPr="00352BCA" w:rsidRDefault="003D4DA5" w:rsidP="005811D5">
      <w:pPr>
        <w:jc w:val="both"/>
        <w:rPr>
          <w:bCs/>
          <w:sz w:val="24"/>
          <w:szCs w:val="24"/>
          <w:lang w:val="uk-UA"/>
        </w:rPr>
      </w:pPr>
    </w:p>
    <w:p w:rsidR="003D4DA5" w:rsidRPr="00352BCA" w:rsidRDefault="003D4DA5" w:rsidP="005811D5">
      <w:pPr>
        <w:jc w:val="both"/>
        <w:rPr>
          <w:bCs/>
          <w:sz w:val="24"/>
          <w:szCs w:val="24"/>
        </w:rPr>
      </w:pPr>
    </w:p>
    <w:p w:rsidR="003D4DA5" w:rsidRPr="00352BCA" w:rsidRDefault="003D4DA5" w:rsidP="00C81BF0">
      <w:pPr>
        <w:jc w:val="both"/>
        <w:rPr>
          <w:b/>
          <w:sz w:val="24"/>
          <w:szCs w:val="24"/>
          <w:lang w:val="uk-UA"/>
        </w:rPr>
      </w:pPr>
      <w:r w:rsidRPr="00352BCA">
        <w:rPr>
          <w:b/>
          <w:bCs/>
          <w:sz w:val="24"/>
          <w:szCs w:val="24"/>
          <w:lang w:val="uk-UA"/>
        </w:rPr>
        <w:t xml:space="preserve">         </w:t>
      </w:r>
      <w:r>
        <w:rPr>
          <w:b/>
          <w:bCs/>
          <w:sz w:val="24"/>
          <w:szCs w:val="24"/>
          <w:lang w:val="uk-UA"/>
        </w:rPr>
        <w:t xml:space="preserve"> </w:t>
      </w:r>
      <w:r w:rsidRPr="00352BCA">
        <w:rPr>
          <w:b/>
          <w:bCs/>
          <w:sz w:val="24"/>
          <w:szCs w:val="24"/>
          <w:lang w:val="uk-UA"/>
        </w:rPr>
        <w:t xml:space="preserve">   Селищний голова                                                                             Ігор ДЗЮБА</w:t>
      </w:r>
    </w:p>
    <w:sectPr w:rsidR="003D4DA5" w:rsidRPr="00352BCA" w:rsidSect="00DA580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1D5"/>
    <w:rsid w:val="00017093"/>
    <w:rsid w:val="000344D6"/>
    <w:rsid w:val="00165DDC"/>
    <w:rsid w:val="00170C8D"/>
    <w:rsid w:val="001731AD"/>
    <w:rsid w:val="002176B5"/>
    <w:rsid w:val="002210E4"/>
    <w:rsid w:val="002B2013"/>
    <w:rsid w:val="002E0CEB"/>
    <w:rsid w:val="002F44CF"/>
    <w:rsid w:val="0033680E"/>
    <w:rsid w:val="00352BCA"/>
    <w:rsid w:val="003A770D"/>
    <w:rsid w:val="003D4DA5"/>
    <w:rsid w:val="00417C7B"/>
    <w:rsid w:val="0042419E"/>
    <w:rsid w:val="00464377"/>
    <w:rsid w:val="005811D5"/>
    <w:rsid w:val="005D0FDC"/>
    <w:rsid w:val="00640A37"/>
    <w:rsid w:val="006F0C48"/>
    <w:rsid w:val="006F5D60"/>
    <w:rsid w:val="007768F0"/>
    <w:rsid w:val="00834AB5"/>
    <w:rsid w:val="00900294"/>
    <w:rsid w:val="00926A56"/>
    <w:rsid w:val="00995507"/>
    <w:rsid w:val="009A6CDB"/>
    <w:rsid w:val="00A049E1"/>
    <w:rsid w:val="00A53535"/>
    <w:rsid w:val="00A67CE9"/>
    <w:rsid w:val="00A87F54"/>
    <w:rsid w:val="00A9362F"/>
    <w:rsid w:val="00A95EA5"/>
    <w:rsid w:val="00AC3AEA"/>
    <w:rsid w:val="00AC5137"/>
    <w:rsid w:val="00B50066"/>
    <w:rsid w:val="00B57862"/>
    <w:rsid w:val="00C54B2F"/>
    <w:rsid w:val="00C63D3B"/>
    <w:rsid w:val="00C81BF0"/>
    <w:rsid w:val="00CD351A"/>
    <w:rsid w:val="00D37C81"/>
    <w:rsid w:val="00D77F32"/>
    <w:rsid w:val="00DA580E"/>
    <w:rsid w:val="00E82B07"/>
    <w:rsid w:val="00F023F5"/>
    <w:rsid w:val="00F87160"/>
    <w:rsid w:val="00FC5B3E"/>
    <w:rsid w:val="00FF2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1D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11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11D5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5811D5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811D5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5811D5"/>
    <w:pPr>
      <w:ind w:left="720"/>
      <w:contextualSpacing/>
    </w:pPr>
  </w:style>
  <w:style w:type="table" w:styleId="TableGrid">
    <w:name w:val="Table Grid"/>
    <w:basedOn w:val="TableNormal"/>
    <w:uiPriority w:val="99"/>
    <w:rsid w:val="005811D5"/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1</Pages>
  <Words>414</Words>
  <Characters>2366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Пользователь Windows</cp:lastModifiedBy>
  <cp:revision>27</cp:revision>
  <cp:lastPrinted>2021-01-16T09:53:00Z</cp:lastPrinted>
  <dcterms:created xsi:type="dcterms:W3CDTF">2020-10-08T11:00:00Z</dcterms:created>
  <dcterms:modified xsi:type="dcterms:W3CDTF">2021-02-18T09:58:00Z</dcterms:modified>
</cp:coreProperties>
</file>