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96" w:rsidRDefault="001A7996" w:rsidP="001E04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7 до рішення сесії</w:t>
      </w:r>
    </w:p>
    <w:p w:rsidR="001A7996" w:rsidRDefault="001A7996" w:rsidP="001E04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1A7996" w:rsidRDefault="001A7996" w:rsidP="001E041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1A7996" w:rsidRDefault="001A7996" w:rsidP="005C4CEA">
      <w:pPr>
        <w:tabs>
          <w:tab w:val="left" w:pos="1995"/>
        </w:tabs>
        <w:rPr>
          <w:lang w:val="uk-UA"/>
        </w:rPr>
      </w:pPr>
    </w:p>
    <w:p w:rsidR="001A7996" w:rsidRDefault="001A799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1A7996" w:rsidRDefault="001A799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1A7996" w:rsidRDefault="001A7996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>КУРЯЧІВСЬКОЇ ЗАГАЛЬНООСВІТНЬОЇ ШКОЛИ І-ІІ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МАРКІВСЬКОЇ СЕЛИЩНОЇ РАДИ ЛУГАНСЬКОЇ ОБЛАСТІ</w:t>
      </w:r>
    </w:p>
    <w:tbl>
      <w:tblPr>
        <w:tblW w:w="14303" w:type="dxa"/>
        <w:tblInd w:w="108" w:type="dxa"/>
        <w:tblLayout w:type="fixed"/>
        <w:tblLook w:val="00A0"/>
      </w:tblPr>
      <w:tblGrid>
        <w:gridCol w:w="567"/>
        <w:gridCol w:w="2115"/>
        <w:gridCol w:w="1259"/>
        <w:gridCol w:w="1177"/>
        <w:gridCol w:w="1335"/>
        <w:gridCol w:w="1184"/>
        <w:gridCol w:w="1184"/>
        <w:gridCol w:w="1240"/>
        <w:gridCol w:w="923"/>
        <w:gridCol w:w="865"/>
        <w:gridCol w:w="1488"/>
        <w:gridCol w:w="966"/>
      </w:tblGrid>
      <w:tr w:rsidR="001A7996" w:rsidRPr="00095669" w:rsidTr="000C24BF">
        <w:trPr>
          <w:trHeight w:val="142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7996" w:rsidRDefault="001A7996" w:rsidP="000C24BF">
            <w:r>
              <w:t>№</w:t>
            </w:r>
          </w:p>
          <w:p w:rsidR="001A7996" w:rsidRPr="00664A40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1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7996" w:rsidRPr="00664A40" w:rsidRDefault="001A7996" w:rsidP="000C24BF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7996" w:rsidRPr="00664A40" w:rsidRDefault="001A7996" w:rsidP="000C24BF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7996" w:rsidRPr="00951CB0" w:rsidRDefault="001A7996" w:rsidP="000C24BF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7996" w:rsidRPr="00664A40" w:rsidRDefault="001A7996" w:rsidP="000C24BF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A7996" w:rsidRPr="00664A40" w:rsidRDefault="001A7996" w:rsidP="000C24BF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1A7996" w:rsidRDefault="001A7996" w:rsidP="000C24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1A7996" w:rsidRPr="00664A40" w:rsidRDefault="001A7996" w:rsidP="000C24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96" w:rsidRDefault="001A7996" w:rsidP="000C24BF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1A7996" w:rsidRPr="0033749C" w:rsidRDefault="001A7996" w:rsidP="000C24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1A7996" w:rsidRPr="00951CB0" w:rsidRDefault="001A7996" w:rsidP="000C24BF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451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96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A7996" w:rsidRDefault="001A7996" w:rsidP="000C24BF">
            <w:pPr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</w:t>
            </w:r>
          </w:p>
          <w:p w:rsidR="001A7996" w:rsidRPr="00095669" w:rsidRDefault="001A7996" w:rsidP="000C24BF">
            <w:r>
              <w:rPr>
                <w:lang w:val="uk-UA"/>
              </w:rPr>
              <w:t>(грн.)</w:t>
            </w:r>
          </w:p>
        </w:tc>
      </w:tr>
      <w:tr w:rsidR="001A7996" w:rsidRPr="00095669" w:rsidTr="000C24BF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21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A7996" w:rsidRPr="00095669" w:rsidRDefault="001A7996" w:rsidP="000C24BF"/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451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96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</w:tr>
      <w:tr w:rsidR="001A7996" w:rsidRPr="00095669" w:rsidTr="000C24BF">
        <w:trPr>
          <w:trHeight w:val="9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21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A7996" w:rsidRPr="00095669" w:rsidRDefault="001A7996" w:rsidP="000C24BF"/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96" w:rsidRPr="00095669" w:rsidRDefault="001A7996" w:rsidP="000C24BF"/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7996" w:rsidRDefault="001A7996" w:rsidP="000C24BF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1A7996" w:rsidRDefault="001A7996" w:rsidP="000C24BF">
            <w:r>
              <w:t>вання</w:t>
            </w:r>
          </w:p>
          <w:p w:rsidR="001A7996" w:rsidRDefault="001A7996" w:rsidP="000C24BF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1A7996" w:rsidRPr="00095669" w:rsidRDefault="001A7996" w:rsidP="000C24BF">
            <w:r>
              <w:rPr>
                <w:lang w:val="uk-UA"/>
              </w:rPr>
              <w:t>(грн.)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7996" w:rsidRDefault="001A7996" w:rsidP="000C24BF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1A7996" w:rsidRPr="00095669" w:rsidRDefault="001A7996" w:rsidP="000C24BF">
            <w:pPr>
              <w:jc w:val="center"/>
            </w:pPr>
            <w:r>
              <w:rPr>
                <w:lang w:val="uk-UA"/>
              </w:rPr>
              <w:t>(грн.)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7996" w:rsidRDefault="001A7996" w:rsidP="000C24BF">
            <w:r w:rsidRPr="00951CB0">
              <w:t>особл.</w:t>
            </w:r>
          </w:p>
          <w:p w:rsidR="001A7996" w:rsidRDefault="001A7996" w:rsidP="000C24BF">
            <w:r w:rsidRPr="00951CB0">
              <w:t>умови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1A7996" w:rsidRPr="00095669" w:rsidRDefault="001A7996" w:rsidP="000C24BF">
            <w:pPr>
              <w:jc w:val="center"/>
            </w:pPr>
            <w:r>
              <w:rPr>
                <w:lang w:val="uk-UA"/>
              </w:rPr>
              <w:t>5% (грн.)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7996" w:rsidRDefault="001A7996" w:rsidP="000C24BF">
            <w:r>
              <w:t>дезінфекцію</w:t>
            </w:r>
          </w:p>
          <w:p w:rsidR="001A7996" w:rsidRDefault="001A7996" w:rsidP="000C24BF">
            <w:r>
              <w:t>туалетів</w:t>
            </w:r>
          </w:p>
          <w:p w:rsidR="001A7996" w:rsidRDefault="001A7996" w:rsidP="000C24BF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1A7996" w:rsidRPr="00095669" w:rsidRDefault="001A7996" w:rsidP="000C24BF">
            <w:pPr>
              <w:jc w:val="center"/>
            </w:pPr>
            <w:r>
              <w:rPr>
                <w:lang w:val="uk-UA"/>
              </w:rPr>
              <w:t>(грн.)</w:t>
            </w:r>
          </w:p>
        </w:tc>
        <w:tc>
          <w:tcPr>
            <w:tcW w:w="96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A7996" w:rsidRPr="00095669" w:rsidRDefault="001A7996" w:rsidP="000C24BF"/>
        </w:tc>
      </w:tr>
      <w:tr w:rsidR="001A7996" w:rsidRPr="00095669" w:rsidTr="000C24BF">
        <w:trPr>
          <w:trHeight w:val="3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A7996" w:rsidRPr="000C24BF" w:rsidRDefault="001A7996" w:rsidP="000C24BF">
            <w:pPr>
              <w:jc w:val="right"/>
              <w:rPr>
                <w:lang w:val="uk-UA"/>
              </w:rPr>
            </w:pPr>
            <w:r w:rsidRPr="00095669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r>
              <w:t>П</w:t>
            </w:r>
            <w:r w:rsidRPr="00095669">
              <w:t>едставки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12,22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A7996" w:rsidRPr="00095669" w:rsidRDefault="001A7996" w:rsidP="000C24BF">
            <w:pPr>
              <w:jc w:val="center"/>
            </w:pPr>
            <w:r w:rsidRPr="00095669"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center"/>
            </w:pPr>
            <w:r w:rsidRPr="00095669">
              <w:t>1959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center"/>
            </w:pPr>
            <w:r w:rsidRPr="00095669">
              <w:t> 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center"/>
            </w:pPr>
            <w:r w:rsidRPr="00095669">
              <w:t> 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center"/>
            </w:pPr>
            <w:r w:rsidRPr="00095669">
              <w:t> 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102511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C24BF" w:rsidRDefault="001A7996" w:rsidP="000C24BF">
            <w:pPr>
              <w:jc w:val="right"/>
              <w:rPr>
                <w:lang w:val="uk-UA"/>
              </w:rPr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Директор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6452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1935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1935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10322</w:t>
            </w:r>
          </w:p>
        </w:tc>
      </w:tr>
      <w:tr w:rsidR="001A7996" w:rsidRPr="00095669" w:rsidTr="000C24BF">
        <w:trPr>
          <w:trHeight w:val="70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Заст. дир. з навч.-вих. 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1742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1161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996" w:rsidRPr="00095669" w:rsidRDefault="001A7996" w:rsidP="000C24BF">
            <w:pPr>
              <w:jc w:val="right"/>
            </w:pPr>
            <w:r w:rsidRPr="00095669">
              <w:t>2177</w:t>
            </w:r>
          </w:p>
        </w:tc>
      </w:tr>
      <w:tr w:rsidR="001A7996" w:rsidRPr="00095669" w:rsidTr="000C24B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Прибиральн. служб.приміщень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7560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Сторож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802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3093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оператор кот.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401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2692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опер. кот.сез.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401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2692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Кухар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1240</w:t>
            </w:r>
          </w:p>
        </w:tc>
      </w:tr>
      <w:tr w:rsidR="001A7996" w:rsidRPr="00095669" w:rsidTr="000C24B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Підсобний робітник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1051</w:t>
            </w:r>
          </w:p>
        </w:tc>
      </w:tr>
      <w:tr w:rsidR="001A7996" w:rsidRPr="00095669" w:rsidTr="000C24B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Сезонний машиніст (кочегар) котельні з твердим паливом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368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</w:pPr>
            <w:r w:rsidRPr="00095669">
              <w:t>9879</w:t>
            </w:r>
          </w:p>
        </w:tc>
      </w:tr>
      <w:tr w:rsidR="001A7996" w:rsidRPr="00095669" w:rsidTr="000C24BF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Всього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r w:rsidRPr="00095669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24,47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28106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3677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3097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1959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229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1972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A7996" w:rsidRPr="00095669" w:rsidRDefault="001A7996" w:rsidP="000C24BF">
            <w:pPr>
              <w:jc w:val="right"/>
              <w:rPr>
                <w:b/>
                <w:bCs/>
              </w:rPr>
            </w:pPr>
            <w:r w:rsidRPr="00095669">
              <w:rPr>
                <w:b/>
                <w:bCs/>
              </w:rPr>
              <w:t>143218</w:t>
            </w:r>
          </w:p>
        </w:tc>
      </w:tr>
    </w:tbl>
    <w:p w:rsidR="001A7996" w:rsidRDefault="001A7996" w:rsidP="005C4CEA">
      <w:pPr>
        <w:tabs>
          <w:tab w:val="left" w:pos="1995"/>
        </w:tabs>
        <w:jc w:val="center"/>
        <w:rPr>
          <w:lang w:val="uk-UA"/>
        </w:rPr>
      </w:pPr>
    </w:p>
    <w:p w:rsidR="001A7996" w:rsidRDefault="001A7996" w:rsidP="005C4CEA">
      <w:pPr>
        <w:tabs>
          <w:tab w:val="left" w:pos="1995"/>
        </w:tabs>
        <w:jc w:val="center"/>
        <w:rPr>
          <w:lang w:val="uk-UA"/>
        </w:rPr>
      </w:pPr>
    </w:p>
    <w:p w:rsidR="001A7996" w:rsidRPr="001E0410" w:rsidRDefault="001A7996" w:rsidP="004E6977">
      <w:pPr>
        <w:rPr>
          <w:sz w:val="28"/>
          <w:szCs w:val="28"/>
          <w:lang w:val="uk-UA" w:eastAsia="en-US"/>
        </w:rPr>
      </w:pPr>
      <w:r w:rsidRPr="001E0410">
        <w:rPr>
          <w:sz w:val="28"/>
          <w:szCs w:val="28"/>
          <w:lang w:val="uk-UA" w:eastAsia="en-US"/>
        </w:rPr>
        <w:t xml:space="preserve">Селищний голова                </w:t>
      </w:r>
      <w:r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</w:t>
      </w:r>
      <w:r w:rsidRPr="001E0410">
        <w:rPr>
          <w:sz w:val="28"/>
          <w:szCs w:val="28"/>
          <w:lang w:val="uk-UA" w:eastAsia="en-US"/>
        </w:rPr>
        <w:t xml:space="preserve">            Ігор ДЗЮБА</w:t>
      </w:r>
    </w:p>
    <w:p w:rsidR="001A7996" w:rsidRDefault="001A7996" w:rsidP="009D45D1">
      <w:pPr>
        <w:tabs>
          <w:tab w:val="left" w:pos="1995"/>
        </w:tabs>
        <w:jc w:val="center"/>
        <w:rPr>
          <w:lang w:val="uk-UA" w:eastAsia="en-US"/>
        </w:rPr>
      </w:pPr>
    </w:p>
    <w:sectPr w:rsidR="001A7996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95669"/>
    <w:rsid w:val="000C24BF"/>
    <w:rsid w:val="001A7996"/>
    <w:rsid w:val="001E0410"/>
    <w:rsid w:val="002808DE"/>
    <w:rsid w:val="002B6B5D"/>
    <w:rsid w:val="003071C5"/>
    <w:rsid w:val="0033749C"/>
    <w:rsid w:val="00346D0E"/>
    <w:rsid w:val="00462DEF"/>
    <w:rsid w:val="004A132A"/>
    <w:rsid w:val="004A4872"/>
    <w:rsid w:val="004E6977"/>
    <w:rsid w:val="005C4CEA"/>
    <w:rsid w:val="00664A40"/>
    <w:rsid w:val="007278E6"/>
    <w:rsid w:val="00767EA5"/>
    <w:rsid w:val="0091260A"/>
    <w:rsid w:val="00951CB0"/>
    <w:rsid w:val="009A5701"/>
    <w:rsid w:val="009D45D1"/>
    <w:rsid w:val="00A67085"/>
    <w:rsid w:val="00A81C79"/>
    <w:rsid w:val="00AF63BC"/>
    <w:rsid w:val="00C17FB5"/>
    <w:rsid w:val="00C260EE"/>
    <w:rsid w:val="00C904E2"/>
    <w:rsid w:val="00CD4257"/>
    <w:rsid w:val="00D025C0"/>
    <w:rsid w:val="00D16A3C"/>
    <w:rsid w:val="00DE344C"/>
    <w:rsid w:val="00DE3C40"/>
    <w:rsid w:val="00E477C3"/>
    <w:rsid w:val="00EC0802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2</Pages>
  <Words>252</Words>
  <Characters>1443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2020-08-25T11:16:00Z</cp:lastPrinted>
  <dcterms:created xsi:type="dcterms:W3CDTF">2019-01-08T12:10:00Z</dcterms:created>
  <dcterms:modified xsi:type="dcterms:W3CDTF">2020-08-25T11:16:00Z</dcterms:modified>
</cp:coreProperties>
</file>