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B82" w:rsidRDefault="00DD2B82" w:rsidP="00C638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Додаток 2 до рішення сесії</w:t>
      </w:r>
    </w:p>
    <w:p w:rsidR="00DD2B82" w:rsidRDefault="00DD2B82" w:rsidP="00C638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Марківської селищної ради</w:t>
      </w:r>
    </w:p>
    <w:p w:rsidR="00DD2B82" w:rsidRDefault="00DD2B82" w:rsidP="00C638B7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18.08.2020 року № 20 - 4/2020</w:t>
      </w:r>
    </w:p>
    <w:p w:rsidR="00DD2B82" w:rsidRDefault="00DD2B82" w:rsidP="005C4CEA">
      <w:pPr>
        <w:tabs>
          <w:tab w:val="left" w:pos="1995"/>
        </w:tabs>
        <w:rPr>
          <w:lang w:val="uk-UA"/>
        </w:rPr>
      </w:pPr>
    </w:p>
    <w:p w:rsidR="00DD2B82" w:rsidRDefault="00DD2B82" w:rsidP="005C4CEA">
      <w:pPr>
        <w:tabs>
          <w:tab w:val="left" w:pos="199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Штатний розпис</w:t>
      </w:r>
    </w:p>
    <w:p w:rsidR="00DD2B82" w:rsidRDefault="00DD2B82" w:rsidP="005C4CEA">
      <w:pPr>
        <w:tabs>
          <w:tab w:val="left" w:pos="199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станом на 01.09.2020 р. групи централізованого господарського обслуговування відділу освіти Марківської селищної ради</w:t>
      </w:r>
    </w:p>
    <w:p w:rsidR="00DD2B82" w:rsidRDefault="00DD2B82" w:rsidP="005C4CEA">
      <w:pPr>
        <w:tabs>
          <w:tab w:val="left" w:pos="1995"/>
        </w:tabs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4"/>
        <w:gridCol w:w="3173"/>
        <w:gridCol w:w="1701"/>
        <w:gridCol w:w="1701"/>
        <w:gridCol w:w="1701"/>
      </w:tblGrid>
      <w:tr w:rsidR="00DD2B82" w:rsidTr="00903204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Назва посад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Кількість штатних посад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Тарифний розряд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91260A">
              <w:rPr>
                <w:sz w:val="28"/>
                <w:szCs w:val="28"/>
                <w:lang w:val="uk-UA" w:eastAsia="en-US"/>
              </w:rPr>
              <w:t>Посадовий оклад, грн</w:t>
            </w:r>
          </w:p>
        </w:tc>
      </w:tr>
      <w:tr w:rsidR="00DD2B82" w:rsidTr="00903204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Начальник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91260A">
              <w:rPr>
                <w:sz w:val="28"/>
                <w:szCs w:val="28"/>
                <w:lang w:val="uk-UA" w:eastAsia="en-US"/>
              </w:rPr>
              <w:t>3826</w:t>
            </w:r>
          </w:p>
        </w:tc>
      </w:tr>
      <w:tr w:rsidR="00DD2B82" w:rsidTr="00903204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Ф</w:t>
            </w:r>
            <w:r w:rsidRPr="00C904E2">
              <w:rPr>
                <w:sz w:val="28"/>
                <w:szCs w:val="28"/>
                <w:lang w:val="uk-UA" w:eastAsia="en-US"/>
              </w:rPr>
              <w:t>ахівець з публічних закупівель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91260A">
              <w:rPr>
                <w:sz w:val="28"/>
                <w:szCs w:val="28"/>
                <w:lang w:val="uk-UA" w:eastAsia="en-US"/>
              </w:rPr>
              <w:t>3237</w:t>
            </w:r>
          </w:p>
        </w:tc>
      </w:tr>
      <w:tr w:rsidR="00DD2B82" w:rsidTr="00903204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rPr>
                <w:sz w:val="28"/>
                <w:szCs w:val="28"/>
                <w:lang w:val="uk-UA" w:eastAsia="en-US"/>
              </w:rPr>
            </w:pPr>
            <w:r w:rsidRPr="00C904E2">
              <w:rPr>
                <w:sz w:val="28"/>
                <w:szCs w:val="28"/>
                <w:lang w:val="uk-UA" w:eastAsia="en-US"/>
              </w:rPr>
              <w:t>Механік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0,25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3237</w:t>
            </w:r>
          </w:p>
        </w:tc>
      </w:tr>
      <w:tr w:rsidR="00DD2B82" w:rsidTr="00903204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rPr>
                <w:sz w:val="28"/>
                <w:szCs w:val="28"/>
                <w:lang w:val="uk-UA" w:eastAsia="en-US"/>
              </w:rPr>
            </w:pPr>
            <w:r w:rsidRPr="00C904E2">
              <w:rPr>
                <w:sz w:val="28"/>
                <w:szCs w:val="28"/>
                <w:lang w:val="uk-UA" w:eastAsia="en-US"/>
              </w:rPr>
              <w:t> Інженер з охорони праці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3237</w:t>
            </w:r>
          </w:p>
        </w:tc>
      </w:tr>
      <w:tr w:rsidR="00DD2B82" w:rsidTr="00903204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І</w:t>
            </w:r>
            <w:r w:rsidRPr="00C904E2">
              <w:rPr>
                <w:sz w:val="28"/>
                <w:szCs w:val="28"/>
                <w:lang w:val="uk-UA" w:eastAsia="en-US"/>
              </w:rPr>
              <w:t>нспектор з кадрів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2859</w:t>
            </w:r>
          </w:p>
        </w:tc>
      </w:tr>
      <w:tr w:rsidR="00DD2B82" w:rsidTr="00903204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rPr>
                <w:sz w:val="28"/>
                <w:szCs w:val="28"/>
                <w:lang w:val="uk-UA" w:eastAsia="en-US"/>
              </w:rPr>
            </w:pPr>
            <w:r w:rsidRPr="00DE344C">
              <w:rPr>
                <w:sz w:val="28"/>
                <w:szCs w:val="28"/>
                <w:lang w:val="uk-UA" w:eastAsia="en-US"/>
              </w:rPr>
              <w:t>Секретар-друкарка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2859</w:t>
            </w:r>
          </w:p>
        </w:tc>
      </w:tr>
      <w:tr w:rsidR="00DD2B82" w:rsidTr="00903204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  <w:r w:rsidRPr="00C904E2">
              <w:rPr>
                <w:sz w:val="28"/>
                <w:szCs w:val="28"/>
                <w:lang w:val="uk-UA" w:eastAsia="en-US"/>
              </w:rPr>
              <w:t>одій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2291</w:t>
            </w:r>
          </w:p>
        </w:tc>
      </w:tr>
      <w:tr w:rsidR="00DD2B82" w:rsidTr="00903204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Прибиральник службових приміщень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0,25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2291</w:t>
            </w:r>
          </w:p>
        </w:tc>
      </w:tr>
      <w:tr w:rsidR="00DD2B82" w:rsidTr="00903204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РАЗОМ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х</w:t>
            </w:r>
          </w:p>
        </w:tc>
      </w:tr>
      <w:tr w:rsidR="00DD2B82" w:rsidTr="00903204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B82" w:rsidRDefault="00DD2B82" w:rsidP="0091260A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DD2B82" w:rsidRDefault="00DD2B82" w:rsidP="009D45D1">
      <w:pPr>
        <w:tabs>
          <w:tab w:val="left" w:pos="1995"/>
        </w:tabs>
        <w:jc w:val="center"/>
        <w:rPr>
          <w:lang w:val="uk-UA" w:eastAsia="en-US"/>
        </w:rPr>
      </w:pPr>
    </w:p>
    <w:p w:rsidR="00DD2B82" w:rsidRDefault="00DD2B82" w:rsidP="009D45D1">
      <w:pPr>
        <w:tabs>
          <w:tab w:val="left" w:pos="1995"/>
        </w:tabs>
        <w:jc w:val="center"/>
        <w:rPr>
          <w:lang w:val="uk-UA" w:eastAsia="en-US"/>
        </w:rPr>
      </w:pPr>
    </w:p>
    <w:p w:rsidR="00DD2B82" w:rsidRPr="00C638B7" w:rsidRDefault="00DD2B82" w:rsidP="00964A81">
      <w:pPr>
        <w:tabs>
          <w:tab w:val="left" w:pos="1995"/>
        </w:tabs>
        <w:rPr>
          <w:sz w:val="28"/>
          <w:szCs w:val="28"/>
          <w:lang w:val="uk-UA" w:eastAsia="en-US"/>
        </w:rPr>
      </w:pPr>
      <w:r w:rsidRPr="00C638B7">
        <w:rPr>
          <w:sz w:val="28"/>
          <w:szCs w:val="28"/>
          <w:lang w:val="uk-UA" w:eastAsia="en-US"/>
        </w:rPr>
        <w:t>Селищний г</w:t>
      </w:r>
      <w:r>
        <w:rPr>
          <w:sz w:val="28"/>
          <w:szCs w:val="28"/>
          <w:lang w:val="uk-UA" w:eastAsia="en-US"/>
        </w:rPr>
        <w:t xml:space="preserve">олова        </w:t>
      </w:r>
      <w:r w:rsidRPr="00C638B7">
        <w:rPr>
          <w:sz w:val="28"/>
          <w:szCs w:val="28"/>
          <w:lang w:val="uk-UA" w:eastAsia="en-US"/>
        </w:rPr>
        <w:t xml:space="preserve">                                                                       Ігор ДЗЮБА</w:t>
      </w:r>
    </w:p>
    <w:p w:rsidR="00DD2B82" w:rsidRDefault="00DD2B82" w:rsidP="009D45D1">
      <w:pPr>
        <w:tabs>
          <w:tab w:val="left" w:pos="1995"/>
        </w:tabs>
        <w:jc w:val="center"/>
        <w:rPr>
          <w:lang w:val="uk-UA" w:eastAsia="en-US"/>
        </w:rPr>
      </w:pPr>
    </w:p>
    <w:sectPr w:rsidR="00DD2B82" w:rsidSect="00D02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2DEF"/>
    <w:rsid w:val="000A4B45"/>
    <w:rsid w:val="0014313C"/>
    <w:rsid w:val="00346D0E"/>
    <w:rsid w:val="00462DEF"/>
    <w:rsid w:val="004A4872"/>
    <w:rsid w:val="005045BB"/>
    <w:rsid w:val="005C4CEA"/>
    <w:rsid w:val="00676132"/>
    <w:rsid w:val="00903204"/>
    <w:rsid w:val="0091260A"/>
    <w:rsid w:val="00964A81"/>
    <w:rsid w:val="00993E7D"/>
    <w:rsid w:val="009D45D1"/>
    <w:rsid w:val="00AF63BC"/>
    <w:rsid w:val="00C638B7"/>
    <w:rsid w:val="00C904E2"/>
    <w:rsid w:val="00CD679D"/>
    <w:rsid w:val="00D025C0"/>
    <w:rsid w:val="00DD2B82"/>
    <w:rsid w:val="00DE344C"/>
    <w:rsid w:val="00E547F0"/>
    <w:rsid w:val="00EC0802"/>
    <w:rsid w:val="00F42DCE"/>
    <w:rsid w:val="00F7711A"/>
    <w:rsid w:val="00FF3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CEA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link w:val="NoSpacing1"/>
    <w:uiPriority w:val="99"/>
    <w:locked/>
    <w:rsid w:val="005C4CEA"/>
    <w:rPr>
      <w:sz w:val="22"/>
      <w:lang w:val="ru-RU" w:eastAsia="uk-UA"/>
    </w:rPr>
  </w:style>
  <w:style w:type="paragraph" w:customStyle="1" w:styleId="NoSpacing1">
    <w:name w:val="No Spacing1"/>
    <w:link w:val="NoSpacingChar"/>
    <w:uiPriority w:val="99"/>
    <w:rsid w:val="005C4CEA"/>
    <w:rPr>
      <w:lang w:val="ru-RU"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C904E2"/>
    <w:rPr>
      <w:rFonts w:ascii="Segoe UI" w:hAnsi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04E2"/>
    <w:rPr>
      <w:rFonts w:ascii="Segoe UI" w:hAnsi="Segoe UI" w:cs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46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1</Pages>
  <Words>123</Words>
  <Characters>703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19</cp:revision>
  <cp:lastPrinted>2020-08-12T11:36:00Z</cp:lastPrinted>
  <dcterms:created xsi:type="dcterms:W3CDTF">2019-01-08T12:10:00Z</dcterms:created>
  <dcterms:modified xsi:type="dcterms:W3CDTF">2020-08-25T11:28:00Z</dcterms:modified>
</cp:coreProperties>
</file>