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BF" w:rsidRPr="005D0FDC" w:rsidRDefault="00D13DBF" w:rsidP="00FC2F14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22</w:t>
      </w:r>
    </w:p>
    <w:p w:rsidR="00D13DBF" w:rsidRDefault="00D13DBF" w:rsidP="00FC2F14">
      <w:pPr>
        <w:pStyle w:val="Heading1"/>
        <w:jc w:val="right"/>
        <w:rPr>
          <w:sz w:val="25"/>
          <w:szCs w:val="25"/>
        </w:rPr>
      </w:pPr>
    </w:p>
    <w:p w:rsidR="00D13DBF" w:rsidRPr="00FC2F14" w:rsidRDefault="00D13DBF" w:rsidP="00FC2F14">
      <w:pPr>
        <w:rPr>
          <w:lang w:val="uk-UA"/>
        </w:rPr>
      </w:pPr>
    </w:p>
    <w:p w:rsidR="00D13DBF" w:rsidRDefault="00D13DBF" w:rsidP="00FC2F14">
      <w:pPr>
        <w:pStyle w:val="Heading1"/>
        <w:jc w:val="right"/>
        <w:rPr>
          <w:sz w:val="25"/>
          <w:szCs w:val="25"/>
        </w:rPr>
      </w:pPr>
    </w:p>
    <w:p w:rsidR="00D13DBF" w:rsidRPr="002B2013" w:rsidRDefault="00D13DBF" w:rsidP="005811D5">
      <w:pPr>
        <w:pStyle w:val="Heading1"/>
        <w:jc w:val="left"/>
        <w:rPr>
          <w:sz w:val="25"/>
          <w:szCs w:val="25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3.9pt;margin-top:-8.45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D13DBF" w:rsidRDefault="00D13DBF" w:rsidP="005811D5">
      <w:pPr>
        <w:pStyle w:val="Heading1"/>
        <w:jc w:val="left"/>
        <w:rPr>
          <w:sz w:val="25"/>
          <w:szCs w:val="25"/>
        </w:rPr>
      </w:pPr>
      <w:r w:rsidRPr="002B2013">
        <w:rPr>
          <w:sz w:val="25"/>
          <w:szCs w:val="25"/>
        </w:rPr>
        <w:t xml:space="preserve">                                       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</w:t>
      </w:r>
    </w:p>
    <w:p w:rsidR="00D13DBF" w:rsidRPr="007E4406" w:rsidRDefault="00D13DBF" w:rsidP="007B7C0A">
      <w:pPr>
        <w:pStyle w:val="Heading1"/>
        <w:ind w:left="2832"/>
        <w:jc w:val="left"/>
        <w:rPr>
          <w:i/>
          <w:szCs w:val="24"/>
        </w:rPr>
      </w:pPr>
      <w:r>
        <w:rPr>
          <w:szCs w:val="24"/>
        </w:rPr>
        <w:t xml:space="preserve">  </w:t>
      </w:r>
      <w:r w:rsidRPr="007E4406">
        <w:rPr>
          <w:szCs w:val="24"/>
        </w:rPr>
        <w:t>МАРКІВСЬКА СЕЛИЩНА РАДА</w:t>
      </w:r>
    </w:p>
    <w:p w:rsidR="00D13DBF" w:rsidRPr="007E4406" w:rsidRDefault="00D13DBF" w:rsidP="005811D5">
      <w:pPr>
        <w:pStyle w:val="Heading1"/>
        <w:rPr>
          <w:szCs w:val="24"/>
        </w:rPr>
      </w:pPr>
      <w:r w:rsidRPr="007E4406">
        <w:rPr>
          <w:szCs w:val="24"/>
        </w:rPr>
        <w:t>МАРКІВСЬКОГО РАЙОНУ ЛУГАНСЬКОЇ ОБЛАСТІ</w:t>
      </w:r>
    </w:p>
    <w:p w:rsidR="00D13DBF" w:rsidRPr="007E4406" w:rsidRDefault="00D13DBF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7E4406">
        <w:rPr>
          <w:b/>
          <w:bCs/>
          <w:sz w:val="24"/>
          <w:szCs w:val="24"/>
          <w:lang w:val="uk-UA"/>
        </w:rPr>
        <w:t>ВОСЬ</w:t>
      </w:r>
      <w:r w:rsidRPr="007E4406">
        <w:rPr>
          <w:b/>
          <w:bCs/>
          <w:sz w:val="24"/>
          <w:szCs w:val="24"/>
        </w:rPr>
        <w:t xml:space="preserve">МОГО СКЛИКАННЯ </w:t>
      </w:r>
      <w:r w:rsidRPr="007E4406">
        <w:rPr>
          <w:b/>
          <w:bCs/>
          <w:sz w:val="24"/>
          <w:szCs w:val="24"/>
          <w:lang w:val="uk-UA"/>
        </w:rPr>
        <w:t>ТРЕТЯ</w:t>
      </w:r>
      <w:r w:rsidRPr="007E4406">
        <w:rPr>
          <w:b/>
          <w:bCs/>
          <w:sz w:val="24"/>
          <w:szCs w:val="24"/>
        </w:rPr>
        <w:t xml:space="preserve"> СЕСІЯ </w:t>
      </w:r>
    </w:p>
    <w:p w:rsidR="00D13DBF" w:rsidRPr="007E4406" w:rsidRDefault="00D13DBF" w:rsidP="008073A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7E4406">
        <w:rPr>
          <w:b/>
          <w:bCs/>
          <w:sz w:val="24"/>
          <w:szCs w:val="24"/>
          <w:lang w:val="uk-UA"/>
        </w:rPr>
        <w:t xml:space="preserve">    </w:t>
      </w:r>
      <w:r w:rsidRPr="007E4406">
        <w:rPr>
          <w:b/>
          <w:bCs/>
          <w:sz w:val="24"/>
          <w:szCs w:val="24"/>
        </w:rPr>
        <w:t>(позачергова)</w:t>
      </w:r>
    </w:p>
    <w:p w:rsidR="00D13DBF" w:rsidRPr="007E4406" w:rsidRDefault="00D13DBF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13DBF" w:rsidRPr="007E4406" w:rsidRDefault="00D13DBF" w:rsidP="005811D5">
      <w:pPr>
        <w:ind w:right="84"/>
        <w:jc w:val="center"/>
        <w:rPr>
          <w:b/>
          <w:sz w:val="24"/>
          <w:szCs w:val="24"/>
        </w:rPr>
      </w:pPr>
      <w:r w:rsidRPr="007E4406">
        <w:rPr>
          <w:b/>
          <w:sz w:val="24"/>
          <w:szCs w:val="24"/>
          <w:lang w:val="uk-UA"/>
        </w:rPr>
        <w:t xml:space="preserve">    </w:t>
      </w:r>
      <w:r w:rsidRPr="007E4406">
        <w:rPr>
          <w:b/>
          <w:sz w:val="24"/>
          <w:szCs w:val="24"/>
        </w:rPr>
        <w:t>Р І Ш Е Н Н Я</w:t>
      </w:r>
    </w:p>
    <w:p w:rsidR="00D13DBF" w:rsidRPr="007E4406" w:rsidRDefault="00D13DBF" w:rsidP="005811D5">
      <w:pPr>
        <w:ind w:right="84"/>
        <w:jc w:val="center"/>
        <w:rPr>
          <w:b/>
          <w:sz w:val="24"/>
          <w:szCs w:val="24"/>
        </w:rPr>
      </w:pPr>
    </w:p>
    <w:p w:rsidR="00D13DBF" w:rsidRPr="007E4406" w:rsidRDefault="00D13DBF" w:rsidP="005811D5">
      <w:pPr>
        <w:pStyle w:val="BodyText2"/>
        <w:jc w:val="both"/>
        <w:rPr>
          <w:bCs/>
          <w:szCs w:val="24"/>
        </w:rPr>
      </w:pPr>
      <w:r w:rsidRPr="007E4406">
        <w:rPr>
          <w:bCs/>
          <w:szCs w:val="24"/>
          <w:lang w:val="ru-RU"/>
        </w:rPr>
        <w:t xml:space="preserve"> 25 січня </w:t>
      </w:r>
      <w:r w:rsidRPr="007E4406">
        <w:rPr>
          <w:bCs/>
          <w:szCs w:val="24"/>
        </w:rPr>
        <w:t>2021 року                                  смт. Марківка                                      № 3-143</w:t>
      </w:r>
      <w:r w:rsidRPr="007E4406">
        <w:rPr>
          <w:bCs/>
          <w:szCs w:val="24"/>
          <w:lang w:val="ru-RU"/>
        </w:rPr>
        <w:t>/2021</w:t>
      </w:r>
    </w:p>
    <w:p w:rsidR="00D13DBF" w:rsidRPr="007E4406" w:rsidRDefault="00D13DBF" w:rsidP="005811D5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688"/>
      </w:tblGrid>
      <w:tr w:rsidR="00D13DBF" w:rsidRPr="00043BBB" w:rsidTr="001B342F">
        <w:trPr>
          <w:trHeight w:val="1464"/>
        </w:trPr>
        <w:tc>
          <w:tcPr>
            <w:tcW w:w="4688" w:type="dxa"/>
          </w:tcPr>
          <w:p w:rsidR="00D13DBF" w:rsidRPr="001B342F" w:rsidRDefault="00D13DBF" w:rsidP="001B342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1B342F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80)</w:t>
            </w:r>
          </w:p>
        </w:tc>
      </w:tr>
    </w:tbl>
    <w:p w:rsidR="00D13DBF" w:rsidRPr="007E4406" w:rsidRDefault="00D13DBF" w:rsidP="005811D5">
      <w:pPr>
        <w:pStyle w:val="BodyText2"/>
        <w:ind w:firstLine="709"/>
        <w:jc w:val="both"/>
        <w:rPr>
          <w:b w:val="0"/>
          <w:bCs/>
          <w:szCs w:val="24"/>
        </w:rPr>
      </w:pPr>
      <w:r w:rsidRPr="007E4406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7E4406">
        <w:rPr>
          <w:b w:val="0"/>
          <w:bCs/>
          <w:szCs w:val="24"/>
          <w:lang w:val="en-US"/>
        </w:rPr>
        <w:t>VIII</w:t>
      </w:r>
      <w:r w:rsidRPr="007E4406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7E4406">
        <w:rPr>
          <w:b w:val="0"/>
          <w:szCs w:val="24"/>
        </w:rPr>
        <w:t>, ст. 26 Закону України «Про місцеве самоврядування в Україні»,</w:t>
      </w:r>
      <w:r w:rsidRPr="007E4406">
        <w:rPr>
          <w:b w:val="0"/>
          <w:bCs/>
          <w:szCs w:val="24"/>
        </w:rPr>
        <w:t xml:space="preserve"> сесія селищної ради</w:t>
      </w:r>
    </w:p>
    <w:p w:rsidR="00D13DBF" w:rsidRPr="007E4406" w:rsidRDefault="00D13DBF" w:rsidP="005811D5">
      <w:pPr>
        <w:pStyle w:val="BodyText2"/>
        <w:ind w:firstLine="709"/>
        <w:jc w:val="both"/>
        <w:rPr>
          <w:b w:val="0"/>
          <w:bCs/>
          <w:szCs w:val="24"/>
        </w:rPr>
      </w:pPr>
    </w:p>
    <w:p w:rsidR="00D13DBF" w:rsidRPr="007E4406" w:rsidRDefault="00D13DBF" w:rsidP="005811D5">
      <w:pPr>
        <w:pStyle w:val="BodyText2"/>
        <w:jc w:val="center"/>
        <w:rPr>
          <w:bCs/>
          <w:szCs w:val="24"/>
        </w:rPr>
      </w:pPr>
      <w:r w:rsidRPr="007E4406">
        <w:rPr>
          <w:bCs/>
          <w:szCs w:val="24"/>
        </w:rPr>
        <w:t>в и р і ш и л а: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«Дружба», розташовані в контурі № 80 (угіддя – пасовище,  орієнтовна площа 21,5000 га), згідно проекту роздержавлення і приватизації земель КСП «Дружба»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Укласти тристоронній договір між Марківською селищною радою, фермерським господарством «Агро-Макс» та суб’єктом, який має право на проведення робіт із землеустрою.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Фермерському господарству «Агро-Макс»  провести оплату за виготовлення технічної документації із землеустрою щодо інвентаризації земель колишнього КСП «Дружба» сільськогосподарського призначення (контур № 80).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13DBF" w:rsidRPr="007E4406" w:rsidRDefault="00D13DBF" w:rsidP="005811D5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E4406">
        <w:rPr>
          <w:bCs/>
          <w:sz w:val="24"/>
          <w:szCs w:val="24"/>
          <w:lang w:val="uk-UA"/>
        </w:rPr>
        <w:t>Контроль за виконанням дан</w:t>
      </w:r>
      <w:r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7E4406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13DBF" w:rsidRDefault="00D13DBF" w:rsidP="005811D5">
      <w:pPr>
        <w:jc w:val="both"/>
        <w:rPr>
          <w:bCs/>
          <w:sz w:val="24"/>
          <w:szCs w:val="24"/>
          <w:lang w:val="uk-UA"/>
        </w:rPr>
      </w:pPr>
    </w:p>
    <w:p w:rsidR="00D13DBF" w:rsidRPr="007E4406" w:rsidRDefault="00D13DBF" w:rsidP="005811D5">
      <w:pPr>
        <w:jc w:val="both"/>
        <w:rPr>
          <w:bCs/>
          <w:sz w:val="24"/>
          <w:szCs w:val="24"/>
          <w:lang w:val="uk-UA"/>
        </w:rPr>
      </w:pPr>
    </w:p>
    <w:p w:rsidR="00D13DBF" w:rsidRPr="007E4406" w:rsidRDefault="00D13DBF" w:rsidP="005811D5">
      <w:pPr>
        <w:jc w:val="both"/>
        <w:rPr>
          <w:bCs/>
          <w:sz w:val="24"/>
          <w:szCs w:val="24"/>
          <w:lang w:val="uk-UA"/>
        </w:rPr>
      </w:pPr>
    </w:p>
    <w:p w:rsidR="00D13DBF" w:rsidRPr="007E4406" w:rsidRDefault="00D13DBF" w:rsidP="007B7C0A">
      <w:pPr>
        <w:jc w:val="both"/>
        <w:rPr>
          <w:b/>
          <w:sz w:val="24"/>
          <w:szCs w:val="24"/>
          <w:lang w:val="uk-UA"/>
        </w:rPr>
      </w:pPr>
      <w:r w:rsidRPr="007E4406">
        <w:rPr>
          <w:b/>
          <w:bCs/>
          <w:sz w:val="24"/>
          <w:szCs w:val="24"/>
          <w:lang w:val="uk-UA"/>
        </w:rPr>
        <w:t xml:space="preserve">            Селищний голова                                                                                       Ігор ДЗЮБА</w:t>
      </w:r>
    </w:p>
    <w:sectPr w:rsidR="00D13DBF" w:rsidRPr="007E4406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1D5"/>
    <w:rsid w:val="00017093"/>
    <w:rsid w:val="00043BBB"/>
    <w:rsid w:val="000D1870"/>
    <w:rsid w:val="0013019D"/>
    <w:rsid w:val="00170C8D"/>
    <w:rsid w:val="001731AD"/>
    <w:rsid w:val="001B342F"/>
    <w:rsid w:val="001B37EE"/>
    <w:rsid w:val="002176B5"/>
    <w:rsid w:val="002210E4"/>
    <w:rsid w:val="002B2013"/>
    <w:rsid w:val="002E0CEB"/>
    <w:rsid w:val="002E2035"/>
    <w:rsid w:val="002F44CF"/>
    <w:rsid w:val="0033680E"/>
    <w:rsid w:val="003A265F"/>
    <w:rsid w:val="003B083B"/>
    <w:rsid w:val="003C1A8A"/>
    <w:rsid w:val="003F444A"/>
    <w:rsid w:val="003F609E"/>
    <w:rsid w:val="00417C7B"/>
    <w:rsid w:val="0042419E"/>
    <w:rsid w:val="00464377"/>
    <w:rsid w:val="00470E73"/>
    <w:rsid w:val="004B1A21"/>
    <w:rsid w:val="004B4551"/>
    <w:rsid w:val="005106B3"/>
    <w:rsid w:val="005811D5"/>
    <w:rsid w:val="005948AD"/>
    <w:rsid w:val="005B053E"/>
    <w:rsid w:val="005D0FDC"/>
    <w:rsid w:val="005D585D"/>
    <w:rsid w:val="00623751"/>
    <w:rsid w:val="00640A37"/>
    <w:rsid w:val="006765B0"/>
    <w:rsid w:val="006F0C48"/>
    <w:rsid w:val="006F5D60"/>
    <w:rsid w:val="007470A5"/>
    <w:rsid w:val="007B7C0A"/>
    <w:rsid w:val="007C174D"/>
    <w:rsid w:val="007C79F4"/>
    <w:rsid w:val="007E4406"/>
    <w:rsid w:val="008073A6"/>
    <w:rsid w:val="00932FCF"/>
    <w:rsid w:val="00A049E1"/>
    <w:rsid w:val="00A5020A"/>
    <w:rsid w:val="00A53535"/>
    <w:rsid w:val="00A67CE9"/>
    <w:rsid w:val="00B50066"/>
    <w:rsid w:val="00C21246"/>
    <w:rsid w:val="00D13DBF"/>
    <w:rsid w:val="00D77F32"/>
    <w:rsid w:val="00DA580E"/>
    <w:rsid w:val="00DB1755"/>
    <w:rsid w:val="00F87160"/>
    <w:rsid w:val="00FC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D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11D5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811D5"/>
    <w:pPr>
      <w:ind w:left="720"/>
      <w:contextualSpacing/>
    </w:pPr>
  </w:style>
  <w:style w:type="table" w:styleId="TableGrid">
    <w:name w:val="Table Grid"/>
    <w:basedOn w:val="TableNormal"/>
    <w:uiPriority w:val="99"/>
    <w:rsid w:val="005811D5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414</Words>
  <Characters>2365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28</cp:revision>
  <cp:lastPrinted>2021-02-02T13:19:00Z</cp:lastPrinted>
  <dcterms:created xsi:type="dcterms:W3CDTF">2020-10-08T11:00:00Z</dcterms:created>
  <dcterms:modified xsi:type="dcterms:W3CDTF">2021-02-18T10:06:00Z</dcterms:modified>
</cp:coreProperties>
</file>