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D65" w:rsidRPr="005D0FDC" w:rsidRDefault="007D4D65" w:rsidP="005D0FDC">
      <w:pPr>
        <w:pStyle w:val="Heading1"/>
        <w:jc w:val="right"/>
        <w:rPr>
          <w:b w:val="0"/>
          <w:i/>
          <w:szCs w:val="24"/>
          <w:lang w:eastAsia="ar-SA"/>
        </w:rPr>
      </w:pPr>
      <w:r w:rsidRPr="005D0FDC">
        <w:rPr>
          <w:b w:val="0"/>
          <w:i/>
          <w:szCs w:val="24"/>
          <w:lang w:eastAsia="ar-SA"/>
        </w:rPr>
        <w:t>Рішення призупинено селищним головою</w:t>
      </w:r>
      <w:r>
        <w:rPr>
          <w:b w:val="0"/>
          <w:i/>
          <w:szCs w:val="24"/>
          <w:lang w:eastAsia="ar-SA"/>
        </w:rPr>
        <w:t>, розпорядження від 28.01.2021 № 24</w:t>
      </w:r>
    </w:p>
    <w:p w:rsidR="007D4D65" w:rsidRDefault="007D4D65" w:rsidP="00B60A76">
      <w:pPr>
        <w:pStyle w:val="Heading1"/>
        <w:rPr>
          <w:b w:val="0"/>
          <w:szCs w:val="24"/>
        </w:rPr>
      </w:pPr>
      <w:r w:rsidRPr="00020A4D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47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4898755" r:id="rId6"/>
        </w:object>
      </w:r>
    </w:p>
    <w:p w:rsidR="007D4D65" w:rsidRDefault="007D4D65" w:rsidP="00B60A76">
      <w:pPr>
        <w:pStyle w:val="BodyText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7D4D65" w:rsidRPr="006B3670" w:rsidRDefault="007D4D65" w:rsidP="00B60A76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  <w:r w:rsidRPr="006B3670">
        <w:rPr>
          <w:rFonts w:ascii="Times New Roman" w:hAnsi="Times New Roman"/>
          <w:b/>
          <w:sz w:val="24"/>
          <w:szCs w:val="24"/>
        </w:rPr>
        <w:t>МАРКІВСЬКА СЕЛИЩНА РАДА</w:t>
      </w:r>
    </w:p>
    <w:p w:rsidR="007D4D65" w:rsidRPr="006B3670" w:rsidRDefault="007D4D65" w:rsidP="00B60A76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6B3670">
        <w:rPr>
          <w:rFonts w:ascii="Times New Roman" w:hAnsi="Times New Roman"/>
          <w:b/>
          <w:sz w:val="24"/>
          <w:szCs w:val="24"/>
        </w:rPr>
        <w:t>МАРКІВСЬКОГО РАЙОНУ ЛУГАНСЬКОЇ ОБЛАСТІ</w:t>
      </w:r>
    </w:p>
    <w:p w:rsidR="007D4D65" w:rsidRPr="006B3670" w:rsidRDefault="007D4D65" w:rsidP="00B60A76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/>
          <w:b/>
          <w:bCs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ТРЕТЯ</w:t>
      </w:r>
      <w:r w:rsidRPr="006B3670">
        <w:rPr>
          <w:rFonts w:ascii="Times New Roman" w:hAnsi="Times New Roman"/>
          <w:b/>
          <w:bCs/>
          <w:sz w:val="24"/>
          <w:szCs w:val="24"/>
          <w:lang w:val="uk-UA"/>
        </w:rPr>
        <w:t xml:space="preserve"> СЕСІЯ</w:t>
      </w:r>
    </w:p>
    <w:p w:rsidR="007D4D65" w:rsidRDefault="007D4D65" w:rsidP="00B60A76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(позачергова)</w:t>
      </w:r>
    </w:p>
    <w:p w:rsidR="007D4D65" w:rsidRDefault="007D4D65" w:rsidP="00B60A76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D4D65" w:rsidRDefault="007D4D65" w:rsidP="00B60A76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Р І Ш Е Н Н Я</w:t>
      </w:r>
    </w:p>
    <w:p w:rsidR="007D4D65" w:rsidRPr="006B3670" w:rsidRDefault="007D4D65" w:rsidP="00B60A76">
      <w:pPr>
        <w:pStyle w:val="NoSpacing"/>
        <w:jc w:val="center"/>
        <w:rPr>
          <w:b/>
          <w:i/>
          <w:sz w:val="24"/>
          <w:szCs w:val="24"/>
          <w:lang w:val="uk-UA"/>
        </w:rPr>
      </w:pPr>
    </w:p>
    <w:p w:rsidR="007D4D65" w:rsidRPr="00655319" w:rsidRDefault="007D4D65" w:rsidP="00B60A76">
      <w:pPr>
        <w:pStyle w:val="BodyText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25 січня 2021</w:t>
      </w:r>
      <w:r w:rsidRPr="00655319">
        <w:rPr>
          <w:b w:val="0"/>
          <w:bCs/>
          <w:szCs w:val="24"/>
        </w:rPr>
        <w:t xml:space="preserve"> року                        смт. Марківка                                     №</w:t>
      </w:r>
      <w:r>
        <w:rPr>
          <w:b w:val="0"/>
          <w:bCs/>
          <w:szCs w:val="24"/>
        </w:rPr>
        <w:t xml:space="preserve"> 3-63 /2021</w:t>
      </w:r>
    </w:p>
    <w:p w:rsidR="007D4D65" w:rsidRPr="00655319" w:rsidRDefault="007D4D65" w:rsidP="00B60A76">
      <w:pPr>
        <w:shd w:val="clear" w:color="auto" w:fill="FFFFFF"/>
        <w:rPr>
          <w:color w:val="333333"/>
          <w:sz w:val="24"/>
          <w:szCs w:val="24"/>
          <w:bdr w:val="none" w:sz="0" w:space="0" w:color="auto" w:frame="1"/>
          <w:lang w:val="uk-UA"/>
        </w:rPr>
      </w:pPr>
    </w:p>
    <w:tbl>
      <w:tblPr>
        <w:tblW w:w="0" w:type="auto"/>
        <w:tblLook w:val="00A0"/>
      </w:tblPr>
      <w:tblGrid>
        <w:gridCol w:w="4907"/>
      </w:tblGrid>
      <w:tr w:rsidR="007D4D65" w:rsidRPr="005D0FDC" w:rsidTr="006B25A7">
        <w:trPr>
          <w:trHeight w:val="1243"/>
        </w:trPr>
        <w:tc>
          <w:tcPr>
            <w:tcW w:w="4907" w:type="dxa"/>
          </w:tcPr>
          <w:p w:rsidR="007D4D65" w:rsidRPr="006B25A7" w:rsidRDefault="007D4D65" w:rsidP="006B25A7">
            <w:pPr>
              <w:jc w:val="both"/>
              <w:rPr>
                <w:sz w:val="24"/>
                <w:szCs w:val="24"/>
                <w:lang w:val="uk-UA"/>
              </w:rPr>
            </w:pPr>
            <w:r w:rsidRPr="006B25A7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«Марківське» сільськогосподарського призначення (контур № 18)</w:t>
            </w:r>
          </w:p>
        </w:tc>
      </w:tr>
    </w:tbl>
    <w:p w:rsidR="007D4D65" w:rsidRDefault="007D4D65" w:rsidP="00B60A76">
      <w:pPr>
        <w:pStyle w:val="BodyText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7D4D65" w:rsidRPr="00655319" w:rsidRDefault="007D4D65" w:rsidP="00B60A76">
      <w:pPr>
        <w:pStyle w:val="BodyText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7D4D65" w:rsidRDefault="007D4D65" w:rsidP="00B60A76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«Марківське» угіддя – сіножаті, розташовані в контурі № 18  (площа 18,00 га) згідно проекту роздержавлення і приватизації земель КСП «Марківське» Марківського району Луганської області, розташованих за межами населеного пункту,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7D4D65" w:rsidRDefault="007D4D65" w:rsidP="00B60A76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7D4D65" w:rsidRDefault="007D4D65" w:rsidP="00B60A76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Укласти тристоронній договір між Марківською селищною радою (замовник), ТОВ «Литвинівське МТС» в особі Черкаської Наталії Петрівни (за довіреністю) та суб</w:t>
      </w:r>
      <w:r>
        <w:rPr>
          <w:bCs/>
          <w:sz w:val="24"/>
          <w:szCs w:val="24"/>
        </w:rPr>
        <w:t>’</w:t>
      </w:r>
      <w:r>
        <w:rPr>
          <w:bCs/>
          <w:sz w:val="24"/>
          <w:szCs w:val="24"/>
          <w:lang w:val="uk-UA"/>
        </w:rPr>
        <w:t>єктом, який має право на проведення робіт із землеустрою (виконавець).</w:t>
      </w:r>
    </w:p>
    <w:p w:rsidR="007D4D65" w:rsidRDefault="007D4D65" w:rsidP="00B60A76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Відповідно до заяви ТОВ «Литвинівське МТС» провести оплату розробки технічної документації із землеустрою щодо інвентаризації земель колишнього КСП «Марківське» сільськогосподарського призначення (контур № 18).</w:t>
      </w:r>
    </w:p>
    <w:p w:rsidR="007D4D65" w:rsidRDefault="007D4D65" w:rsidP="00B60A76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7D4D65" w:rsidRPr="001221DE" w:rsidRDefault="007D4D65" w:rsidP="00B60A76">
      <w:pPr>
        <w:pStyle w:val="ListParagraph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7D4D65" w:rsidRPr="001221DE" w:rsidRDefault="007D4D65" w:rsidP="00B60A76">
      <w:pPr>
        <w:pStyle w:val="ListParagraph"/>
        <w:jc w:val="both"/>
        <w:rPr>
          <w:bCs/>
          <w:sz w:val="24"/>
          <w:szCs w:val="24"/>
        </w:rPr>
      </w:pPr>
    </w:p>
    <w:p w:rsidR="007D4D65" w:rsidRPr="001221DE" w:rsidRDefault="007D4D65" w:rsidP="00B60A76">
      <w:pPr>
        <w:jc w:val="both"/>
        <w:rPr>
          <w:bCs/>
          <w:sz w:val="24"/>
          <w:szCs w:val="24"/>
          <w:lang w:val="uk-UA"/>
        </w:rPr>
      </w:pPr>
    </w:p>
    <w:p w:rsidR="007D4D65" w:rsidRDefault="007D4D65" w:rsidP="00B60A76">
      <w:pPr>
        <w:pStyle w:val="ListParagraph"/>
        <w:jc w:val="both"/>
        <w:rPr>
          <w:b/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</w:t>
      </w:r>
      <w:r w:rsidRPr="00655319">
        <w:rPr>
          <w:b/>
          <w:bCs/>
          <w:sz w:val="24"/>
          <w:szCs w:val="24"/>
          <w:lang w:val="uk-UA"/>
        </w:rPr>
        <w:t xml:space="preserve"> Селищний голова                              </w:t>
      </w:r>
      <w:r>
        <w:rPr>
          <w:b/>
          <w:bCs/>
          <w:sz w:val="24"/>
          <w:szCs w:val="24"/>
          <w:lang w:val="uk-UA"/>
        </w:rPr>
        <w:t xml:space="preserve">           </w:t>
      </w:r>
      <w:r w:rsidRPr="00655319">
        <w:rPr>
          <w:b/>
          <w:bCs/>
          <w:sz w:val="24"/>
          <w:szCs w:val="24"/>
          <w:lang w:val="uk-UA"/>
        </w:rPr>
        <w:t>Ігор ДЗЮБА</w:t>
      </w:r>
    </w:p>
    <w:p w:rsidR="007D4D65" w:rsidRDefault="007D4D65"/>
    <w:sectPr w:rsidR="007D4D6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40636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0A76"/>
    <w:rsid w:val="00020A4D"/>
    <w:rsid w:val="000E077B"/>
    <w:rsid w:val="001221DE"/>
    <w:rsid w:val="0046483B"/>
    <w:rsid w:val="004F0124"/>
    <w:rsid w:val="005D0FDC"/>
    <w:rsid w:val="00655319"/>
    <w:rsid w:val="006B25A7"/>
    <w:rsid w:val="006B3670"/>
    <w:rsid w:val="007C05B5"/>
    <w:rsid w:val="007D4D65"/>
    <w:rsid w:val="00A93489"/>
    <w:rsid w:val="00B60A76"/>
    <w:rsid w:val="00C36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A76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0A7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0A76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B60A76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B60A76"/>
    <w:pPr>
      <w:ind w:right="84"/>
    </w:pPr>
    <w:rPr>
      <w:rFonts w:eastAsia="Calibri"/>
      <w:b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B60A7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B60A76"/>
    <w:rPr>
      <w:lang w:val="ru-RU"/>
    </w:rPr>
  </w:style>
  <w:style w:type="table" w:styleId="TableGrid">
    <w:name w:val="Table Grid"/>
    <w:basedOn w:val="TableNormal"/>
    <w:uiPriority w:val="99"/>
    <w:rsid w:val="00B60A76"/>
    <w:rPr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412</Words>
  <Characters>2349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</cp:revision>
  <dcterms:created xsi:type="dcterms:W3CDTF">2021-01-27T08:40:00Z</dcterms:created>
  <dcterms:modified xsi:type="dcterms:W3CDTF">2021-02-15T10:53:00Z</dcterms:modified>
</cp:coreProperties>
</file>