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A8" w:rsidRPr="00E515D7" w:rsidRDefault="00CC3CA8" w:rsidP="00E55EBD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   </w:t>
      </w:r>
    </w:p>
    <w:p w:rsidR="00CC3CA8" w:rsidRPr="004716B4" w:rsidRDefault="00CC3CA8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CC3CA8" w:rsidRPr="00A9207F" w:rsidRDefault="00CC3CA8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A62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CC3CA8" w:rsidRPr="004716B4" w:rsidRDefault="00CC3CA8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CC3CA8" w:rsidRPr="004716B4" w:rsidRDefault="00CC3CA8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25 лис</w:t>
      </w:r>
      <w:r>
        <w:rPr>
          <w:bCs/>
          <w:szCs w:val="24"/>
          <w:lang w:val="en-US"/>
        </w:rPr>
        <w:t>т</w:t>
      </w:r>
      <w:r>
        <w:rPr>
          <w:bCs/>
          <w:szCs w:val="24"/>
          <w:lang w:val="ru-RU"/>
        </w:rPr>
        <w:t xml:space="preserve">опада </w:t>
      </w:r>
      <w:r w:rsidRPr="004224C8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201</w:t>
      </w:r>
      <w:r>
        <w:rPr>
          <w:bCs/>
          <w:szCs w:val="24"/>
          <w:lang w:val="ru-RU"/>
        </w:rPr>
        <w:t>9</w:t>
      </w:r>
      <w:r w:rsidRPr="004716B4">
        <w:rPr>
          <w:bCs/>
          <w:szCs w:val="24"/>
        </w:rPr>
        <w:t xml:space="preserve"> року</w:t>
      </w:r>
    </w:p>
    <w:p w:rsidR="00CC3CA8" w:rsidRPr="00991E24" w:rsidRDefault="00CC3CA8" w:rsidP="00112AA2">
      <w:pPr>
        <w:pStyle w:val="BodyText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45780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 xml:space="preserve">№ 6 </w:t>
      </w:r>
      <w:r w:rsidRPr="00457806">
        <w:rPr>
          <w:bCs/>
          <w:szCs w:val="24"/>
        </w:rPr>
        <w:t xml:space="preserve"> – </w:t>
      </w:r>
      <w:r>
        <w:rPr>
          <w:bCs/>
          <w:szCs w:val="24"/>
        </w:rPr>
        <w:t>13</w:t>
      </w:r>
      <w:r w:rsidRPr="00F92011">
        <w:rPr>
          <w:bCs/>
          <w:szCs w:val="24"/>
          <w:lang w:val="ru-RU"/>
        </w:rPr>
        <w:t xml:space="preserve"> </w:t>
      </w:r>
      <w:r w:rsidRPr="00457806">
        <w:rPr>
          <w:bCs/>
          <w:szCs w:val="24"/>
        </w:rPr>
        <w:t>/201</w:t>
      </w:r>
      <w:r w:rsidRPr="00457806">
        <w:rPr>
          <w:bCs/>
          <w:szCs w:val="24"/>
          <w:lang w:val="ru-RU"/>
        </w:rPr>
        <w:t>9</w:t>
      </w:r>
    </w:p>
    <w:p w:rsidR="00CC3CA8" w:rsidRPr="00991E24" w:rsidRDefault="00CC3CA8" w:rsidP="00112AA2">
      <w:pPr>
        <w:pStyle w:val="BodyText2"/>
        <w:jc w:val="both"/>
        <w:rPr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495"/>
      </w:tblGrid>
      <w:tr w:rsidR="00CC3CA8" w:rsidRPr="009C4B69" w:rsidTr="0098482C">
        <w:trPr>
          <w:trHeight w:val="2098"/>
        </w:trPr>
        <w:tc>
          <w:tcPr>
            <w:tcW w:w="5495" w:type="dxa"/>
          </w:tcPr>
          <w:p w:rsidR="00CC3CA8" w:rsidRPr="0098482C" w:rsidRDefault="00CC3CA8" w:rsidP="0098482C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98482C">
              <w:rPr>
                <w:b w:val="0"/>
                <w:bCs/>
                <w:szCs w:val="24"/>
              </w:rPr>
              <w:t xml:space="preserve">Про затвердження технічної документації із  землеустрою щодо встановлення (відновлення) меж земельної ділянки в натурі (на місцевості), гр. Сенченко Світлані Володимирівні,  для будівництва і обслуговування житлового будинку, господарських будівель і споруд (присадибна ділянка), розташованої в межах </w:t>
            </w:r>
            <w:r w:rsidRPr="0098482C">
              <w:rPr>
                <w:b w:val="0"/>
                <w:szCs w:val="24"/>
              </w:rPr>
              <w:t>населеного пункту, на території, яка за даними державного земельного кадастру, враховується Марківській селищній раді за адресою: смт. Марківка, вул.</w:t>
            </w:r>
            <w:r w:rsidRPr="0098482C">
              <w:rPr>
                <w:b w:val="0"/>
                <w:bCs/>
                <w:szCs w:val="24"/>
              </w:rPr>
              <w:t xml:space="preserve"> Мічуріна, буд. 13,</w:t>
            </w:r>
            <w:r w:rsidRPr="0098482C">
              <w:rPr>
                <w:b w:val="0"/>
                <w:szCs w:val="24"/>
              </w:rPr>
              <w:t xml:space="preserve"> </w:t>
            </w:r>
            <w:r w:rsidRPr="0098482C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CC3CA8" w:rsidRPr="00F92011" w:rsidRDefault="00CC3CA8" w:rsidP="00111A02">
      <w:pPr>
        <w:pStyle w:val="BodyText2"/>
        <w:ind w:firstLine="709"/>
        <w:jc w:val="both"/>
        <w:rPr>
          <w:b w:val="0"/>
          <w:szCs w:val="24"/>
        </w:rPr>
      </w:pPr>
    </w:p>
    <w:p w:rsidR="00CC3CA8" w:rsidRPr="00134134" w:rsidRDefault="00CC3CA8" w:rsidP="00111A02">
      <w:pPr>
        <w:pStyle w:val="BodyText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Pr="005954CE">
        <w:rPr>
          <w:b w:val="0"/>
          <w:bCs/>
          <w:szCs w:val="24"/>
        </w:rPr>
        <w:t>гр.</w:t>
      </w:r>
      <w:r>
        <w:rPr>
          <w:b w:val="0"/>
          <w:bCs/>
          <w:szCs w:val="24"/>
        </w:rPr>
        <w:t xml:space="preserve"> Сенченко Світлани Володимирівни</w:t>
      </w:r>
      <w:r>
        <w:rPr>
          <w:b w:val="0"/>
          <w:szCs w:val="24"/>
        </w:rPr>
        <w:t xml:space="preserve">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134134">
        <w:rPr>
          <w:b w:val="0"/>
          <w:bCs/>
          <w:szCs w:val="24"/>
        </w:rPr>
        <w:t xml:space="preserve"> 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Марківській селищній раді за адресою: смт. Марківка, </w:t>
      </w:r>
      <w:r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 xml:space="preserve"> Мічуріна, 13</w:t>
      </w:r>
      <w:r w:rsidRPr="00134134">
        <w:rPr>
          <w:b w:val="0"/>
          <w:bCs/>
          <w:szCs w:val="24"/>
        </w:rPr>
        <w:t xml:space="preserve">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CC3CA8" w:rsidRPr="003A15C2" w:rsidRDefault="00CC3CA8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CC3CA8" w:rsidRPr="007012AA" w:rsidRDefault="00CC3CA8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технічн</w:t>
      </w:r>
      <w:r w:rsidRPr="00E16158">
        <w:rPr>
          <w:bCs/>
          <w:sz w:val="24"/>
          <w:szCs w:val="24"/>
          <w:lang w:val="uk-UA"/>
        </w:rPr>
        <w:t xml:space="preserve">у </w:t>
      </w:r>
      <w:r w:rsidRPr="00E16158">
        <w:rPr>
          <w:bCs/>
          <w:sz w:val="24"/>
          <w:szCs w:val="24"/>
        </w:rPr>
        <w:t>документаці</w:t>
      </w:r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із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землеустрою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щодо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встановлення</w:t>
      </w:r>
      <w:r>
        <w:rPr>
          <w:bCs/>
          <w:sz w:val="24"/>
          <w:szCs w:val="24"/>
          <w:lang w:val="uk-UA"/>
        </w:rPr>
        <w:t xml:space="preserve"> (відновлення)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натурі</w:t>
      </w:r>
      <w:r w:rsidRPr="00457806">
        <w:rPr>
          <w:bCs/>
          <w:sz w:val="24"/>
          <w:szCs w:val="24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місцевості</w:t>
      </w:r>
      <w:r w:rsidRPr="00457806">
        <w:rPr>
          <w:bCs/>
          <w:sz w:val="24"/>
          <w:szCs w:val="24"/>
        </w:rPr>
        <w:t>)</w:t>
      </w:r>
      <w:r w:rsidRPr="00B91C08">
        <w:rPr>
          <w:bCs/>
          <w:sz w:val="24"/>
          <w:szCs w:val="24"/>
          <w:lang w:val="uk-UA"/>
        </w:rPr>
        <w:t xml:space="preserve"> гр. </w:t>
      </w:r>
      <w:r>
        <w:rPr>
          <w:bCs/>
          <w:sz w:val="24"/>
          <w:szCs w:val="24"/>
          <w:lang w:val="uk-UA"/>
        </w:rPr>
        <w:t>Сенченко Світлані Володимирівні</w:t>
      </w:r>
      <w:r w:rsidRPr="00B91C08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для </w:t>
      </w:r>
      <w:r w:rsidRPr="00CD08A7">
        <w:rPr>
          <w:sz w:val="24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sz w:val="24"/>
          <w:szCs w:val="24"/>
          <w:lang w:val="uk-UA"/>
        </w:rPr>
        <w:t xml:space="preserve">, </w:t>
      </w:r>
      <w:r w:rsidRPr="007C1AC9">
        <w:rPr>
          <w:sz w:val="24"/>
          <w:szCs w:val="24"/>
          <w:lang w:val="uk-UA"/>
        </w:rPr>
        <w:t>розташован</w:t>
      </w:r>
      <w:r w:rsidRPr="00E16158">
        <w:rPr>
          <w:sz w:val="24"/>
          <w:szCs w:val="24"/>
          <w:lang w:val="uk-UA"/>
        </w:rPr>
        <w:t>ої</w:t>
      </w:r>
      <w:r w:rsidRPr="007C1AC9">
        <w:rPr>
          <w:sz w:val="24"/>
          <w:szCs w:val="24"/>
          <w:lang w:val="uk-UA"/>
        </w:rPr>
        <w:t xml:space="preserve"> в межах населеного пункту, на території, яка за даними державного земельн</w:t>
      </w:r>
      <w:r w:rsidRPr="00E16158">
        <w:rPr>
          <w:sz w:val="24"/>
          <w:szCs w:val="24"/>
          <w:lang w:val="uk-UA"/>
        </w:rPr>
        <w:t>ого</w:t>
      </w:r>
      <w:r w:rsidRPr="007C1AC9">
        <w:rPr>
          <w:sz w:val="24"/>
          <w:szCs w:val="24"/>
          <w:lang w:val="uk-UA"/>
        </w:rPr>
        <w:t xml:space="preserve"> кадастру, враховується в Марківській селищн</w:t>
      </w:r>
      <w:r w:rsidRPr="00E16158">
        <w:rPr>
          <w:sz w:val="24"/>
          <w:szCs w:val="24"/>
          <w:lang w:val="uk-UA"/>
        </w:rPr>
        <w:t>ій</w:t>
      </w:r>
      <w:r w:rsidRPr="007C1AC9">
        <w:rPr>
          <w:sz w:val="24"/>
          <w:szCs w:val="24"/>
          <w:lang w:val="uk-UA"/>
        </w:rPr>
        <w:t xml:space="preserve"> раді за адресою: смт. Марківка, </w:t>
      </w:r>
      <w:r>
        <w:rPr>
          <w:bCs/>
          <w:sz w:val="24"/>
          <w:szCs w:val="24"/>
          <w:lang w:val="uk-UA"/>
        </w:rPr>
        <w:t>вул</w:t>
      </w:r>
      <w:r w:rsidRPr="007C1AC9">
        <w:rPr>
          <w:bCs/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 xml:space="preserve"> Мічуріна, 13</w:t>
      </w:r>
      <w:r w:rsidRPr="007C1AC9">
        <w:rPr>
          <w:bCs/>
          <w:sz w:val="24"/>
          <w:szCs w:val="24"/>
          <w:lang w:val="uk-UA"/>
        </w:rPr>
        <w:t xml:space="preserve">, Марківського району Луганської області. </w:t>
      </w:r>
    </w:p>
    <w:p w:rsidR="00CC3CA8" w:rsidRPr="00937A2F" w:rsidRDefault="00CC3CA8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>
        <w:rPr>
          <w:bCs/>
          <w:sz w:val="24"/>
          <w:szCs w:val="24"/>
          <w:lang w:val="uk-UA"/>
        </w:rPr>
        <w:t>приватну</w:t>
      </w:r>
      <w:r w:rsidRPr="007012AA">
        <w:rPr>
          <w:bCs/>
          <w:sz w:val="24"/>
          <w:szCs w:val="24"/>
          <w:lang w:val="uk-UA"/>
        </w:rPr>
        <w:t xml:space="preserve"> власність гр.</w:t>
      </w:r>
      <w:r>
        <w:rPr>
          <w:bCs/>
          <w:sz w:val="24"/>
          <w:szCs w:val="24"/>
          <w:lang w:val="uk-UA"/>
        </w:rPr>
        <w:t xml:space="preserve"> Сенченко Світлані Володимирівні</w:t>
      </w:r>
      <w:r w:rsidRPr="007012AA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земельну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ділянку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0,</w:t>
      </w:r>
      <w:r>
        <w:rPr>
          <w:sz w:val="24"/>
          <w:szCs w:val="24"/>
          <w:lang w:val="uk-UA"/>
        </w:rPr>
        <w:t xml:space="preserve">1500 </w:t>
      </w:r>
      <w:r w:rsidRPr="001316EA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, із них: 0,1500 </w:t>
      </w:r>
      <w:r w:rsidRPr="00E16158">
        <w:rPr>
          <w:sz w:val="24"/>
          <w:szCs w:val="24"/>
          <w:lang w:val="uk-UA"/>
        </w:rPr>
        <w:t>га (кадастровий номер 4422555100:</w:t>
      </w:r>
      <w:r>
        <w:rPr>
          <w:sz w:val="24"/>
          <w:szCs w:val="24"/>
          <w:lang w:val="uk-UA"/>
        </w:rPr>
        <w:t>13:008:0054</w:t>
      </w:r>
      <w:r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>
        <w:rPr>
          <w:sz w:val="24"/>
          <w:szCs w:val="24"/>
          <w:lang w:val="uk-UA"/>
        </w:rPr>
        <w:t>дибна ділянка), (угіддя - малоповерхова забудова – 0,1500 га</w:t>
      </w:r>
      <w:r w:rsidRPr="00E16158">
        <w:rPr>
          <w:sz w:val="24"/>
          <w:szCs w:val="24"/>
          <w:lang w:val="uk-UA"/>
        </w:rPr>
        <w:t>) за рахунок земель житлової та громадської забудови населеного пункту за адресою: смт. Марківка</w:t>
      </w:r>
      <w:r>
        <w:rPr>
          <w:sz w:val="24"/>
          <w:szCs w:val="24"/>
          <w:lang w:val="uk-UA"/>
        </w:rPr>
        <w:t>, вул</w:t>
      </w:r>
      <w:r w:rsidRPr="00E1615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Мічуріна, 13</w:t>
      </w:r>
      <w:r w:rsidRPr="00E16158">
        <w:rPr>
          <w:sz w:val="24"/>
          <w:szCs w:val="24"/>
          <w:lang w:val="uk-UA"/>
        </w:rPr>
        <w:t>, Марківського району Луганської області.</w:t>
      </w:r>
    </w:p>
    <w:p w:rsidR="00CC3CA8" w:rsidRPr="009836E3" w:rsidRDefault="00CC3CA8" w:rsidP="00E95D4C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C3CA8" w:rsidRDefault="00CC3CA8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C3CA8" w:rsidRPr="00991E24" w:rsidRDefault="00CC3CA8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C3CA8" w:rsidRPr="00635B6F" w:rsidRDefault="00CC3CA8" w:rsidP="00775A5A">
      <w:pPr>
        <w:pStyle w:val="ListParagraph"/>
        <w:ind w:left="0"/>
        <w:jc w:val="both"/>
        <w:rPr>
          <w:b/>
          <w:sz w:val="24"/>
          <w:szCs w:val="24"/>
          <w:lang w:val="uk-UA"/>
        </w:rPr>
      </w:pPr>
      <w:r w:rsidRPr="00635B6F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</w:t>
      </w:r>
      <w:r w:rsidRPr="00635B6F">
        <w:rPr>
          <w:b/>
          <w:bCs/>
          <w:sz w:val="24"/>
          <w:szCs w:val="24"/>
          <w:lang w:val="en-US"/>
        </w:rPr>
        <w:t>ЗЮБА</w:t>
      </w:r>
    </w:p>
    <w:sectPr w:rsidR="00CC3CA8" w:rsidRPr="00635B6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31C60"/>
    <w:rsid w:val="000458E4"/>
    <w:rsid w:val="00053F97"/>
    <w:rsid w:val="00071A7E"/>
    <w:rsid w:val="000754D4"/>
    <w:rsid w:val="00075911"/>
    <w:rsid w:val="00085A2D"/>
    <w:rsid w:val="00092532"/>
    <w:rsid w:val="000A1ED9"/>
    <w:rsid w:val="000D4047"/>
    <w:rsid w:val="000F322C"/>
    <w:rsid w:val="000F7971"/>
    <w:rsid w:val="0011157A"/>
    <w:rsid w:val="00111A02"/>
    <w:rsid w:val="00112AA2"/>
    <w:rsid w:val="001316EA"/>
    <w:rsid w:val="00133054"/>
    <w:rsid w:val="00134134"/>
    <w:rsid w:val="00143D5D"/>
    <w:rsid w:val="001539EF"/>
    <w:rsid w:val="001671F6"/>
    <w:rsid w:val="00171E81"/>
    <w:rsid w:val="00180A4E"/>
    <w:rsid w:val="00191267"/>
    <w:rsid w:val="001916E6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D3B64"/>
    <w:rsid w:val="002E7A05"/>
    <w:rsid w:val="002F225F"/>
    <w:rsid w:val="00302429"/>
    <w:rsid w:val="003136A5"/>
    <w:rsid w:val="003143E8"/>
    <w:rsid w:val="00333EFB"/>
    <w:rsid w:val="00344DC9"/>
    <w:rsid w:val="0037271B"/>
    <w:rsid w:val="00376A18"/>
    <w:rsid w:val="003839D6"/>
    <w:rsid w:val="0039331F"/>
    <w:rsid w:val="003A15C2"/>
    <w:rsid w:val="004224C8"/>
    <w:rsid w:val="00425AC2"/>
    <w:rsid w:val="0042746E"/>
    <w:rsid w:val="00432316"/>
    <w:rsid w:val="00451CC6"/>
    <w:rsid w:val="00457806"/>
    <w:rsid w:val="004716B4"/>
    <w:rsid w:val="004754B8"/>
    <w:rsid w:val="004760B7"/>
    <w:rsid w:val="00485016"/>
    <w:rsid w:val="004D3F5E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35B6F"/>
    <w:rsid w:val="00641BAB"/>
    <w:rsid w:val="0068499B"/>
    <w:rsid w:val="00696364"/>
    <w:rsid w:val="006A315B"/>
    <w:rsid w:val="006A7326"/>
    <w:rsid w:val="007012AA"/>
    <w:rsid w:val="00742AC1"/>
    <w:rsid w:val="00775A5A"/>
    <w:rsid w:val="007B790D"/>
    <w:rsid w:val="007C1AC9"/>
    <w:rsid w:val="007C2BFC"/>
    <w:rsid w:val="007D61F7"/>
    <w:rsid w:val="007E6DFC"/>
    <w:rsid w:val="007F694E"/>
    <w:rsid w:val="00814ED7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7A2F"/>
    <w:rsid w:val="009500BE"/>
    <w:rsid w:val="0097665D"/>
    <w:rsid w:val="009836E3"/>
    <w:rsid w:val="0098482C"/>
    <w:rsid w:val="00991E24"/>
    <w:rsid w:val="009B1674"/>
    <w:rsid w:val="009B5C9C"/>
    <w:rsid w:val="009C4B69"/>
    <w:rsid w:val="009D41F0"/>
    <w:rsid w:val="009D6C08"/>
    <w:rsid w:val="009F77B5"/>
    <w:rsid w:val="00A03E32"/>
    <w:rsid w:val="00A17388"/>
    <w:rsid w:val="00A4080D"/>
    <w:rsid w:val="00A62CBB"/>
    <w:rsid w:val="00A9207F"/>
    <w:rsid w:val="00AE3190"/>
    <w:rsid w:val="00AF0BB1"/>
    <w:rsid w:val="00AF2427"/>
    <w:rsid w:val="00B060F8"/>
    <w:rsid w:val="00B10C41"/>
    <w:rsid w:val="00B4071D"/>
    <w:rsid w:val="00B543BB"/>
    <w:rsid w:val="00B91C08"/>
    <w:rsid w:val="00BB6DC4"/>
    <w:rsid w:val="00BD7763"/>
    <w:rsid w:val="00C265F8"/>
    <w:rsid w:val="00C327B4"/>
    <w:rsid w:val="00C348CD"/>
    <w:rsid w:val="00C45642"/>
    <w:rsid w:val="00C46EC2"/>
    <w:rsid w:val="00CB2CCB"/>
    <w:rsid w:val="00CC205A"/>
    <w:rsid w:val="00CC3427"/>
    <w:rsid w:val="00CC3CA8"/>
    <w:rsid w:val="00CD08A7"/>
    <w:rsid w:val="00CE5EC0"/>
    <w:rsid w:val="00CF0139"/>
    <w:rsid w:val="00D1563A"/>
    <w:rsid w:val="00D214D7"/>
    <w:rsid w:val="00D50DA0"/>
    <w:rsid w:val="00D53F4A"/>
    <w:rsid w:val="00D57993"/>
    <w:rsid w:val="00D67557"/>
    <w:rsid w:val="00D70FCE"/>
    <w:rsid w:val="00D73460"/>
    <w:rsid w:val="00D8216E"/>
    <w:rsid w:val="00D963AC"/>
    <w:rsid w:val="00DC61A9"/>
    <w:rsid w:val="00DD2481"/>
    <w:rsid w:val="00DE30A7"/>
    <w:rsid w:val="00DF0CB6"/>
    <w:rsid w:val="00E16158"/>
    <w:rsid w:val="00E22708"/>
    <w:rsid w:val="00E22D58"/>
    <w:rsid w:val="00E515D7"/>
    <w:rsid w:val="00E55EBD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B1365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423</Words>
  <Characters>2417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МАРКІВСЬКА СЕЛИЩНА РАДА                     </dc:title>
  <dc:subject/>
  <dc:creator>User</dc:creator>
  <cp:keywords/>
  <dc:description/>
  <cp:lastModifiedBy>Пользователь Windows</cp:lastModifiedBy>
  <cp:revision>2</cp:revision>
  <cp:lastPrinted>2019-11-26T09:21:00Z</cp:lastPrinted>
  <dcterms:created xsi:type="dcterms:W3CDTF">2019-12-03T15:27:00Z</dcterms:created>
  <dcterms:modified xsi:type="dcterms:W3CDTF">2019-12-03T15:27:00Z</dcterms:modified>
</cp:coreProperties>
</file>