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33" w:rsidRPr="000C5BE4" w:rsidRDefault="00E45933" w:rsidP="003A4440">
      <w:pPr>
        <w:pStyle w:val="Title"/>
        <w:outlineLvl w:val="0"/>
        <w:rPr>
          <w:b/>
          <w:szCs w:val="28"/>
        </w:rPr>
      </w:pPr>
      <w:r w:rsidRPr="000C5BE4">
        <w:rPr>
          <w:b/>
          <w:szCs w:val="28"/>
        </w:rPr>
        <w:t xml:space="preserve">ПОРЯДОК ДЕННИЙ </w:t>
      </w:r>
    </w:p>
    <w:p w:rsidR="00E45933" w:rsidRPr="000C5BE4" w:rsidRDefault="00E45933" w:rsidP="003A4440">
      <w:pPr>
        <w:pStyle w:val="Title"/>
        <w:tabs>
          <w:tab w:val="center" w:pos="4844"/>
        </w:tabs>
        <w:rPr>
          <w:szCs w:val="28"/>
        </w:rPr>
      </w:pPr>
      <w:r w:rsidRPr="000C5BE4">
        <w:rPr>
          <w:szCs w:val="28"/>
        </w:rPr>
        <w:t xml:space="preserve">пленарного засідання </w:t>
      </w:r>
      <w:r w:rsidRPr="000C5BE4">
        <w:rPr>
          <w:szCs w:val="28"/>
          <w:lang w:val="ru-RU"/>
        </w:rPr>
        <w:t>тринадцятої (позачергової)</w:t>
      </w:r>
      <w:r w:rsidRPr="000C5BE4">
        <w:rPr>
          <w:szCs w:val="28"/>
        </w:rPr>
        <w:t xml:space="preserve"> сесії </w:t>
      </w:r>
    </w:p>
    <w:p w:rsidR="00E45933" w:rsidRPr="000C5BE4" w:rsidRDefault="00E45933" w:rsidP="003A4440">
      <w:pPr>
        <w:pStyle w:val="Title"/>
        <w:tabs>
          <w:tab w:val="center" w:pos="4844"/>
        </w:tabs>
        <w:rPr>
          <w:szCs w:val="28"/>
        </w:rPr>
      </w:pPr>
      <w:r w:rsidRPr="000C5BE4">
        <w:rPr>
          <w:szCs w:val="28"/>
        </w:rPr>
        <w:t>Марківської селищної ради</w:t>
      </w:r>
    </w:p>
    <w:p w:rsidR="00E45933" w:rsidRPr="000C5BE4" w:rsidRDefault="00E45933" w:rsidP="003A4440">
      <w:pPr>
        <w:pStyle w:val="Title"/>
        <w:tabs>
          <w:tab w:val="center" w:pos="4844"/>
        </w:tabs>
        <w:rPr>
          <w:szCs w:val="28"/>
        </w:rPr>
      </w:pPr>
      <w:r w:rsidRPr="000C5BE4">
        <w:rPr>
          <w:szCs w:val="28"/>
        </w:rPr>
        <w:t>сьомого скликання</w:t>
      </w:r>
    </w:p>
    <w:p w:rsidR="00E45933" w:rsidRPr="000C5BE4" w:rsidRDefault="00E45933" w:rsidP="003A4440">
      <w:pPr>
        <w:pStyle w:val="Title"/>
        <w:jc w:val="left"/>
        <w:rPr>
          <w:szCs w:val="28"/>
        </w:rPr>
      </w:pPr>
    </w:p>
    <w:p w:rsidR="00E45933" w:rsidRPr="000C5BE4" w:rsidRDefault="00E45933" w:rsidP="00E27A85">
      <w:pPr>
        <w:pStyle w:val="Title"/>
        <w:ind w:firstLine="708"/>
        <w:jc w:val="left"/>
        <w:rPr>
          <w:i/>
          <w:szCs w:val="28"/>
        </w:rPr>
      </w:pPr>
      <w:r w:rsidRPr="00427F14">
        <w:rPr>
          <w:i/>
          <w:szCs w:val="28"/>
        </w:rPr>
        <w:t>02 березня 2020 року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 w:rsidRPr="000C5BE4">
        <w:rPr>
          <w:i/>
          <w:szCs w:val="28"/>
        </w:rPr>
        <w:t>Початок: 14.00</w:t>
      </w:r>
    </w:p>
    <w:p w:rsidR="00E45933" w:rsidRPr="000C5BE4" w:rsidRDefault="00E45933" w:rsidP="00E27A85">
      <w:pPr>
        <w:pStyle w:val="Title"/>
        <w:ind w:firstLine="708"/>
        <w:jc w:val="left"/>
        <w:rPr>
          <w:szCs w:val="28"/>
        </w:rPr>
      </w:pPr>
      <w:r>
        <w:rPr>
          <w:szCs w:val="28"/>
        </w:rPr>
        <w:t>смт Марківка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0C5BE4">
        <w:rPr>
          <w:szCs w:val="28"/>
        </w:rPr>
        <w:t>Зала засідань райдержадміністрації</w:t>
      </w:r>
    </w:p>
    <w:p w:rsidR="00E45933" w:rsidRPr="000C5BE4" w:rsidRDefault="00E45933" w:rsidP="003A4440">
      <w:pPr>
        <w:pStyle w:val="Title"/>
        <w:jc w:val="left"/>
        <w:rPr>
          <w:szCs w:val="28"/>
        </w:rPr>
      </w:pPr>
    </w:p>
    <w:p w:rsidR="00E45933" w:rsidRPr="000C5BE4" w:rsidRDefault="00E45933" w:rsidP="00F63323">
      <w:pPr>
        <w:tabs>
          <w:tab w:val="left" w:pos="9180"/>
        </w:tabs>
        <w:jc w:val="center"/>
        <w:rPr>
          <w:sz w:val="28"/>
          <w:szCs w:val="28"/>
          <w:lang w:val="uk-UA"/>
        </w:rPr>
      </w:pPr>
    </w:p>
    <w:p w:rsidR="00E45933" w:rsidRPr="000C5BE4" w:rsidRDefault="00E45933" w:rsidP="00315EAE">
      <w:pPr>
        <w:ind w:firstLine="708"/>
        <w:jc w:val="both"/>
        <w:rPr>
          <w:sz w:val="28"/>
          <w:szCs w:val="28"/>
          <w:lang w:val="uk-UA"/>
        </w:rPr>
      </w:pPr>
      <w:r w:rsidRPr="000C5BE4">
        <w:rPr>
          <w:sz w:val="28"/>
          <w:szCs w:val="28"/>
          <w:lang w:val="uk-UA"/>
        </w:rPr>
        <w:t>1. Про внесення змін до складу комісії з питань передачі об’єктів соціальної інфраструктури у комунальну влас</w:t>
      </w:r>
      <w:r>
        <w:rPr>
          <w:sz w:val="28"/>
          <w:szCs w:val="28"/>
          <w:lang w:val="uk-UA"/>
        </w:rPr>
        <w:t>ність Марківської селищної ради, затвердженої рішенням восьмої сесії Марківської селищної ради сьомого скликання                  від 21.12.2019 № 8-17/2019.</w:t>
      </w:r>
    </w:p>
    <w:p w:rsidR="00E45933" w:rsidRPr="00CE65BB" w:rsidRDefault="00E45933" w:rsidP="0097277E">
      <w:pPr>
        <w:pStyle w:val="a1"/>
        <w:ind w:firstLine="70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E45933" w:rsidRPr="000C5BE4" w:rsidRDefault="00E45933" w:rsidP="00315EAE">
      <w:pPr>
        <w:ind w:right="175"/>
        <w:jc w:val="both"/>
        <w:rPr>
          <w:sz w:val="28"/>
          <w:szCs w:val="28"/>
          <w:lang w:val="uk-UA"/>
        </w:rPr>
      </w:pPr>
      <w:r w:rsidRPr="000C5BE4">
        <w:rPr>
          <w:b/>
          <w:i/>
          <w:sz w:val="28"/>
          <w:szCs w:val="28"/>
          <w:lang w:val="uk-UA"/>
        </w:rPr>
        <w:t xml:space="preserve">    Доповідає</w:t>
      </w:r>
      <w:r w:rsidRPr="000C5BE4">
        <w:rPr>
          <w:sz w:val="28"/>
          <w:szCs w:val="28"/>
          <w:lang w:val="uk-UA"/>
        </w:rPr>
        <w:t>: начальник юридичного ві</w:t>
      </w:r>
      <w:r>
        <w:rPr>
          <w:sz w:val="28"/>
          <w:szCs w:val="28"/>
          <w:lang w:val="uk-UA"/>
        </w:rPr>
        <w:t xml:space="preserve">дділу Марківської селищної ради         </w:t>
      </w:r>
      <w:r w:rsidRPr="000C5BE4">
        <w:rPr>
          <w:sz w:val="28"/>
          <w:szCs w:val="28"/>
          <w:lang w:val="uk-UA"/>
        </w:rPr>
        <w:t>Ігор Лигута.</w:t>
      </w:r>
    </w:p>
    <w:p w:rsidR="00E45933" w:rsidRPr="000C5BE4" w:rsidRDefault="00E45933" w:rsidP="00750CBC">
      <w:pPr>
        <w:ind w:firstLine="708"/>
        <w:jc w:val="both"/>
        <w:rPr>
          <w:sz w:val="28"/>
          <w:szCs w:val="28"/>
          <w:lang w:val="uk-UA"/>
        </w:rPr>
      </w:pPr>
    </w:p>
    <w:p w:rsidR="00E45933" w:rsidRDefault="00E45933" w:rsidP="00C041BC">
      <w:pPr>
        <w:ind w:firstLine="708"/>
        <w:jc w:val="both"/>
        <w:rPr>
          <w:sz w:val="28"/>
          <w:szCs w:val="28"/>
          <w:lang w:val="uk-UA"/>
        </w:rPr>
      </w:pPr>
      <w:r w:rsidRPr="000C5BE4">
        <w:rPr>
          <w:sz w:val="28"/>
          <w:szCs w:val="28"/>
          <w:lang w:val="uk-UA"/>
        </w:rPr>
        <w:t>2. Різне.</w:t>
      </w:r>
    </w:p>
    <w:p w:rsidR="00E45933" w:rsidRDefault="00E45933" w:rsidP="00C041BC">
      <w:pPr>
        <w:ind w:firstLine="708"/>
        <w:jc w:val="both"/>
        <w:rPr>
          <w:sz w:val="28"/>
          <w:szCs w:val="28"/>
          <w:lang w:val="uk-UA"/>
        </w:rPr>
      </w:pPr>
    </w:p>
    <w:p w:rsidR="00E45933" w:rsidRDefault="00E45933" w:rsidP="00C041BC">
      <w:pPr>
        <w:ind w:firstLine="708"/>
        <w:jc w:val="both"/>
        <w:rPr>
          <w:sz w:val="28"/>
          <w:szCs w:val="28"/>
          <w:lang w:val="uk-UA"/>
        </w:rPr>
      </w:pPr>
    </w:p>
    <w:p w:rsidR="00E45933" w:rsidRPr="000C5BE4" w:rsidRDefault="00E45933" w:rsidP="00C041B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Ігор ДЗЮБА</w:t>
      </w:r>
    </w:p>
    <w:sectPr w:rsidR="00E45933" w:rsidRPr="000C5BE4" w:rsidSect="00427F14">
      <w:pgSz w:w="11906" w:h="16838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933" w:rsidRDefault="00E45933" w:rsidP="00D96CE1">
      <w:r>
        <w:separator/>
      </w:r>
    </w:p>
  </w:endnote>
  <w:endnote w:type="continuationSeparator" w:id="0">
    <w:p w:rsidR="00E45933" w:rsidRDefault="00E45933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933" w:rsidRDefault="00E45933" w:rsidP="00D96CE1">
      <w:r>
        <w:separator/>
      </w:r>
    </w:p>
  </w:footnote>
  <w:footnote w:type="continuationSeparator" w:id="0">
    <w:p w:rsidR="00E45933" w:rsidRDefault="00E45933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D8E"/>
    <w:rsid w:val="00004257"/>
    <w:rsid w:val="0000438E"/>
    <w:rsid w:val="00004D86"/>
    <w:rsid w:val="00004E36"/>
    <w:rsid w:val="0000716C"/>
    <w:rsid w:val="000073A5"/>
    <w:rsid w:val="00007589"/>
    <w:rsid w:val="00007C33"/>
    <w:rsid w:val="00007FCE"/>
    <w:rsid w:val="00010347"/>
    <w:rsid w:val="000103B7"/>
    <w:rsid w:val="00010D72"/>
    <w:rsid w:val="00010FAE"/>
    <w:rsid w:val="0001185C"/>
    <w:rsid w:val="000119A4"/>
    <w:rsid w:val="00012178"/>
    <w:rsid w:val="00012573"/>
    <w:rsid w:val="0001300F"/>
    <w:rsid w:val="000138C5"/>
    <w:rsid w:val="00013F4A"/>
    <w:rsid w:val="000144A8"/>
    <w:rsid w:val="00014F0B"/>
    <w:rsid w:val="0001668B"/>
    <w:rsid w:val="00016825"/>
    <w:rsid w:val="00016F2B"/>
    <w:rsid w:val="00017361"/>
    <w:rsid w:val="000201B4"/>
    <w:rsid w:val="00020832"/>
    <w:rsid w:val="00021C19"/>
    <w:rsid w:val="00021C2D"/>
    <w:rsid w:val="00022286"/>
    <w:rsid w:val="00023D84"/>
    <w:rsid w:val="000250F0"/>
    <w:rsid w:val="000252F4"/>
    <w:rsid w:val="00025872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325"/>
    <w:rsid w:val="000355C5"/>
    <w:rsid w:val="0003564A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8F"/>
    <w:rsid w:val="00037331"/>
    <w:rsid w:val="00037739"/>
    <w:rsid w:val="00037ADA"/>
    <w:rsid w:val="00037B7C"/>
    <w:rsid w:val="00040250"/>
    <w:rsid w:val="00041286"/>
    <w:rsid w:val="00041A26"/>
    <w:rsid w:val="00041CEF"/>
    <w:rsid w:val="00042CA8"/>
    <w:rsid w:val="00044718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B07"/>
    <w:rsid w:val="00047BA2"/>
    <w:rsid w:val="00047E95"/>
    <w:rsid w:val="00050CCE"/>
    <w:rsid w:val="00050F10"/>
    <w:rsid w:val="00051B8F"/>
    <w:rsid w:val="00052308"/>
    <w:rsid w:val="00052462"/>
    <w:rsid w:val="0005313D"/>
    <w:rsid w:val="00053620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9E"/>
    <w:rsid w:val="00062919"/>
    <w:rsid w:val="00062F81"/>
    <w:rsid w:val="00063A14"/>
    <w:rsid w:val="00063ACF"/>
    <w:rsid w:val="000645FA"/>
    <w:rsid w:val="00064B40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89C"/>
    <w:rsid w:val="00072C0E"/>
    <w:rsid w:val="00072D26"/>
    <w:rsid w:val="000731DF"/>
    <w:rsid w:val="00073FBE"/>
    <w:rsid w:val="00074839"/>
    <w:rsid w:val="00074953"/>
    <w:rsid w:val="00074F12"/>
    <w:rsid w:val="00075774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8E4"/>
    <w:rsid w:val="000843A2"/>
    <w:rsid w:val="00084934"/>
    <w:rsid w:val="00085E8F"/>
    <w:rsid w:val="00086E9E"/>
    <w:rsid w:val="00087796"/>
    <w:rsid w:val="000906A2"/>
    <w:rsid w:val="0009087D"/>
    <w:rsid w:val="000908FD"/>
    <w:rsid w:val="0009102A"/>
    <w:rsid w:val="000917E0"/>
    <w:rsid w:val="000917EB"/>
    <w:rsid w:val="00091DD1"/>
    <w:rsid w:val="00092679"/>
    <w:rsid w:val="00092894"/>
    <w:rsid w:val="000928F9"/>
    <w:rsid w:val="00092F99"/>
    <w:rsid w:val="0009379A"/>
    <w:rsid w:val="000944DD"/>
    <w:rsid w:val="00094A78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B3"/>
    <w:rsid w:val="000A1821"/>
    <w:rsid w:val="000A194B"/>
    <w:rsid w:val="000A1BEA"/>
    <w:rsid w:val="000A20B0"/>
    <w:rsid w:val="000A270B"/>
    <w:rsid w:val="000A294A"/>
    <w:rsid w:val="000A314A"/>
    <w:rsid w:val="000A38AB"/>
    <w:rsid w:val="000A3C8B"/>
    <w:rsid w:val="000A40D6"/>
    <w:rsid w:val="000A4859"/>
    <w:rsid w:val="000A4E44"/>
    <w:rsid w:val="000A5253"/>
    <w:rsid w:val="000A5290"/>
    <w:rsid w:val="000A5495"/>
    <w:rsid w:val="000A552F"/>
    <w:rsid w:val="000A5C84"/>
    <w:rsid w:val="000A5DAF"/>
    <w:rsid w:val="000A5DF7"/>
    <w:rsid w:val="000A65B5"/>
    <w:rsid w:val="000A7103"/>
    <w:rsid w:val="000A71DE"/>
    <w:rsid w:val="000A75B7"/>
    <w:rsid w:val="000B05C5"/>
    <w:rsid w:val="000B0B41"/>
    <w:rsid w:val="000B19F7"/>
    <w:rsid w:val="000B1CC3"/>
    <w:rsid w:val="000B215C"/>
    <w:rsid w:val="000B33AF"/>
    <w:rsid w:val="000B3472"/>
    <w:rsid w:val="000B3716"/>
    <w:rsid w:val="000B3F40"/>
    <w:rsid w:val="000B5CDE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BE4"/>
    <w:rsid w:val="000C63C0"/>
    <w:rsid w:val="000C691B"/>
    <w:rsid w:val="000C70C1"/>
    <w:rsid w:val="000C7170"/>
    <w:rsid w:val="000C77BB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1939"/>
    <w:rsid w:val="000E299B"/>
    <w:rsid w:val="000E523B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63CA"/>
    <w:rsid w:val="000F651D"/>
    <w:rsid w:val="000F666F"/>
    <w:rsid w:val="000F745B"/>
    <w:rsid w:val="000F7967"/>
    <w:rsid w:val="000F79FA"/>
    <w:rsid w:val="00100133"/>
    <w:rsid w:val="00100161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B7D"/>
    <w:rsid w:val="00104F96"/>
    <w:rsid w:val="00104FD0"/>
    <w:rsid w:val="001061B6"/>
    <w:rsid w:val="001064C0"/>
    <w:rsid w:val="0010696C"/>
    <w:rsid w:val="00106A37"/>
    <w:rsid w:val="001073D0"/>
    <w:rsid w:val="001106B3"/>
    <w:rsid w:val="00110763"/>
    <w:rsid w:val="00110CD7"/>
    <w:rsid w:val="00110DDD"/>
    <w:rsid w:val="00112073"/>
    <w:rsid w:val="001127D7"/>
    <w:rsid w:val="00112AD7"/>
    <w:rsid w:val="001130B9"/>
    <w:rsid w:val="00113432"/>
    <w:rsid w:val="00113EC4"/>
    <w:rsid w:val="001146EB"/>
    <w:rsid w:val="00114CD9"/>
    <w:rsid w:val="0011569D"/>
    <w:rsid w:val="00116837"/>
    <w:rsid w:val="00116F2F"/>
    <w:rsid w:val="001174E1"/>
    <w:rsid w:val="00117552"/>
    <w:rsid w:val="00117582"/>
    <w:rsid w:val="00117DA6"/>
    <w:rsid w:val="001206B6"/>
    <w:rsid w:val="00120C73"/>
    <w:rsid w:val="0012125B"/>
    <w:rsid w:val="001228C6"/>
    <w:rsid w:val="00123101"/>
    <w:rsid w:val="00124119"/>
    <w:rsid w:val="0012425B"/>
    <w:rsid w:val="001245A0"/>
    <w:rsid w:val="001248E5"/>
    <w:rsid w:val="0012493A"/>
    <w:rsid w:val="00124C09"/>
    <w:rsid w:val="00124CCC"/>
    <w:rsid w:val="001254B9"/>
    <w:rsid w:val="00125895"/>
    <w:rsid w:val="00126274"/>
    <w:rsid w:val="001264FD"/>
    <w:rsid w:val="001267C0"/>
    <w:rsid w:val="00126BD0"/>
    <w:rsid w:val="001276D2"/>
    <w:rsid w:val="00127864"/>
    <w:rsid w:val="00127D0A"/>
    <w:rsid w:val="00130238"/>
    <w:rsid w:val="001303F9"/>
    <w:rsid w:val="00130859"/>
    <w:rsid w:val="00130880"/>
    <w:rsid w:val="00130939"/>
    <w:rsid w:val="00130D49"/>
    <w:rsid w:val="0013220D"/>
    <w:rsid w:val="001337B7"/>
    <w:rsid w:val="00133918"/>
    <w:rsid w:val="00133D63"/>
    <w:rsid w:val="00134782"/>
    <w:rsid w:val="001347F8"/>
    <w:rsid w:val="00134AFB"/>
    <w:rsid w:val="00134EA9"/>
    <w:rsid w:val="001359E7"/>
    <w:rsid w:val="00136210"/>
    <w:rsid w:val="00136BB4"/>
    <w:rsid w:val="00136F12"/>
    <w:rsid w:val="0013771A"/>
    <w:rsid w:val="00140044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285"/>
    <w:rsid w:val="00145185"/>
    <w:rsid w:val="001452C5"/>
    <w:rsid w:val="001462AB"/>
    <w:rsid w:val="00147A97"/>
    <w:rsid w:val="00147C13"/>
    <w:rsid w:val="0015023A"/>
    <w:rsid w:val="0015060C"/>
    <w:rsid w:val="00150FE9"/>
    <w:rsid w:val="00151597"/>
    <w:rsid w:val="00151B1E"/>
    <w:rsid w:val="00151E36"/>
    <w:rsid w:val="00152403"/>
    <w:rsid w:val="00152DD2"/>
    <w:rsid w:val="001536BB"/>
    <w:rsid w:val="00154BA9"/>
    <w:rsid w:val="001566A6"/>
    <w:rsid w:val="001568E5"/>
    <w:rsid w:val="0015696D"/>
    <w:rsid w:val="001569CE"/>
    <w:rsid w:val="00156B64"/>
    <w:rsid w:val="00156BE8"/>
    <w:rsid w:val="00156F3E"/>
    <w:rsid w:val="00157027"/>
    <w:rsid w:val="001572FE"/>
    <w:rsid w:val="001573CC"/>
    <w:rsid w:val="00157991"/>
    <w:rsid w:val="00157C67"/>
    <w:rsid w:val="00157F50"/>
    <w:rsid w:val="00157FC0"/>
    <w:rsid w:val="00161396"/>
    <w:rsid w:val="00162350"/>
    <w:rsid w:val="00162449"/>
    <w:rsid w:val="00162474"/>
    <w:rsid w:val="00163419"/>
    <w:rsid w:val="001639C2"/>
    <w:rsid w:val="00163A24"/>
    <w:rsid w:val="0016443E"/>
    <w:rsid w:val="0016503D"/>
    <w:rsid w:val="0016575C"/>
    <w:rsid w:val="00165AA3"/>
    <w:rsid w:val="00165B4E"/>
    <w:rsid w:val="00165CA9"/>
    <w:rsid w:val="00166003"/>
    <w:rsid w:val="001667E2"/>
    <w:rsid w:val="00166CF8"/>
    <w:rsid w:val="0016708A"/>
    <w:rsid w:val="00167298"/>
    <w:rsid w:val="001673CB"/>
    <w:rsid w:val="001678D5"/>
    <w:rsid w:val="00171D96"/>
    <w:rsid w:val="00172B3C"/>
    <w:rsid w:val="00172F91"/>
    <w:rsid w:val="00173B74"/>
    <w:rsid w:val="00173E69"/>
    <w:rsid w:val="00173F20"/>
    <w:rsid w:val="001741E8"/>
    <w:rsid w:val="0017422F"/>
    <w:rsid w:val="00174701"/>
    <w:rsid w:val="001770C3"/>
    <w:rsid w:val="00177581"/>
    <w:rsid w:val="0017772C"/>
    <w:rsid w:val="001779E3"/>
    <w:rsid w:val="00177B04"/>
    <w:rsid w:val="001802AE"/>
    <w:rsid w:val="00180362"/>
    <w:rsid w:val="001808EC"/>
    <w:rsid w:val="00180AB2"/>
    <w:rsid w:val="0018157B"/>
    <w:rsid w:val="00181B79"/>
    <w:rsid w:val="00182BA7"/>
    <w:rsid w:val="00183C5E"/>
    <w:rsid w:val="00185F02"/>
    <w:rsid w:val="00186E08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A25"/>
    <w:rsid w:val="001931F9"/>
    <w:rsid w:val="00194BBF"/>
    <w:rsid w:val="00195516"/>
    <w:rsid w:val="00195A15"/>
    <w:rsid w:val="00195F47"/>
    <w:rsid w:val="00196766"/>
    <w:rsid w:val="00196CE4"/>
    <w:rsid w:val="00196DFE"/>
    <w:rsid w:val="00197560"/>
    <w:rsid w:val="001979EE"/>
    <w:rsid w:val="001A0C78"/>
    <w:rsid w:val="001A0F7B"/>
    <w:rsid w:val="001A0F83"/>
    <w:rsid w:val="001A1C42"/>
    <w:rsid w:val="001A1CFE"/>
    <w:rsid w:val="001A1DC0"/>
    <w:rsid w:val="001A1F63"/>
    <w:rsid w:val="001A2398"/>
    <w:rsid w:val="001A37B4"/>
    <w:rsid w:val="001A5475"/>
    <w:rsid w:val="001A6796"/>
    <w:rsid w:val="001A6AE8"/>
    <w:rsid w:val="001A788D"/>
    <w:rsid w:val="001A7B16"/>
    <w:rsid w:val="001B02BF"/>
    <w:rsid w:val="001B0511"/>
    <w:rsid w:val="001B0AED"/>
    <w:rsid w:val="001B0D0A"/>
    <w:rsid w:val="001B15CC"/>
    <w:rsid w:val="001B1F83"/>
    <w:rsid w:val="001B2124"/>
    <w:rsid w:val="001B2B7D"/>
    <w:rsid w:val="001B3086"/>
    <w:rsid w:val="001B31B0"/>
    <w:rsid w:val="001B3FEE"/>
    <w:rsid w:val="001B5382"/>
    <w:rsid w:val="001B57E5"/>
    <w:rsid w:val="001B5E93"/>
    <w:rsid w:val="001B5F98"/>
    <w:rsid w:val="001B6149"/>
    <w:rsid w:val="001B6BC5"/>
    <w:rsid w:val="001B6FC6"/>
    <w:rsid w:val="001B73F5"/>
    <w:rsid w:val="001B757D"/>
    <w:rsid w:val="001B7930"/>
    <w:rsid w:val="001B7E5B"/>
    <w:rsid w:val="001C0406"/>
    <w:rsid w:val="001C0678"/>
    <w:rsid w:val="001C0D96"/>
    <w:rsid w:val="001C0FF8"/>
    <w:rsid w:val="001C1AB6"/>
    <w:rsid w:val="001C1B6F"/>
    <w:rsid w:val="001C1F9C"/>
    <w:rsid w:val="001C203B"/>
    <w:rsid w:val="001C208C"/>
    <w:rsid w:val="001C30E0"/>
    <w:rsid w:val="001C3487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F63"/>
    <w:rsid w:val="001D257B"/>
    <w:rsid w:val="001D30DA"/>
    <w:rsid w:val="001D386F"/>
    <w:rsid w:val="001D3E4D"/>
    <w:rsid w:val="001D4617"/>
    <w:rsid w:val="001D4871"/>
    <w:rsid w:val="001D5502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C4C"/>
    <w:rsid w:val="001E2693"/>
    <w:rsid w:val="001E2C2C"/>
    <w:rsid w:val="001E2E39"/>
    <w:rsid w:val="001E31D8"/>
    <w:rsid w:val="001E3763"/>
    <w:rsid w:val="001E3CC1"/>
    <w:rsid w:val="001E3E78"/>
    <w:rsid w:val="001E4390"/>
    <w:rsid w:val="001E4A68"/>
    <w:rsid w:val="001E4C3E"/>
    <w:rsid w:val="001E50EA"/>
    <w:rsid w:val="001E50F4"/>
    <w:rsid w:val="001E5384"/>
    <w:rsid w:val="001E6DA2"/>
    <w:rsid w:val="001F0A93"/>
    <w:rsid w:val="001F1341"/>
    <w:rsid w:val="001F1F48"/>
    <w:rsid w:val="001F20ED"/>
    <w:rsid w:val="001F263A"/>
    <w:rsid w:val="001F2BDA"/>
    <w:rsid w:val="001F2F5A"/>
    <w:rsid w:val="001F41F4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1630"/>
    <w:rsid w:val="002016F5"/>
    <w:rsid w:val="002022CF"/>
    <w:rsid w:val="00202498"/>
    <w:rsid w:val="00202821"/>
    <w:rsid w:val="00202B69"/>
    <w:rsid w:val="00202EB2"/>
    <w:rsid w:val="0020426B"/>
    <w:rsid w:val="00204896"/>
    <w:rsid w:val="00204DC7"/>
    <w:rsid w:val="00205280"/>
    <w:rsid w:val="00207A02"/>
    <w:rsid w:val="00207A29"/>
    <w:rsid w:val="0021007F"/>
    <w:rsid w:val="00210332"/>
    <w:rsid w:val="002105B0"/>
    <w:rsid w:val="00211BB7"/>
    <w:rsid w:val="00211F04"/>
    <w:rsid w:val="002120D0"/>
    <w:rsid w:val="00212AED"/>
    <w:rsid w:val="00212DFE"/>
    <w:rsid w:val="00212E80"/>
    <w:rsid w:val="00213251"/>
    <w:rsid w:val="00213F62"/>
    <w:rsid w:val="00214103"/>
    <w:rsid w:val="00215384"/>
    <w:rsid w:val="00215955"/>
    <w:rsid w:val="00215F01"/>
    <w:rsid w:val="002177B5"/>
    <w:rsid w:val="00217E80"/>
    <w:rsid w:val="00217EBE"/>
    <w:rsid w:val="0022047A"/>
    <w:rsid w:val="00220BC0"/>
    <w:rsid w:val="002211BB"/>
    <w:rsid w:val="00222303"/>
    <w:rsid w:val="00222356"/>
    <w:rsid w:val="00222FDC"/>
    <w:rsid w:val="00223045"/>
    <w:rsid w:val="0022345A"/>
    <w:rsid w:val="002235D5"/>
    <w:rsid w:val="00223D4E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478C"/>
    <w:rsid w:val="00234FFD"/>
    <w:rsid w:val="0023593E"/>
    <w:rsid w:val="00235ABC"/>
    <w:rsid w:val="00235C4E"/>
    <w:rsid w:val="00236314"/>
    <w:rsid w:val="00236611"/>
    <w:rsid w:val="00236D9F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61C"/>
    <w:rsid w:val="002428E0"/>
    <w:rsid w:val="00243ED2"/>
    <w:rsid w:val="002441B9"/>
    <w:rsid w:val="002442A2"/>
    <w:rsid w:val="00244701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9A"/>
    <w:rsid w:val="0025035E"/>
    <w:rsid w:val="00250AD9"/>
    <w:rsid w:val="00251EE0"/>
    <w:rsid w:val="0025241C"/>
    <w:rsid w:val="002526CA"/>
    <w:rsid w:val="00252FEB"/>
    <w:rsid w:val="00253269"/>
    <w:rsid w:val="0025473F"/>
    <w:rsid w:val="002549DE"/>
    <w:rsid w:val="00254ABB"/>
    <w:rsid w:val="00255726"/>
    <w:rsid w:val="002557A5"/>
    <w:rsid w:val="00255901"/>
    <w:rsid w:val="00255FAB"/>
    <w:rsid w:val="002567A4"/>
    <w:rsid w:val="00256B7A"/>
    <w:rsid w:val="00256DDD"/>
    <w:rsid w:val="00257FC8"/>
    <w:rsid w:val="002609B2"/>
    <w:rsid w:val="002620C6"/>
    <w:rsid w:val="00262BF5"/>
    <w:rsid w:val="00262D2B"/>
    <w:rsid w:val="00263FBA"/>
    <w:rsid w:val="002640EE"/>
    <w:rsid w:val="00264210"/>
    <w:rsid w:val="00264E33"/>
    <w:rsid w:val="00264EB5"/>
    <w:rsid w:val="002654B0"/>
    <w:rsid w:val="00265F39"/>
    <w:rsid w:val="00265F7E"/>
    <w:rsid w:val="00267189"/>
    <w:rsid w:val="00267C1C"/>
    <w:rsid w:val="002700BA"/>
    <w:rsid w:val="002705D2"/>
    <w:rsid w:val="00270955"/>
    <w:rsid w:val="002714D9"/>
    <w:rsid w:val="002715B7"/>
    <w:rsid w:val="00271986"/>
    <w:rsid w:val="00271993"/>
    <w:rsid w:val="00271C04"/>
    <w:rsid w:val="00271E8B"/>
    <w:rsid w:val="002724AD"/>
    <w:rsid w:val="00272D21"/>
    <w:rsid w:val="0027307A"/>
    <w:rsid w:val="002732A6"/>
    <w:rsid w:val="002746B2"/>
    <w:rsid w:val="00276AA0"/>
    <w:rsid w:val="002773E4"/>
    <w:rsid w:val="002778AF"/>
    <w:rsid w:val="00280230"/>
    <w:rsid w:val="0028036C"/>
    <w:rsid w:val="00280F6B"/>
    <w:rsid w:val="0028173A"/>
    <w:rsid w:val="00281AF2"/>
    <w:rsid w:val="00282970"/>
    <w:rsid w:val="00282ABE"/>
    <w:rsid w:val="00282D27"/>
    <w:rsid w:val="00283C6C"/>
    <w:rsid w:val="002846FE"/>
    <w:rsid w:val="00285D13"/>
    <w:rsid w:val="00285D84"/>
    <w:rsid w:val="002860FA"/>
    <w:rsid w:val="00286383"/>
    <w:rsid w:val="002869E9"/>
    <w:rsid w:val="00286BF4"/>
    <w:rsid w:val="00287B66"/>
    <w:rsid w:val="0029056B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B1A"/>
    <w:rsid w:val="0029576F"/>
    <w:rsid w:val="00295EB0"/>
    <w:rsid w:val="00296A64"/>
    <w:rsid w:val="00296AAD"/>
    <w:rsid w:val="00296C00"/>
    <w:rsid w:val="0029728A"/>
    <w:rsid w:val="002A0A57"/>
    <w:rsid w:val="002A0C9A"/>
    <w:rsid w:val="002A0FF9"/>
    <w:rsid w:val="002A1A20"/>
    <w:rsid w:val="002A2162"/>
    <w:rsid w:val="002A2303"/>
    <w:rsid w:val="002A2C3E"/>
    <w:rsid w:val="002A3192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4CE"/>
    <w:rsid w:val="002A7806"/>
    <w:rsid w:val="002A7849"/>
    <w:rsid w:val="002A7F34"/>
    <w:rsid w:val="002B0DCC"/>
    <w:rsid w:val="002B1532"/>
    <w:rsid w:val="002B21F7"/>
    <w:rsid w:val="002B33CB"/>
    <w:rsid w:val="002B43CB"/>
    <w:rsid w:val="002B48EC"/>
    <w:rsid w:val="002B4B5E"/>
    <w:rsid w:val="002B5917"/>
    <w:rsid w:val="002B6002"/>
    <w:rsid w:val="002B62F2"/>
    <w:rsid w:val="002B6464"/>
    <w:rsid w:val="002B70F1"/>
    <w:rsid w:val="002B7F8A"/>
    <w:rsid w:val="002C0178"/>
    <w:rsid w:val="002C080A"/>
    <w:rsid w:val="002C0C6E"/>
    <w:rsid w:val="002C3AED"/>
    <w:rsid w:val="002C3EE5"/>
    <w:rsid w:val="002C4015"/>
    <w:rsid w:val="002C421C"/>
    <w:rsid w:val="002C48CC"/>
    <w:rsid w:val="002C48F1"/>
    <w:rsid w:val="002C4EDF"/>
    <w:rsid w:val="002C5503"/>
    <w:rsid w:val="002C7008"/>
    <w:rsid w:val="002C78CB"/>
    <w:rsid w:val="002C7ECA"/>
    <w:rsid w:val="002D0131"/>
    <w:rsid w:val="002D0949"/>
    <w:rsid w:val="002D16F0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FD2"/>
    <w:rsid w:val="002F01C0"/>
    <w:rsid w:val="002F01E7"/>
    <w:rsid w:val="002F059E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D2"/>
    <w:rsid w:val="00305AAA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8DD"/>
    <w:rsid w:val="00311058"/>
    <w:rsid w:val="003113AB"/>
    <w:rsid w:val="003116E4"/>
    <w:rsid w:val="003122C1"/>
    <w:rsid w:val="00312646"/>
    <w:rsid w:val="003130FB"/>
    <w:rsid w:val="00313272"/>
    <w:rsid w:val="0031361B"/>
    <w:rsid w:val="0031505F"/>
    <w:rsid w:val="003153B3"/>
    <w:rsid w:val="00315EAE"/>
    <w:rsid w:val="0031642F"/>
    <w:rsid w:val="00317231"/>
    <w:rsid w:val="0031728C"/>
    <w:rsid w:val="00317567"/>
    <w:rsid w:val="00320059"/>
    <w:rsid w:val="00320541"/>
    <w:rsid w:val="0032096F"/>
    <w:rsid w:val="00320972"/>
    <w:rsid w:val="00320C84"/>
    <w:rsid w:val="0032148B"/>
    <w:rsid w:val="00322B2E"/>
    <w:rsid w:val="00322F7A"/>
    <w:rsid w:val="00323CE3"/>
    <w:rsid w:val="00323D9A"/>
    <w:rsid w:val="0032508F"/>
    <w:rsid w:val="003254C2"/>
    <w:rsid w:val="003259D9"/>
    <w:rsid w:val="00325B6A"/>
    <w:rsid w:val="00325F4A"/>
    <w:rsid w:val="00326072"/>
    <w:rsid w:val="0032687E"/>
    <w:rsid w:val="00326FCA"/>
    <w:rsid w:val="00327A48"/>
    <w:rsid w:val="00327AFA"/>
    <w:rsid w:val="00327DDE"/>
    <w:rsid w:val="0033019B"/>
    <w:rsid w:val="00330533"/>
    <w:rsid w:val="00330EDA"/>
    <w:rsid w:val="0033183A"/>
    <w:rsid w:val="00331C1F"/>
    <w:rsid w:val="00331DC6"/>
    <w:rsid w:val="00332013"/>
    <w:rsid w:val="0033250C"/>
    <w:rsid w:val="00333247"/>
    <w:rsid w:val="0033370E"/>
    <w:rsid w:val="00333F2B"/>
    <w:rsid w:val="0033445D"/>
    <w:rsid w:val="003347A7"/>
    <w:rsid w:val="00334A81"/>
    <w:rsid w:val="00335159"/>
    <w:rsid w:val="00335195"/>
    <w:rsid w:val="00335646"/>
    <w:rsid w:val="0033585E"/>
    <w:rsid w:val="00335965"/>
    <w:rsid w:val="00336108"/>
    <w:rsid w:val="003402CE"/>
    <w:rsid w:val="00340344"/>
    <w:rsid w:val="003408C5"/>
    <w:rsid w:val="00340EC3"/>
    <w:rsid w:val="00341676"/>
    <w:rsid w:val="003417FA"/>
    <w:rsid w:val="00342375"/>
    <w:rsid w:val="00343959"/>
    <w:rsid w:val="00343A21"/>
    <w:rsid w:val="00343D4B"/>
    <w:rsid w:val="003441A6"/>
    <w:rsid w:val="00344345"/>
    <w:rsid w:val="0034485E"/>
    <w:rsid w:val="00346753"/>
    <w:rsid w:val="00346E45"/>
    <w:rsid w:val="00346F69"/>
    <w:rsid w:val="0034738E"/>
    <w:rsid w:val="003474A9"/>
    <w:rsid w:val="0034755E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A42"/>
    <w:rsid w:val="00352C78"/>
    <w:rsid w:val="003530E6"/>
    <w:rsid w:val="00354A13"/>
    <w:rsid w:val="0035570D"/>
    <w:rsid w:val="00355BC3"/>
    <w:rsid w:val="00355EE2"/>
    <w:rsid w:val="00356233"/>
    <w:rsid w:val="00356E9C"/>
    <w:rsid w:val="00356F57"/>
    <w:rsid w:val="00357060"/>
    <w:rsid w:val="00357444"/>
    <w:rsid w:val="00357654"/>
    <w:rsid w:val="00357A00"/>
    <w:rsid w:val="00357A8B"/>
    <w:rsid w:val="00357AEE"/>
    <w:rsid w:val="00357C98"/>
    <w:rsid w:val="00360A50"/>
    <w:rsid w:val="0036142E"/>
    <w:rsid w:val="003620DF"/>
    <w:rsid w:val="00362305"/>
    <w:rsid w:val="00362527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5714"/>
    <w:rsid w:val="00365A49"/>
    <w:rsid w:val="003660AF"/>
    <w:rsid w:val="003664D8"/>
    <w:rsid w:val="00366B3B"/>
    <w:rsid w:val="0036774B"/>
    <w:rsid w:val="00367DBC"/>
    <w:rsid w:val="0037102B"/>
    <w:rsid w:val="00371939"/>
    <w:rsid w:val="003720C6"/>
    <w:rsid w:val="003727A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63EC"/>
    <w:rsid w:val="00376DDD"/>
    <w:rsid w:val="00377291"/>
    <w:rsid w:val="00377DFC"/>
    <w:rsid w:val="003800C2"/>
    <w:rsid w:val="0038185D"/>
    <w:rsid w:val="00381D9A"/>
    <w:rsid w:val="00381E90"/>
    <w:rsid w:val="00382AED"/>
    <w:rsid w:val="00382B16"/>
    <w:rsid w:val="00383F6E"/>
    <w:rsid w:val="003842D2"/>
    <w:rsid w:val="00384737"/>
    <w:rsid w:val="003848C4"/>
    <w:rsid w:val="0038533F"/>
    <w:rsid w:val="00385690"/>
    <w:rsid w:val="00385AFA"/>
    <w:rsid w:val="003862FD"/>
    <w:rsid w:val="00387166"/>
    <w:rsid w:val="0038732D"/>
    <w:rsid w:val="003878C0"/>
    <w:rsid w:val="00387D3D"/>
    <w:rsid w:val="003900C7"/>
    <w:rsid w:val="0039056E"/>
    <w:rsid w:val="00390610"/>
    <w:rsid w:val="003918D9"/>
    <w:rsid w:val="00391B9E"/>
    <w:rsid w:val="003929A0"/>
    <w:rsid w:val="00393603"/>
    <w:rsid w:val="0039421A"/>
    <w:rsid w:val="003946C8"/>
    <w:rsid w:val="00394DC1"/>
    <w:rsid w:val="00394E93"/>
    <w:rsid w:val="00394F64"/>
    <w:rsid w:val="0039659C"/>
    <w:rsid w:val="00396F9E"/>
    <w:rsid w:val="00397175"/>
    <w:rsid w:val="00397235"/>
    <w:rsid w:val="003973C9"/>
    <w:rsid w:val="00397AD6"/>
    <w:rsid w:val="003A0547"/>
    <w:rsid w:val="003A06C5"/>
    <w:rsid w:val="003A1384"/>
    <w:rsid w:val="003A13C3"/>
    <w:rsid w:val="003A1E68"/>
    <w:rsid w:val="003A202C"/>
    <w:rsid w:val="003A22AA"/>
    <w:rsid w:val="003A36B5"/>
    <w:rsid w:val="003A36D3"/>
    <w:rsid w:val="003A3AF6"/>
    <w:rsid w:val="003A40C9"/>
    <w:rsid w:val="003A4440"/>
    <w:rsid w:val="003A519D"/>
    <w:rsid w:val="003A5901"/>
    <w:rsid w:val="003A5952"/>
    <w:rsid w:val="003A6C16"/>
    <w:rsid w:val="003B00C8"/>
    <w:rsid w:val="003B089B"/>
    <w:rsid w:val="003B0FA8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3744"/>
    <w:rsid w:val="003B45AF"/>
    <w:rsid w:val="003B45B7"/>
    <w:rsid w:val="003B4A23"/>
    <w:rsid w:val="003B4C6F"/>
    <w:rsid w:val="003B53EE"/>
    <w:rsid w:val="003B5744"/>
    <w:rsid w:val="003B5979"/>
    <w:rsid w:val="003B59BA"/>
    <w:rsid w:val="003B6E95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D8D"/>
    <w:rsid w:val="003C68FE"/>
    <w:rsid w:val="003C6E70"/>
    <w:rsid w:val="003D0AE6"/>
    <w:rsid w:val="003D14C2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6B72"/>
    <w:rsid w:val="003D7544"/>
    <w:rsid w:val="003D7B42"/>
    <w:rsid w:val="003E014D"/>
    <w:rsid w:val="003E169A"/>
    <w:rsid w:val="003E1821"/>
    <w:rsid w:val="003E2585"/>
    <w:rsid w:val="003E2722"/>
    <w:rsid w:val="003E2778"/>
    <w:rsid w:val="003E4A2A"/>
    <w:rsid w:val="003E4DA5"/>
    <w:rsid w:val="003E5D08"/>
    <w:rsid w:val="003E6234"/>
    <w:rsid w:val="003E64ED"/>
    <w:rsid w:val="003E6D9F"/>
    <w:rsid w:val="003E7C81"/>
    <w:rsid w:val="003E7DED"/>
    <w:rsid w:val="003F0327"/>
    <w:rsid w:val="003F0B9D"/>
    <w:rsid w:val="003F149F"/>
    <w:rsid w:val="003F20DF"/>
    <w:rsid w:val="003F32AF"/>
    <w:rsid w:val="003F38D0"/>
    <w:rsid w:val="003F3B84"/>
    <w:rsid w:val="003F55A5"/>
    <w:rsid w:val="003F5740"/>
    <w:rsid w:val="003F611E"/>
    <w:rsid w:val="003F6147"/>
    <w:rsid w:val="003F65BF"/>
    <w:rsid w:val="003F75F2"/>
    <w:rsid w:val="004002EC"/>
    <w:rsid w:val="00400D0B"/>
    <w:rsid w:val="0040124A"/>
    <w:rsid w:val="004017C6"/>
    <w:rsid w:val="00401BDF"/>
    <w:rsid w:val="00402349"/>
    <w:rsid w:val="00402981"/>
    <w:rsid w:val="00403319"/>
    <w:rsid w:val="00403CC7"/>
    <w:rsid w:val="00404489"/>
    <w:rsid w:val="00404DE9"/>
    <w:rsid w:val="0040542F"/>
    <w:rsid w:val="004058D0"/>
    <w:rsid w:val="00405A40"/>
    <w:rsid w:val="00406B06"/>
    <w:rsid w:val="00406E02"/>
    <w:rsid w:val="00406E6F"/>
    <w:rsid w:val="004073BD"/>
    <w:rsid w:val="00407B07"/>
    <w:rsid w:val="00407B86"/>
    <w:rsid w:val="0041035E"/>
    <w:rsid w:val="004106FE"/>
    <w:rsid w:val="004108E9"/>
    <w:rsid w:val="00410936"/>
    <w:rsid w:val="00410B4B"/>
    <w:rsid w:val="00411313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6474"/>
    <w:rsid w:val="00416992"/>
    <w:rsid w:val="00417984"/>
    <w:rsid w:val="00417A70"/>
    <w:rsid w:val="00421934"/>
    <w:rsid w:val="004221DA"/>
    <w:rsid w:val="00422E37"/>
    <w:rsid w:val="00423083"/>
    <w:rsid w:val="0042393B"/>
    <w:rsid w:val="00423A6B"/>
    <w:rsid w:val="004244FE"/>
    <w:rsid w:val="00424547"/>
    <w:rsid w:val="00424B1D"/>
    <w:rsid w:val="00424E82"/>
    <w:rsid w:val="00424E95"/>
    <w:rsid w:val="00425172"/>
    <w:rsid w:val="00425A50"/>
    <w:rsid w:val="0042608C"/>
    <w:rsid w:val="004263A9"/>
    <w:rsid w:val="00426A8D"/>
    <w:rsid w:val="00427150"/>
    <w:rsid w:val="00427527"/>
    <w:rsid w:val="00427957"/>
    <w:rsid w:val="00427D08"/>
    <w:rsid w:val="00427E67"/>
    <w:rsid w:val="00427F14"/>
    <w:rsid w:val="00430577"/>
    <w:rsid w:val="0043095A"/>
    <w:rsid w:val="00431197"/>
    <w:rsid w:val="0043204C"/>
    <w:rsid w:val="004320C6"/>
    <w:rsid w:val="004321C0"/>
    <w:rsid w:val="00432474"/>
    <w:rsid w:val="004337D3"/>
    <w:rsid w:val="00433A57"/>
    <w:rsid w:val="00434E98"/>
    <w:rsid w:val="00434EB5"/>
    <w:rsid w:val="0043560B"/>
    <w:rsid w:val="00435F55"/>
    <w:rsid w:val="00436DB9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FCD"/>
    <w:rsid w:val="0044538E"/>
    <w:rsid w:val="0044567E"/>
    <w:rsid w:val="00445804"/>
    <w:rsid w:val="00445AA6"/>
    <w:rsid w:val="00446042"/>
    <w:rsid w:val="00446412"/>
    <w:rsid w:val="00446798"/>
    <w:rsid w:val="0044699B"/>
    <w:rsid w:val="00446DE7"/>
    <w:rsid w:val="00447089"/>
    <w:rsid w:val="00447326"/>
    <w:rsid w:val="00450A52"/>
    <w:rsid w:val="00450DBB"/>
    <w:rsid w:val="00450EEE"/>
    <w:rsid w:val="00451449"/>
    <w:rsid w:val="00451CD3"/>
    <w:rsid w:val="00451EB2"/>
    <w:rsid w:val="0045236F"/>
    <w:rsid w:val="004524CD"/>
    <w:rsid w:val="00452613"/>
    <w:rsid w:val="004529FB"/>
    <w:rsid w:val="004533C8"/>
    <w:rsid w:val="00454A64"/>
    <w:rsid w:val="00455C1D"/>
    <w:rsid w:val="00456B7C"/>
    <w:rsid w:val="004609AB"/>
    <w:rsid w:val="00460DED"/>
    <w:rsid w:val="00460FE0"/>
    <w:rsid w:val="00461DEE"/>
    <w:rsid w:val="004626B7"/>
    <w:rsid w:val="0046299E"/>
    <w:rsid w:val="00462BBE"/>
    <w:rsid w:val="00462D8F"/>
    <w:rsid w:val="0046346D"/>
    <w:rsid w:val="0046354E"/>
    <w:rsid w:val="00463E0E"/>
    <w:rsid w:val="0046405F"/>
    <w:rsid w:val="0046432C"/>
    <w:rsid w:val="0046442D"/>
    <w:rsid w:val="00464D69"/>
    <w:rsid w:val="004657D2"/>
    <w:rsid w:val="00465F41"/>
    <w:rsid w:val="004668A8"/>
    <w:rsid w:val="004668E6"/>
    <w:rsid w:val="00466A5F"/>
    <w:rsid w:val="004676A1"/>
    <w:rsid w:val="00467A00"/>
    <w:rsid w:val="00467BAE"/>
    <w:rsid w:val="00467D6E"/>
    <w:rsid w:val="00470789"/>
    <w:rsid w:val="004708BE"/>
    <w:rsid w:val="00470C6B"/>
    <w:rsid w:val="0047157A"/>
    <w:rsid w:val="004717ED"/>
    <w:rsid w:val="00472D95"/>
    <w:rsid w:val="00473BDF"/>
    <w:rsid w:val="00474B47"/>
    <w:rsid w:val="00474F48"/>
    <w:rsid w:val="004757F3"/>
    <w:rsid w:val="00476B15"/>
    <w:rsid w:val="00476CE0"/>
    <w:rsid w:val="00477533"/>
    <w:rsid w:val="00477845"/>
    <w:rsid w:val="004804F1"/>
    <w:rsid w:val="004815D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211"/>
    <w:rsid w:val="00486674"/>
    <w:rsid w:val="00486CDA"/>
    <w:rsid w:val="00490043"/>
    <w:rsid w:val="0049008A"/>
    <w:rsid w:val="00490181"/>
    <w:rsid w:val="00490322"/>
    <w:rsid w:val="0049038A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48D"/>
    <w:rsid w:val="004959DF"/>
    <w:rsid w:val="00495B2B"/>
    <w:rsid w:val="00495F6B"/>
    <w:rsid w:val="00496EED"/>
    <w:rsid w:val="00497727"/>
    <w:rsid w:val="00497F18"/>
    <w:rsid w:val="004A1AF7"/>
    <w:rsid w:val="004A1C1E"/>
    <w:rsid w:val="004A1ED1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877"/>
    <w:rsid w:val="004B022C"/>
    <w:rsid w:val="004B03A5"/>
    <w:rsid w:val="004B05EA"/>
    <w:rsid w:val="004B0B7C"/>
    <w:rsid w:val="004B0FA5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1F3"/>
    <w:rsid w:val="004B78D4"/>
    <w:rsid w:val="004C00D3"/>
    <w:rsid w:val="004C0F15"/>
    <w:rsid w:val="004C152A"/>
    <w:rsid w:val="004C16AF"/>
    <w:rsid w:val="004C260D"/>
    <w:rsid w:val="004C2B12"/>
    <w:rsid w:val="004C2B6B"/>
    <w:rsid w:val="004C2EC7"/>
    <w:rsid w:val="004C32B3"/>
    <w:rsid w:val="004C3D23"/>
    <w:rsid w:val="004C537E"/>
    <w:rsid w:val="004C5574"/>
    <w:rsid w:val="004C5E52"/>
    <w:rsid w:val="004C6FF5"/>
    <w:rsid w:val="004C7149"/>
    <w:rsid w:val="004C7C5E"/>
    <w:rsid w:val="004D0890"/>
    <w:rsid w:val="004D0E4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5060"/>
    <w:rsid w:val="004D551B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25E3"/>
    <w:rsid w:val="004E3713"/>
    <w:rsid w:val="004E3A02"/>
    <w:rsid w:val="004E4D89"/>
    <w:rsid w:val="004E4EBD"/>
    <w:rsid w:val="004E4F98"/>
    <w:rsid w:val="004E520F"/>
    <w:rsid w:val="004E5728"/>
    <w:rsid w:val="004E59E3"/>
    <w:rsid w:val="004E6313"/>
    <w:rsid w:val="004E68DB"/>
    <w:rsid w:val="004E7742"/>
    <w:rsid w:val="004E7E8F"/>
    <w:rsid w:val="004F0A4E"/>
    <w:rsid w:val="004F0B25"/>
    <w:rsid w:val="004F12DF"/>
    <w:rsid w:val="004F1D64"/>
    <w:rsid w:val="004F1FE5"/>
    <w:rsid w:val="004F240A"/>
    <w:rsid w:val="004F28DD"/>
    <w:rsid w:val="004F2965"/>
    <w:rsid w:val="004F2DB3"/>
    <w:rsid w:val="004F2EEB"/>
    <w:rsid w:val="004F356C"/>
    <w:rsid w:val="004F384D"/>
    <w:rsid w:val="004F3E4E"/>
    <w:rsid w:val="004F4224"/>
    <w:rsid w:val="004F4225"/>
    <w:rsid w:val="004F4E02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5112"/>
    <w:rsid w:val="00505E87"/>
    <w:rsid w:val="00506E7E"/>
    <w:rsid w:val="00506FB7"/>
    <w:rsid w:val="0050734A"/>
    <w:rsid w:val="00507BAF"/>
    <w:rsid w:val="00507C43"/>
    <w:rsid w:val="00507F40"/>
    <w:rsid w:val="0051004B"/>
    <w:rsid w:val="005107DA"/>
    <w:rsid w:val="00510AD6"/>
    <w:rsid w:val="00512E5C"/>
    <w:rsid w:val="00513436"/>
    <w:rsid w:val="005136BC"/>
    <w:rsid w:val="00514433"/>
    <w:rsid w:val="005145CB"/>
    <w:rsid w:val="00514F11"/>
    <w:rsid w:val="0051540F"/>
    <w:rsid w:val="005154A6"/>
    <w:rsid w:val="0051551E"/>
    <w:rsid w:val="00515604"/>
    <w:rsid w:val="00515DC8"/>
    <w:rsid w:val="00516241"/>
    <w:rsid w:val="00516B4E"/>
    <w:rsid w:val="00516DA9"/>
    <w:rsid w:val="00517690"/>
    <w:rsid w:val="00520B18"/>
    <w:rsid w:val="00521620"/>
    <w:rsid w:val="00521A04"/>
    <w:rsid w:val="00522B15"/>
    <w:rsid w:val="00522DD4"/>
    <w:rsid w:val="00523212"/>
    <w:rsid w:val="005239E4"/>
    <w:rsid w:val="00523A8F"/>
    <w:rsid w:val="00524889"/>
    <w:rsid w:val="00524A1A"/>
    <w:rsid w:val="0052535B"/>
    <w:rsid w:val="00525B92"/>
    <w:rsid w:val="00525C34"/>
    <w:rsid w:val="00526982"/>
    <w:rsid w:val="00526A56"/>
    <w:rsid w:val="00526C09"/>
    <w:rsid w:val="0053007F"/>
    <w:rsid w:val="00530661"/>
    <w:rsid w:val="00531294"/>
    <w:rsid w:val="00531740"/>
    <w:rsid w:val="005320F2"/>
    <w:rsid w:val="00532140"/>
    <w:rsid w:val="0053224D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E2C"/>
    <w:rsid w:val="00537E6B"/>
    <w:rsid w:val="00537EBC"/>
    <w:rsid w:val="005402CA"/>
    <w:rsid w:val="0054101E"/>
    <w:rsid w:val="005417CA"/>
    <w:rsid w:val="00542218"/>
    <w:rsid w:val="00542934"/>
    <w:rsid w:val="00542AA5"/>
    <w:rsid w:val="00542D26"/>
    <w:rsid w:val="00543086"/>
    <w:rsid w:val="00544731"/>
    <w:rsid w:val="00546030"/>
    <w:rsid w:val="0054627E"/>
    <w:rsid w:val="00546636"/>
    <w:rsid w:val="005467DB"/>
    <w:rsid w:val="00546F3F"/>
    <w:rsid w:val="005475DE"/>
    <w:rsid w:val="00547670"/>
    <w:rsid w:val="00547D99"/>
    <w:rsid w:val="00550037"/>
    <w:rsid w:val="00550842"/>
    <w:rsid w:val="00550FB7"/>
    <w:rsid w:val="005514A1"/>
    <w:rsid w:val="005516FF"/>
    <w:rsid w:val="00551716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6C4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236F"/>
    <w:rsid w:val="00582E85"/>
    <w:rsid w:val="00583284"/>
    <w:rsid w:val="0058391F"/>
    <w:rsid w:val="00584045"/>
    <w:rsid w:val="005843E7"/>
    <w:rsid w:val="00584749"/>
    <w:rsid w:val="005847A4"/>
    <w:rsid w:val="00584E00"/>
    <w:rsid w:val="00585560"/>
    <w:rsid w:val="0058715C"/>
    <w:rsid w:val="00587D3A"/>
    <w:rsid w:val="005908F4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78FA"/>
    <w:rsid w:val="00597B3A"/>
    <w:rsid w:val="00597C43"/>
    <w:rsid w:val="00597D52"/>
    <w:rsid w:val="005A0307"/>
    <w:rsid w:val="005A04E1"/>
    <w:rsid w:val="005A09BD"/>
    <w:rsid w:val="005A1549"/>
    <w:rsid w:val="005A2529"/>
    <w:rsid w:val="005A2930"/>
    <w:rsid w:val="005A2F30"/>
    <w:rsid w:val="005A34BC"/>
    <w:rsid w:val="005A35E5"/>
    <w:rsid w:val="005A3F56"/>
    <w:rsid w:val="005A465A"/>
    <w:rsid w:val="005A4E5E"/>
    <w:rsid w:val="005A597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F2A"/>
    <w:rsid w:val="005B4542"/>
    <w:rsid w:val="005B45CE"/>
    <w:rsid w:val="005B45FB"/>
    <w:rsid w:val="005B47CC"/>
    <w:rsid w:val="005B49C9"/>
    <w:rsid w:val="005B4D8C"/>
    <w:rsid w:val="005B5DDB"/>
    <w:rsid w:val="005B6695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38A7"/>
    <w:rsid w:val="005C4340"/>
    <w:rsid w:val="005C4390"/>
    <w:rsid w:val="005C496D"/>
    <w:rsid w:val="005C5E90"/>
    <w:rsid w:val="005D04D0"/>
    <w:rsid w:val="005D0648"/>
    <w:rsid w:val="005D0984"/>
    <w:rsid w:val="005D1537"/>
    <w:rsid w:val="005D1ADB"/>
    <w:rsid w:val="005D1BF1"/>
    <w:rsid w:val="005D1E1C"/>
    <w:rsid w:val="005D3539"/>
    <w:rsid w:val="005D3863"/>
    <w:rsid w:val="005D392C"/>
    <w:rsid w:val="005D3A3F"/>
    <w:rsid w:val="005D42A7"/>
    <w:rsid w:val="005D45CF"/>
    <w:rsid w:val="005D4679"/>
    <w:rsid w:val="005D47D6"/>
    <w:rsid w:val="005D543F"/>
    <w:rsid w:val="005D5AA2"/>
    <w:rsid w:val="005D5AE1"/>
    <w:rsid w:val="005D6052"/>
    <w:rsid w:val="005D61E4"/>
    <w:rsid w:val="005D635A"/>
    <w:rsid w:val="005D65D2"/>
    <w:rsid w:val="005D6AAC"/>
    <w:rsid w:val="005D737D"/>
    <w:rsid w:val="005E046C"/>
    <w:rsid w:val="005E18F4"/>
    <w:rsid w:val="005E1E2C"/>
    <w:rsid w:val="005E23A8"/>
    <w:rsid w:val="005E2F77"/>
    <w:rsid w:val="005E34C1"/>
    <w:rsid w:val="005E473E"/>
    <w:rsid w:val="005E4819"/>
    <w:rsid w:val="005E4E0B"/>
    <w:rsid w:val="005E50EB"/>
    <w:rsid w:val="005E51F4"/>
    <w:rsid w:val="005E5EB6"/>
    <w:rsid w:val="005E6E03"/>
    <w:rsid w:val="005E704A"/>
    <w:rsid w:val="005E744C"/>
    <w:rsid w:val="005E759E"/>
    <w:rsid w:val="005F0643"/>
    <w:rsid w:val="005F11DB"/>
    <w:rsid w:val="005F177F"/>
    <w:rsid w:val="005F1865"/>
    <w:rsid w:val="005F1935"/>
    <w:rsid w:val="005F1FF1"/>
    <w:rsid w:val="005F38AB"/>
    <w:rsid w:val="005F3F4E"/>
    <w:rsid w:val="005F42A8"/>
    <w:rsid w:val="005F5BAE"/>
    <w:rsid w:val="005F6B1D"/>
    <w:rsid w:val="005F6E16"/>
    <w:rsid w:val="005F75A6"/>
    <w:rsid w:val="005F78E4"/>
    <w:rsid w:val="00600089"/>
    <w:rsid w:val="0060008C"/>
    <w:rsid w:val="00600C4C"/>
    <w:rsid w:val="00601884"/>
    <w:rsid w:val="006023A6"/>
    <w:rsid w:val="006028FF"/>
    <w:rsid w:val="00602EB7"/>
    <w:rsid w:val="006037FE"/>
    <w:rsid w:val="00603CB6"/>
    <w:rsid w:val="00604523"/>
    <w:rsid w:val="0060478F"/>
    <w:rsid w:val="00605A48"/>
    <w:rsid w:val="00605D7A"/>
    <w:rsid w:val="00607034"/>
    <w:rsid w:val="00607DC3"/>
    <w:rsid w:val="00611613"/>
    <w:rsid w:val="006119B2"/>
    <w:rsid w:val="00611D68"/>
    <w:rsid w:val="00611DDC"/>
    <w:rsid w:val="00612D21"/>
    <w:rsid w:val="00612FFD"/>
    <w:rsid w:val="0061349F"/>
    <w:rsid w:val="0061352A"/>
    <w:rsid w:val="006138D0"/>
    <w:rsid w:val="0061425A"/>
    <w:rsid w:val="00614DC5"/>
    <w:rsid w:val="006151CB"/>
    <w:rsid w:val="00616821"/>
    <w:rsid w:val="00616D09"/>
    <w:rsid w:val="00616DC9"/>
    <w:rsid w:val="00617529"/>
    <w:rsid w:val="00620AF4"/>
    <w:rsid w:val="00620CA7"/>
    <w:rsid w:val="00620FF8"/>
    <w:rsid w:val="0062117F"/>
    <w:rsid w:val="006216B4"/>
    <w:rsid w:val="0062350D"/>
    <w:rsid w:val="006235A0"/>
    <w:rsid w:val="006249A7"/>
    <w:rsid w:val="00624A3D"/>
    <w:rsid w:val="00624F3D"/>
    <w:rsid w:val="006252BC"/>
    <w:rsid w:val="006253C1"/>
    <w:rsid w:val="006259BC"/>
    <w:rsid w:val="006275E2"/>
    <w:rsid w:val="00627A75"/>
    <w:rsid w:val="00627FE1"/>
    <w:rsid w:val="00630618"/>
    <w:rsid w:val="0063073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E04"/>
    <w:rsid w:val="00633F17"/>
    <w:rsid w:val="00635662"/>
    <w:rsid w:val="00635BB0"/>
    <w:rsid w:val="00636029"/>
    <w:rsid w:val="00636A98"/>
    <w:rsid w:val="0063754D"/>
    <w:rsid w:val="00637A0C"/>
    <w:rsid w:val="00640B98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CB2"/>
    <w:rsid w:val="00645CD4"/>
    <w:rsid w:val="006461E8"/>
    <w:rsid w:val="006464EE"/>
    <w:rsid w:val="006465F9"/>
    <w:rsid w:val="00647849"/>
    <w:rsid w:val="00647A8E"/>
    <w:rsid w:val="006500E8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6B7"/>
    <w:rsid w:val="0065423B"/>
    <w:rsid w:val="0065525F"/>
    <w:rsid w:val="006555A8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B3D"/>
    <w:rsid w:val="006644D8"/>
    <w:rsid w:val="00664BA9"/>
    <w:rsid w:val="00664BE0"/>
    <w:rsid w:val="00664E26"/>
    <w:rsid w:val="00665211"/>
    <w:rsid w:val="00665D15"/>
    <w:rsid w:val="00665E76"/>
    <w:rsid w:val="006665FA"/>
    <w:rsid w:val="006676F8"/>
    <w:rsid w:val="00667ED1"/>
    <w:rsid w:val="00667F29"/>
    <w:rsid w:val="00667FA5"/>
    <w:rsid w:val="0067079C"/>
    <w:rsid w:val="00670C81"/>
    <w:rsid w:val="00670D61"/>
    <w:rsid w:val="00670FD7"/>
    <w:rsid w:val="00671774"/>
    <w:rsid w:val="00671C4E"/>
    <w:rsid w:val="006722C0"/>
    <w:rsid w:val="006723E3"/>
    <w:rsid w:val="00672406"/>
    <w:rsid w:val="00672A4B"/>
    <w:rsid w:val="0067326D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423E"/>
    <w:rsid w:val="00684A05"/>
    <w:rsid w:val="00684AD5"/>
    <w:rsid w:val="00684E6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C0E"/>
    <w:rsid w:val="00687F5C"/>
    <w:rsid w:val="0069009B"/>
    <w:rsid w:val="00690A9C"/>
    <w:rsid w:val="00690DA9"/>
    <w:rsid w:val="00690EA3"/>
    <w:rsid w:val="006916DA"/>
    <w:rsid w:val="00691F9E"/>
    <w:rsid w:val="0069255E"/>
    <w:rsid w:val="00692F12"/>
    <w:rsid w:val="00693E3C"/>
    <w:rsid w:val="006945F4"/>
    <w:rsid w:val="00694602"/>
    <w:rsid w:val="00695C3D"/>
    <w:rsid w:val="006963B7"/>
    <w:rsid w:val="00696419"/>
    <w:rsid w:val="006966AE"/>
    <w:rsid w:val="0069686F"/>
    <w:rsid w:val="00696C80"/>
    <w:rsid w:val="00697694"/>
    <w:rsid w:val="00697F4E"/>
    <w:rsid w:val="006A024D"/>
    <w:rsid w:val="006A0586"/>
    <w:rsid w:val="006A0B24"/>
    <w:rsid w:val="006A1091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2531"/>
    <w:rsid w:val="006B314A"/>
    <w:rsid w:val="006B3C9B"/>
    <w:rsid w:val="006B3DBF"/>
    <w:rsid w:val="006B3E8A"/>
    <w:rsid w:val="006B5F2C"/>
    <w:rsid w:val="006B6091"/>
    <w:rsid w:val="006B6164"/>
    <w:rsid w:val="006B6352"/>
    <w:rsid w:val="006B6CAE"/>
    <w:rsid w:val="006B7E6F"/>
    <w:rsid w:val="006C04FA"/>
    <w:rsid w:val="006C139D"/>
    <w:rsid w:val="006C219B"/>
    <w:rsid w:val="006C29B0"/>
    <w:rsid w:val="006C2DD9"/>
    <w:rsid w:val="006C3765"/>
    <w:rsid w:val="006C38AF"/>
    <w:rsid w:val="006C39AC"/>
    <w:rsid w:val="006C4318"/>
    <w:rsid w:val="006C44B3"/>
    <w:rsid w:val="006C4A20"/>
    <w:rsid w:val="006C4D6A"/>
    <w:rsid w:val="006C5290"/>
    <w:rsid w:val="006C5340"/>
    <w:rsid w:val="006C5CB3"/>
    <w:rsid w:val="006C5DE0"/>
    <w:rsid w:val="006C6502"/>
    <w:rsid w:val="006C6AD4"/>
    <w:rsid w:val="006C701C"/>
    <w:rsid w:val="006C70A9"/>
    <w:rsid w:val="006C770E"/>
    <w:rsid w:val="006C7CB0"/>
    <w:rsid w:val="006D02D2"/>
    <w:rsid w:val="006D03FE"/>
    <w:rsid w:val="006D0F58"/>
    <w:rsid w:val="006D1730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33C6"/>
    <w:rsid w:val="006E4179"/>
    <w:rsid w:val="006E41EE"/>
    <w:rsid w:val="006E429C"/>
    <w:rsid w:val="006E5079"/>
    <w:rsid w:val="006E517C"/>
    <w:rsid w:val="006E51C1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406D"/>
    <w:rsid w:val="006F47AF"/>
    <w:rsid w:val="006F4C30"/>
    <w:rsid w:val="006F5515"/>
    <w:rsid w:val="006F6E4F"/>
    <w:rsid w:val="006F6F47"/>
    <w:rsid w:val="006F7186"/>
    <w:rsid w:val="006F71B1"/>
    <w:rsid w:val="006F7368"/>
    <w:rsid w:val="006F7CC2"/>
    <w:rsid w:val="00700732"/>
    <w:rsid w:val="00700A4A"/>
    <w:rsid w:val="00701171"/>
    <w:rsid w:val="00701702"/>
    <w:rsid w:val="0070203E"/>
    <w:rsid w:val="0070258A"/>
    <w:rsid w:val="00702AD3"/>
    <w:rsid w:val="00703193"/>
    <w:rsid w:val="0070332A"/>
    <w:rsid w:val="00703360"/>
    <w:rsid w:val="007036BF"/>
    <w:rsid w:val="0070473C"/>
    <w:rsid w:val="00704B5F"/>
    <w:rsid w:val="00704C77"/>
    <w:rsid w:val="00704DB6"/>
    <w:rsid w:val="007057D9"/>
    <w:rsid w:val="0070602A"/>
    <w:rsid w:val="0070653E"/>
    <w:rsid w:val="007066FE"/>
    <w:rsid w:val="007067A6"/>
    <w:rsid w:val="00706C6C"/>
    <w:rsid w:val="00707101"/>
    <w:rsid w:val="00707287"/>
    <w:rsid w:val="007072A9"/>
    <w:rsid w:val="007076B8"/>
    <w:rsid w:val="00707E77"/>
    <w:rsid w:val="00710520"/>
    <w:rsid w:val="00710E72"/>
    <w:rsid w:val="00711B32"/>
    <w:rsid w:val="00713306"/>
    <w:rsid w:val="007135B5"/>
    <w:rsid w:val="00713E62"/>
    <w:rsid w:val="007142CD"/>
    <w:rsid w:val="0071474C"/>
    <w:rsid w:val="007155B6"/>
    <w:rsid w:val="00715BEA"/>
    <w:rsid w:val="007169C0"/>
    <w:rsid w:val="00716B84"/>
    <w:rsid w:val="00717551"/>
    <w:rsid w:val="0072014A"/>
    <w:rsid w:val="007208C7"/>
    <w:rsid w:val="00721BE0"/>
    <w:rsid w:val="007227A5"/>
    <w:rsid w:val="007229AF"/>
    <w:rsid w:val="0072432D"/>
    <w:rsid w:val="007257B2"/>
    <w:rsid w:val="0072666E"/>
    <w:rsid w:val="00726974"/>
    <w:rsid w:val="007269FB"/>
    <w:rsid w:val="00726A63"/>
    <w:rsid w:val="00727805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396"/>
    <w:rsid w:val="00734D99"/>
    <w:rsid w:val="00735CBF"/>
    <w:rsid w:val="00735DA0"/>
    <w:rsid w:val="00736B54"/>
    <w:rsid w:val="00736F59"/>
    <w:rsid w:val="0073721D"/>
    <w:rsid w:val="00740115"/>
    <w:rsid w:val="00740ECE"/>
    <w:rsid w:val="007424E5"/>
    <w:rsid w:val="007427EA"/>
    <w:rsid w:val="00742B87"/>
    <w:rsid w:val="00743266"/>
    <w:rsid w:val="007438F1"/>
    <w:rsid w:val="00745226"/>
    <w:rsid w:val="00745B08"/>
    <w:rsid w:val="00745E66"/>
    <w:rsid w:val="00745FF2"/>
    <w:rsid w:val="00746492"/>
    <w:rsid w:val="007465AB"/>
    <w:rsid w:val="007468A1"/>
    <w:rsid w:val="007468A5"/>
    <w:rsid w:val="00747BBB"/>
    <w:rsid w:val="00750CBC"/>
    <w:rsid w:val="0075119F"/>
    <w:rsid w:val="00751F03"/>
    <w:rsid w:val="0075212A"/>
    <w:rsid w:val="00752B39"/>
    <w:rsid w:val="00752B61"/>
    <w:rsid w:val="0075318F"/>
    <w:rsid w:val="007539FC"/>
    <w:rsid w:val="007544E0"/>
    <w:rsid w:val="0075535B"/>
    <w:rsid w:val="007568F4"/>
    <w:rsid w:val="00756D6C"/>
    <w:rsid w:val="00756FC4"/>
    <w:rsid w:val="007576F0"/>
    <w:rsid w:val="00757CB0"/>
    <w:rsid w:val="00757DAD"/>
    <w:rsid w:val="00760473"/>
    <w:rsid w:val="007608A7"/>
    <w:rsid w:val="00760F59"/>
    <w:rsid w:val="007613D4"/>
    <w:rsid w:val="00761A6C"/>
    <w:rsid w:val="0076299E"/>
    <w:rsid w:val="00763098"/>
    <w:rsid w:val="007630C6"/>
    <w:rsid w:val="00763304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7316"/>
    <w:rsid w:val="00767343"/>
    <w:rsid w:val="007673B9"/>
    <w:rsid w:val="00767878"/>
    <w:rsid w:val="00767B4F"/>
    <w:rsid w:val="007700ED"/>
    <w:rsid w:val="00770209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6716"/>
    <w:rsid w:val="00776742"/>
    <w:rsid w:val="00776E93"/>
    <w:rsid w:val="0077702A"/>
    <w:rsid w:val="0077727D"/>
    <w:rsid w:val="00777449"/>
    <w:rsid w:val="00777FF1"/>
    <w:rsid w:val="007800CB"/>
    <w:rsid w:val="00780533"/>
    <w:rsid w:val="00780DAC"/>
    <w:rsid w:val="00781019"/>
    <w:rsid w:val="00781944"/>
    <w:rsid w:val="0078194A"/>
    <w:rsid w:val="00782188"/>
    <w:rsid w:val="007825D3"/>
    <w:rsid w:val="00782A52"/>
    <w:rsid w:val="00782CDA"/>
    <w:rsid w:val="00782EE3"/>
    <w:rsid w:val="00782FB9"/>
    <w:rsid w:val="00784836"/>
    <w:rsid w:val="00784D6F"/>
    <w:rsid w:val="00785881"/>
    <w:rsid w:val="00786FAD"/>
    <w:rsid w:val="007870B1"/>
    <w:rsid w:val="007873F3"/>
    <w:rsid w:val="00787480"/>
    <w:rsid w:val="007877AF"/>
    <w:rsid w:val="00787E89"/>
    <w:rsid w:val="00791439"/>
    <w:rsid w:val="00791C60"/>
    <w:rsid w:val="00791E4E"/>
    <w:rsid w:val="00791F11"/>
    <w:rsid w:val="00792002"/>
    <w:rsid w:val="00792653"/>
    <w:rsid w:val="0079312C"/>
    <w:rsid w:val="0079314C"/>
    <w:rsid w:val="00793526"/>
    <w:rsid w:val="0079395C"/>
    <w:rsid w:val="00793D87"/>
    <w:rsid w:val="007949DE"/>
    <w:rsid w:val="00794FB6"/>
    <w:rsid w:val="00795FEF"/>
    <w:rsid w:val="007962C4"/>
    <w:rsid w:val="00796388"/>
    <w:rsid w:val="00796BC9"/>
    <w:rsid w:val="0079716B"/>
    <w:rsid w:val="007976C7"/>
    <w:rsid w:val="00797DF9"/>
    <w:rsid w:val="00797EA1"/>
    <w:rsid w:val="007A10C9"/>
    <w:rsid w:val="007A117E"/>
    <w:rsid w:val="007A255B"/>
    <w:rsid w:val="007A2991"/>
    <w:rsid w:val="007A2EEB"/>
    <w:rsid w:val="007A3C7F"/>
    <w:rsid w:val="007A545C"/>
    <w:rsid w:val="007A57F9"/>
    <w:rsid w:val="007A5E5B"/>
    <w:rsid w:val="007A5E99"/>
    <w:rsid w:val="007A5F32"/>
    <w:rsid w:val="007A5FE9"/>
    <w:rsid w:val="007A62B1"/>
    <w:rsid w:val="007A6B46"/>
    <w:rsid w:val="007B0034"/>
    <w:rsid w:val="007B0629"/>
    <w:rsid w:val="007B09B0"/>
    <w:rsid w:val="007B14C6"/>
    <w:rsid w:val="007B19FC"/>
    <w:rsid w:val="007B1B5E"/>
    <w:rsid w:val="007B31C6"/>
    <w:rsid w:val="007B3F13"/>
    <w:rsid w:val="007B4108"/>
    <w:rsid w:val="007B4FF0"/>
    <w:rsid w:val="007B5210"/>
    <w:rsid w:val="007B5752"/>
    <w:rsid w:val="007B5D8B"/>
    <w:rsid w:val="007B6B9A"/>
    <w:rsid w:val="007B793E"/>
    <w:rsid w:val="007C00D5"/>
    <w:rsid w:val="007C0380"/>
    <w:rsid w:val="007C04F8"/>
    <w:rsid w:val="007C0758"/>
    <w:rsid w:val="007C162E"/>
    <w:rsid w:val="007C2888"/>
    <w:rsid w:val="007C2966"/>
    <w:rsid w:val="007C338D"/>
    <w:rsid w:val="007C36CC"/>
    <w:rsid w:val="007C3FDD"/>
    <w:rsid w:val="007C4128"/>
    <w:rsid w:val="007C486C"/>
    <w:rsid w:val="007C4D04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B26"/>
    <w:rsid w:val="007D3141"/>
    <w:rsid w:val="007D3235"/>
    <w:rsid w:val="007D47D8"/>
    <w:rsid w:val="007D4EF2"/>
    <w:rsid w:val="007D63B2"/>
    <w:rsid w:val="007D6AB3"/>
    <w:rsid w:val="007D6B7D"/>
    <w:rsid w:val="007D6E32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2394"/>
    <w:rsid w:val="007E2727"/>
    <w:rsid w:val="007E2BE4"/>
    <w:rsid w:val="007E43BC"/>
    <w:rsid w:val="007E4A99"/>
    <w:rsid w:val="007E4AF5"/>
    <w:rsid w:val="007E509F"/>
    <w:rsid w:val="007E546F"/>
    <w:rsid w:val="007E5575"/>
    <w:rsid w:val="007E5809"/>
    <w:rsid w:val="007E62FF"/>
    <w:rsid w:val="007E6393"/>
    <w:rsid w:val="007E6871"/>
    <w:rsid w:val="007E6F98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548E"/>
    <w:rsid w:val="007F59E6"/>
    <w:rsid w:val="007F690C"/>
    <w:rsid w:val="007F6A53"/>
    <w:rsid w:val="007F6B0C"/>
    <w:rsid w:val="007F6EE2"/>
    <w:rsid w:val="007F7204"/>
    <w:rsid w:val="007F7543"/>
    <w:rsid w:val="007F76FA"/>
    <w:rsid w:val="00800046"/>
    <w:rsid w:val="00800092"/>
    <w:rsid w:val="00801E1E"/>
    <w:rsid w:val="00803B85"/>
    <w:rsid w:val="00803D41"/>
    <w:rsid w:val="00803F7B"/>
    <w:rsid w:val="00804E9D"/>
    <w:rsid w:val="00805508"/>
    <w:rsid w:val="00805BF2"/>
    <w:rsid w:val="00805E17"/>
    <w:rsid w:val="00806934"/>
    <w:rsid w:val="00806990"/>
    <w:rsid w:val="00806CA9"/>
    <w:rsid w:val="00806D43"/>
    <w:rsid w:val="00806E42"/>
    <w:rsid w:val="00806EAB"/>
    <w:rsid w:val="0080759C"/>
    <w:rsid w:val="00807688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42AE"/>
    <w:rsid w:val="00814380"/>
    <w:rsid w:val="00814BAD"/>
    <w:rsid w:val="0081538B"/>
    <w:rsid w:val="00816382"/>
    <w:rsid w:val="008164D8"/>
    <w:rsid w:val="00816DAB"/>
    <w:rsid w:val="00816FA0"/>
    <w:rsid w:val="0081747A"/>
    <w:rsid w:val="008203B4"/>
    <w:rsid w:val="00820D66"/>
    <w:rsid w:val="0082167D"/>
    <w:rsid w:val="0082328C"/>
    <w:rsid w:val="008242F5"/>
    <w:rsid w:val="00825B65"/>
    <w:rsid w:val="00825BAA"/>
    <w:rsid w:val="00825D55"/>
    <w:rsid w:val="008261C8"/>
    <w:rsid w:val="008262DD"/>
    <w:rsid w:val="00826C1B"/>
    <w:rsid w:val="00826D81"/>
    <w:rsid w:val="00827093"/>
    <w:rsid w:val="008271AF"/>
    <w:rsid w:val="00830745"/>
    <w:rsid w:val="00830F59"/>
    <w:rsid w:val="0083156C"/>
    <w:rsid w:val="00832051"/>
    <w:rsid w:val="00832490"/>
    <w:rsid w:val="0083269C"/>
    <w:rsid w:val="008326F8"/>
    <w:rsid w:val="008327C2"/>
    <w:rsid w:val="008337DE"/>
    <w:rsid w:val="00833CD9"/>
    <w:rsid w:val="00834109"/>
    <w:rsid w:val="0083500E"/>
    <w:rsid w:val="00835046"/>
    <w:rsid w:val="008350BE"/>
    <w:rsid w:val="00835543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DEB"/>
    <w:rsid w:val="0084381E"/>
    <w:rsid w:val="00843877"/>
    <w:rsid w:val="00843B14"/>
    <w:rsid w:val="00843D1D"/>
    <w:rsid w:val="00843E73"/>
    <w:rsid w:val="00844361"/>
    <w:rsid w:val="00844CBF"/>
    <w:rsid w:val="0084521A"/>
    <w:rsid w:val="008457EE"/>
    <w:rsid w:val="00846171"/>
    <w:rsid w:val="00846517"/>
    <w:rsid w:val="00846C4B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6217"/>
    <w:rsid w:val="008665E1"/>
    <w:rsid w:val="008669D4"/>
    <w:rsid w:val="00867AAB"/>
    <w:rsid w:val="00870730"/>
    <w:rsid w:val="008709E6"/>
    <w:rsid w:val="00870A19"/>
    <w:rsid w:val="00870EAA"/>
    <w:rsid w:val="0087118E"/>
    <w:rsid w:val="00871444"/>
    <w:rsid w:val="0087181C"/>
    <w:rsid w:val="008719F4"/>
    <w:rsid w:val="00871BBF"/>
    <w:rsid w:val="00872868"/>
    <w:rsid w:val="008735CC"/>
    <w:rsid w:val="008737AE"/>
    <w:rsid w:val="00873A9E"/>
    <w:rsid w:val="008741FC"/>
    <w:rsid w:val="008746FB"/>
    <w:rsid w:val="00875D5D"/>
    <w:rsid w:val="00876085"/>
    <w:rsid w:val="00876328"/>
    <w:rsid w:val="00876F4A"/>
    <w:rsid w:val="00877686"/>
    <w:rsid w:val="00877FFC"/>
    <w:rsid w:val="0088004D"/>
    <w:rsid w:val="0088037E"/>
    <w:rsid w:val="008803E8"/>
    <w:rsid w:val="00880A26"/>
    <w:rsid w:val="00880DE5"/>
    <w:rsid w:val="008810E1"/>
    <w:rsid w:val="0088118A"/>
    <w:rsid w:val="00881BA7"/>
    <w:rsid w:val="00881F61"/>
    <w:rsid w:val="00882059"/>
    <w:rsid w:val="00882150"/>
    <w:rsid w:val="00883200"/>
    <w:rsid w:val="0088388E"/>
    <w:rsid w:val="00883989"/>
    <w:rsid w:val="0088407B"/>
    <w:rsid w:val="00884871"/>
    <w:rsid w:val="00884E63"/>
    <w:rsid w:val="00885B9A"/>
    <w:rsid w:val="00885F41"/>
    <w:rsid w:val="00886917"/>
    <w:rsid w:val="00886E0C"/>
    <w:rsid w:val="00887980"/>
    <w:rsid w:val="00890C1D"/>
    <w:rsid w:val="008910A4"/>
    <w:rsid w:val="00891921"/>
    <w:rsid w:val="00891CC3"/>
    <w:rsid w:val="00891D6B"/>
    <w:rsid w:val="00891F7B"/>
    <w:rsid w:val="0089210D"/>
    <w:rsid w:val="008932D1"/>
    <w:rsid w:val="00893D42"/>
    <w:rsid w:val="00893E61"/>
    <w:rsid w:val="0089428A"/>
    <w:rsid w:val="008947DD"/>
    <w:rsid w:val="00894B1D"/>
    <w:rsid w:val="008956B8"/>
    <w:rsid w:val="00895BB1"/>
    <w:rsid w:val="00895D3D"/>
    <w:rsid w:val="00896425"/>
    <w:rsid w:val="008966E4"/>
    <w:rsid w:val="0089730A"/>
    <w:rsid w:val="008973E2"/>
    <w:rsid w:val="008975C2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A25"/>
    <w:rsid w:val="008A2DE2"/>
    <w:rsid w:val="008A3010"/>
    <w:rsid w:val="008A4707"/>
    <w:rsid w:val="008A4D74"/>
    <w:rsid w:val="008A54CF"/>
    <w:rsid w:val="008A5AE4"/>
    <w:rsid w:val="008A69FB"/>
    <w:rsid w:val="008A6EAF"/>
    <w:rsid w:val="008A72BB"/>
    <w:rsid w:val="008B0131"/>
    <w:rsid w:val="008B0396"/>
    <w:rsid w:val="008B0841"/>
    <w:rsid w:val="008B1FEC"/>
    <w:rsid w:val="008B369D"/>
    <w:rsid w:val="008B3F01"/>
    <w:rsid w:val="008B3FA8"/>
    <w:rsid w:val="008B43F1"/>
    <w:rsid w:val="008B4482"/>
    <w:rsid w:val="008B47F7"/>
    <w:rsid w:val="008B4D76"/>
    <w:rsid w:val="008B4DF6"/>
    <w:rsid w:val="008B4FEB"/>
    <w:rsid w:val="008B563E"/>
    <w:rsid w:val="008B5D72"/>
    <w:rsid w:val="008B63D3"/>
    <w:rsid w:val="008B79B9"/>
    <w:rsid w:val="008B7BD9"/>
    <w:rsid w:val="008C0174"/>
    <w:rsid w:val="008C2277"/>
    <w:rsid w:val="008C2736"/>
    <w:rsid w:val="008C2E72"/>
    <w:rsid w:val="008C3872"/>
    <w:rsid w:val="008C391D"/>
    <w:rsid w:val="008C4128"/>
    <w:rsid w:val="008C421E"/>
    <w:rsid w:val="008C4885"/>
    <w:rsid w:val="008C49CD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C80"/>
    <w:rsid w:val="008D0E48"/>
    <w:rsid w:val="008D1F8C"/>
    <w:rsid w:val="008D23B7"/>
    <w:rsid w:val="008D3D85"/>
    <w:rsid w:val="008D3F8F"/>
    <w:rsid w:val="008D443E"/>
    <w:rsid w:val="008D443F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6"/>
    <w:rsid w:val="008E0B2B"/>
    <w:rsid w:val="008E11E5"/>
    <w:rsid w:val="008E17C7"/>
    <w:rsid w:val="008E189D"/>
    <w:rsid w:val="008E18B1"/>
    <w:rsid w:val="008E2318"/>
    <w:rsid w:val="008E311C"/>
    <w:rsid w:val="008E3225"/>
    <w:rsid w:val="008E32D0"/>
    <w:rsid w:val="008E39F7"/>
    <w:rsid w:val="008E3AA0"/>
    <w:rsid w:val="008E4516"/>
    <w:rsid w:val="008E5161"/>
    <w:rsid w:val="008E51FE"/>
    <w:rsid w:val="008E529D"/>
    <w:rsid w:val="008E542A"/>
    <w:rsid w:val="008E5F97"/>
    <w:rsid w:val="008E601A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AB2"/>
    <w:rsid w:val="008F2C86"/>
    <w:rsid w:val="008F3397"/>
    <w:rsid w:val="008F360B"/>
    <w:rsid w:val="008F37C8"/>
    <w:rsid w:val="008F3911"/>
    <w:rsid w:val="008F4C6B"/>
    <w:rsid w:val="008F512F"/>
    <w:rsid w:val="008F5309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2943"/>
    <w:rsid w:val="00904471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3195"/>
    <w:rsid w:val="00913E4B"/>
    <w:rsid w:val="0091419D"/>
    <w:rsid w:val="00914908"/>
    <w:rsid w:val="00915080"/>
    <w:rsid w:val="009154C9"/>
    <w:rsid w:val="00915682"/>
    <w:rsid w:val="00915BC3"/>
    <w:rsid w:val="009160ED"/>
    <w:rsid w:val="00916549"/>
    <w:rsid w:val="00916802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20C"/>
    <w:rsid w:val="009248C1"/>
    <w:rsid w:val="009253AC"/>
    <w:rsid w:val="00925926"/>
    <w:rsid w:val="00926C8D"/>
    <w:rsid w:val="009278BA"/>
    <w:rsid w:val="0093194A"/>
    <w:rsid w:val="00931EB8"/>
    <w:rsid w:val="00932CD4"/>
    <w:rsid w:val="00933001"/>
    <w:rsid w:val="00933032"/>
    <w:rsid w:val="00933C8C"/>
    <w:rsid w:val="009342FC"/>
    <w:rsid w:val="009348EB"/>
    <w:rsid w:val="0093495E"/>
    <w:rsid w:val="00934A60"/>
    <w:rsid w:val="00934C7C"/>
    <w:rsid w:val="00934EEF"/>
    <w:rsid w:val="0093549A"/>
    <w:rsid w:val="00935607"/>
    <w:rsid w:val="009358B3"/>
    <w:rsid w:val="00935A9D"/>
    <w:rsid w:val="0093627F"/>
    <w:rsid w:val="00936889"/>
    <w:rsid w:val="00937A92"/>
    <w:rsid w:val="00937ED5"/>
    <w:rsid w:val="00940920"/>
    <w:rsid w:val="00940C3A"/>
    <w:rsid w:val="0094197C"/>
    <w:rsid w:val="00942BF9"/>
    <w:rsid w:val="00942C91"/>
    <w:rsid w:val="00942CB3"/>
    <w:rsid w:val="00942DDC"/>
    <w:rsid w:val="009437EA"/>
    <w:rsid w:val="0094419B"/>
    <w:rsid w:val="00944213"/>
    <w:rsid w:val="0094471D"/>
    <w:rsid w:val="00944B93"/>
    <w:rsid w:val="00944B9B"/>
    <w:rsid w:val="00944E77"/>
    <w:rsid w:val="00944FE8"/>
    <w:rsid w:val="00945780"/>
    <w:rsid w:val="00947B0F"/>
    <w:rsid w:val="00947D95"/>
    <w:rsid w:val="00950168"/>
    <w:rsid w:val="0095047A"/>
    <w:rsid w:val="00951171"/>
    <w:rsid w:val="0095166B"/>
    <w:rsid w:val="00951850"/>
    <w:rsid w:val="00952019"/>
    <w:rsid w:val="00953C2E"/>
    <w:rsid w:val="00953F39"/>
    <w:rsid w:val="009540B1"/>
    <w:rsid w:val="009544ED"/>
    <w:rsid w:val="00954BD4"/>
    <w:rsid w:val="00954EEE"/>
    <w:rsid w:val="009550AF"/>
    <w:rsid w:val="0095622D"/>
    <w:rsid w:val="00956A9D"/>
    <w:rsid w:val="009570E6"/>
    <w:rsid w:val="00957C7F"/>
    <w:rsid w:val="00957D2C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A33"/>
    <w:rsid w:val="00965BA5"/>
    <w:rsid w:val="00966C8D"/>
    <w:rsid w:val="009671F0"/>
    <w:rsid w:val="00967AF6"/>
    <w:rsid w:val="00967D6D"/>
    <w:rsid w:val="0097071A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7B51"/>
    <w:rsid w:val="00987EBB"/>
    <w:rsid w:val="00987F2D"/>
    <w:rsid w:val="00990166"/>
    <w:rsid w:val="00990179"/>
    <w:rsid w:val="00990B34"/>
    <w:rsid w:val="009910B1"/>
    <w:rsid w:val="0099144A"/>
    <w:rsid w:val="00991F27"/>
    <w:rsid w:val="00992111"/>
    <w:rsid w:val="00992AB8"/>
    <w:rsid w:val="00992EDA"/>
    <w:rsid w:val="009937F3"/>
    <w:rsid w:val="00995C27"/>
    <w:rsid w:val="00995C81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FD0"/>
    <w:rsid w:val="009A40E6"/>
    <w:rsid w:val="009A44B9"/>
    <w:rsid w:val="009A4658"/>
    <w:rsid w:val="009A4998"/>
    <w:rsid w:val="009A5F41"/>
    <w:rsid w:val="009A6080"/>
    <w:rsid w:val="009A6440"/>
    <w:rsid w:val="009A6EE0"/>
    <w:rsid w:val="009A7A80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BA9"/>
    <w:rsid w:val="009C0370"/>
    <w:rsid w:val="009C0E5E"/>
    <w:rsid w:val="009C1031"/>
    <w:rsid w:val="009C1405"/>
    <w:rsid w:val="009C196B"/>
    <w:rsid w:val="009C1A0A"/>
    <w:rsid w:val="009C245D"/>
    <w:rsid w:val="009C2D94"/>
    <w:rsid w:val="009C314B"/>
    <w:rsid w:val="009C3164"/>
    <w:rsid w:val="009C38DF"/>
    <w:rsid w:val="009C3938"/>
    <w:rsid w:val="009C41CC"/>
    <w:rsid w:val="009C42FC"/>
    <w:rsid w:val="009C4BD2"/>
    <w:rsid w:val="009C5023"/>
    <w:rsid w:val="009C578A"/>
    <w:rsid w:val="009C5E99"/>
    <w:rsid w:val="009C5FD8"/>
    <w:rsid w:val="009C638D"/>
    <w:rsid w:val="009C653A"/>
    <w:rsid w:val="009C65AA"/>
    <w:rsid w:val="009C6720"/>
    <w:rsid w:val="009C69C8"/>
    <w:rsid w:val="009C6F91"/>
    <w:rsid w:val="009C7404"/>
    <w:rsid w:val="009C7B6F"/>
    <w:rsid w:val="009D1407"/>
    <w:rsid w:val="009D23B3"/>
    <w:rsid w:val="009D2EB4"/>
    <w:rsid w:val="009D39CF"/>
    <w:rsid w:val="009D3A6A"/>
    <w:rsid w:val="009D3B61"/>
    <w:rsid w:val="009D4AAF"/>
    <w:rsid w:val="009D4CA9"/>
    <w:rsid w:val="009D5A52"/>
    <w:rsid w:val="009D62E9"/>
    <w:rsid w:val="009D63DC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1191"/>
    <w:rsid w:val="009E2515"/>
    <w:rsid w:val="009E31AF"/>
    <w:rsid w:val="009E3A4D"/>
    <w:rsid w:val="009E3CC0"/>
    <w:rsid w:val="009E41DF"/>
    <w:rsid w:val="009E4634"/>
    <w:rsid w:val="009E4D41"/>
    <w:rsid w:val="009E542A"/>
    <w:rsid w:val="009E5D16"/>
    <w:rsid w:val="009E61EE"/>
    <w:rsid w:val="009E68F8"/>
    <w:rsid w:val="009E79BA"/>
    <w:rsid w:val="009F0598"/>
    <w:rsid w:val="009F0FE2"/>
    <w:rsid w:val="009F13D6"/>
    <w:rsid w:val="009F148C"/>
    <w:rsid w:val="009F1944"/>
    <w:rsid w:val="009F2DA3"/>
    <w:rsid w:val="009F2EE4"/>
    <w:rsid w:val="009F3C37"/>
    <w:rsid w:val="009F3C61"/>
    <w:rsid w:val="009F42AE"/>
    <w:rsid w:val="009F4973"/>
    <w:rsid w:val="009F4A0E"/>
    <w:rsid w:val="009F5167"/>
    <w:rsid w:val="009F53A3"/>
    <w:rsid w:val="009F58B1"/>
    <w:rsid w:val="009F59F1"/>
    <w:rsid w:val="009F5DB0"/>
    <w:rsid w:val="009F62A4"/>
    <w:rsid w:val="009F6D08"/>
    <w:rsid w:val="009F7BF6"/>
    <w:rsid w:val="009F7ECB"/>
    <w:rsid w:val="00A01092"/>
    <w:rsid w:val="00A0156D"/>
    <w:rsid w:val="00A016CB"/>
    <w:rsid w:val="00A01C6F"/>
    <w:rsid w:val="00A01F3A"/>
    <w:rsid w:val="00A02B58"/>
    <w:rsid w:val="00A03284"/>
    <w:rsid w:val="00A03AA9"/>
    <w:rsid w:val="00A03B4A"/>
    <w:rsid w:val="00A03DCE"/>
    <w:rsid w:val="00A04248"/>
    <w:rsid w:val="00A04348"/>
    <w:rsid w:val="00A05270"/>
    <w:rsid w:val="00A062A9"/>
    <w:rsid w:val="00A06B6C"/>
    <w:rsid w:val="00A07316"/>
    <w:rsid w:val="00A073D9"/>
    <w:rsid w:val="00A07BBA"/>
    <w:rsid w:val="00A112ED"/>
    <w:rsid w:val="00A1198B"/>
    <w:rsid w:val="00A127B5"/>
    <w:rsid w:val="00A128C2"/>
    <w:rsid w:val="00A12C9A"/>
    <w:rsid w:val="00A1378B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17C34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A4D"/>
    <w:rsid w:val="00A31DF1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8C8"/>
    <w:rsid w:val="00A41A34"/>
    <w:rsid w:val="00A41B59"/>
    <w:rsid w:val="00A422AF"/>
    <w:rsid w:val="00A42603"/>
    <w:rsid w:val="00A431AE"/>
    <w:rsid w:val="00A4323A"/>
    <w:rsid w:val="00A43298"/>
    <w:rsid w:val="00A43436"/>
    <w:rsid w:val="00A438F6"/>
    <w:rsid w:val="00A45308"/>
    <w:rsid w:val="00A468F4"/>
    <w:rsid w:val="00A47AC7"/>
    <w:rsid w:val="00A47B78"/>
    <w:rsid w:val="00A47C4B"/>
    <w:rsid w:val="00A47CF3"/>
    <w:rsid w:val="00A50065"/>
    <w:rsid w:val="00A50CE1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C4"/>
    <w:rsid w:val="00A56997"/>
    <w:rsid w:val="00A56C9D"/>
    <w:rsid w:val="00A572C0"/>
    <w:rsid w:val="00A5730D"/>
    <w:rsid w:val="00A574A3"/>
    <w:rsid w:val="00A57B60"/>
    <w:rsid w:val="00A57E3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324"/>
    <w:rsid w:val="00A66E54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7A3"/>
    <w:rsid w:val="00A75937"/>
    <w:rsid w:val="00A760AD"/>
    <w:rsid w:val="00A761B5"/>
    <w:rsid w:val="00A7651F"/>
    <w:rsid w:val="00A7655C"/>
    <w:rsid w:val="00A7673E"/>
    <w:rsid w:val="00A76CCA"/>
    <w:rsid w:val="00A76D41"/>
    <w:rsid w:val="00A77309"/>
    <w:rsid w:val="00A773A5"/>
    <w:rsid w:val="00A7779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4019"/>
    <w:rsid w:val="00A851F0"/>
    <w:rsid w:val="00A85ECF"/>
    <w:rsid w:val="00A86CCC"/>
    <w:rsid w:val="00A872B4"/>
    <w:rsid w:val="00A87A0A"/>
    <w:rsid w:val="00A87FD8"/>
    <w:rsid w:val="00A90169"/>
    <w:rsid w:val="00A90FEB"/>
    <w:rsid w:val="00A9152B"/>
    <w:rsid w:val="00A91764"/>
    <w:rsid w:val="00A918EE"/>
    <w:rsid w:val="00A92964"/>
    <w:rsid w:val="00A92A4A"/>
    <w:rsid w:val="00A93057"/>
    <w:rsid w:val="00A93995"/>
    <w:rsid w:val="00A93BDF"/>
    <w:rsid w:val="00A93FD7"/>
    <w:rsid w:val="00A94F5C"/>
    <w:rsid w:val="00A95100"/>
    <w:rsid w:val="00A958A3"/>
    <w:rsid w:val="00A96E78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1EB"/>
    <w:rsid w:val="00AA32B1"/>
    <w:rsid w:val="00AA3310"/>
    <w:rsid w:val="00AA33A5"/>
    <w:rsid w:val="00AA3434"/>
    <w:rsid w:val="00AA3D28"/>
    <w:rsid w:val="00AA456E"/>
    <w:rsid w:val="00AA4A64"/>
    <w:rsid w:val="00AA52D9"/>
    <w:rsid w:val="00AA72FA"/>
    <w:rsid w:val="00AA73CF"/>
    <w:rsid w:val="00AA79FF"/>
    <w:rsid w:val="00AA7FC6"/>
    <w:rsid w:val="00AB0AF1"/>
    <w:rsid w:val="00AB1827"/>
    <w:rsid w:val="00AB2C22"/>
    <w:rsid w:val="00AB3CEB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DC1"/>
    <w:rsid w:val="00AB70F1"/>
    <w:rsid w:val="00AB77F1"/>
    <w:rsid w:val="00AB78B6"/>
    <w:rsid w:val="00AB7D2C"/>
    <w:rsid w:val="00AC014E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7B4"/>
    <w:rsid w:val="00AC426D"/>
    <w:rsid w:val="00AC5624"/>
    <w:rsid w:val="00AC6DAE"/>
    <w:rsid w:val="00AC6E93"/>
    <w:rsid w:val="00AC7685"/>
    <w:rsid w:val="00AD04E2"/>
    <w:rsid w:val="00AD0C70"/>
    <w:rsid w:val="00AD0DC4"/>
    <w:rsid w:val="00AD0E67"/>
    <w:rsid w:val="00AD1462"/>
    <w:rsid w:val="00AD14A3"/>
    <w:rsid w:val="00AD15E3"/>
    <w:rsid w:val="00AD249B"/>
    <w:rsid w:val="00AD269B"/>
    <w:rsid w:val="00AD3595"/>
    <w:rsid w:val="00AD414F"/>
    <w:rsid w:val="00AD4AF3"/>
    <w:rsid w:val="00AD517B"/>
    <w:rsid w:val="00AD51BB"/>
    <w:rsid w:val="00AD5723"/>
    <w:rsid w:val="00AD6062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9BF"/>
    <w:rsid w:val="00AF319B"/>
    <w:rsid w:val="00AF330F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7B1"/>
    <w:rsid w:val="00B03E24"/>
    <w:rsid w:val="00B03F16"/>
    <w:rsid w:val="00B041C6"/>
    <w:rsid w:val="00B04B6D"/>
    <w:rsid w:val="00B05DA3"/>
    <w:rsid w:val="00B06040"/>
    <w:rsid w:val="00B061DB"/>
    <w:rsid w:val="00B0685B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3AF0"/>
    <w:rsid w:val="00B1431F"/>
    <w:rsid w:val="00B14800"/>
    <w:rsid w:val="00B14F96"/>
    <w:rsid w:val="00B15271"/>
    <w:rsid w:val="00B158E6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6E2"/>
    <w:rsid w:val="00B32CC9"/>
    <w:rsid w:val="00B33256"/>
    <w:rsid w:val="00B3347D"/>
    <w:rsid w:val="00B33537"/>
    <w:rsid w:val="00B340FA"/>
    <w:rsid w:val="00B343F8"/>
    <w:rsid w:val="00B34A26"/>
    <w:rsid w:val="00B34FE6"/>
    <w:rsid w:val="00B3540F"/>
    <w:rsid w:val="00B3542C"/>
    <w:rsid w:val="00B36511"/>
    <w:rsid w:val="00B36903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43D2"/>
    <w:rsid w:val="00B446F1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827"/>
    <w:rsid w:val="00B51BE2"/>
    <w:rsid w:val="00B51FA6"/>
    <w:rsid w:val="00B529EE"/>
    <w:rsid w:val="00B53495"/>
    <w:rsid w:val="00B53645"/>
    <w:rsid w:val="00B54126"/>
    <w:rsid w:val="00B5446E"/>
    <w:rsid w:val="00B54864"/>
    <w:rsid w:val="00B54BAB"/>
    <w:rsid w:val="00B54F6A"/>
    <w:rsid w:val="00B562BA"/>
    <w:rsid w:val="00B56981"/>
    <w:rsid w:val="00B56ADC"/>
    <w:rsid w:val="00B56C0C"/>
    <w:rsid w:val="00B56CEF"/>
    <w:rsid w:val="00B5747C"/>
    <w:rsid w:val="00B607BC"/>
    <w:rsid w:val="00B60829"/>
    <w:rsid w:val="00B60C38"/>
    <w:rsid w:val="00B60E84"/>
    <w:rsid w:val="00B60F95"/>
    <w:rsid w:val="00B60FCD"/>
    <w:rsid w:val="00B61146"/>
    <w:rsid w:val="00B61360"/>
    <w:rsid w:val="00B6138D"/>
    <w:rsid w:val="00B61423"/>
    <w:rsid w:val="00B614F7"/>
    <w:rsid w:val="00B61546"/>
    <w:rsid w:val="00B61C03"/>
    <w:rsid w:val="00B62F33"/>
    <w:rsid w:val="00B6315E"/>
    <w:rsid w:val="00B634E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D77"/>
    <w:rsid w:val="00B71E0A"/>
    <w:rsid w:val="00B71E5D"/>
    <w:rsid w:val="00B724CF"/>
    <w:rsid w:val="00B72C58"/>
    <w:rsid w:val="00B73365"/>
    <w:rsid w:val="00B73BFC"/>
    <w:rsid w:val="00B74C8D"/>
    <w:rsid w:val="00B74D21"/>
    <w:rsid w:val="00B7555A"/>
    <w:rsid w:val="00B75E2E"/>
    <w:rsid w:val="00B75EE7"/>
    <w:rsid w:val="00B761C4"/>
    <w:rsid w:val="00B770ED"/>
    <w:rsid w:val="00B77A86"/>
    <w:rsid w:val="00B77AD4"/>
    <w:rsid w:val="00B77AD6"/>
    <w:rsid w:val="00B8118F"/>
    <w:rsid w:val="00B81319"/>
    <w:rsid w:val="00B83339"/>
    <w:rsid w:val="00B8359E"/>
    <w:rsid w:val="00B83936"/>
    <w:rsid w:val="00B83F44"/>
    <w:rsid w:val="00B844AA"/>
    <w:rsid w:val="00B84989"/>
    <w:rsid w:val="00B855A4"/>
    <w:rsid w:val="00B85FF1"/>
    <w:rsid w:val="00B863E7"/>
    <w:rsid w:val="00B86B39"/>
    <w:rsid w:val="00B86E5F"/>
    <w:rsid w:val="00B87D51"/>
    <w:rsid w:val="00B9086F"/>
    <w:rsid w:val="00B90C0E"/>
    <w:rsid w:val="00B91B17"/>
    <w:rsid w:val="00B922E5"/>
    <w:rsid w:val="00B92E69"/>
    <w:rsid w:val="00B93489"/>
    <w:rsid w:val="00B93B89"/>
    <w:rsid w:val="00B9432E"/>
    <w:rsid w:val="00B94942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820"/>
    <w:rsid w:val="00BA1BA0"/>
    <w:rsid w:val="00BA1E8C"/>
    <w:rsid w:val="00BA2315"/>
    <w:rsid w:val="00BA237D"/>
    <w:rsid w:val="00BA392C"/>
    <w:rsid w:val="00BA3A94"/>
    <w:rsid w:val="00BA3C13"/>
    <w:rsid w:val="00BA3F7D"/>
    <w:rsid w:val="00BA423D"/>
    <w:rsid w:val="00BA4336"/>
    <w:rsid w:val="00BA4D0B"/>
    <w:rsid w:val="00BA4F87"/>
    <w:rsid w:val="00BA51C6"/>
    <w:rsid w:val="00BA5391"/>
    <w:rsid w:val="00BA5581"/>
    <w:rsid w:val="00BA5674"/>
    <w:rsid w:val="00BA601F"/>
    <w:rsid w:val="00BA6358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1A68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E46"/>
    <w:rsid w:val="00BB7E77"/>
    <w:rsid w:val="00BC057D"/>
    <w:rsid w:val="00BC19D2"/>
    <w:rsid w:val="00BC1E80"/>
    <w:rsid w:val="00BC1F16"/>
    <w:rsid w:val="00BC2A2E"/>
    <w:rsid w:val="00BC2BD2"/>
    <w:rsid w:val="00BC3255"/>
    <w:rsid w:val="00BC3929"/>
    <w:rsid w:val="00BC3AC5"/>
    <w:rsid w:val="00BC3D6B"/>
    <w:rsid w:val="00BC4214"/>
    <w:rsid w:val="00BC465D"/>
    <w:rsid w:val="00BC46DA"/>
    <w:rsid w:val="00BC472A"/>
    <w:rsid w:val="00BC5058"/>
    <w:rsid w:val="00BC59BF"/>
    <w:rsid w:val="00BC5A74"/>
    <w:rsid w:val="00BC5DCC"/>
    <w:rsid w:val="00BC73EA"/>
    <w:rsid w:val="00BC7B08"/>
    <w:rsid w:val="00BC7DA3"/>
    <w:rsid w:val="00BD056A"/>
    <w:rsid w:val="00BD0601"/>
    <w:rsid w:val="00BD0A16"/>
    <w:rsid w:val="00BD1236"/>
    <w:rsid w:val="00BD20B9"/>
    <w:rsid w:val="00BD2713"/>
    <w:rsid w:val="00BD28B9"/>
    <w:rsid w:val="00BD2B56"/>
    <w:rsid w:val="00BD2C7E"/>
    <w:rsid w:val="00BD30E3"/>
    <w:rsid w:val="00BD3426"/>
    <w:rsid w:val="00BD3A58"/>
    <w:rsid w:val="00BD3C71"/>
    <w:rsid w:val="00BD4107"/>
    <w:rsid w:val="00BD4515"/>
    <w:rsid w:val="00BD5A31"/>
    <w:rsid w:val="00BD6717"/>
    <w:rsid w:val="00BD671F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72F"/>
    <w:rsid w:val="00BE2FFB"/>
    <w:rsid w:val="00BE37C0"/>
    <w:rsid w:val="00BE4642"/>
    <w:rsid w:val="00BE5D5E"/>
    <w:rsid w:val="00BE6071"/>
    <w:rsid w:val="00BE705F"/>
    <w:rsid w:val="00BE71B4"/>
    <w:rsid w:val="00BE7550"/>
    <w:rsid w:val="00BE7BDD"/>
    <w:rsid w:val="00BF0AA5"/>
    <w:rsid w:val="00BF185C"/>
    <w:rsid w:val="00BF1ACA"/>
    <w:rsid w:val="00BF1BEE"/>
    <w:rsid w:val="00BF1D45"/>
    <w:rsid w:val="00BF285C"/>
    <w:rsid w:val="00BF29D7"/>
    <w:rsid w:val="00BF3EA2"/>
    <w:rsid w:val="00BF3F5C"/>
    <w:rsid w:val="00BF42F9"/>
    <w:rsid w:val="00BF43E0"/>
    <w:rsid w:val="00BF5130"/>
    <w:rsid w:val="00BF5159"/>
    <w:rsid w:val="00BF5205"/>
    <w:rsid w:val="00BF61F4"/>
    <w:rsid w:val="00BF6546"/>
    <w:rsid w:val="00BF6578"/>
    <w:rsid w:val="00BF6A8A"/>
    <w:rsid w:val="00BF6BFF"/>
    <w:rsid w:val="00BF6F42"/>
    <w:rsid w:val="00BF6F45"/>
    <w:rsid w:val="00C00111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51EC"/>
    <w:rsid w:val="00C05230"/>
    <w:rsid w:val="00C057C0"/>
    <w:rsid w:val="00C05C1A"/>
    <w:rsid w:val="00C0657B"/>
    <w:rsid w:val="00C067DF"/>
    <w:rsid w:val="00C06FB4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D8A"/>
    <w:rsid w:val="00C145BE"/>
    <w:rsid w:val="00C14A60"/>
    <w:rsid w:val="00C160E1"/>
    <w:rsid w:val="00C1704A"/>
    <w:rsid w:val="00C17589"/>
    <w:rsid w:val="00C17B54"/>
    <w:rsid w:val="00C17C87"/>
    <w:rsid w:val="00C20392"/>
    <w:rsid w:val="00C21E68"/>
    <w:rsid w:val="00C21F6D"/>
    <w:rsid w:val="00C226C3"/>
    <w:rsid w:val="00C22D58"/>
    <w:rsid w:val="00C22D84"/>
    <w:rsid w:val="00C24821"/>
    <w:rsid w:val="00C25349"/>
    <w:rsid w:val="00C2598F"/>
    <w:rsid w:val="00C25B3F"/>
    <w:rsid w:val="00C25C93"/>
    <w:rsid w:val="00C2617D"/>
    <w:rsid w:val="00C26D8C"/>
    <w:rsid w:val="00C2753F"/>
    <w:rsid w:val="00C278BD"/>
    <w:rsid w:val="00C27918"/>
    <w:rsid w:val="00C27A83"/>
    <w:rsid w:val="00C27CBC"/>
    <w:rsid w:val="00C30B8A"/>
    <w:rsid w:val="00C32FD9"/>
    <w:rsid w:val="00C331FF"/>
    <w:rsid w:val="00C33EB0"/>
    <w:rsid w:val="00C34115"/>
    <w:rsid w:val="00C34576"/>
    <w:rsid w:val="00C347A2"/>
    <w:rsid w:val="00C35189"/>
    <w:rsid w:val="00C35408"/>
    <w:rsid w:val="00C35675"/>
    <w:rsid w:val="00C3573B"/>
    <w:rsid w:val="00C35773"/>
    <w:rsid w:val="00C35DB2"/>
    <w:rsid w:val="00C35EDF"/>
    <w:rsid w:val="00C37064"/>
    <w:rsid w:val="00C37089"/>
    <w:rsid w:val="00C37949"/>
    <w:rsid w:val="00C40035"/>
    <w:rsid w:val="00C402FF"/>
    <w:rsid w:val="00C40851"/>
    <w:rsid w:val="00C40F3D"/>
    <w:rsid w:val="00C41852"/>
    <w:rsid w:val="00C41CAB"/>
    <w:rsid w:val="00C41DF9"/>
    <w:rsid w:val="00C41F84"/>
    <w:rsid w:val="00C424BE"/>
    <w:rsid w:val="00C42F56"/>
    <w:rsid w:val="00C438B7"/>
    <w:rsid w:val="00C43BC7"/>
    <w:rsid w:val="00C442EE"/>
    <w:rsid w:val="00C443AB"/>
    <w:rsid w:val="00C448E0"/>
    <w:rsid w:val="00C44EFD"/>
    <w:rsid w:val="00C45754"/>
    <w:rsid w:val="00C47D91"/>
    <w:rsid w:val="00C507EE"/>
    <w:rsid w:val="00C51149"/>
    <w:rsid w:val="00C5130F"/>
    <w:rsid w:val="00C517EA"/>
    <w:rsid w:val="00C524C3"/>
    <w:rsid w:val="00C52D90"/>
    <w:rsid w:val="00C53D04"/>
    <w:rsid w:val="00C53FBB"/>
    <w:rsid w:val="00C544B5"/>
    <w:rsid w:val="00C547A8"/>
    <w:rsid w:val="00C548CB"/>
    <w:rsid w:val="00C56467"/>
    <w:rsid w:val="00C56789"/>
    <w:rsid w:val="00C574B6"/>
    <w:rsid w:val="00C57666"/>
    <w:rsid w:val="00C57B5F"/>
    <w:rsid w:val="00C601BF"/>
    <w:rsid w:val="00C60561"/>
    <w:rsid w:val="00C607F9"/>
    <w:rsid w:val="00C60D57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555A"/>
    <w:rsid w:val="00C656A7"/>
    <w:rsid w:val="00C65D47"/>
    <w:rsid w:val="00C65F31"/>
    <w:rsid w:val="00C6769A"/>
    <w:rsid w:val="00C67D33"/>
    <w:rsid w:val="00C70581"/>
    <w:rsid w:val="00C71086"/>
    <w:rsid w:val="00C71459"/>
    <w:rsid w:val="00C716E1"/>
    <w:rsid w:val="00C71E33"/>
    <w:rsid w:val="00C72425"/>
    <w:rsid w:val="00C7268F"/>
    <w:rsid w:val="00C729DF"/>
    <w:rsid w:val="00C72B74"/>
    <w:rsid w:val="00C731FA"/>
    <w:rsid w:val="00C732F7"/>
    <w:rsid w:val="00C73419"/>
    <w:rsid w:val="00C73F2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EA3"/>
    <w:rsid w:val="00C82028"/>
    <w:rsid w:val="00C824A6"/>
    <w:rsid w:val="00C8278D"/>
    <w:rsid w:val="00C82EFA"/>
    <w:rsid w:val="00C8350E"/>
    <w:rsid w:val="00C8418F"/>
    <w:rsid w:val="00C85560"/>
    <w:rsid w:val="00C855B2"/>
    <w:rsid w:val="00C85725"/>
    <w:rsid w:val="00C85D82"/>
    <w:rsid w:val="00C863C9"/>
    <w:rsid w:val="00C870E8"/>
    <w:rsid w:val="00C9011C"/>
    <w:rsid w:val="00C901AC"/>
    <w:rsid w:val="00C909A3"/>
    <w:rsid w:val="00C90C83"/>
    <w:rsid w:val="00C914BD"/>
    <w:rsid w:val="00C91818"/>
    <w:rsid w:val="00C91B36"/>
    <w:rsid w:val="00C91DFA"/>
    <w:rsid w:val="00C92B80"/>
    <w:rsid w:val="00C92FED"/>
    <w:rsid w:val="00C93A65"/>
    <w:rsid w:val="00C93AEC"/>
    <w:rsid w:val="00C94012"/>
    <w:rsid w:val="00C94347"/>
    <w:rsid w:val="00C94F45"/>
    <w:rsid w:val="00C950D0"/>
    <w:rsid w:val="00C95554"/>
    <w:rsid w:val="00C9682F"/>
    <w:rsid w:val="00C96B36"/>
    <w:rsid w:val="00CA03EB"/>
    <w:rsid w:val="00CA04CE"/>
    <w:rsid w:val="00CA094F"/>
    <w:rsid w:val="00CA0D4B"/>
    <w:rsid w:val="00CA1356"/>
    <w:rsid w:val="00CA197F"/>
    <w:rsid w:val="00CA1A6A"/>
    <w:rsid w:val="00CA1DC6"/>
    <w:rsid w:val="00CA25AF"/>
    <w:rsid w:val="00CA2E93"/>
    <w:rsid w:val="00CA3D23"/>
    <w:rsid w:val="00CA4693"/>
    <w:rsid w:val="00CA470E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DCD"/>
    <w:rsid w:val="00CB4531"/>
    <w:rsid w:val="00CB4534"/>
    <w:rsid w:val="00CB487D"/>
    <w:rsid w:val="00CB5314"/>
    <w:rsid w:val="00CB57D4"/>
    <w:rsid w:val="00CB6BEF"/>
    <w:rsid w:val="00CB6E45"/>
    <w:rsid w:val="00CB7C1D"/>
    <w:rsid w:val="00CC086A"/>
    <w:rsid w:val="00CC1561"/>
    <w:rsid w:val="00CC1890"/>
    <w:rsid w:val="00CC2BB7"/>
    <w:rsid w:val="00CC32B5"/>
    <w:rsid w:val="00CC3CD6"/>
    <w:rsid w:val="00CC4079"/>
    <w:rsid w:val="00CC55A5"/>
    <w:rsid w:val="00CC55BE"/>
    <w:rsid w:val="00CC72A4"/>
    <w:rsid w:val="00CC73C7"/>
    <w:rsid w:val="00CC7E02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3181"/>
    <w:rsid w:val="00CD3435"/>
    <w:rsid w:val="00CD3685"/>
    <w:rsid w:val="00CD3D20"/>
    <w:rsid w:val="00CD3DF8"/>
    <w:rsid w:val="00CD3F54"/>
    <w:rsid w:val="00CD459B"/>
    <w:rsid w:val="00CD464C"/>
    <w:rsid w:val="00CD4C18"/>
    <w:rsid w:val="00CD4CD3"/>
    <w:rsid w:val="00CD506C"/>
    <w:rsid w:val="00CD5D2D"/>
    <w:rsid w:val="00CD6AD9"/>
    <w:rsid w:val="00CD6ED4"/>
    <w:rsid w:val="00CD7456"/>
    <w:rsid w:val="00CD78E1"/>
    <w:rsid w:val="00CD7C1C"/>
    <w:rsid w:val="00CD7DC6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A55"/>
    <w:rsid w:val="00CE4A99"/>
    <w:rsid w:val="00CE52C4"/>
    <w:rsid w:val="00CE541C"/>
    <w:rsid w:val="00CE589B"/>
    <w:rsid w:val="00CE5C6E"/>
    <w:rsid w:val="00CE65BB"/>
    <w:rsid w:val="00CE6AF8"/>
    <w:rsid w:val="00CE6DED"/>
    <w:rsid w:val="00CE7480"/>
    <w:rsid w:val="00CE764D"/>
    <w:rsid w:val="00CE7809"/>
    <w:rsid w:val="00CF00E5"/>
    <w:rsid w:val="00CF05EC"/>
    <w:rsid w:val="00CF0B5F"/>
    <w:rsid w:val="00CF12CD"/>
    <w:rsid w:val="00CF13C4"/>
    <w:rsid w:val="00CF14BD"/>
    <w:rsid w:val="00CF16A8"/>
    <w:rsid w:val="00CF18F3"/>
    <w:rsid w:val="00CF1DF1"/>
    <w:rsid w:val="00CF2120"/>
    <w:rsid w:val="00CF2377"/>
    <w:rsid w:val="00CF25AB"/>
    <w:rsid w:val="00CF29FE"/>
    <w:rsid w:val="00CF4215"/>
    <w:rsid w:val="00CF48A8"/>
    <w:rsid w:val="00CF5203"/>
    <w:rsid w:val="00CF5340"/>
    <w:rsid w:val="00CF580D"/>
    <w:rsid w:val="00CF5E24"/>
    <w:rsid w:val="00CF66EB"/>
    <w:rsid w:val="00CF7853"/>
    <w:rsid w:val="00CF7CAA"/>
    <w:rsid w:val="00CF7E46"/>
    <w:rsid w:val="00CF7F7C"/>
    <w:rsid w:val="00D00434"/>
    <w:rsid w:val="00D00CA8"/>
    <w:rsid w:val="00D018C6"/>
    <w:rsid w:val="00D01F76"/>
    <w:rsid w:val="00D02B92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6A9F"/>
    <w:rsid w:val="00D16FAC"/>
    <w:rsid w:val="00D17874"/>
    <w:rsid w:val="00D17AB4"/>
    <w:rsid w:val="00D17D43"/>
    <w:rsid w:val="00D207FD"/>
    <w:rsid w:val="00D2250F"/>
    <w:rsid w:val="00D22A3A"/>
    <w:rsid w:val="00D22F18"/>
    <w:rsid w:val="00D230AD"/>
    <w:rsid w:val="00D231FF"/>
    <w:rsid w:val="00D24582"/>
    <w:rsid w:val="00D24819"/>
    <w:rsid w:val="00D24C5D"/>
    <w:rsid w:val="00D25383"/>
    <w:rsid w:val="00D26B39"/>
    <w:rsid w:val="00D27C22"/>
    <w:rsid w:val="00D27EA8"/>
    <w:rsid w:val="00D30015"/>
    <w:rsid w:val="00D301CE"/>
    <w:rsid w:val="00D30287"/>
    <w:rsid w:val="00D31568"/>
    <w:rsid w:val="00D31745"/>
    <w:rsid w:val="00D31D2B"/>
    <w:rsid w:val="00D320BE"/>
    <w:rsid w:val="00D33845"/>
    <w:rsid w:val="00D33ED0"/>
    <w:rsid w:val="00D3405F"/>
    <w:rsid w:val="00D34CE5"/>
    <w:rsid w:val="00D34D53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1C0D"/>
    <w:rsid w:val="00D42136"/>
    <w:rsid w:val="00D437DD"/>
    <w:rsid w:val="00D43A1B"/>
    <w:rsid w:val="00D43B13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AC6"/>
    <w:rsid w:val="00D54784"/>
    <w:rsid w:val="00D54A69"/>
    <w:rsid w:val="00D54FAC"/>
    <w:rsid w:val="00D5502E"/>
    <w:rsid w:val="00D556BA"/>
    <w:rsid w:val="00D55745"/>
    <w:rsid w:val="00D5671A"/>
    <w:rsid w:val="00D5672B"/>
    <w:rsid w:val="00D56C18"/>
    <w:rsid w:val="00D56EC3"/>
    <w:rsid w:val="00D574D2"/>
    <w:rsid w:val="00D57869"/>
    <w:rsid w:val="00D6067B"/>
    <w:rsid w:val="00D613DD"/>
    <w:rsid w:val="00D61EA3"/>
    <w:rsid w:val="00D627A5"/>
    <w:rsid w:val="00D636BC"/>
    <w:rsid w:val="00D63A61"/>
    <w:rsid w:val="00D645DA"/>
    <w:rsid w:val="00D646AE"/>
    <w:rsid w:val="00D64A21"/>
    <w:rsid w:val="00D64F6A"/>
    <w:rsid w:val="00D64F9C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1005"/>
    <w:rsid w:val="00D71264"/>
    <w:rsid w:val="00D7241B"/>
    <w:rsid w:val="00D72DAA"/>
    <w:rsid w:val="00D733BD"/>
    <w:rsid w:val="00D73CD4"/>
    <w:rsid w:val="00D74080"/>
    <w:rsid w:val="00D748B6"/>
    <w:rsid w:val="00D74B0C"/>
    <w:rsid w:val="00D74CC2"/>
    <w:rsid w:val="00D7501F"/>
    <w:rsid w:val="00D7569F"/>
    <w:rsid w:val="00D7593A"/>
    <w:rsid w:val="00D759DA"/>
    <w:rsid w:val="00D7612D"/>
    <w:rsid w:val="00D763A0"/>
    <w:rsid w:val="00D76E1B"/>
    <w:rsid w:val="00D76E3E"/>
    <w:rsid w:val="00D77013"/>
    <w:rsid w:val="00D77A21"/>
    <w:rsid w:val="00D77E66"/>
    <w:rsid w:val="00D80953"/>
    <w:rsid w:val="00D80EF5"/>
    <w:rsid w:val="00D8281B"/>
    <w:rsid w:val="00D82C68"/>
    <w:rsid w:val="00D83381"/>
    <w:rsid w:val="00D83FB0"/>
    <w:rsid w:val="00D84B94"/>
    <w:rsid w:val="00D8504D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4D5A"/>
    <w:rsid w:val="00D954BD"/>
    <w:rsid w:val="00D9558F"/>
    <w:rsid w:val="00D960C9"/>
    <w:rsid w:val="00D96461"/>
    <w:rsid w:val="00D96651"/>
    <w:rsid w:val="00D96684"/>
    <w:rsid w:val="00D96CE1"/>
    <w:rsid w:val="00D96F84"/>
    <w:rsid w:val="00D97238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9B4"/>
    <w:rsid w:val="00DA6305"/>
    <w:rsid w:val="00DA65A6"/>
    <w:rsid w:val="00DA69D9"/>
    <w:rsid w:val="00DA700E"/>
    <w:rsid w:val="00DA7356"/>
    <w:rsid w:val="00DA73AA"/>
    <w:rsid w:val="00DA77FF"/>
    <w:rsid w:val="00DB0509"/>
    <w:rsid w:val="00DB0CB7"/>
    <w:rsid w:val="00DB123C"/>
    <w:rsid w:val="00DB142D"/>
    <w:rsid w:val="00DB1640"/>
    <w:rsid w:val="00DB16ED"/>
    <w:rsid w:val="00DB1B09"/>
    <w:rsid w:val="00DB2ED5"/>
    <w:rsid w:val="00DB303B"/>
    <w:rsid w:val="00DB3B92"/>
    <w:rsid w:val="00DB425A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69E7"/>
    <w:rsid w:val="00DB71D4"/>
    <w:rsid w:val="00DB7415"/>
    <w:rsid w:val="00DB74FF"/>
    <w:rsid w:val="00DC08C9"/>
    <w:rsid w:val="00DC0F43"/>
    <w:rsid w:val="00DC15D1"/>
    <w:rsid w:val="00DC1D7F"/>
    <w:rsid w:val="00DC288A"/>
    <w:rsid w:val="00DC305B"/>
    <w:rsid w:val="00DC42EA"/>
    <w:rsid w:val="00DC4B83"/>
    <w:rsid w:val="00DC60C8"/>
    <w:rsid w:val="00DC6590"/>
    <w:rsid w:val="00DC66E2"/>
    <w:rsid w:val="00DC7044"/>
    <w:rsid w:val="00DC7194"/>
    <w:rsid w:val="00DC796E"/>
    <w:rsid w:val="00DC7D57"/>
    <w:rsid w:val="00DD0B08"/>
    <w:rsid w:val="00DD1055"/>
    <w:rsid w:val="00DD1B63"/>
    <w:rsid w:val="00DD29F1"/>
    <w:rsid w:val="00DD2AD1"/>
    <w:rsid w:val="00DD3B1F"/>
    <w:rsid w:val="00DD3C39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CC3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31D"/>
    <w:rsid w:val="00DE5BAE"/>
    <w:rsid w:val="00DE6CC0"/>
    <w:rsid w:val="00DE7581"/>
    <w:rsid w:val="00DE7751"/>
    <w:rsid w:val="00DE7D9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F6D"/>
    <w:rsid w:val="00DF528C"/>
    <w:rsid w:val="00DF5680"/>
    <w:rsid w:val="00DF6038"/>
    <w:rsid w:val="00DF6847"/>
    <w:rsid w:val="00DF691C"/>
    <w:rsid w:val="00DF75A1"/>
    <w:rsid w:val="00DF7EE1"/>
    <w:rsid w:val="00E002C4"/>
    <w:rsid w:val="00E004A5"/>
    <w:rsid w:val="00E01393"/>
    <w:rsid w:val="00E023A5"/>
    <w:rsid w:val="00E0332D"/>
    <w:rsid w:val="00E034AB"/>
    <w:rsid w:val="00E037F2"/>
    <w:rsid w:val="00E05BA2"/>
    <w:rsid w:val="00E05DE5"/>
    <w:rsid w:val="00E06294"/>
    <w:rsid w:val="00E0681A"/>
    <w:rsid w:val="00E06BA8"/>
    <w:rsid w:val="00E07184"/>
    <w:rsid w:val="00E0735C"/>
    <w:rsid w:val="00E07B47"/>
    <w:rsid w:val="00E105F7"/>
    <w:rsid w:val="00E10736"/>
    <w:rsid w:val="00E10999"/>
    <w:rsid w:val="00E112AB"/>
    <w:rsid w:val="00E1157C"/>
    <w:rsid w:val="00E1216B"/>
    <w:rsid w:val="00E1232F"/>
    <w:rsid w:val="00E1267E"/>
    <w:rsid w:val="00E135B0"/>
    <w:rsid w:val="00E135CB"/>
    <w:rsid w:val="00E13D54"/>
    <w:rsid w:val="00E1424C"/>
    <w:rsid w:val="00E1454B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1504"/>
    <w:rsid w:val="00E218DE"/>
    <w:rsid w:val="00E21B74"/>
    <w:rsid w:val="00E22F5F"/>
    <w:rsid w:val="00E24798"/>
    <w:rsid w:val="00E248B7"/>
    <w:rsid w:val="00E24AD2"/>
    <w:rsid w:val="00E259C0"/>
    <w:rsid w:val="00E25D4A"/>
    <w:rsid w:val="00E26042"/>
    <w:rsid w:val="00E26FEE"/>
    <w:rsid w:val="00E2729C"/>
    <w:rsid w:val="00E2753C"/>
    <w:rsid w:val="00E276DB"/>
    <w:rsid w:val="00E27930"/>
    <w:rsid w:val="00E27A85"/>
    <w:rsid w:val="00E30458"/>
    <w:rsid w:val="00E30D3E"/>
    <w:rsid w:val="00E3132E"/>
    <w:rsid w:val="00E31995"/>
    <w:rsid w:val="00E32082"/>
    <w:rsid w:val="00E32B15"/>
    <w:rsid w:val="00E33F7B"/>
    <w:rsid w:val="00E34C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7B7"/>
    <w:rsid w:val="00E419AF"/>
    <w:rsid w:val="00E419F9"/>
    <w:rsid w:val="00E41D15"/>
    <w:rsid w:val="00E4264E"/>
    <w:rsid w:val="00E433C9"/>
    <w:rsid w:val="00E43512"/>
    <w:rsid w:val="00E43E2B"/>
    <w:rsid w:val="00E440A0"/>
    <w:rsid w:val="00E44668"/>
    <w:rsid w:val="00E452CE"/>
    <w:rsid w:val="00E45486"/>
    <w:rsid w:val="00E45854"/>
    <w:rsid w:val="00E45933"/>
    <w:rsid w:val="00E46063"/>
    <w:rsid w:val="00E4624F"/>
    <w:rsid w:val="00E4640F"/>
    <w:rsid w:val="00E46FE9"/>
    <w:rsid w:val="00E47593"/>
    <w:rsid w:val="00E508AC"/>
    <w:rsid w:val="00E50DAF"/>
    <w:rsid w:val="00E50E72"/>
    <w:rsid w:val="00E510C8"/>
    <w:rsid w:val="00E51260"/>
    <w:rsid w:val="00E516F6"/>
    <w:rsid w:val="00E517FA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677A"/>
    <w:rsid w:val="00E5751B"/>
    <w:rsid w:val="00E575D5"/>
    <w:rsid w:val="00E605E0"/>
    <w:rsid w:val="00E606C4"/>
    <w:rsid w:val="00E60852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9B4"/>
    <w:rsid w:val="00E70E1D"/>
    <w:rsid w:val="00E713D1"/>
    <w:rsid w:val="00E7156F"/>
    <w:rsid w:val="00E71750"/>
    <w:rsid w:val="00E7192A"/>
    <w:rsid w:val="00E71EA6"/>
    <w:rsid w:val="00E72118"/>
    <w:rsid w:val="00E72393"/>
    <w:rsid w:val="00E7294B"/>
    <w:rsid w:val="00E72A6E"/>
    <w:rsid w:val="00E72EB9"/>
    <w:rsid w:val="00E72F53"/>
    <w:rsid w:val="00E73FA4"/>
    <w:rsid w:val="00E74610"/>
    <w:rsid w:val="00E74A77"/>
    <w:rsid w:val="00E758AB"/>
    <w:rsid w:val="00E75AE9"/>
    <w:rsid w:val="00E7662A"/>
    <w:rsid w:val="00E76BEE"/>
    <w:rsid w:val="00E80724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815"/>
    <w:rsid w:val="00E84935"/>
    <w:rsid w:val="00E853F3"/>
    <w:rsid w:val="00E855C3"/>
    <w:rsid w:val="00E85757"/>
    <w:rsid w:val="00E859A1"/>
    <w:rsid w:val="00E85D81"/>
    <w:rsid w:val="00E85F1A"/>
    <w:rsid w:val="00E8649B"/>
    <w:rsid w:val="00E86518"/>
    <w:rsid w:val="00E86896"/>
    <w:rsid w:val="00E86B70"/>
    <w:rsid w:val="00E901B8"/>
    <w:rsid w:val="00E90A5F"/>
    <w:rsid w:val="00E90C93"/>
    <w:rsid w:val="00E90CF3"/>
    <w:rsid w:val="00E9126E"/>
    <w:rsid w:val="00E91622"/>
    <w:rsid w:val="00E91A24"/>
    <w:rsid w:val="00E928BC"/>
    <w:rsid w:val="00E929B3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97F51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CCA"/>
    <w:rsid w:val="00EA4061"/>
    <w:rsid w:val="00EA4930"/>
    <w:rsid w:val="00EA4A1F"/>
    <w:rsid w:val="00EA4ACD"/>
    <w:rsid w:val="00EA4BCE"/>
    <w:rsid w:val="00EA4E08"/>
    <w:rsid w:val="00EA54E4"/>
    <w:rsid w:val="00EB0402"/>
    <w:rsid w:val="00EB17A8"/>
    <w:rsid w:val="00EB24BA"/>
    <w:rsid w:val="00EB2EA3"/>
    <w:rsid w:val="00EB3269"/>
    <w:rsid w:val="00EB326B"/>
    <w:rsid w:val="00EB390C"/>
    <w:rsid w:val="00EB47C7"/>
    <w:rsid w:val="00EB4968"/>
    <w:rsid w:val="00EB507F"/>
    <w:rsid w:val="00EB5496"/>
    <w:rsid w:val="00EB5B90"/>
    <w:rsid w:val="00EB5E28"/>
    <w:rsid w:val="00EB62D5"/>
    <w:rsid w:val="00EB7DB5"/>
    <w:rsid w:val="00EC00D6"/>
    <w:rsid w:val="00EC0203"/>
    <w:rsid w:val="00EC0BCA"/>
    <w:rsid w:val="00EC11BF"/>
    <w:rsid w:val="00EC1A3C"/>
    <w:rsid w:val="00EC268D"/>
    <w:rsid w:val="00EC26AB"/>
    <w:rsid w:val="00EC28D2"/>
    <w:rsid w:val="00EC32B9"/>
    <w:rsid w:val="00EC3BE9"/>
    <w:rsid w:val="00EC3DFB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067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883"/>
    <w:rsid w:val="00ED410D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D7F48"/>
    <w:rsid w:val="00EE02A0"/>
    <w:rsid w:val="00EE04E7"/>
    <w:rsid w:val="00EE0AA5"/>
    <w:rsid w:val="00EE1600"/>
    <w:rsid w:val="00EE19DC"/>
    <w:rsid w:val="00EE2785"/>
    <w:rsid w:val="00EE326F"/>
    <w:rsid w:val="00EE3635"/>
    <w:rsid w:val="00EE3811"/>
    <w:rsid w:val="00EE3B31"/>
    <w:rsid w:val="00EE4BDC"/>
    <w:rsid w:val="00EE54FA"/>
    <w:rsid w:val="00EE57A1"/>
    <w:rsid w:val="00EE582D"/>
    <w:rsid w:val="00EE5A4C"/>
    <w:rsid w:val="00EE607F"/>
    <w:rsid w:val="00EE654D"/>
    <w:rsid w:val="00EE6711"/>
    <w:rsid w:val="00EE6A28"/>
    <w:rsid w:val="00EE6DD1"/>
    <w:rsid w:val="00EE6F9E"/>
    <w:rsid w:val="00EE72D0"/>
    <w:rsid w:val="00EE786A"/>
    <w:rsid w:val="00EE7E43"/>
    <w:rsid w:val="00EF0145"/>
    <w:rsid w:val="00EF0704"/>
    <w:rsid w:val="00EF0DA9"/>
    <w:rsid w:val="00EF1385"/>
    <w:rsid w:val="00EF159B"/>
    <w:rsid w:val="00EF176A"/>
    <w:rsid w:val="00EF18E2"/>
    <w:rsid w:val="00EF1C30"/>
    <w:rsid w:val="00EF20A6"/>
    <w:rsid w:val="00EF247C"/>
    <w:rsid w:val="00EF24A8"/>
    <w:rsid w:val="00EF2586"/>
    <w:rsid w:val="00EF3319"/>
    <w:rsid w:val="00EF37C8"/>
    <w:rsid w:val="00EF3F89"/>
    <w:rsid w:val="00EF49C0"/>
    <w:rsid w:val="00EF5F5B"/>
    <w:rsid w:val="00EF60BC"/>
    <w:rsid w:val="00EF65C7"/>
    <w:rsid w:val="00EF69FA"/>
    <w:rsid w:val="00EF7568"/>
    <w:rsid w:val="00EF7C29"/>
    <w:rsid w:val="00F0132F"/>
    <w:rsid w:val="00F015AD"/>
    <w:rsid w:val="00F020F1"/>
    <w:rsid w:val="00F025F2"/>
    <w:rsid w:val="00F02730"/>
    <w:rsid w:val="00F02B21"/>
    <w:rsid w:val="00F031D3"/>
    <w:rsid w:val="00F0402E"/>
    <w:rsid w:val="00F05C40"/>
    <w:rsid w:val="00F05F4A"/>
    <w:rsid w:val="00F0603B"/>
    <w:rsid w:val="00F06265"/>
    <w:rsid w:val="00F06916"/>
    <w:rsid w:val="00F06F13"/>
    <w:rsid w:val="00F0761F"/>
    <w:rsid w:val="00F077CF"/>
    <w:rsid w:val="00F07E8A"/>
    <w:rsid w:val="00F1068E"/>
    <w:rsid w:val="00F10D88"/>
    <w:rsid w:val="00F10FA5"/>
    <w:rsid w:val="00F11329"/>
    <w:rsid w:val="00F113F4"/>
    <w:rsid w:val="00F11F51"/>
    <w:rsid w:val="00F12463"/>
    <w:rsid w:val="00F129E4"/>
    <w:rsid w:val="00F12AF9"/>
    <w:rsid w:val="00F12C92"/>
    <w:rsid w:val="00F12EEB"/>
    <w:rsid w:val="00F12F11"/>
    <w:rsid w:val="00F13536"/>
    <w:rsid w:val="00F13C69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F7"/>
    <w:rsid w:val="00F20847"/>
    <w:rsid w:val="00F20DD9"/>
    <w:rsid w:val="00F2130B"/>
    <w:rsid w:val="00F2209F"/>
    <w:rsid w:val="00F224C6"/>
    <w:rsid w:val="00F24D76"/>
    <w:rsid w:val="00F256E2"/>
    <w:rsid w:val="00F25A43"/>
    <w:rsid w:val="00F25A80"/>
    <w:rsid w:val="00F261D2"/>
    <w:rsid w:val="00F2638D"/>
    <w:rsid w:val="00F2639E"/>
    <w:rsid w:val="00F26883"/>
    <w:rsid w:val="00F269E7"/>
    <w:rsid w:val="00F26E3E"/>
    <w:rsid w:val="00F27191"/>
    <w:rsid w:val="00F279F9"/>
    <w:rsid w:val="00F301D7"/>
    <w:rsid w:val="00F303E5"/>
    <w:rsid w:val="00F310EE"/>
    <w:rsid w:val="00F313A4"/>
    <w:rsid w:val="00F31818"/>
    <w:rsid w:val="00F32137"/>
    <w:rsid w:val="00F33139"/>
    <w:rsid w:val="00F331EB"/>
    <w:rsid w:val="00F33B42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706C"/>
    <w:rsid w:val="00F37135"/>
    <w:rsid w:val="00F372EB"/>
    <w:rsid w:val="00F373D9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B1B"/>
    <w:rsid w:val="00F46A89"/>
    <w:rsid w:val="00F47B54"/>
    <w:rsid w:val="00F50AA5"/>
    <w:rsid w:val="00F52238"/>
    <w:rsid w:val="00F526D2"/>
    <w:rsid w:val="00F52A89"/>
    <w:rsid w:val="00F52E8F"/>
    <w:rsid w:val="00F5352B"/>
    <w:rsid w:val="00F53C08"/>
    <w:rsid w:val="00F53EAB"/>
    <w:rsid w:val="00F53F5E"/>
    <w:rsid w:val="00F5414F"/>
    <w:rsid w:val="00F54721"/>
    <w:rsid w:val="00F54772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6E3F"/>
    <w:rsid w:val="00F67806"/>
    <w:rsid w:val="00F70436"/>
    <w:rsid w:val="00F70673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658E"/>
    <w:rsid w:val="00F76CFD"/>
    <w:rsid w:val="00F77100"/>
    <w:rsid w:val="00F7730D"/>
    <w:rsid w:val="00F7758B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EC7"/>
    <w:rsid w:val="00F842C9"/>
    <w:rsid w:val="00F84D4C"/>
    <w:rsid w:val="00F85010"/>
    <w:rsid w:val="00F85055"/>
    <w:rsid w:val="00F86256"/>
    <w:rsid w:val="00F86450"/>
    <w:rsid w:val="00F866F3"/>
    <w:rsid w:val="00F8675A"/>
    <w:rsid w:val="00F875B1"/>
    <w:rsid w:val="00F876CA"/>
    <w:rsid w:val="00F9077B"/>
    <w:rsid w:val="00F90BC9"/>
    <w:rsid w:val="00F914A3"/>
    <w:rsid w:val="00F9189B"/>
    <w:rsid w:val="00F923E9"/>
    <w:rsid w:val="00F92E8B"/>
    <w:rsid w:val="00F940F0"/>
    <w:rsid w:val="00F941D8"/>
    <w:rsid w:val="00F951F7"/>
    <w:rsid w:val="00F953F3"/>
    <w:rsid w:val="00F95423"/>
    <w:rsid w:val="00F9592A"/>
    <w:rsid w:val="00F959D2"/>
    <w:rsid w:val="00F964E4"/>
    <w:rsid w:val="00F96702"/>
    <w:rsid w:val="00F9789A"/>
    <w:rsid w:val="00F97C40"/>
    <w:rsid w:val="00F97D1A"/>
    <w:rsid w:val="00FA0717"/>
    <w:rsid w:val="00FA1713"/>
    <w:rsid w:val="00FA23CB"/>
    <w:rsid w:val="00FA2AA1"/>
    <w:rsid w:val="00FA2C4B"/>
    <w:rsid w:val="00FA346E"/>
    <w:rsid w:val="00FA3ABD"/>
    <w:rsid w:val="00FA4880"/>
    <w:rsid w:val="00FA60E1"/>
    <w:rsid w:val="00FA656C"/>
    <w:rsid w:val="00FA72BD"/>
    <w:rsid w:val="00FA7501"/>
    <w:rsid w:val="00FA79E1"/>
    <w:rsid w:val="00FA7BE7"/>
    <w:rsid w:val="00FB030F"/>
    <w:rsid w:val="00FB0982"/>
    <w:rsid w:val="00FB0B18"/>
    <w:rsid w:val="00FB111A"/>
    <w:rsid w:val="00FB11AA"/>
    <w:rsid w:val="00FB1A07"/>
    <w:rsid w:val="00FB3614"/>
    <w:rsid w:val="00FB41C7"/>
    <w:rsid w:val="00FB4384"/>
    <w:rsid w:val="00FB45C7"/>
    <w:rsid w:val="00FB4662"/>
    <w:rsid w:val="00FB480C"/>
    <w:rsid w:val="00FB4F0A"/>
    <w:rsid w:val="00FB6032"/>
    <w:rsid w:val="00FB681F"/>
    <w:rsid w:val="00FB70DC"/>
    <w:rsid w:val="00FB76E1"/>
    <w:rsid w:val="00FB7761"/>
    <w:rsid w:val="00FC01E2"/>
    <w:rsid w:val="00FC033C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61EC"/>
    <w:rsid w:val="00FC68A6"/>
    <w:rsid w:val="00FC6A8D"/>
    <w:rsid w:val="00FD0827"/>
    <w:rsid w:val="00FD109B"/>
    <w:rsid w:val="00FD10C5"/>
    <w:rsid w:val="00FD1235"/>
    <w:rsid w:val="00FD13A5"/>
    <w:rsid w:val="00FD1AD8"/>
    <w:rsid w:val="00FD1FB0"/>
    <w:rsid w:val="00FD2B33"/>
    <w:rsid w:val="00FD4308"/>
    <w:rsid w:val="00FD52BD"/>
    <w:rsid w:val="00FD55F0"/>
    <w:rsid w:val="00FD5850"/>
    <w:rsid w:val="00FD5B63"/>
    <w:rsid w:val="00FD601F"/>
    <w:rsid w:val="00FD6105"/>
    <w:rsid w:val="00FD6243"/>
    <w:rsid w:val="00FD6720"/>
    <w:rsid w:val="00FD6907"/>
    <w:rsid w:val="00FD6D2D"/>
    <w:rsid w:val="00FD6E94"/>
    <w:rsid w:val="00FD7557"/>
    <w:rsid w:val="00FD7BC6"/>
    <w:rsid w:val="00FD7D1E"/>
    <w:rsid w:val="00FD7DED"/>
    <w:rsid w:val="00FE0794"/>
    <w:rsid w:val="00FE19BE"/>
    <w:rsid w:val="00FE19C6"/>
    <w:rsid w:val="00FE231F"/>
    <w:rsid w:val="00FE3279"/>
    <w:rsid w:val="00FE3C5A"/>
    <w:rsid w:val="00FE3FB6"/>
    <w:rsid w:val="00FE410A"/>
    <w:rsid w:val="00FE48F6"/>
    <w:rsid w:val="00FE5065"/>
    <w:rsid w:val="00FE58CC"/>
    <w:rsid w:val="00FE5F3B"/>
    <w:rsid w:val="00FE641F"/>
    <w:rsid w:val="00FE6A93"/>
    <w:rsid w:val="00FE6D51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CAE"/>
    <w:rsid w:val="00FF3098"/>
    <w:rsid w:val="00FF3216"/>
    <w:rsid w:val="00FF3D29"/>
    <w:rsid w:val="00FF44E5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6E33C6"/>
    <w:rPr>
      <w:sz w:val="24"/>
      <w:lang w:val="uk-UA" w:eastAsia="uk-UA"/>
    </w:rPr>
  </w:style>
  <w:style w:type="character" w:styleId="Strong">
    <w:name w:val="Strong"/>
    <w:basedOn w:val="DefaultParagraphFont"/>
    <w:uiPriority w:val="99"/>
    <w:qFormat/>
    <w:locked/>
    <w:rsid w:val="006E33C6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60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422</TotalTime>
  <Pages>1</Pages>
  <Words>103</Words>
  <Characters>592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162</cp:revision>
  <cp:lastPrinted>2020-02-25T06:46:00Z</cp:lastPrinted>
  <dcterms:created xsi:type="dcterms:W3CDTF">2020-02-04T16:26:00Z</dcterms:created>
  <dcterms:modified xsi:type="dcterms:W3CDTF">2020-03-11T15:40:00Z</dcterms:modified>
</cp:coreProperties>
</file>