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D0" w:rsidRDefault="003546D0" w:rsidP="00031C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Додаток 9 до рішення сесії</w:t>
      </w:r>
    </w:p>
    <w:p w:rsidR="003546D0" w:rsidRDefault="003546D0" w:rsidP="00031C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Марківської селищної ради</w:t>
      </w:r>
    </w:p>
    <w:p w:rsidR="003546D0" w:rsidRDefault="003546D0" w:rsidP="00031C3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3546D0" w:rsidRDefault="003546D0" w:rsidP="005C4CEA">
      <w:pPr>
        <w:pStyle w:val="NoSpacing1"/>
        <w:tabs>
          <w:tab w:val="left" w:pos="6120"/>
        </w:tabs>
        <w:jc w:val="right"/>
        <w:rPr>
          <w:lang w:val="uk-UA"/>
        </w:rPr>
      </w:pPr>
      <w:r>
        <w:rPr>
          <w:sz w:val="24"/>
          <w:szCs w:val="24"/>
          <w:lang w:val="uk-UA"/>
        </w:rPr>
        <w:t>.</w:t>
      </w:r>
    </w:p>
    <w:p w:rsidR="003546D0" w:rsidRDefault="003546D0" w:rsidP="005C4CEA">
      <w:pPr>
        <w:tabs>
          <w:tab w:val="left" w:pos="1995"/>
        </w:tabs>
        <w:rPr>
          <w:lang w:val="uk-UA"/>
        </w:rPr>
      </w:pPr>
    </w:p>
    <w:p w:rsidR="003546D0" w:rsidRDefault="003546D0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3546D0" w:rsidRDefault="003546D0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31.08.2020 р.</w:t>
      </w:r>
    </w:p>
    <w:p w:rsidR="003546D0" w:rsidRDefault="003546D0" w:rsidP="00031C37">
      <w:pPr>
        <w:jc w:val="center"/>
        <w:rPr>
          <w:sz w:val="28"/>
          <w:szCs w:val="28"/>
        </w:rPr>
      </w:pPr>
      <w:r w:rsidRPr="00031C37">
        <w:rPr>
          <w:sz w:val="28"/>
          <w:szCs w:val="28"/>
        </w:rPr>
        <w:t>Тишківської загальноосвітньої школи І ступеня</w:t>
      </w:r>
    </w:p>
    <w:p w:rsidR="003546D0" w:rsidRPr="00031C37" w:rsidRDefault="003546D0" w:rsidP="00031C3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4"/>
        <w:gridCol w:w="2606"/>
        <w:gridCol w:w="2127"/>
        <w:gridCol w:w="1559"/>
        <w:gridCol w:w="1559"/>
      </w:tblGrid>
      <w:tr w:rsidR="003546D0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BB50AB">
              <w:rPr>
                <w:sz w:val="28"/>
                <w:szCs w:val="28"/>
                <w:lang w:val="uk-UA" w:eastAsia="en-US"/>
              </w:rPr>
              <w:t>Посадовий оклад, грн</w:t>
            </w:r>
          </w:p>
        </w:tc>
      </w:tr>
      <w:tr w:rsidR="003546D0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260845">
              <w:rPr>
                <w:sz w:val="28"/>
                <w:szCs w:val="28"/>
                <w:lang w:val="uk-UA" w:eastAsia="en-US"/>
              </w:rPr>
              <w:t>Сторож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2291</w:t>
            </w:r>
          </w:p>
        </w:tc>
      </w:tr>
      <w:tr w:rsidR="003546D0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Pr="00260845" w:rsidRDefault="003546D0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546D0" w:rsidRDefault="003546D0" w:rsidP="00031C37">
      <w:pPr>
        <w:tabs>
          <w:tab w:val="left" w:pos="1995"/>
        </w:tabs>
        <w:rPr>
          <w:lang w:eastAsia="en-US"/>
        </w:rPr>
      </w:pPr>
    </w:p>
    <w:p w:rsidR="003546D0" w:rsidRDefault="003546D0" w:rsidP="00031C37">
      <w:pPr>
        <w:tabs>
          <w:tab w:val="left" w:pos="1995"/>
        </w:tabs>
        <w:rPr>
          <w:lang w:eastAsia="en-US"/>
        </w:rPr>
      </w:pPr>
    </w:p>
    <w:p w:rsidR="003546D0" w:rsidRPr="00031C37" w:rsidRDefault="003546D0" w:rsidP="00031C37">
      <w:pPr>
        <w:tabs>
          <w:tab w:val="left" w:pos="1995"/>
        </w:tabs>
        <w:rPr>
          <w:sz w:val="28"/>
          <w:szCs w:val="28"/>
          <w:lang w:val="uk-UA" w:eastAsia="en-US"/>
        </w:rPr>
      </w:pPr>
      <w:r w:rsidRPr="00031C37">
        <w:rPr>
          <w:sz w:val="28"/>
          <w:szCs w:val="28"/>
          <w:lang w:val="uk-UA" w:eastAsia="en-US"/>
        </w:rPr>
        <w:t xml:space="preserve">Селищний голова              </w:t>
      </w:r>
      <w:r>
        <w:rPr>
          <w:sz w:val="28"/>
          <w:szCs w:val="28"/>
          <w:lang w:val="uk-UA" w:eastAsia="en-US"/>
        </w:rPr>
        <w:t xml:space="preserve">                                              </w:t>
      </w:r>
      <w:r w:rsidRPr="00031C37">
        <w:rPr>
          <w:sz w:val="28"/>
          <w:szCs w:val="28"/>
          <w:lang w:val="uk-UA" w:eastAsia="en-US"/>
        </w:rPr>
        <w:t xml:space="preserve">              Ігор ДЗЮБА</w:t>
      </w: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031C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Додаток 10 до рішення сесії</w:t>
      </w:r>
    </w:p>
    <w:p w:rsidR="003546D0" w:rsidRDefault="003546D0" w:rsidP="00031C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Марківської селищної ради</w:t>
      </w:r>
    </w:p>
    <w:p w:rsidR="003546D0" w:rsidRDefault="003546D0" w:rsidP="00031C3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3546D0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3546D0" w:rsidRPr="00031C37" w:rsidRDefault="003546D0" w:rsidP="00031C37">
      <w:pPr>
        <w:jc w:val="center"/>
        <w:rPr>
          <w:sz w:val="28"/>
          <w:szCs w:val="28"/>
        </w:rPr>
      </w:pPr>
      <w:r w:rsidRPr="00031C37">
        <w:rPr>
          <w:sz w:val="28"/>
          <w:szCs w:val="28"/>
        </w:rPr>
        <w:t>Марківської загальноосвітньої школа І ступеня № 2</w:t>
      </w:r>
    </w:p>
    <w:p w:rsidR="003546D0" w:rsidRPr="004C151B" w:rsidRDefault="003546D0" w:rsidP="004C151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4"/>
        <w:gridCol w:w="2606"/>
        <w:gridCol w:w="2127"/>
        <w:gridCol w:w="1559"/>
        <w:gridCol w:w="1559"/>
      </w:tblGrid>
      <w:tr w:rsidR="003546D0" w:rsidTr="00BD07F8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BB50AB">
              <w:rPr>
                <w:sz w:val="28"/>
                <w:szCs w:val="28"/>
                <w:lang w:val="uk-UA" w:eastAsia="en-US"/>
              </w:rPr>
              <w:t>Посадовий оклад, грн</w:t>
            </w:r>
          </w:p>
        </w:tc>
      </w:tr>
      <w:tr w:rsidR="003546D0" w:rsidTr="00BD07F8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260845">
              <w:rPr>
                <w:sz w:val="28"/>
                <w:szCs w:val="28"/>
                <w:lang w:val="uk-UA" w:eastAsia="en-US"/>
              </w:rPr>
              <w:t>Сторож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6D0" w:rsidRDefault="003546D0" w:rsidP="00BD07F8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2291</w:t>
            </w:r>
          </w:p>
        </w:tc>
      </w:tr>
    </w:tbl>
    <w:p w:rsidR="003546D0" w:rsidRDefault="003546D0" w:rsidP="009D45D1">
      <w:pPr>
        <w:tabs>
          <w:tab w:val="left" w:pos="1995"/>
        </w:tabs>
        <w:jc w:val="center"/>
        <w:rPr>
          <w:lang w:val="uk-UA" w:eastAsia="en-US"/>
        </w:rPr>
      </w:pPr>
    </w:p>
    <w:p w:rsidR="003546D0" w:rsidRDefault="003546D0" w:rsidP="009D45D1">
      <w:pPr>
        <w:tabs>
          <w:tab w:val="left" w:pos="1995"/>
        </w:tabs>
        <w:jc w:val="center"/>
        <w:rPr>
          <w:lang w:val="uk-UA" w:eastAsia="en-US"/>
        </w:rPr>
      </w:pPr>
    </w:p>
    <w:p w:rsidR="003546D0" w:rsidRPr="00031C37" w:rsidRDefault="003546D0" w:rsidP="00031C37">
      <w:pPr>
        <w:tabs>
          <w:tab w:val="left" w:pos="1995"/>
        </w:tabs>
        <w:rPr>
          <w:sz w:val="28"/>
          <w:szCs w:val="28"/>
          <w:lang w:val="uk-UA" w:eastAsia="en-US"/>
        </w:rPr>
      </w:pPr>
      <w:r w:rsidRPr="00031C37">
        <w:rPr>
          <w:sz w:val="28"/>
          <w:szCs w:val="28"/>
          <w:lang w:val="uk-UA" w:eastAsia="en-US"/>
        </w:rPr>
        <w:t xml:space="preserve">Селищний голова              </w:t>
      </w:r>
      <w:r>
        <w:rPr>
          <w:sz w:val="28"/>
          <w:szCs w:val="28"/>
          <w:lang w:val="uk-UA" w:eastAsia="en-US"/>
        </w:rPr>
        <w:t xml:space="preserve">                                            </w:t>
      </w:r>
      <w:r w:rsidRPr="00031C37">
        <w:rPr>
          <w:sz w:val="28"/>
          <w:szCs w:val="28"/>
          <w:lang w:val="uk-UA" w:eastAsia="en-US"/>
        </w:rPr>
        <w:t xml:space="preserve">              Ігор ДЗЮБА</w:t>
      </w:r>
    </w:p>
    <w:p w:rsidR="003546D0" w:rsidRDefault="003546D0" w:rsidP="00031C37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3546D0" w:rsidRDefault="003546D0" w:rsidP="00031C37">
      <w:pPr>
        <w:tabs>
          <w:tab w:val="left" w:pos="1995"/>
        </w:tabs>
        <w:rPr>
          <w:lang w:val="uk-UA" w:eastAsia="en-US"/>
        </w:rPr>
      </w:pPr>
    </w:p>
    <w:sectPr w:rsidR="003546D0" w:rsidSect="00D0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31C37"/>
    <w:rsid w:val="000A7FE3"/>
    <w:rsid w:val="00260845"/>
    <w:rsid w:val="00275D61"/>
    <w:rsid w:val="00346D0E"/>
    <w:rsid w:val="003546D0"/>
    <w:rsid w:val="00373312"/>
    <w:rsid w:val="003C4F3C"/>
    <w:rsid w:val="00462DEF"/>
    <w:rsid w:val="004C151B"/>
    <w:rsid w:val="00503E5B"/>
    <w:rsid w:val="005C4CEA"/>
    <w:rsid w:val="006709F6"/>
    <w:rsid w:val="007A41BA"/>
    <w:rsid w:val="0080762D"/>
    <w:rsid w:val="0099766A"/>
    <w:rsid w:val="009D45D1"/>
    <w:rsid w:val="00A03431"/>
    <w:rsid w:val="00AF63BC"/>
    <w:rsid w:val="00BB50AB"/>
    <w:rsid w:val="00BD07F8"/>
    <w:rsid w:val="00C56F27"/>
    <w:rsid w:val="00C904E2"/>
    <w:rsid w:val="00CA4A89"/>
    <w:rsid w:val="00CE17F7"/>
    <w:rsid w:val="00D025C0"/>
    <w:rsid w:val="00D03234"/>
    <w:rsid w:val="00DA7587"/>
    <w:rsid w:val="00DE344C"/>
    <w:rsid w:val="00DE6F72"/>
    <w:rsid w:val="00EC0802"/>
    <w:rsid w:val="00F42DCE"/>
    <w:rsid w:val="00F8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1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156</Words>
  <Characters>890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2020-08-12T11:35:00Z</cp:lastPrinted>
  <dcterms:created xsi:type="dcterms:W3CDTF">2019-01-08T12:10:00Z</dcterms:created>
  <dcterms:modified xsi:type="dcterms:W3CDTF">2020-08-25T11:24:00Z</dcterms:modified>
</cp:coreProperties>
</file>