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A66" w:rsidRDefault="004F6A66" w:rsidP="00F9694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Додаток 1 до рішення сесії</w:t>
      </w:r>
    </w:p>
    <w:p w:rsidR="004F6A66" w:rsidRDefault="004F6A66" w:rsidP="00F9694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Марківської селищної ради</w:t>
      </w:r>
    </w:p>
    <w:p w:rsidR="004F6A66" w:rsidRDefault="004F6A66" w:rsidP="00F9694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від 18.08.2020 року № 20 - 3/2020</w:t>
      </w:r>
    </w:p>
    <w:p w:rsidR="004F6A66" w:rsidRDefault="004F6A66" w:rsidP="005C4CEA">
      <w:pPr>
        <w:tabs>
          <w:tab w:val="left" w:pos="1995"/>
        </w:tabs>
        <w:rPr>
          <w:lang w:val="uk-UA"/>
        </w:rPr>
      </w:pPr>
    </w:p>
    <w:p w:rsidR="004F6A66" w:rsidRDefault="004F6A66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Штатний розпис</w:t>
      </w:r>
    </w:p>
    <w:p w:rsidR="004F6A66" w:rsidRDefault="004F6A66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bookmarkStart w:id="0" w:name="_GoBack"/>
      <w:bookmarkEnd w:id="0"/>
      <w:r>
        <w:rPr>
          <w:sz w:val="28"/>
          <w:szCs w:val="28"/>
          <w:lang w:val="uk-UA"/>
        </w:rPr>
        <w:t>таном на 31.08.2020 р.</w:t>
      </w:r>
    </w:p>
    <w:p w:rsidR="004F6A66" w:rsidRPr="002808DE" w:rsidRDefault="004F6A66" w:rsidP="005C4CEA">
      <w:pPr>
        <w:tabs>
          <w:tab w:val="left" w:pos="1995"/>
        </w:tabs>
        <w:jc w:val="center"/>
        <w:rPr>
          <w:lang w:val="uk-UA"/>
        </w:rPr>
      </w:pPr>
      <w:r w:rsidRPr="002808DE">
        <w:rPr>
          <w:lang w:val="uk-UA"/>
        </w:rPr>
        <w:t>ОПОРНОГО ЗАКЛАДУ ЗАГАЛЬНОЇ СЕРЕДНЬОЇ ОСВІТИ МАРКІВСЬКОЇ  ГІМНАЗІЇ МАРКІВСЬКОЇ СЕЛИЩНОЇ РАДИ ЛУГАНСЬКОЇ ОБЛАСТІ</w:t>
      </w:r>
    </w:p>
    <w:tbl>
      <w:tblPr>
        <w:tblW w:w="14944" w:type="dxa"/>
        <w:tblInd w:w="113" w:type="dxa"/>
        <w:tblLayout w:type="fixed"/>
        <w:tblLook w:val="00A0"/>
      </w:tblPr>
      <w:tblGrid>
        <w:gridCol w:w="523"/>
        <w:gridCol w:w="2380"/>
        <w:gridCol w:w="1259"/>
        <w:gridCol w:w="1177"/>
        <w:gridCol w:w="1458"/>
        <w:gridCol w:w="1184"/>
        <w:gridCol w:w="1187"/>
        <w:gridCol w:w="1240"/>
        <w:gridCol w:w="731"/>
        <w:gridCol w:w="905"/>
        <w:gridCol w:w="1133"/>
        <w:gridCol w:w="794"/>
        <w:gridCol w:w="973"/>
      </w:tblGrid>
      <w:tr w:rsidR="004F6A66" w:rsidRPr="00951CB0" w:rsidTr="00664A40">
        <w:trPr>
          <w:trHeight w:val="975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Default="004F6A66" w:rsidP="00951CB0">
            <w:r>
              <w:t>№</w:t>
            </w:r>
          </w:p>
          <w:p w:rsidR="004F6A66" w:rsidRPr="00664A40" w:rsidRDefault="004F6A66" w:rsidP="00951CB0">
            <w:pPr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664A40" w:rsidRDefault="004F6A66" w:rsidP="00951CB0">
            <w:pPr>
              <w:rPr>
                <w:lang w:val="uk-UA"/>
              </w:rPr>
            </w:pPr>
            <w:r w:rsidRPr="00951CB0">
              <w:t>Назва структурного підрозділу</w:t>
            </w:r>
            <w:r>
              <w:rPr>
                <w:lang w:val="uk-UA"/>
              </w:rPr>
              <w:t xml:space="preserve"> та посад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664A40" w:rsidRDefault="004F6A66" w:rsidP="00951CB0">
            <w:pPr>
              <w:jc w:val="center"/>
            </w:pPr>
            <w:r w:rsidRPr="00664A40">
              <w:rPr>
                <w:lang w:val="uk-UA" w:eastAsia="en-US"/>
              </w:rPr>
              <w:t>Тарифний розряд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r>
              <w:t>Кількість</w:t>
            </w:r>
            <w:r w:rsidRPr="00951CB0">
              <w:t xml:space="preserve"> штатних посад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664A40" w:rsidRDefault="004F6A66" w:rsidP="008E7F02">
            <w:pPr>
              <w:rPr>
                <w:lang w:val="uk-UA"/>
              </w:rPr>
            </w:pPr>
            <w:r w:rsidRPr="00951CB0">
              <w:t>Посадовий оклад</w:t>
            </w:r>
            <w:r>
              <w:rPr>
                <w:lang w:val="uk-UA"/>
              </w:rPr>
              <w:t xml:space="preserve"> з підвищен-ням </w:t>
            </w:r>
            <w:r w:rsidRPr="00951CB0">
              <w:t xml:space="preserve"> </w:t>
            </w:r>
            <w:r>
              <w:rPr>
                <w:lang w:val="uk-UA"/>
              </w:rPr>
              <w:t>10 % 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664A40" w:rsidRDefault="004F6A66" w:rsidP="00951CB0">
            <w:pPr>
              <w:jc w:val="center"/>
              <w:rPr>
                <w:lang w:val="uk-UA"/>
              </w:rPr>
            </w:pPr>
            <w:r>
              <w:t xml:space="preserve">Надбавка </w:t>
            </w:r>
            <w:r>
              <w:rPr>
                <w:lang w:val="uk-UA"/>
              </w:rPr>
              <w:t xml:space="preserve">за </w:t>
            </w:r>
            <w:r>
              <w:t>пре</w:t>
            </w:r>
            <w:r w:rsidRPr="00951CB0">
              <w:t>стиж-ність</w:t>
            </w:r>
            <w:r>
              <w:rPr>
                <w:lang w:val="uk-UA"/>
              </w:rPr>
              <w:t xml:space="preserve"> праці</w:t>
            </w:r>
          </w:p>
          <w:p w:rsidR="004F6A66" w:rsidRDefault="004F6A66" w:rsidP="00951C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Pr="00951CB0">
              <w:t>20,30%</w:t>
            </w:r>
          </w:p>
          <w:p w:rsidR="004F6A66" w:rsidRPr="00664A40" w:rsidRDefault="004F6A66" w:rsidP="00951C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Default="004F6A66" w:rsidP="00951CB0">
            <w:pPr>
              <w:jc w:val="center"/>
            </w:pPr>
            <w:r>
              <w:t>Надбавка за вислугу</w:t>
            </w:r>
            <w:r w:rsidRPr="00951CB0">
              <w:t xml:space="preserve"> років</w:t>
            </w:r>
          </w:p>
          <w:p w:rsidR="004F6A66" w:rsidRPr="0033749C" w:rsidRDefault="004F6A66" w:rsidP="00951C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10-30%</w:t>
            </w:r>
          </w:p>
          <w:p w:rsidR="004F6A66" w:rsidRPr="00951CB0" w:rsidRDefault="004F6A66" w:rsidP="00951CB0">
            <w:pPr>
              <w:jc w:val="center"/>
            </w:pPr>
            <w:r>
              <w:rPr>
                <w:lang w:val="uk-UA"/>
              </w:rPr>
              <w:t>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48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6A66" w:rsidRPr="0033749C" w:rsidRDefault="004F6A66" w:rsidP="00951CB0">
            <w:pPr>
              <w:jc w:val="center"/>
              <w:rPr>
                <w:lang w:val="uk-UA"/>
              </w:rPr>
            </w:pPr>
            <w:r w:rsidRPr="00951CB0">
              <w:t>Доплати</w:t>
            </w:r>
            <w:r>
              <w:rPr>
                <w:lang w:val="uk-UA"/>
              </w:rPr>
              <w:t xml:space="preserve"> за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664A40" w:rsidRDefault="004F6A66" w:rsidP="00951CB0">
            <w:pPr>
              <w:rPr>
                <w:lang w:val="uk-UA"/>
              </w:rPr>
            </w:pPr>
            <w:r w:rsidRPr="00951CB0">
              <w:t>Фонд з\плати на місяць</w:t>
            </w:r>
            <w:r>
              <w:rPr>
                <w:lang w:val="uk-UA"/>
              </w:rPr>
              <w:t>,(грн.)</w:t>
            </w:r>
          </w:p>
        </w:tc>
      </w:tr>
      <w:tr w:rsidR="004F6A66" w:rsidRPr="00951CB0" w:rsidTr="00664A40">
        <w:trPr>
          <w:trHeight w:val="930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/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/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/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/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/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/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A66" w:rsidRDefault="004F6A66" w:rsidP="00951CB0">
            <w:pPr>
              <w:rPr>
                <w:lang w:val="uk-UA"/>
              </w:rPr>
            </w:pPr>
            <w:r>
              <w:t>завіду</w:t>
            </w:r>
            <w:r>
              <w:rPr>
                <w:lang w:val="uk-UA"/>
              </w:rPr>
              <w:t>-</w:t>
            </w:r>
          </w:p>
          <w:p w:rsidR="004F6A66" w:rsidRDefault="004F6A66" w:rsidP="00951CB0">
            <w:r>
              <w:t>вання</w:t>
            </w:r>
          </w:p>
          <w:p w:rsidR="004F6A66" w:rsidRDefault="004F6A66" w:rsidP="00951CB0">
            <w:pPr>
              <w:rPr>
                <w:lang w:val="uk-UA"/>
              </w:rPr>
            </w:pPr>
            <w:r w:rsidRPr="00951CB0">
              <w:t>каб</w:t>
            </w:r>
            <w:r>
              <w:rPr>
                <w:lang w:val="uk-UA"/>
              </w:rPr>
              <w:t>інетом</w:t>
            </w:r>
          </w:p>
          <w:p w:rsidR="004F6A66" w:rsidRDefault="004F6A66" w:rsidP="00951CB0">
            <w:pPr>
              <w:rPr>
                <w:lang w:val="uk-UA"/>
              </w:rPr>
            </w:pPr>
            <w:r>
              <w:rPr>
                <w:lang w:val="uk-UA"/>
              </w:rPr>
              <w:t>10%,</w:t>
            </w:r>
          </w:p>
          <w:p w:rsidR="004F6A66" w:rsidRDefault="004F6A66" w:rsidP="00951CB0">
            <w:pPr>
              <w:rPr>
                <w:lang w:val="uk-UA"/>
              </w:rPr>
            </w:pPr>
            <w:r>
              <w:rPr>
                <w:lang w:val="uk-UA"/>
              </w:rPr>
              <w:t>15%</w:t>
            </w:r>
          </w:p>
          <w:p w:rsidR="004F6A66" w:rsidRPr="00951CB0" w:rsidRDefault="004F6A66" w:rsidP="00951CB0">
            <w:r>
              <w:rPr>
                <w:lang w:val="uk-UA"/>
              </w:rPr>
              <w:t>(грн.)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A66" w:rsidRDefault="004F6A66" w:rsidP="00951CB0">
            <w:r>
              <w:rPr>
                <w:lang w:val="uk-UA"/>
              </w:rPr>
              <w:t xml:space="preserve">роботу у </w:t>
            </w:r>
            <w:r>
              <w:t>ніч</w:t>
            </w:r>
            <w:r>
              <w:rPr>
                <w:lang w:val="uk-UA"/>
              </w:rPr>
              <w:t>-</w:t>
            </w:r>
            <w:r>
              <w:t>ний</w:t>
            </w:r>
          </w:p>
          <w:p w:rsidR="004F6A66" w:rsidRDefault="004F6A66" w:rsidP="00951CB0">
            <w:pPr>
              <w:rPr>
                <w:lang w:val="uk-UA"/>
              </w:rPr>
            </w:pPr>
            <w:r>
              <w:rPr>
                <w:lang w:val="uk-UA"/>
              </w:rPr>
              <w:t>час</w:t>
            </w:r>
          </w:p>
          <w:p w:rsidR="004F6A66" w:rsidRDefault="004F6A66" w:rsidP="00951CB0">
            <w:pPr>
              <w:rPr>
                <w:lang w:val="uk-UA"/>
              </w:rPr>
            </w:pPr>
            <w:r>
              <w:rPr>
                <w:lang w:val="uk-UA"/>
              </w:rPr>
              <w:t>35%</w:t>
            </w:r>
          </w:p>
          <w:p w:rsidR="004F6A66" w:rsidRPr="0033749C" w:rsidRDefault="004F6A66" w:rsidP="00951CB0">
            <w:pPr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A66" w:rsidRDefault="004F6A66" w:rsidP="00951CB0">
            <w:r w:rsidRPr="00951CB0">
              <w:t>особл.</w:t>
            </w:r>
          </w:p>
          <w:p w:rsidR="004F6A66" w:rsidRDefault="004F6A66" w:rsidP="00951CB0">
            <w:r w:rsidRPr="00951CB0">
              <w:t>умови</w:t>
            </w:r>
          </w:p>
          <w:p w:rsidR="004F6A66" w:rsidRDefault="004F6A66" w:rsidP="00951CB0">
            <w:pPr>
              <w:rPr>
                <w:lang w:val="uk-UA"/>
              </w:rPr>
            </w:pPr>
            <w:r>
              <w:rPr>
                <w:lang w:val="uk-UA"/>
              </w:rPr>
              <w:t>робо-ти</w:t>
            </w:r>
          </w:p>
          <w:p w:rsidR="004F6A66" w:rsidRDefault="004F6A66" w:rsidP="00951CB0">
            <w:pPr>
              <w:rPr>
                <w:lang w:val="uk-UA"/>
              </w:rPr>
            </w:pPr>
            <w:r>
              <w:rPr>
                <w:lang w:val="uk-UA"/>
              </w:rPr>
              <w:t>біб-ліоте-</w:t>
            </w:r>
          </w:p>
          <w:p w:rsidR="004F6A66" w:rsidRDefault="004F6A66" w:rsidP="00951CB0">
            <w:pPr>
              <w:rPr>
                <w:lang w:val="uk-UA"/>
              </w:rPr>
            </w:pPr>
            <w:r>
              <w:rPr>
                <w:lang w:val="uk-UA"/>
              </w:rPr>
              <w:t>карям</w:t>
            </w:r>
          </w:p>
          <w:p w:rsidR="004F6A66" w:rsidRPr="00664A40" w:rsidRDefault="004F6A66" w:rsidP="00951CB0">
            <w:pPr>
              <w:rPr>
                <w:lang w:val="uk-UA"/>
              </w:rPr>
            </w:pPr>
            <w:r>
              <w:rPr>
                <w:lang w:val="uk-UA"/>
              </w:rPr>
              <w:t>5% (грн.)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A66" w:rsidRDefault="004F6A66" w:rsidP="00951CB0">
            <w:r>
              <w:t>дезінфекцію</w:t>
            </w:r>
          </w:p>
          <w:p w:rsidR="004F6A66" w:rsidRDefault="004F6A66" w:rsidP="00951CB0">
            <w:r>
              <w:t>туалетів</w:t>
            </w:r>
          </w:p>
          <w:p w:rsidR="004F6A66" w:rsidRDefault="004F6A66" w:rsidP="00951CB0">
            <w:pPr>
              <w:rPr>
                <w:lang w:val="uk-UA"/>
              </w:rPr>
            </w:pPr>
            <w:r>
              <w:rPr>
                <w:lang w:val="uk-UA"/>
              </w:rPr>
              <w:t>(10%),</w:t>
            </w:r>
          </w:p>
          <w:p w:rsidR="004F6A66" w:rsidRPr="0033749C" w:rsidRDefault="004F6A66" w:rsidP="00951CB0">
            <w:pPr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A66" w:rsidRDefault="004F6A66" w:rsidP="00951CB0">
            <w:pPr>
              <w:rPr>
                <w:lang w:val="uk-UA"/>
              </w:rPr>
            </w:pPr>
            <w:r>
              <w:t>клас</w:t>
            </w:r>
            <w:r>
              <w:rPr>
                <w:lang w:val="uk-UA"/>
              </w:rPr>
              <w:t>-</w:t>
            </w:r>
          </w:p>
          <w:p w:rsidR="004F6A66" w:rsidRDefault="004F6A66" w:rsidP="00951CB0">
            <w:r>
              <w:t>ність</w:t>
            </w:r>
          </w:p>
          <w:p w:rsidR="004F6A66" w:rsidRDefault="004F6A66" w:rsidP="00951CB0">
            <w:pPr>
              <w:rPr>
                <w:lang w:val="uk-UA"/>
              </w:rPr>
            </w:pPr>
            <w:r>
              <w:rPr>
                <w:lang w:val="uk-UA"/>
              </w:rPr>
              <w:t>водія</w:t>
            </w:r>
          </w:p>
          <w:p w:rsidR="004F6A66" w:rsidRDefault="004F6A66" w:rsidP="00951CB0">
            <w:pPr>
              <w:rPr>
                <w:lang w:val="uk-UA"/>
              </w:rPr>
            </w:pPr>
            <w:r>
              <w:rPr>
                <w:lang w:val="uk-UA"/>
              </w:rPr>
              <w:t>10%,25%</w:t>
            </w:r>
          </w:p>
          <w:p w:rsidR="004F6A66" w:rsidRPr="00664A40" w:rsidRDefault="004F6A66" w:rsidP="00951CB0">
            <w:pPr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/>
        </w:tc>
      </w:tr>
      <w:tr w:rsidR="004F6A66" w:rsidRPr="00951CB0" w:rsidTr="00664A40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664A40" w:rsidRDefault="004F6A66" w:rsidP="00664A40">
            <w:pPr>
              <w:jc w:val="right"/>
              <w:rPr>
                <w:lang w:val="uk-UA"/>
              </w:rPr>
            </w:pPr>
            <w:r w:rsidRPr="00951CB0"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r>
              <w:t>П</w:t>
            </w:r>
            <w:r w:rsidRPr="00951CB0">
              <w:t>едставки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44,94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6832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438355</w:t>
            </w:r>
          </w:p>
        </w:tc>
      </w:tr>
      <w:tr w:rsidR="004F6A66" w:rsidRPr="00951CB0" w:rsidTr="00664A40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pPr>
              <w:jc w:val="right"/>
            </w:pPr>
            <w: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r w:rsidRPr="00951CB0">
              <w:t>Директор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7422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2227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2227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11875</w:t>
            </w:r>
          </w:p>
        </w:tc>
      </w:tr>
      <w:tr w:rsidR="004F6A66" w:rsidRPr="00951CB0" w:rsidTr="00664A40">
        <w:trPr>
          <w:trHeight w:val="63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pPr>
              <w:jc w:val="right"/>
            </w:pPr>
            <w: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r>
              <w:t>Заст</w:t>
            </w:r>
            <w:r>
              <w:rPr>
                <w:lang w:val="uk-UA"/>
              </w:rPr>
              <w:t xml:space="preserve">упник </w:t>
            </w:r>
            <w:r w:rsidRPr="00951CB0">
              <w:t>дир</w:t>
            </w:r>
            <w:r>
              <w:rPr>
                <w:lang w:val="uk-UA"/>
              </w:rPr>
              <w:t>.</w:t>
            </w:r>
            <w:r w:rsidRPr="00951CB0">
              <w:t xml:space="preserve"> з навч.-вих. роботи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6680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1336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10019</w:t>
            </w:r>
          </w:p>
        </w:tc>
      </w:tr>
      <w:tr w:rsidR="004F6A66" w:rsidRPr="00951CB0" w:rsidTr="00664A40">
        <w:trPr>
          <w:trHeight w:val="63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pPr>
              <w:jc w:val="right"/>
            </w:pPr>
            <w: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r>
              <w:t xml:space="preserve">Заступник </w:t>
            </w:r>
            <w:r w:rsidRPr="00951CB0">
              <w:t>дир.з навч-виховн.роботи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0,5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6680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2004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5344</w:t>
            </w:r>
          </w:p>
        </w:tc>
      </w:tr>
      <w:tr w:rsidR="004F6A66" w:rsidRPr="00951CB0" w:rsidTr="00664A40">
        <w:trPr>
          <w:trHeight w:val="63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pPr>
              <w:jc w:val="right"/>
            </w:pPr>
            <w: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r>
              <w:t xml:space="preserve">Заступупник </w:t>
            </w:r>
            <w:r w:rsidRPr="00951CB0">
              <w:t>дир.з навч-виховн.роботи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0,5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6680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1336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5010</w:t>
            </w:r>
          </w:p>
        </w:tc>
      </w:tr>
      <w:tr w:rsidR="004F6A66" w:rsidRPr="00951CB0" w:rsidTr="00664A40">
        <w:trPr>
          <w:trHeight w:val="63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pPr>
              <w:jc w:val="right"/>
            </w:pPr>
            <w: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r>
              <w:t xml:space="preserve">Заступник </w:t>
            </w:r>
            <w:r w:rsidRPr="00951CB0">
              <w:t>дир.з виховн.роботи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6680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1336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10019</w:t>
            </w:r>
          </w:p>
        </w:tc>
      </w:tr>
      <w:tr w:rsidR="004F6A66" w:rsidRPr="00951CB0" w:rsidTr="00664A40">
        <w:trPr>
          <w:trHeight w:val="34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pPr>
              <w:jc w:val="right"/>
            </w:pPr>
            <w: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r w:rsidRPr="00951CB0">
              <w:t>Педагог-організатор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4555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911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5466</w:t>
            </w:r>
          </w:p>
        </w:tc>
      </w:tr>
      <w:tr w:rsidR="004F6A66" w:rsidRPr="00951CB0" w:rsidTr="00664A40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pPr>
              <w:jc w:val="right"/>
            </w:pPr>
            <w: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r w:rsidRPr="00951CB0">
              <w:t>Соц. педагог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5596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1119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1679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8394</w:t>
            </w:r>
          </w:p>
        </w:tc>
      </w:tr>
      <w:tr w:rsidR="004F6A66" w:rsidRPr="00951CB0" w:rsidTr="00664A40">
        <w:trPr>
          <w:trHeight w:val="42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pPr>
              <w:jc w:val="right"/>
            </w:pPr>
            <w: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r w:rsidRPr="00951CB0">
              <w:t>Практичний психолог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4555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911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5466</w:t>
            </w:r>
          </w:p>
        </w:tc>
      </w:tr>
      <w:tr w:rsidR="004F6A66" w:rsidRPr="00951CB0" w:rsidTr="00664A40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pPr>
              <w:jc w:val="right"/>
            </w:pPr>
            <w: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r w:rsidRPr="00951CB0">
              <w:t>Вихователь ГПД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0,75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4902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980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1470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5514</w:t>
            </w:r>
          </w:p>
        </w:tc>
      </w:tr>
      <w:tr w:rsidR="004F6A66" w:rsidRPr="00951CB0" w:rsidTr="00664A40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pPr>
              <w:jc w:val="right"/>
            </w:pPr>
            <w:r>
              <w:t>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r w:rsidRPr="00951CB0">
              <w:t>Вихователь ГПД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1,5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4555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911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1367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10249</w:t>
            </w:r>
          </w:p>
        </w:tc>
      </w:tr>
      <w:tr w:rsidR="004F6A66" w:rsidRPr="00951CB0" w:rsidTr="00664A40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pPr>
              <w:jc w:val="right"/>
            </w:pPr>
            <w:r>
              <w:t>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r w:rsidRPr="00951CB0">
              <w:t>Вихователь ГПД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0,5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4555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911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911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3189</w:t>
            </w:r>
          </w:p>
        </w:tc>
      </w:tr>
      <w:tr w:rsidR="004F6A66" w:rsidRPr="00951CB0" w:rsidTr="00664A40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pPr>
              <w:jc w:val="right"/>
            </w:pPr>
            <w: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r w:rsidRPr="00951CB0">
              <w:t>Вихователь ГПД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0,75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4555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911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4100</w:t>
            </w:r>
          </w:p>
        </w:tc>
      </w:tr>
      <w:tr w:rsidR="004F6A66" w:rsidRPr="00951CB0" w:rsidTr="00664A40">
        <w:trPr>
          <w:trHeight w:val="3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pPr>
              <w:jc w:val="right"/>
            </w:pPr>
            <w:r>
              <w:t>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r w:rsidRPr="00951CB0">
              <w:t>Завгосп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3447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3447</w:t>
            </w:r>
          </w:p>
        </w:tc>
      </w:tr>
      <w:tr w:rsidR="004F6A66" w:rsidRPr="00951CB0" w:rsidTr="00664A40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pPr>
              <w:jc w:val="right"/>
            </w:pPr>
            <w:r>
              <w:t>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r w:rsidRPr="00951CB0">
              <w:t>Сестра медична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3048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3658</w:t>
            </w:r>
          </w:p>
        </w:tc>
      </w:tr>
      <w:tr w:rsidR="004F6A66" w:rsidRPr="00951CB0" w:rsidTr="00664A40">
        <w:trPr>
          <w:trHeight w:val="34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pPr>
              <w:jc w:val="right"/>
            </w:pPr>
            <w:r>
              <w:t>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r w:rsidRPr="00951CB0">
              <w:t>Завідувач бібліотеки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4141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1242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207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5590</w:t>
            </w:r>
          </w:p>
        </w:tc>
      </w:tr>
      <w:tr w:rsidR="004F6A66" w:rsidRPr="00951CB0" w:rsidTr="00664A40">
        <w:trPr>
          <w:trHeight w:val="63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pPr>
              <w:jc w:val="right"/>
            </w:pPr>
            <w:r>
              <w:t>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r w:rsidRPr="00951CB0">
              <w:t>Прибиральник служб.приміщ.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10,25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229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25831</w:t>
            </w:r>
          </w:p>
        </w:tc>
      </w:tr>
      <w:tr w:rsidR="004F6A66" w:rsidRPr="00951CB0" w:rsidTr="00664A40">
        <w:trPr>
          <w:trHeight w:val="63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pPr>
              <w:jc w:val="right"/>
            </w:pPr>
            <w:r>
              <w:t>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r w:rsidRPr="00951CB0">
              <w:t>Прибиральник служб.приміщ.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1,5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3437</w:t>
            </w:r>
          </w:p>
        </w:tc>
      </w:tr>
      <w:tr w:rsidR="004F6A66" w:rsidRPr="00951CB0" w:rsidTr="00664A40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pPr>
              <w:jc w:val="right"/>
            </w:pPr>
            <w:r>
              <w:t>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r w:rsidRPr="00951CB0">
              <w:t>Сторож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802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9279</w:t>
            </w:r>
          </w:p>
        </w:tc>
      </w:tr>
      <w:tr w:rsidR="004F6A66" w:rsidRPr="00951CB0" w:rsidTr="00664A40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pPr>
              <w:jc w:val="right"/>
            </w:pPr>
            <w:r>
              <w:t>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r w:rsidRPr="00951CB0">
              <w:t>Лаборант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2859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2859</w:t>
            </w:r>
          </w:p>
        </w:tc>
      </w:tr>
      <w:tr w:rsidR="004F6A66" w:rsidRPr="00951CB0" w:rsidTr="00664A40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pPr>
              <w:jc w:val="right"/>
            </w:pPr>
            <w:r>
              <w:t>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r w:rsidRPr="00951CB0">
              <w:t>Секретар-друкарка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2859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2859</w:t>
            </w:r>
          </w:p>
        </w:tc>
      </w:tr>
      <w:tr w:rsidR="004F6A66" w:rsidRPr="00951CB0" w:rsidTr="00664A40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pPr>
              <w:jc w:val="right"/>
            </w:pPr>
            <w:r>
              <w:t>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6A66" w:rsidRPr="00951CB0" w:rsidRDefault="004F6A66" w:rsidP="00951CB0">
            <w:r w:rsidRPr="00951CB0">
              <w:t>оператор котельні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401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2692</w:t>
            </w:r>
          </w:p>
        </w:tc>
      </w:tr>
      <w:tr w:rsidR="004F6A66" w:rsidRPr="00951CB0" w:rsidTr="00664A40">
        <w:trPr>
          <w:trHeight w:val="63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pPr>
              <w:jc w:val="right"/>
            </w:pPr>
            <w:r>
              <w:t>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r w:rsidRPr="00951CB0">
              <w:t>оператор котельні сезонні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2,75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8E7F02" w:rsidRDefault="004F6A66" w:rsidP="00951CB0">
            <w:pPr>
              <w:jc w:val="center"/>
              <w:rPr>
                <w:lang w:val="uk-UA"/>
              </w:rPr>
            </w:pPr>
            <w:r w:rsidRPr="00951CB0">
              <w:t> </w:t>
            </w:r>
            <w:r>
              <w:rPr>
                <w:lang w:val="uk-UA"/>
              </w:rPr>
              <w:t>401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7403</w:t>
            </w:r>
          </w:p>
        </w:tc>
      </w:tr>
      <w:tr w:rsidR="004F6A66" w:rsidRPr="00951CB0" w:rsidTr="00664A40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pPr>
              <w:jc w:val="right"/>
            </w:pPr>
            <w:r>
              <w:t>24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r w:rsidRPr="00951CB0">
              <w:t>Гардеробник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2102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4204</w:t>
            </w:r>
          </w:p>
        </w:tc>
      </w:tr>
      <w:tr w:rsidR="004F6A66" w:rsidRPr="00951CB0" w:rsidTr="00664A40">
        <w:trPr>
          <w:trHeight w:val="13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pPr>
              <w:jc w:val="right"/>
            </w:pPr>
            <w:r>
              <w:t>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r w:rsidRPr="00951CB0">
              <w:t>Електромонтер з ремонту та обслуговування електроустаткування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2480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2480</w:t>
            </w:r>
          </w:p>
        </w:tc>
      </w:tr>
      <w:tr w:rsidR="004F6A66" w:rsidRPr="00951CB0" w:rsidTr="00664A40">
        <w:trPr>
          <w:trHeight w:val="144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pPr>
              <w:jc w:val="right"/>
            </w:pPr>
            <w:r>
              <w:t>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r w:rsidRPr="00951CB0">
              <w:t>Робітник з обслугов. і поточного ремонту будівель (слюсар-сантехнік)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2480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2480</w:t>
            </w:r>
          </w:p>
        </w:tc>
      </w:tr>
      <w:tr w:rsidR="004F6A66" w:rsidRPr="00951CB0" w:rsidTr="00664A40">
        <w:trPr>
          <w:trHeight w:val="133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pPr>
              <w:jc w:val="right"/>
            </w:pPr>
            <w:r>
              <w:t>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r w:rsidRPr="00951CB0">
              <w:t>Робітник з комплексного обслуговування і ремонту будівель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0,5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2102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1051</w:t>
            </w:r>
          </w:p>
        </w:tc>
      </w:tr>
      <w:tr w:rsidR="004F6A66" w:rsidRPr="00951CB0" w:rsidTr="00664A40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pPr>
              <w:jc w:val="right"/>
            </w:pPr>
            <w:r>
              <w:t>28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r w:rsidRPr="00951CB0">
              <w:t>Двірник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2102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2102</w:t>
            </w:r>
          </w:p>
        </w:tc>
      </w:tr>
      <w:tr w:rsidR="004F6A66" w:rsidRPr="00951CB0" w:rsidTr="00664A40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pPr>
              <w:jc w:val="right"/>
            </w:pPr>
            <w:r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r w:rsidRPr="00951CB0">
              <w:t>водій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2670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668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3338</w:t>
            </w:r>
          </w:p>
        </w:tc>
      </w:tr>
      <w:tr w:rsidR="004F6A66" w:rsidRPr="00951CB0" w:rsidTr="00664A40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pPr>
              <w:jc w:val="right"/>
            </w:pPr>
            <w:r>
              <w:t>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r w:rsidRPr="00951CB0">
              <w:t>водій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2480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620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3100</w:t>
            </w:r>
          </w:p>
        </w:tc>
      </w:tr>
      <w:tr w:rsidR="004F6A66" w:rsidRPr="00951CB0" w:rsidTr="00664A40">
        <w:trPr>
          <w:trHeight w:val="33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A66" w:rsidRPr="00951CB0" w:rsidRDefault="004F6A66" w:rsidP="00951CB0">
            <w:r w:rsidRPr="00951CB0"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F6A66" w:rsidRPr="00951CB0" w:rsidRDefault="004F6A66" w:rsidP="00951CB0">
            <w:r w:rsidRPr="00951CB0">
              <w:t>Всього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</w:pPr>
            <w:r w:rsidRPr="00951CB0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  <w:rPr>
                <w:b/>
                <w:bCs/>
              </w:rPr>
            </w:pPr>
            <w:r w:rsidRPr="00951CB0">
              <w:rPr>
                <w:b/>
                <w:bCs/>
              </w:rPr>
              <w:t>86,44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  <w:rPr>
                <w:b/>
                <w:bCs/>
              </w:rPr>
            </w:pPr>
            <w:r w:rsidRPr="00951CB0">
              <w:rPr>
                <w:b/>
                <w:bCs/>
              </w:rPr>
              <w:t>111638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  <w:rPr>
                <w:b/>
                <w:bCs/>
              </w:rPr>
            </w:pPr>
            <w:r w:rsidRPr="00951CB0">
              <w:rPr>
                <w:b/>
                <w:bCs/>
              </w:rPr>
              <w:t>14893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  <w:rPr>
                <w:b/>
                <w:bCs/>
              </w:rPr>
            </w:pPr>
            <w:r w:rsidRPr="00951CB0">
              <w:rPr>
                <w:b/>
                <w:bCs/>
              </w:rPr>
              <w:t>17521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  <w:rPr>
                <w:b/>
                <w:bCs/>
              </w:rPr>
            </w:pPr>
            <w:r w:rsidRPr="00951CB0">
              <w:rPr>
                <w:b/>
                <w:bCs/>
              </w:rPr>
              <w:t>6832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  <w:rPr>
                <w:b/>
                <w:bCs/>
              </w:rPr>
            </w:pPr>
            <w:r w:rsidRPr="00951CB0">
              <w:rPr>
                <w:b/>
                <w:bCs/>
              </w:rPr>
              <w:t>229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  <w:rPr>
                <w:b/>
                <w:bCs/>
              </w:rPr>
            </w:pPr>
            <w:r w:rsidRPr="00951CB0">
              <w:rPr>
                <w:b/>
                <w:bCs/>
              </w:rPr>
              <w:t>1288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F6A66" w:rsidRPr="00951CB0" w:rsidRDefault="004F6A66" w:rsidP="00951CB0">
            <w:pPr>
              <w:jc w:val="center"/>
              <w:rPr>
                <w:b/>
                <w:bCs/>
              </w:rPr>
            </w:pPr>
            <w:r w:rsidRPr="00951CB0">
              <w:rPr>
                <w:b/>
                <w:bCs/>
              </w:rPr>
              <w:t>608807</w:t>
            </w:r>
          </w:p>
        </w:tc>
      </w:tr>
    </w:tbl>
    <w:p w:rsidR="004F6A66" w:rsidRDefault="004F6A66" w:rsidP="009D45D1">
      <w:pPr>
        <w:tabs>
          <w:tab w:val="left" w:pos="1995"/>
        </w:tabs>
        <w:jc w:val="center"/>
        <w:rPr>
          <w:lang w:val="uk-UA" w:eastAsia="en-US"/>
        </w:rPr>
      </w:pPr>
    </w:p>
    <w:p w:rsidR="004F6A66" w:rsidRDefault="004F6A66" w:rsidP="004A4872">
      <w:pPr>
        <w:tabs>
          <w:tab w:val="left" w:pos="1995"/>
        </w:tabs>
        <w:rPr>
          <w:lang w:val="uk-UA" w:eastAsia="en-US"/>
        </w:rPr>
      </w:pPr>
    </w:p>
    <w:p w:rsidR="004F6A66" w:rsidRDefault="004F6A66" w:rsidP="004A4872">
      <w:pPr>
        <w:tabs>
          <w:tab w:val="left" w:pos="1995"/>
        </w:tabs>
        <w:rPr>
          <w:lang w:val="uk-UA" w:eastAsia="en-US"/>
        </w:rPr>
      </w:pPr>
    </w:p>
    <w:p w:rsidR="004F6A66" w:rsidRDefault="004F6A66" w:rsidP="004A4872">
      <w:pPr>
        <w:tabs>
          <w:tab w:val="left" w:pos="1995"/>
        </w:tabs>
        <w:rPr>
          <w:lang w:val="uk-UA" w:eastAsia="en-US"/>
        </w:rPr>
      </w:pPr>
      <w:r>
        <w:rPr>
          <w:lang w:val="uk-UA" w:eastAsia="en-US"/>
        </w:rPr>
        <w:t>Селищний голова                                                                                                                                                                                              Ігор ДЗЮБА</w:t>
      </w:r>
    </w:p>
    <w:p w:rsidR="004F6A66" w:rsidRDefault="004F6A66" w:rsidP="004A4872">
      <w:pPr>
        <w:tabs>
          <w:tab w:val="left" w:pos="1995"/>
        </w:tabs>
        <w:rPr>
          <w:lang w:val="uk-UA" w:eastAsia="en-US"/>
        </w:rPr>
      </w:pPr>
    </w:p>
    <w:p w:rsidR="004F6A66" w:rsidRDefault="004F6A66" w:rsidP="009D45D1">
      <w:pPr>
        <w:tabs>
          <w:tab w:val="left" w:pos="1995"/>
        </w:tabs>
        <w:jc w:val="center"/>
        <w:rPr>
          <w:lang w:val="uk-UA" w:eastAsia="en-US"/>
        </w:rPr>
      </w:pPr>
    </w:p>
    <w:sectPr w:rsidR="004F6A66" w:rsidSect="00951CB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DEF"/>
    <w:rsid w:val="00185C63"/>
    <w:rsid w:val="001D7A5F"/>
    <w:rsid w:val="002808DE"/>
    <w:rsid w:val="0033749C"/>
    <w:rsid w:val="00346D0E"/>
    <w:rsid w:val="00462DEF"/>
    <w:rsid w:val="004A4872"/>
    <w:rsid w:val="004F6A66"/>
    <w:rsid w:val="005B02D2"/>
    <w:rsid w:val="005C4CEA"/>
    <w:rsid w:val="00664A40"/>
    <w:rsid w:val="0066604F"/>
    <w:rsid w:val="007F486B"/>
    <w:rsid w:val="008E7F02"/>
    <w:rsid w:val="0091260A"/>
    <w:rsid w:val="00951CB0"/>
    <w:rsid w:val="009839AB"/>
    <w:rsid w:val="009D45D1"/>
    <w:rsid w:val="009E2E80"/>
    <w:rsid w:val="00AF13D1"/>
    <w:rsid w:val="00AF63BC"/>
    <w:rsid w:val="00C904E2"/>
    <w:rsid w:val="00D025C0"/>
    <w:rsid w:val="00DE344C"/>
    <w:rsid w:val="00DE3C40"/>
    <w:rsid w:val="00EA7B2A"/>
    <w:rsid w:val="00EC0802"/>
    <w:rsid w:val="00F42DCE"/>
    <w:rsid w:val="00F96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CE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1"/>
    <w:uiPriority w:val="99"/>
    <w:locked/>
    <w:rsid w:val="005C4CEA"/>
    <w:rPr>
      <w:sz w:val="22"/>
      <w:lang w:val="ru-RU" w:eastAsia="uk-UA"/>
    </w:rPr>
  </w:style>
  <w:style w:type="paragraph" w:customStyle="1" w:styleId="NoSpacing1">
    <w:name w:val="No Spacing1"/>
    <w:link w:val="NoSpacingChar"/>
    <w:uiPriority w:val="99"/>
    <w:rsid w:val="005C4CEA"/>
    <w:rPr>
      <w:lang w:val="ru-RU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C904E2"/>
    <w:rPr>
      <w:rFonts w:ascii="Segoe UI" w:hAnsi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04E2"/>
    <w:rPr>
      <w:rFonts w:ascii="Segoe UI" w:hAnsi="Segoe UI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91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3</Pages>
  <Words>469</Words>
  <Characters>2677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23</cp:revision>
  <cp:lastPrinted>2020-08-12T12:05:00Z</cp:lastPrinted>
  <dcterms:created xsi:type="dcterms:W3CDTF">2019-01-08T12:10:00Z</dcterms:created>
  <dcterms:modified xsi:type="dcterms:W3CDTF">2020-08-25T11:08:00Z</dcterms:modified>
</cp:coreProperties>
</file>