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25" w:rsidRPr="0007189C" w:rsidRDefault="00C85725" w:rsidP="003A4440">
      <w:pPr>
        <w:pStyle w:val="Title"/>
        <w:outlineLvl w:val="0"/>
        <w:rPr>
          <w:b/>
          <w:sz w:val="26"/>
          <w:szCs w:val="26"/>
        </w:rPr>
      </w:pPr>
      <w:r w:rsidRPr="0007189C">
        <w:rPr>
          <w:b/>
          <w:sz w:val="26"/>
          <w:szCs w:val="26"/>
        </w:rPr>
        <w:t xml:space="preserve">ПОРЯДОК ДЕННИЙ </w:t>
      </w:r>
    </w:p>
    <w:p w:rsidR="00C85725" w:rsidRPr="0007189C" w:rsidRDefault="00C85725" w:rsidP="003A4440">
      <w:pPr>
        <w:pStyle w:val="Title"/>
        <w:tabs>
          <w:tab w:val="center" w:pos="4844"/>
        </w:tabs>
        <w:rPr>
          <w:sz w:val="26"/>
          <w:szCs w:val="26"/>
        </w:rPr>
      </w:pPr>
      <w:r w:rsidRPr="0007189C">
        <w:rPr>
          <w:sz w:val="26"/>
          <w:szCs w:val="26"/>
        </w:rPr>
        <w:t xml:space="preserve">пленарного засідання чергової </w:t>
      </w:r>
      <w:r>
        <w:rPr>
          <w:sz w:val="26"/>
          <w:szCs w:val="26"/>
        </w:rPr>
        <w:t xml:space="preserve">шостої </w:t>
      </w:r>
      <w:r w:rsidRPr="0007189C">
        <w:rPr>
          <w:sz w:val="26"/>
          <w:szCs w:val="26"/>
        </w:rPr>
        <w:t xml:space="preserve">сесії </w:t>
      </w:r>
    </w:p>
    <w:p w:rsidR="00C85725" w:rsidRPr="0007189C" w:rsidRDefault="00C85725" w:rsidP="003A4440">
      <w:pPr>
        <w:pStyle w:val="Title"/>
        <w:tabs>
          <w:tab w:val="center" w:pos="4844"/>
        </w:tabs>
        <w:rPr>
          <w:sz w:val="26"/>
          <w:szCs w:val="26"/>
        </w:rPr>
      </w:pPr>
      <w:r w:rsidRPr="0007189C">
        <w:rPr>
          <w:sz w:val="26"/>
          <w:szCs w:val="26"/>
        </w:rPr>
        <w:t>Марківської селищної ради</w:t>
      </w:r>
    </w:p>
    <w:p w:rsidR="00C85725" w:rsidRPr="0007189C" w:rsidRDefault="00C85725" w:rsidP="003A4440">
      <w:pPr>
        <w:pStyle w:val="Title"/>
        <w:tabs>
          <w:tab w:val="center" w:pos="4844"/>
        </w:tabs>
        <w:rPr>
          <w:sz w:val="26"/>
          <w:szCs w:val="26"/>
        </w:rPr>
      </w:pPr>
      <w:r w:rsidRPr="0007189C">
        <w:rPr>
          <w:sz w:val="26"/>
          <w:szCs w:val="26"/>
        </w:rPr>
        <w:t>сьомого скликання</w:t>
      </w:r>
    </w:p>
    <w:p w:rsidR="00C85725" w:rsidRPr="0007189C" w:rsidRDefault="00C85725" w:rsidP="003A4440">
      <w:pPr>
        <w:pStyle w:val="Title"/>
        <w:jc w:val="left"/>
        <w:rPr>
          <w:sz w:val="26"/>
          <w:szCs w:val="26"/>
        </w:rPr>
      </w:pPr>
    </w:p>
    <w:p w:rsidR="00C85725" w:rsidRPr="0007189C" w:rsidRDefault="00C85725" w:rsidP="00E27A85">
      <w:pPr>
        <w:pStyle w:val="Title"/>
        <w:ind w:firstLine="708"/>
        <w:jc w:val="left"/>
        <w:rPr>
          <w:i/>
          <w:sz w:val="26"/>
          <w:szCs w:val="26"/>
        </w:rPr>
      </w:pPr>
      <w:r w:rsidRPr="0007189C">
        <w:rPr>
          <w:i/>
          <w:sz w:val="26"/>
          <w:szCs w:val="26"/>
          <w:lang w:val="ru-RU"/>
        </w:rPr>
        <w:t>2</w:t>
      </w:r>
      <w:r>
        <w:rPr>
          <w:i/>
          <w:sz w:val="26"/>
          <w:szCs w:val="26"/>
          <w:lang w:val="ru-RU"/>
        </w:rPr>
        <w:t>5 листопада</w:t>
      </w:r>
      <w:r w:rsidRPr="0007189C">
        <w:rPr>
          <w:i/>
          <w:sz w:val="26"/>
          <w:szCs w:val="26"/>
          <w:lang w:val="ru-RU"/>
        </w:rPr>
        <w:t xml:space="preserve"> 2019 року</w:t>
      </w:r>
      <w:r w:rsidRPr="0007189C">
        <w:rPr>
          <w:i/>
          <w:sz w:val="26"/>
          <w:szCs w:val="26"/>
        </w:rPr>
        <w:tab/>
      </w:r>
      <w:r w:rsidRPr="0007189C">
        <w:rPr>
          <w:i/>
          <w:sz w:val="26"/>
          <w:szCs w:val="26"/>
        </w:rPr>
        <w:tab/>
      </w:r>
      <w:r w:rsidRPr="0007189C">
        <w:rPr>
          <w:i/>
          <w:sz w:val="26"/>
          <w:szCs w:val="26"/>
        </w:rPr>
        <w:tab/>
      </w:r>
      <w:r w:rsidRPr="0007189C">
        <w:rPr>
          <w:i/>
          <w:sz w:val="26"/>
          <w:szCs w:val="26"/>
        </w:rPr>
        <w:tab/>
        <w:t xml:space="preserve">            Початок: 10.00</w:t>
      </w:r>
    </w:p>
    <w:p w:rsidR="00C85725" w:rsidRPr="0007189C" w:rsidRDefault="00C85725" w:rsidP="00E27A85">
      <w:pPr>
        <w:pStyle w:val="Title"/>
        <w:ind w:firstLine="708"/>
        <w:jc w:val="left"/>
        <w:rPr>
          <w:sz w:val="26"/>
          <w:szCs w:val="26"/>
        </w:rPr>
      </w:pPr>
      <w:r w:rsidRPr="0007189C">
        <w:rPr>
          <w:sz w:val="26"/>
          <w:szCs w:val="26"/>
        </w:rPr>
        <w:t>смт Марківка</w:t>
      </w:r>
      <w:r w:rsidRPr="0007189C">
        <w:rPr>
          <w:sz w:val="26"/>
          <w:szCs w:val="26"/>
        </w:rPr>
        <w:tab/>
      </w:r>
      <w:r w:rsidRPr="0007189C">
        <w:rPr>
          <w:sz w:val="26"/>
          <w:szCs w:val="26"/>
        </w:rPr>
        <w:tab/>
      </w:r>
      <w:r w:rsidRPr="0007189C">
        <w:rPr>
          <w:sz w:val="26"/>
          <w:szCs w:val="26"/>
        </w:rPr>
        <w:tab/>
      </w:r>
      <w:r w:rsidRPr="0007189C">
        <w:rPr>
          <w:sz w:val="26"/>
          <w:szCs w:val="26"/>
        </w:rPr>
        <w:tab/>
      </w:r>
      <w:r w:rsidRPr="0007189C">
        <w:rPr>
          <w:sz w:val="26"/>
          <w:szCs w:val="26"/>
        </w:rPr>
        <w:tab/>
        <w:t xml:space="preserve">            Зала засідань райдержадміністрації</w:t>
      </w:r>
    </w:p>
    <w:p w:rsidR="00C85725" w:rsidRPr="0007189C" w:rsidRDefault="00C85725" w:rsidP="003A4440">
      <w:pPr>
        <w:pStyle w:val="Title"/>
        <w:jc w:val="left"/>
        <w:rPr>
          <w:sz w:val="26"/>
          <w:szCs w:val="26"/>
        </w:rPr>
      </w:pPr>
    </w:p>
    <w:p w:rsidR="00C85725" w:rsidRPr="0007189C" w:rsidRDefault="00C85725" w:rsidP="00F63323">
      <w:pPr>
        <w:tabs>
          <w:tab w:val="left" w:pos="9180"/>
        </w:tabs>
        <w:jc w:val="center"/>
        <w:rPr>
          <w:sz w:val="26"/>
          <w:szCs w:val="26"/>
          <w:lang w:val="uk-UA"/>
        </w:rPr>
      </w:pPr>
    </w:p>
    <w:p w:rsidR="00C85725" w:rsidRPr="00E27A85" w:rsidRDefault="00C85725" w:rsidP="008A69FB">
      <w:pPr>
        <w:pStyle w:val="a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85725" w:rsidRPr="00E27A8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</w:t>
      </w:r>
      <w:r w:rsidRPr="00E27A85">
        <w:rPr>
          <w:rFonts w:ascii="Times New Roman" w:hAnsi="Times New Roman"/>
          <w:sz w:val="26"/>
          <w:szCs w:val="26"/>
          <w:lang w:val="uk-UA"/>
        </w:rPr>
        <w:t>. Про внесення змін до бюджету Кризької сільської ради на 2019 рік.</w:t>
      </w:r>
    </w:p>
    <w:p w:rsidR="00C85725" w:rsidRPr="00E27A8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27A85">
        <w:rPr>
          <w:rFonts w:ascii="Times New Roman" w:hAnsi="Times New Roman"/>
          <w:b/>
          <w:i/>
          <w:sz w:val="26"/>
          <w:szCs w:val="26"/>
          <w:lang w:val="uk-UA"/>
        </w:rPr>
        <w:t>Доповідає:</w:t>
      </w:r>
      <w:r w:rsidRPr="00E27A85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начальник відділу бухгалтерського обліку та звітності – </w:t>
      </w:r>
      <w:r w:rsidRPr="00E27A85">
        <w:rPr>
          <w:rFonts w:ascii="Times New Roman" w:hAnsi="Times New Roman"/>
          <w:sz w:val="26"/>
          <w:szCs w:val="26"/>
          <w:lang w:val="uk-UA"/>
        </w:rPr>
        <w:t>головний бухгалтер Марківської селищної ради А.В. Житник.</w:t>
      </w:r>
    </w:p>
    <w:p w:rsidR="00C85725" w:rsidRPr="00E27A85" w:rsidRDefault="00C85725" w:rsidP="008A69FB">
      <w:pPr>
        <w:pStyle w:val="a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85725" w:rsidRPr="00E27A8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Pr="00E27A85">
        <w:rPr>
          <w:rFonts w:ascii="Times New Roman" w:hAnsi="Times New Roman"/>
          <w:sz w:val="26"/>
          <w:szCs w:val="26"/>
          <w:lang w:val="uk-UA"/>
        </w:rPr>
        <w:t>. Про внесення змін до бюджету Ліснополянської сільської ради на 2019 рік.</w:t>
      </w:r>
    </w:p>
    <w:p w:rsidR="00C85725" w:rsidRPr="00E27A8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27A85">
        <w:rPr>
          <w:rFonts w:ascii="Times New Roman" w:hAnsi="Times New Roman"/>
          <w:b/>
          <w:i/>
          <w:sz w:val="26"/>
          <w:szCs w:val="26"/>
          <w:lang w:val="uk-UA"/>
        </w:rPr>
        <w:t>Доповідає:</w:t>
      </w:r>
      <w:r w:rsidRPr="00E27A85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начальник відділу бухгалтерського обліку та звітності – </w:t>
      </w:r>
      <w:r w:rsidRPr="00E27A85">
        <w:rPr>
          <w:rFonts w:ascii="Times New Roman" w:hAnsi="Times New Roman"/>
          <w:sz w:val="26"/>
          <w:szCs w:val="26"/>
          <w:lang w:val="uk-UA"/>
        </w:rPr>
        <w:t>головний бухгалтер Марківської селищної ради А.В. Житник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C85725" w:rsidRPr="00E27A85" w:rsidRDefault="00C85725" w:rsidP="008A69FB">
      <w:pPr>
        <w:pStyle w:val="a1"/>
        <w:jc w:val="both"/>
        <w:rPr>
          <w:rFonts w:ascii="Times New Roman" w:hAnsi="Times New Roman"/>
          <w:sz w:val="26"/>
          <w:szCs w:val="26"/>
          <w:lang w:val="uk-UA"/>
        </w:rPr>
      </w:pPr>
      <w:r w:rsidRPr="00E27A85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C85725" w:rsidRPr="00E27A8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</w:t>
      </w:r>
      <w:r w:rsidRPr="00E27A85">
        <w:rPr>
          <w:rFonts w:ascii="Times New Roman" w:hAnsi="Times New Roman"/>
          <w:sz w:val="26"/>
          <w:szCs w:val="26"/>
          <w:lang w:val="uk-UA"/>
        </w:rPr>
        <w:t>. Про внесення бюджету до Бондарівської сільської ради на 2019 рік.</w:t>
      </w:r>
    </w:p>
    <w:p w:rsidR="00C85725" w:rsidRPr="00E27A8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27A85">
        <w:rPr>
          <w:rFonts w:ascii="Times New Roman" w:hAnsi="Times New Roman"/>
          <w:b/>
          <w:i/>
          <w:sz w:val="26"/>
          <w:szCs w:val="26"/>
          <w:lang w:val="uk-UA"/>
        </w:rPr>
        <w:t>Доповідає:</w:t>
      </w:r>
      <w:r w:rsidRPr="00E27A85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начальник відділу бухгалтерського обліку та звітності – </w:t>
      </w:r>
      <w:r w:rsidRPr="00E27A85">
        <w:rPr>
          <w:rFonts w:ascii="Times New Roman" w:hAnsi="Times New Roman"/>
          <w:sz w:val="26"/>
          <w:szCs w:val="26"/>
          <w:lang w:val="uk-UA"/>
        </w:rPr>
        <w:t>головний бухгалтер Марківської селищної ради А.В. Житник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C85725" w:rsidRPr="00E27A85" w:rsidRDefault="00C85725" w:rsidP="008A69FB">
      <w:pPr>
        <w:pStyle w:val="a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85725" w:rsidRPr="00E27A8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4</w:t>
      </w:r>
      <w:r w:rsidRPr="00E27A85">
        <w:rPr>
          <w:rFonts w:ascii="Times New Roman" w:hAnsi="Times New Roman"/>
          <w:sz w:val="26"/>
          <w:szCs w:val="26"/>
          <w:lang w:val="uk-UA"/>
        </w:rPr>
        <w:t xml:space="preserve">. Про внесення змін до </w:t>
      </w:r>
      <w:r>
        <w:rPr>
          <w:rFonts w:ascii="Times New Roman" w:hAnsi="Times New Roman"/>
          <w:sz w:val="26"/>
          <w:szCs w:val="26"/>
          <w:lang w:val="uk-UA"/>
        </w:rPr>
        <w:t xml:space="preserve">селищного </w:t>
      </w:r>
      <w:r w:rsidRPr="00E27A85">
        <w:rPr>
          <w:rFonts w:ascii="Times New Roman" w:hAnsi="Times New Roman"/>
          <w:sz w:val="26"/>
          <w:szCs w:val="26"/>
          <w:lang w:val="uk-UA"/>
        </w:rPr>
        <w:t>бюджету на 2019 рік.</w:t>
      </w:r>
    </w:p>
    <w:p w:rsidR="00C85725" w:rsidRDefault="00C85725" w:rsidP="008A69FB">
      <w:pPr>
        <w:pStyle w:val="a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27A85">
        <w:rPr>
          <w:rFonts w:ascii="Times New Roman" w:hAnsi="Times New Roman"/>
          <w:b/>
          <w:i/>
          <w:sz w:val="26"/>
          <w:szCs w:val="26"/>
          <w:lang w:val="uk-UA"/>
        </w:rPr>
        <w:t>Доповідає:</w:t>
      </w:r>
      <w:r w:rsidRPr="00E27A85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начальник відділу бухгалтерського обліку та звітності – </w:t>
      </w:r>
      <w:r w:rsidRPr="00E27A85">
        <w:rPr>
          <w:rFonts w:ascii="Times New Roman" w:hAnsi="Times New Roman"/>
          <w:sz w:val="26"/>
          <w:szCs w:val="26"/>
          <w:lang w:val="uk-UA"/>
        </w:rPr>
        <w:t>головний бухгалтер Марківської селищної ради А.В. Житник.</w:t>
      </w:r>
    </w:p>
    <w:p w:rsidR="00C85725" w:rsidRDefault="00C85725" w:rsidP="00D64FF5">
      <w:pPr>
        <w:ind w:right="175" w:firstLine="708"/>
        <w:jc w:val="both"/>
        <w:rPr>
          <w:sz w:val="26"/>
          <w:szCs w:val="26"/>
          <w:lang w:val="uk-UA"/>
        </w:rPr>
      </w:pPr>
    </w:p>
    <w:p w:rsidR="00C85725" w:rsidRPr="0007189C" w:rsidRDefault="00C85725" w:rsidP="00D64FF5">
      <w:pPr>
        <w:ind w:right="175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Pr="0007189C">
        <w:rPr>
          <w:sz w:val="26"/>
          <w:szCs w:val="26"/>
          <w:lang w:val="uk-UA"/>
        </w:rPr>
        <w:t xml:space="preserve">. Про внесення змін до </w:t>
      </w:r>
      <w:r>
        <w:rPr>
          <w:sz w:val="26"/>
          <w:szCs w:val="26"/>
          <w:lang w:val="uk-UA"/>
        </w:rPr>
        <w:t>селищних програм на 2019 рік</w:t>
      </w:r>
      <w:r w:rsidRPr="0007189C">
        <w:rPr>
          <w:sz w:val="26"/>
          <w:szCs w:val="26"/>
          <w:lang w:val="uk-UA"/>
        </w:rPr>
        <w:t>.</w:t>
      </w:r>
    </w:p>
    <w:p w:rsidR="00C85725" w:rsidRDefault="00C85725" w:rsidP="00D64FF5">
      <w:pPr>
        <w:ind w:right="175" w:firstLine="708"/>
        <w:jc w:val="both"/>
        <w:rPr>
          <w:sz w:val="26"/>
          <w:szCs w:val="26"/>
          <w:lang w:val="uk-UA"/>
        </w:rPr>
      </w:pPr>
      <w:r w:rsidRPr="0007189C">
        <w:rPr>
          <w:b/>
          <w:i/>
          <w:sz w:val="26"/>
          <w:szCs w:val="26"/>
          <w:lang w:val="uk-UA"/>
        </w:rPr>
        <w:t>Доповідає:</w:t>
      </w:r>
      <w:r w:rsidRPr="000718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начальник відділу бухгалтерського обліку та звітності – </w:t>
      </w:r>
      <w:r w:rsidRPr="00E27A85">
        <w:rPr>
          <w:sz w:val="26"/>
          <w:szCs w:val="26"/>
          <w:lang w:val="uk-UA"/>
        </w:rPr>
        <w:t>головний бухгалтер Марківської селищної ради А.В. Житник</w:t>
      </w:r>
      <w:r w:rsidRPr="0007189C">
        <w:rPr>
          <w:sz w:val="26"/>
          <w:szCs w:val="26"/>
          <w:lang w:val="uk-UA"/>
        </w:rPr>
        <w:t>.</w:t>
      </w:r>
    </w:p>
    <w:p w:rsidR="00C85725" w:rsidRDefault="00C85725" w:rsidP="00D64FF5">
      <w:pPr>
        <w:ind w:right="175" w:firstLine="708"/>
        <w:jc w:val="both"/>
        <w:rPr>
          <w:sz w:val="26"/>
          <w:szCs w:val="26"/>
          <w:lang w:val="uk-UA"/>
        </w:rPr>
      </w:pPr>
    </w:p>
    <w:p w:rsidR="00C85725" w:rsidRPr="0007189C" w:rsidRDefault="00C85725" w:rsidP="00D64FF5">
      <w:pPr>
        <w:ind w:right="175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6. Про прийняття на баланс Марківської селищної ради Марківського району Луганської області комп’ютерної техніки, обладнання, меблів.</w:t>
      </w:r>
    </w:p>
    <w:p w:rsidR="00C85725" w:rsidRDefault="00C85725" w:rsidP="001C0FF8">
      <w:pPr>
        <w:ind w:right="175" w:firstLine="708"/>
        <w:jc w:val="both"/>
        <w:rPr>
          <w:sz w:val="26"/>
          <w:szCs w:val="26"/>
          <w:lang w:val="uk-UA"/>
        </w:rPr>
      </w:pPr>
      <w:r w:rsidRPr="0007189C">
        <w:rPr>
          <w:b/>
          <w:i/>
          <w:sz w:val="26"/>
          <w:szCs w:val="26"/>
          <w:lang w:val="uk-UA"/>
        </w:rPr>
        <w:t>Доповідає:</w:t>
      </w:r>
      <w:r w:rsidRPr="000718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начальник відділу бухгалтерського обліку та звітності – </w:t>
      </w:r>
      <w:r w:rsidRPr="00E27A85">
        <w:rPr>
          <w:sz w:val="26"/>
          <w:szCs w:val="26"/>
          <w:lang w:val="uk-UA"/>
        </w:rPr>
        <w:t>головний бухгалтер Марківської селищної ради А.В. Житник</w:t>
      </w:r>
      <w:r w:rsidRPr="0007189C">
        <w:rPr>
          <w:sz w:val="26"/>
          <w:szCs w:val="26"/>
          <w:lang w:val="uk-UA"/>
        </w:rPr>
        <w:t>.</w:t>
      </w:r>
    </w:p>
    <w:p w:rsidR="00C85725" w:rsidRPr="00BB5A55" w:rsidRDefault="00C85725" w:rsidP="008A69FB">
      <w:pPr>
        <w:ind w:firstLine="708"/>
        <w:rPr>
          <w:color w:val="000000"/>
          <w:sz w:val="26"/>
          <w:szCs w:val="26"/>
          <w:lang w:val="uk-UA"/>
        </w:rPr>
      </w:pPr>
      <w:r w:rsidRPr="00BB5A55">
        <w:rPr>
          <w:sz w:val="26"/>
          <w:szCs w:val="26"/>
          <w:lang w:val="uk-UA"/>
        </w:rPr>
        <w:t>7. Про затвердження структури</w:t>
      </w:r>
      <w:r>
        <w:rPr>
          <w:sz w:val="26"/>
          <w:szCs w:val="26"/>
          <w:lang w:val="uk-UA"/>
        </w:rPr>
        <w:t xml:space="preserve"> </w:t>
      </w:r>
      <w:r w:rsidRPr="00BB5A55">
        <w:rPr>
          <w:sz w:val="26"/>
          <w:szCs w:val="26"/>
          <w:lang w:val="uk-UA"/>
        </w:rPr>
        <w:t>апарату Марківської селищної ради Марківського району Луганської області та її виконавчого комітету</w:t>
      </w:r>
      <w:r w:rsidRPr="00E27A85">
        <w:rPr>
          <w:color w:val="000000"/>
          <w:sz w:val="26"/>
          <w:szCs w:val="26"/>
          <w:lang w:val="uk-UA"/>
        </w:rPr>
        <w:t>.</w:t>
      </w:r>
      <w:r w:rsidRPr="00E27A85">
        <w:rPr>
          <w:color w:val="000000"/>
          <w:sz w:val="26"/>
          <w:szCs w:val="26"/>
          <w:lang w:val="uk-UA"/>
        </w:rPr>
        <w:tab/>
      </w:r>
      <w:r w:rsidRPr="00E27A85">
        <w:rPr>
          <w:color w:val="000000"/>
          <w:sz w:val="26"/>
          <w:szCs w:val="26"/>
          <w:lang w:val="uk-UA"/>
        </w:rPr>
        <w:tab/>
      </w:r>
      <w:r w:rsidRPr="00E27A85">
        <w:rPr>
          <w:color w:val="000000"/>
          <w:sz w:val="26"/>
          <w:szCs w:val="26"/>
          <w:lang w:val="uk-UA"/>
        </w:rPr>
        <w:tab/>
      </w:r>
      <w:r w:rsidRPr="00E27A85">
        <w:rPr>
          <w:color w:val="000000"/>
          <w:sz w:val="26"/>
          <w:szCs w:val="26"/>
          <w:lang w:val="uk-UA"/>
        </w:rPr>
        <w:tab/>
      </w:r>
    </w:p>
    <w:p w:rsidR="00C85725" w:rsidRDefault="00C85725" w:rsidP="008A69FB">
      <w:pPr>
        <w:ind w:right="175" w:firstLine="708"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</w:t>
      </w:r>
      <w:r w:rsidRPr="00E27A85">
        <w:rPr>
          <w:sz w:val="26"/>
          <w:szCs w:val="26"/>
          <w:lang w:val="uk-UA"/>
        </w:rPr>
        <w:t xml:space="preserve">: </w:t>
      </w:r>
      <w:r>
        <w:rPr>
          <w:sz w:val="26"/>
          <w:szCs w:val="26"/>
          <w:lang w:val="uk-UA"/>
        </w:rPr>
        <w:t>заступник селищного голови з питань діяльності виконавчих органів ради В.І. Личман.</w:t>
      </w:r>
    </w:p>
    <w:p w:rsidR="00C85725" w:rsidRDefault="00C85725" w:rsidP="00205280">
      <w:pPr>
        <w:ind w:right="175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8. </w:t>
      </w:r>
      <w:r w:rsidRPr="005F177F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створення відділів виконавчого комітету Марківської селищної ради Марківського району Луганської області та затвердження положення про них.</w:t>
      </w:r>
    </w:p>
    <w:p w:rsidR="00C85725" w:rsidRDefault="00C85725" w:rsidP="00205280">
      <w:pPr>
        <w:ind w:right="175" w:firstLine="708"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 xml:space="preserve"> Доповідає</w:t>
      </w:r>
      <w:r w:rsidRPr="00E27A85">
        <w:rPr>
          <w:sz w:val="26"/>
          <w:szCs w:val="26"/>
          <w:lang w:val="uk-UA"/>
        </w:rPr>
        <w:t xml:space="preserve">: </w:t>
      </w:r>
      <w:r>
        <w:rPr>
          <w:sz w:val="26"/>
          <w:szCs w:val="26"/>
          <w:lang w:val="uk-UA"/>
        </w:rPr>
        <w:t>заступник селищного голови з питань діяльності виконавчих органів ради В.І. Личман.</w:t>
      </w:r>
    </w:p>
    <w:p w:rsidR="00C85725" w:rsidRPr="007A62B1" w:rsidRDefault="00C85725" w:rsidP="007A62B1">
      <w:pPr>
        <w:ind w:firstLine="708"/>
        <w:jc w:val="both"/>
        <w:rPr>
          <w:color w:val="000000"/>
          <w:sz w:val="26"/>
          <w:szCs w:val="26"/>
          <w:lang w:val="uk-UA"/>
        </w:rPr>
      </w:pPr>
      <w:r w:rsidRPr="007A62B1">
        <w:rPr>
          <w:sz w:val="26"/>
          <w:szCs w:val="26"/>
          <w:lang w:val="uk-UA"/>
        </w:rPr>
        <w:t xml:space="preserve">9. Про затвердження Положення про преміювання, </w:t>
      </w:r>
      <w:r w:rsidRPr="007A62B1">
        <w:rPr>
          <w:color w:val="000000"/>
          <w:sz w:val="26"/>
          <w:szCs w:val="26"/>
          <w:lang w:val="uk-UA"/>
        </w:rPr>
        <w:t>встановлення надбавок, доплат та надання матеріальної допомоги працівникам Марківської селищної ради та її виконавчих органів</w:t>
      </w:r>
      <w:r>
        <w:rPr>
          <w:color w:val="000000"/>
          <w:sz w:val="26"/>
          <w:szCs w:val="26"/>
          <w:lang w:val="uk-UA"/>
        </w:rPr>
        <w:t>.</w:t>
      </w:r>
      <w:r w:rsidRPr="007A62B1">
        <w:rPr>
          <w:color w:val="000000"/>
          <w:sz w:val="26"/>
          <w:szCs w:val="26"/>
          <w:lang w:val="uk-UA"/>
        </w:rPr>
        <w:t xml:space="preserve"> </w:t>
      </w:r>
    </w:p>
    <w:p w:rsidR="00C85725" w:rsidRDefault="00C85725" w:rsidP="00A94F5C">
      <w:pPr>
        <w:ind w:right="175" w:firstLine="708"/>
        <w:jc w:val="both"/>
        <w:rPr>
          <w:sz w:val="26"/>
          <w:szCs w:val="26"/>
          <w:lang w:val="uk-UA"/>
        </w:rPr>
      </w:pPr>
      <w:r w:rsidRPr="0007189C">
        <w:rPr>
          <w:b/>
          <w:i/>
          <w:sz w:val="26"/>
          <w:szCs w:val="26"/>
          <w:lang w:val="uk-UA"/>
        </w:rPr>
        <w:t>Доповідає:</w:t>
      </w:r>
      <w:r w:rsidRPr="000718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начальник відділу бухгалтерського обліку та звітності – </w:t>
      </w:r>
      <w:r w:rsidRPr="00E27A85">
        <w:rPr>
          <w:sz w:val="26"/>
          <w:szCs w:val="26"/>
          <w:lang w:val="uk-UA"/>
        </w:rPr>
        <w:t>головний бухгалтер Марківської селищної ради А.В. Житник</w:t>
      </w:r>
      <w:r w:rsidRPr="0007189C">
        <w:rPr>
          <w:sz w:val="26"/>
          <w:szCs w:val="26"/>
          <w:lang w:val="uk-UA"/>
        </w:rPr>
        <w:t>.</w:t>
      </w:r>
    </w:p>
    <w:p w:rsidR="00C85725" w:rsidRDefault="00C85725" w:rsidP="005F177F">
      <w:pPr>
        <w:ind w:right="175" w:firstLine="708"/>
        <w:jc w:val="both"/>
        <w:rPr>
          <w:sz w:val="26"/>
          <w:szCs w:val="26"/>
          <w:lang w:val="uk-UA"/>
        </w:rPr>
      </w:pPr>
    </w:p>
    <w:p w:rsidR="00C85725" w:rsidRPr="00651EAC" w:rsidRDefault="00C85725" w:rsidP="005D1E1C">
      <w:pPr>
        <w:spacing w:after="20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10. </w:t>
      </w:r>
      <w:r w:rsidRPr="00651EAC">
        <w:rPr>
          <w:sz w:val="26"/>
          <w:szCs w:val="26"/>
          <w:lang w:val="uk-UA"/>
        </w:rPr>
        <w:t>Про вступ до асоціації органів місцевого самоврядування «Асоціація об’єднаних територіальних громад»</w:t>
      </w:r>
      <w:r>
        <w:rPr>
          <w:sz w:val="26"/>
          <w:szCs w:val="26"/>
          <w:lang w:val="uk-UA"/>
        </w:rPr>
        <w:t>.</w:t>
      </w:r>
    </w:p>
    <w:p w:rsidR="00C85725" w:rsidRDefault="00C85725" w:rsidP="00A94F5C">
      <w:pPr>
        <w:ind w:right="175" w:firstLine="708"/>
        <w:jc w:val="both"/>
        <w:rPr>
          <w:sz w:val="26"/>
          <w:szCs w:val="26"/>
          <w:lang w:val="uk-UA"/>
        </w:rPr>
      </w:pPr>
      <w:r w:rsidRPr="005F177F">
        <w:rPr>
          <w:b/>
          <w:i/>
          <w:sz w:val="26"/>
          <w:szCs w:val="26"/>
          <w:lang w:val="uk-UA"/>
        </w:rPr>
        <w:t>Доповідає</w:t>
      </w:r>
      <w:r w:rsidRPr="005F177F">
        <w:rPr>
          <w:sz w:val="26"/>
          <w:szCs w:val="26"/>
          <w:lang w:val="uk-UA"/>
        </w:rPr>
        <w:t xml:space="preserve">: </w:t>
      </w:r>
      <w:r>
        <w:rPr>
          <w:sz w:val="26"/>
          <w:szCs w:val="26"/>
          <w:lang w:val="uk-UA"/>
        </w:rPr>
        <w:t>заступник селищного голови з питань діяльності виконавчих органів ради В.І. Личман.</w:t>
      </w:r>
    </w:p>
    <w:p w:rsidR="00C85725" w:rsidRPr="00A94F5C" w:rsidRDefault="00C85725" w:rsidP="00A94F5C">
      <w:pPr>
        <w:ind w:right="175" w:firstLine="708"/>
        <w:jc w:val="both"/>
        <w:rPr>
          <w:sz w:val="26"/>
          <w:szCs w:val="26"/>
          <w:lang w:val="uk-UA"/>
        </w:rPr>
      </w:pPr>
    </w:p>
    <w:p w:rsidR="00C85725" w:rsidRPr="005D1E1C" w:rsidRDefault="00C85725" w:rsidP="005D1E1C">
      <w:pPr>
        <w:spacing w:after="200"/>
        <w:ind w:firstLine="708"/>
        <w:contextualSpacing/>
        <w:jc w:val="both"/>
        <w:rPr>
          <w:b/>
          <w:i/>
          <w:sz w:val="26"/>
          <w:szCs w:val="26"/>
          <w:lang w:val="uk-UA"/>
        </w:rPr>
      </w:pPr>
      <w:r>
        <w:rPr>
          <w:sz w:val="26"/>
          <w:szCs w:val="26"/>
        </w:rPr>
        <w:t>11</w:t>
      </w:r>
      <w:r w:rsidRPr="00E27A85">
        <w:rPr>
          <w:sz w:val="26"/>
          <w:szCs w:val="26"/>
        </w:rPr>
        <w:t xml:space="preserve">. </w:t>
      </w:r>
      <w:r w:rsidRPr="005D1E1C">
        <w:rPr>
          <w:bCs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у приватну власність </w:t>
      </w:r>
      <w:r>
        <w:rPr>
          <w:sz w:val="26"/>
          <w:szCs w:val="26"/>
        </w:rPr>
        <w:t xml:space="preserve">гр. </w:t>
      </w:r>
      <w:r w:rsidRPr="005D1E1C">
        <w:rPr>
          <w:sz w:val="26"/>
          <w:szCs w:val="26"/>
        </w:rPr>
        <w:t xml:space="preserve">Мішурі Олександру Григоровичу, для будівництва індивідуальних гаражів, що знаходиться за адресою: смт Марківка, квартал Молодіжний, 18а/41, </w:t>
      </w:r>
      <w:r>
        <w:rPr>
          <w:bCs/>
          <w:sz w:val="26"/>
          <w:szCs w:val="26"/>
        </w:rPr>
        <w:t>на території, яка за даними Д</w:t>
      </w:r>
      <w:r w:rsidRPr="005D1E1C">
        <w:rPr>
          <w:bCs/>
          <w:sz w:val="26"/>
          <w:szCs w:val="26"/>
        </w:rPr>
        <w:t>ержавного земельного кадастру враховується в Марківській селищній раді Марківського району Луганської області</w:t>
      </w:r>
      <w:r>
        <w:rPr>
          <w:bCs/>
          <w:sz w:val="26"/>
          <w:szCs w:val="26"/>
        </w:rPr>
        <w:t>.</w:t>
      </w:r>
    </w:p>
    <w:p w:rsidR="00C85725" w:rsidRDefault="00C85725" w:rsidP="005D1E1C">
      <w:pPr>
        <w:ind w:right="175" w:firstLine="708"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Євгенівна.</w:t>
      </w:r>
    </w:p>
    <w:p w:rsidR="00C85725" w:rsidRPr="00E105F7" w:rsidRDefault="00C85725" w:rsidP="00E105F7">
      <w:pPr>
        <w:pStyle w:val="ListParagraph"/>
        <w:spacing w:after="200" w:line="276" w:lineRule="auto"/>
        <w:ind w:left="0" w:firstLine="708"/>
        <w:jc w:val="both"/>
        <w:rPr>
          <w:noProof/>
          <w:sz w:val="26"/>
          <w:szCs w:val="26"/>
          <w:lang w:val="uk-UA" w:eastAsia="ar-SA"/>
        </w:rPr>
      </w:pPr>
      <w:r w:rsidRPr="00E105F7">
        <w:rPr>
          <w:sz w:val="26"/>
          <w:szCs w:val="26"/>
          <w:lang w:val="uk-UA" w:eastAsia="uk-UA"/>
        </w:rPr>
        <w:t>1</w:t>
      </w:r>
      <w:r>
        <w:rPr>
          <w:sz w:val="26"/>
          <w:szCs w:val="26"/>
          <w:lang w:val="uk-UA" w:eastAsia="uk-UA"/>
        </w:rPr>
        <w:t>2</w:t>
      </w:r>
      <w:r w:rsidRPr="00E105F7">
        <w:rPr>
          <w:sz w:val="26"/>
          <w:szCs w:val="26"/>
          <w:lang w:val="uk-UA" w:eastAsia="uk-UA"/>
        </w:rPr>
        <w:t xml:space="preserve">. </w:t>
      </w:r>
      <w:r w:rsidRPr="00E105F7">
        <w:rPr>
          <w:noProof/>
          <w:sz w:val="26"/>
          <w:szCs w:val="26"/>
          <w:lang w:eastAsia="ar-SA"/>
        </w:rPr>
        <w:t>Про встановлення пільги із сплати земельного податку на 2020 рік</w:t>
      </w:r>
      <w:r w:rsidRPr="00E105F7">
        <w:rPr>
          <w:noProof/>
          <w:sz w:val="26"/>
          <w:szCs w:val="26"/>
          <w:lang w:val="uk-UA" w:eastAsia="ar-SA"/>
        </w:rPr>
        <w:t>.</w:t>
      </w:r>
    </w:p>
    <w:p w:rsidR="00C85725" w:rsidRPr="00E105F7" w:rsidRDefault="00C85725" w:rsidP="00E105F7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Євгенівна.</w:t>
      </w:r>
    </w:p>
    <w:p w:rsidR="00C85725" w:rsidRPr="001931F9" w:rsidRDefault="00C85725" w:rsidP="001931F9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1931F9">
        <w:rPr>
          <w:sz w:val="26"/>
          <w:szCs w:val="26"/>
          <w:lang w:val="uk-UA" w:eastAsia="uk-UA"/>
        </w:rPr>
        <w:t>1</w:t>
      </w:r>
      <w:r>
        <w:rPr>
          <w:sz w:val="26"/>
          <w:szCs w:val="26"/>
          <w:lang w:val="uk-UA" w:eastAsia="uk-UA"/>
        </w:rPr>
        <w:t>3</w:t>
      </w:r>
      <w:r w:rsidRPr="001931F9">
        <w:rPr>
          <w:sz w:val="26"/>
          <w:szCs w:val="26"/>
          <w:lang w:val="uk-UA" w:eastAsia="uk-UA"/>
        </w:rPr>
        <w:t xml:space="preserve">. </w:t>
      </w:r>
      <w:r w:rsidRPr="001931F9">
        <w:rPr>
          <w:bCs/>
          <w:sz w:val="26"/>
          <w:szCs w:val="26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місцевості), гр. Се</w:t>
      </w:r>
      <w:r>
        <w:rPr>
          <w:bCs/>
          <w:sz w:val="26"/>
          <w:szCs w:val="26"/>
        </w:rPr>
        <w:t xml:space="preserve">нченко Світлані Володимирівні, </w:t>
      </w:r>
      <w:r w:rsidRPr="001931F9">
        <w:rPr>
          <w:bCs/>
          <w:sz w:val="26"/>
          <w:szCs w:val="26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</w:t>
      </w:r>
      <w:r w:rsidRPr="001931F9">
        <w:rPr>
          <w:sz w:val="26"/>
          <w:szCs w:val="26"/>
        </w:rPr>
        <w:t>населеного пункт</w:t>
      </w:r>
      <w:r>
        <w:rPr>
          <w:sz w:val="26"/>
          <w:szCs w:val="26"/>
        </w:rPr>
        <w:t>у, на території, яка за даними Д</w:t>
      </w:r>
      <w:r w:rsidRPr="001931F9">
        <w:rPr>
          <w:sz w:val="26"/>
          <w:szCs w:val="26"/>
        </w:rPr>
        <w:t xml:space="preserve">ержавного земельного кадастру, враховується </w:t>
      </w:r>
      <w:r>
        <w:rPr>
          <w:sz w:val="26"/>
          <w:szCs w:val="26"/>
        </w:rPr>
        <w:t xml:space="preserve">в </w:t>
      </w:r>
      <w:r w:rsidRPr="001931F9">
        <w:rPr>
          <w:sz w:val="26"/>
          <w:szCs w:val="26"/>
        </w:rPr>
        <w:t>Марківській селищній раді за адресою: смт Марківка, вул.</w:t>
      </w:r>
      <w:r w:rsidRPr="001931F9">
        <w:rPr>
          <w:bCs/>
          <w:sz w:val="26"/>
          <w:szCs w:val="26"/>
        </w:rPr>
        <w:t xml:space="preserve"> Мічуріна, буд. 13,</w:t>
      </w:r>
      <w:r w:rsidRPr="001931F9">
        <w:rPr>
          <w:sz w:val="26"/>
          <w:szCs w:val="26"/>
        </w:rPr>
        <w:t xml:space="preserve"> </w:t>
      </w:r>
      <w:r w:rsidRPr="001931F9">
        <w:rPr>
          <w:bCs/>
          <w:sz w:val="26"/>
          <w:szCs w:val="26"/>
        </w:rPr>
        <w:t>Марківського району Луганської області.</w:t>
      </w:r>
    </w:p>
    <w:p w:rsidR="00C85725" w:rsidRPr="00E105F7" w:rsidRDefault="00C85725" w:rsidP="008E4516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Євгенівна.</w:t>
      </w:r>
    </w:p>
    <w:p w:rsidR="00C85725" w:rsidRDefault="00C85725" w:rsidP="00B83936">
      <w:pPr>
        <w:pStyle w:val="ListParagraph"/>
        <w:spacing w:after="200" w:line="276" w:lineRule="auto"/>
        <w:ind w:left="0" w:firstLine="708"/>
        <w:jc w:val="both"/>
        <w:rPr>
          <w:bCs/>
          <w:sz w:val="26"/>
          <w:szCs w:val="26"/>
        </w:rPr>
      </w:pPr>
      <w:r w:rsidRPr="00E27A85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4</w:t>
      </w:r>
      <w:r w:rsidRPr="00E27A85">
        <w:rPr>
          <w:sz w:val="26"/>
          <w:szCs w:val="26"/>
          <w:lang w:val="uk-UA"/>
        </w:rPr>
        <w:t xml:space="preserve">. </w:t>
      </w:r>
      <w:r w:rsidRPr="00B83936">
        <w:rPr>
          <w:bCs/>
          <w:sz w:val="26"/>
          <w:szCs w:val="26"/>
        </w:rPr>
        <w:t>Про затвердж</w:t>
      </w:r>
      <w:r>
        <w:rPr>
          <w:bCs/>
          <w:sz w:val="26"/>
          <w:szCs w:val="26"/>
        </w:rPr>
        <w:t xml:space="preserve">ення технічної документації із </w:t>
      </w:r>
      <w:r w:rsidRPr="00B83936">
        <w:rPr>
          <w:bCs/>
          <w:sz w:val="26"/>
          <w:szCs w:val="26"/>
        </w:rPr>
        <w:t xml:space="preserve">землеустрою щодо встановлення (відновлення) меж земельної ділянки в натурі (на місцевості), гр. Копатько Юлії Миколаївна,  для будівництва і обслуговування житлового будинку, господарських будівель і споруд (присадибна ділянка), розташованої в межах </w:t>
      </w:r>
      <w:r w:rsidRPr="00B83936">
        <w:rPr>
          <w:sz w:val="26"/>
          <w:szCs w:val="26"/>
        </w:rPr>
        <w:t>населеного пункт</w:t>
      </w:r>
      <w:r>
        <w:rPr>
          <w:sz w:val="26"/>
          <w:szCs w:val="26"/>
        </w:rPr>
        <w:t>у, на території, яка за даними Д</w:t>
      </w:r>
      <w:r w:rsidRPr="00B83936">
        <w:rPr>
          <w:sz w:val="26"/>
          <w:szCs w:val="26"/>
        </w:rPr>
        <w:t xml:space="preserve">ержавного земельного кадастру, враховується </w:t>
      </w:r>
      <w:r>
        <w:rPr>
          <w:sz w:val="26"/>
          <w:szCs w:val="26"/>
        </w:rPr>
        <w:t xml:space="preserve">в </w:t>
      </w:r>
      <w:r w:rsidRPr="00B83936">
        <w:rPr>
          <w:sz w:val="26"/>
          <w:szCs w:val="26"/>
        </w:rPr>
        <w:t xml:space="preserve">Марківській селищній раді за адресою: </w:t>
      </w:r>
      <w:r>
        <w:rPr>
          <w:sz w:val="26"/>
          <w:szCs w:val="26"/>
        </w:rPr>
        <w:t xml:space="preserve">        </w:t>
      </w:r>
      <w:r w:rsidRPr="00B83936">
        <w:rPr>
          <w:sz w:val="26"/>
          <w:szCs w:val="26"/>
        </w:rPr>
        <w:t>смт Марківка, вул.</w:t>
      </w:r>
      <w:r w:rsidRPr="00B83936">
        <w:rPr>
          <w:bCs/>
          <w:sz w:val="26"/>
          <w:szCs w:val="26"/>
        </w:rPr>
        <w:t xml:space="preserve"> Східна, буд. 18,</w:t>
      </w:r>
      <w:r w:rsidRPr="00B83936">
        <w:rPr>
          <w:sz w:val="26"/>
          <w:szCs w:val="26"/>
        </w:rPr>
        <w:t xml:space="preserve"> </w:t>
      </w:r>
      <w:r w:rsidRPr="00B83936">
        <w:rPr>
          <w:bCs/>
          <w:sz w:val="26"/>
          <w:szCs w:val="26"/>
        </w:rPr>
        <w:t>Марківського району Луганської області.</w:t>
      </w:r>
    </w:p>
    <w:p w:rsidR="00C85725" w:rsidRPr="00E105F7" w:rsidRDefault="00C85725" w:rsidP="00B83936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Євгенівна.</w:t>
      </w:r>
    </w:p>
    <w:p w:rsidR="00C85725" w:rsidRPr="00A468F4" w:rsidRDefault="00C85725" w:rsidP="00A468F4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A468F4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5</w:t>
      </w:r>
      <w:r w:rsidRPr="00A468F4">
        <w:rPr>
          <w:sz w:val="26"/>
          <w:szCs w:val="26"/>
          <w:lang w:val="uk-UA"/>
        </w:rPr>
        <w:t xml:space="preserve">. </w:t>
      </w:r>
      <w:r w:rsidRPr="00A468F4">
        <w:rPr>
          <w:bCs/>
          <w:sz w:val="26"/>
          <w:szCs w:val="26"/>
        </w:rPr>
        <w:t xml:space="preserve">Про затвердження проекту землеустрою щодо відведення земельної ділянки у приватну власність </w:t>
      </w:r>
      <w:r w:rsidRPr="00A468F4">
        <w:rPr>
          <w:sz w:val="26"/>
          <w:szCs w:val="26"/>
        </w:rPr>
        <w:t xml:space="preserve">гр. Кох Тетяні Миколаївні, для будівництва індивідуальних гаражів, що знаходиться в межах населеного пункту, </w:t>
      </w:r>
      <w:r w:rsidRPr="00A468F4">
        <w:rPr>
          <w:bCs/>
          <w:sz w:val="26"/>
          <w:szCs w:val="26"/>
        </w:rPr>
        <w:t xml:space="preserve">на території, яка за даними Державного земельного кадастру враховується в Марківській селищній раді за адресою: смт Марківка, </w:t>
      </w:r>
      <w:r>
        <w:rPr>
          <w:bCs/>
          <w:sz w:val="26"/>
          <w:szCs w:val="26"/>
        </w:rPr>
        <w:t xml:space="preserve">                      </w:t>
      </w:r>
      <w:r w:rsidRPr="00A468F4">
        <w:rPr>
          <w:bCs/>
          <w:sz w:val="26"/>
          <w:szCs w:val="26"/>
        </w:rPr>
        <w:t>пров. Лермонтова, 14а/4, Марківського району Луганської області.</w:t>
      </w:r>
    </w:p>
    <w:p w:rsidR="00C85725" w:rsidRPr="00E105F7" w:rsidRDefault="00C85725" w:rsidP="00A468F4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Євгенівна.</w:t>
      </w:r>
    </w:p>
    <w:p w:rsidR="00C85725" w:rsidRPr="00D16A9F" w:rsidRDefault="00C85725" w:rsidP="00F166D9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9570E6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6</w:t>
      </w:r>
      <w:r w:rsidRPr="009570E6">
        <w:rPr>
          <w:sz w:val="26"/>
          <w:szCs w:val="26"/>
          <w:lang w:val="uk-UA"/>
        </w:rPr>
        <w:t xml:space="preserve">. </w:t>
      </w:r>
      <w:r w:rsidRPr="00D16A9F">
        <w:rPr>
          <w:bCs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у приватну власність </w:t>
      </w:r>
      <w:r w:rsidRPr="00D16A9F">
        <w:rPr>
          <w:sz w:val="26"/>
          <w:szCs w:val="26"/>
        </w:rPr>
        <w:t xml:space="preserve">гр. Ткаченко Вікторії Олексіївні, для ведення особистого селянського господарства, за адресою: смт. Марківка, вул. Виноградна навпроти домоволодіння № 11), </w:t>
      </w:r>
      <w:r w:rsidRPr="00D16A9F">
        <w:rPr>
          <w:bCs/>
          <w:sz w:val="26"/>
          <w:szCs w:val="26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C85725" w:rsidRPr="00E105F7" w:rsidRDefault="00C85725" w:rsidP="00820D66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Євгенівна.</w:t>
      </w:r>
    </w:p>
    <w:p w:rsidR="00C85725" w:rsidRPr="00742B87" w:rsidRDefault="00C85725" w:rsidP="0081538B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742B87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7</w:t>
      </w:r>
      <w:r w:rsidRPr="00742B87">
        <w:rPr>
          <w:sz w:val="26"/>
          <w:szCs w:val="26"/>
          <w:lang w:val="uk-UA"/>
        </w:rPr>
        <w:t xml:space="preserve">. </w:t>
      </w:r>
      <w:r w:rsidRPr="00742B87">
        <w:rPr>
          <w:sz w:val="26"/>
          <w:szCs w:val="26"/>
        </w:rPr>
        <w:t xml:space="preserve">«Про </w:t>
      </w:r>
      <w:r>
        <w:rPr>
          <w:sz w:val="26"/>
          <w:szCs w:val="26"/>
        </w:rPr>
        <w:t>надання дозволу на виготовлення звіту про експертну грошову оцінку з</w:t>
      </w:r>
      <w:r w:rsidRPr="00742B87">
        <w:rPr>
          <w:sz w:val="26"/>
          <w:szCs w:val="26"/>
        </w:rPr>
        <w:t>емельної ділянки, кадастровий номер 4422555100: 07:002:0242, для будівництва та обслуговування будівель торгівлі, площею 0,0240 га гр. Шустіковій Лідії Андріївні, земельна ділянка розташована, за адресою: смт Марківка,</w:t>
      </w:r>
      <w:r w:rsidRPr="00742B87">
        <w:rPr>
          <w:noProof/>
          <w:sz w:val="26"/>
          <w:szCs w:val="26"/>
          <w:lang w:eastAsia="ar-SA"/>
        </w:rPr>
        <w:t xml:space="preserve"> </w:t>
      </w:r>
      <w:r w:rsidRPr="00742B87">
        <w:rPr>
          <w:sz w:val="26"/>
          <w:szCs w:val="26"/>
        </w:rPr>
        <w:t>пров. Південний, 11»</w:t>
      </w:r>
      <w:r w:rsidRPr="00742B87">
        <w:rPr>
          <w:sz w:val="26"/>
          <w:szCs w:val="26"/>
          <w:lang w:val="uk-UA"/>
        </w:rPr>
        <w:t>.</w:t>
      </w:r>
    </w:p>
    <w:p w:rsidR="00C85725" w:rsidRPr="00E105F7" w:rsidRDefault="00C85725" w:rsidP="0081538B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Євгенівна.</w:t>
      </w:r>
    </w:p>
    <w:p w:rsidR="00C85725" w:rsidRPr="009F148C" w:rsidRDefault="00C85725" w:rsidP="009F148C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E27A85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8</w:t>
      </w:r>
      <w:r w:rsidRPr="00E27A85">
        <w:rPr>
          <w:sz w:val="26"/>
          <w:szCs w:val="26"/>
          <w:lang w:val="uk-UA"/>
        </w:rPr>
        <w:t xml:space="preserve">. </w:t>
      </w:r>
      <w:r w:rsidRPr="009F148C">
        <w:rPr>
          <w:bCs/>
          <w:sz w:val="26"/>
          <w:szCs w:val="26"/>
        </w:rPr>
        <w:t>Про затвердж</w:t>
      </w:r>
      <w:r>
        <w:rPr>
          <w:bCs/>
          <w:sz w:val="26"/>
          <w:szCs w:val="26"/>
        </w:rPr>
        <w:t xml:space="preserve">ення технічної документації із </w:t>
      </w:r>
      <w:r w:rsidRPr="009F148C">
        <w:rPr>
          <w:bCs/>
          <w:sz w:val="26"/>
          <w:szCs w:val="26"/>
        </w:rPr>
        <w:t>землеустрою щодо встановлення меж земельної ділянки в натурі (на місцевості), г</w:t>
      </w:r>
      <w:r>
        <w:rPr>
          <w:bCs/>
          <w:sz w:val="26"/>
          <w:szCs w:val="26"/>
        </w:rPr>
        <w:t xml:space="preserve">р. Рипалу Миколі Миколайовичу, </w:t>
      </w:r>
      <w:r w:rsidRPr="009F148C">
        <w:rPr>
          <w:bCs/>
          <w:sz w:val="26"/>
          <w:szCs w:val="26"/>
        </w:rPr>
        <w:t xml:space="preserve">для будівництва та обслуговування інших будівель громадської забудови, розташованої в межах населеного пункту, </w:t>
      </w:r>
      <w:r>
        <w:rPr>
          <w:sz w:val="26"/>
          <w:szCs w:val="26"/>
        </w:rPr>
        <w:t>на території, яка за даними Д</w:t>
      </w:r>
      <w:r w:rsidRPr="009F148C">
        <w:rPr>
          <w:sz w:val="26"/>
          <w:szCs w:val="26"/>
        </w:rPr>
        <w:t xml:space="preserve">ержавного земельного кадастру, враховується </w:t>
      </w:r>
      <w:r>
        <w:rPr>
          <w:sz w:val="26"/>
          <w:szCs w:val="26"/>
        </w:rPr>
        <w:t xml:space="preserve">в </w:t>
      </w:r>
      <w:r w:rsidRPr="009F148C">
        <w:rPr>
          <w:sz w:val="26"/>
          <w:szCs w:val="26"/>
        </w:rPr>
        <w:t>Марківській селищній раді за адресою: смт Марківка, вул.</w:t>
      </w:r>
      <w:r w:rsidRPr="009F148C">
        <w:rPr>
          <w:bCs/>
          <w:sz w:val="26"/>
          <w:szCs w:val="26"/>
        </w:rPr>
        <w:t xml:space="preserve"> Центральна, 2,</w:t>
      </w:r>
      <w:r w:rsidRPr="009F148C">
        <w:rPr>
          <w:sz w:val="26"/>
          <w:szCs w:val="26"/>
        </w:rPr>
        <w:t xml:space="preserve"> </w:t>
      </w:r>
      <w:r w:rsidRPr="009F148C">
        <w:rPr>
          <w:bCs/>
          <w:sz w:val="26"/>
          <w:szCs w:val="26"/>
        </w:rPr>
        <w:t>Марківського району Луганської області.</w:t>
      </w:r>
    </w:p>
    <w:p w:rsidR="00C85725" w:rsidRPr="00E27A85" w:rsidRDefault="00C85725" w:rsidP="00F45B1B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CD05A0" w:rsidRDefault="00C85725" w:rsidP="00CD05A0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E27A85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9</w:t>
      </w:r>
      <w:r w:rsidRPr="00E27A85">
        <w:rPr>
          <w:sz w:val="26"/>
          <w:szCs w:val="26"/>
          <w:lang w:val="uk-UA"/>
        </w:rPr>
        <w:t xml:space="preserve">. </w:t>
      </w:r>
      <w:r w:rsidRPr="00CD05A0">
        <w:rPr>
          <w:bCs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у приватну власність </w:t>
      </w:r>
      <w:r w:rsidRPr="00CD05A0">
        <w:rPr>
          <w:sz w:val="26"/>
          <w:szCs w:val="26"/>
        </w:rPr>
        <w:t>гр. Власенко Ірині Володимирівні, для ведення особистого селянськог</w:t>
      </w:r>
      <w:r>
        <w:rPr>
          <w:sz w:val="26"/>
          <w:szCs w:val="26"/>
        </w:rPr>
        <w:t>о господарства, за адресою: смт</w:t>
      </w:r>
      <w:r w:rsidRPr="00CD05A0">
        <w:rPr>
          <w:sz w:val="26"/>
          <w:szCs w:val="26"/>
        </w:rPr>
        <w:t xml:space="preserve"> Марківка, р-н пров. Шкільний, </w:t>
      </w:r>
      <w:r w:rsidRPr="00CD05A0">
        <w:rPr>
          <w:bCs/>
          <w:sz w:val="26"/>
          <w:szCs w:val="26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C85725" w:rsidRPr="00E27A85" w:rsidRDefault="00C85725" w:rsidP="00CD05A0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9570E6" w:rsidRDefault="00C85725" w:rsidP="00F166D9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20</w:t>
      </w:r>
      <w:r w:rsidRPr="00D16A9F">
        <w:rPr>
          <w:sz w:val="26"/>
          <w:szCs w:val="26"/>
          <w:lang w:val="uk-UA"/>
        </w:rPr>
        <w:t xml:space="preserve">. </w:t>
      </w:r>
      <w:r w:rsidRPr="009570E6">
        <w:rPr>
          <w:bCs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у приватну власність </w:t>
      </w:r>
      <w:r w:rsidRPr="009570E6">
        <w:rPr>
          <w:sz w:val="26"/>
          <w:szCs w:val="26"/>
        </w:rPr>
        <w:t xml:space="preserve">гр. Писіну Миколі Тимофійовичу, для ведення особистого селянського господарства, за адресою: смт Марківка, вул. Підгорна, </w:t>
      </w:r>
      <w:r w:rsidRPr="009570E6">
        <w:rPr>
          <w:bCs/>
          <w:sz w:val="26"/>
          <w:szCs w:val="26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</w:t>
      </w:r>
      <w:r w:rsidRPr="009570E6">
        <w:rPr>
          <w:bCs/>
          <w:sz w:val="26"/>
          <w:szCs w:val="26"/>
          <w:lang w:val="uk-UA"/>
        </w:rPr>
        <w:t>.</w:t>
      </w:r>
    </w:p>
    <w:p w:rsidR="00C85725" w:rsidRPr="00E27A85" w:rsidRDefault="00C85725" w:rsidP="006B6091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0B3716" w:rsidRDefault="00C85725" w:rsidP="000B3716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21</w:t>
      </w:r>
      <w:r w:rsidRPr="00E27A85">
        <w:rPr>
          <w:sz w:val="26"/>
          <w:szCs w:val="26"/>
          <w:lang w:val="uk-UA"/>
        </w:rPr>
        <w:t xml:space="preserve">. </w:t>
      </w:r>
      <w:r w:rsidRPr="000B3716">
        <w:rPr>
          <w:bCs/>
          <w:sz w:val="26"/>
          <w:szCs w:val="26"/>
        </w:rPr>
        <w:t xml:space="preserve">Про внесення змін до договору оренди </w:t>
      </w:r>
      <w:r w:rsidRPr="000B3716">
        <w:rPr>
          <w:sz w:val="26"/>
          <w:szCs w:val="26"/>
        </w:rPr>
        <w:t>землі № 6-147-08 від 18.04.2008</w:t>
      </w:r>
      <w:r>
        <w:rPr>
          <w:sz w:val="26"/>
          <w:szCs w:val="26"/>
        </w:rPr>
        <w:t xml:space="preserve"> р. зареєстрованого в Д</w:t>
      </w:r>
      <w:r w:rsidRPr="000B3716">
        <w:rPr>
          <w:sz w:val="26"/>
          <w:szCs w:val="26"/>
        </w:rPr>
        <w:t xml:space="preserve">ержавному земельному кадастрі від 06.08.2008 року за </w:t>
      </w:r>
      <w:r>
        <w:rPr>
          <w:sz w:val="26"/>
          <w:szCs w:val="26"/>
        </w:rPr>
        <w:t xml:space="preserve">                                  </w:t>
      </w:r>
      <w:r w:rsidRPr="000B3716">
        <w:rPr>
          <w:sz w:val="26"/>
          <w:szCs w:val="26"/>
        </w:rPr>
        <w:t>№ 225551040840000030, укладеного між Марківською селищною радою та ТОВ «Луганське енергетичне об’єднання»</w:t>
      </w:r>
      <w:r w:rsidRPr="000B3716">
        <w:rPr>
          <w:sz w:val="26"/>
          <w:szCs w:val="26"/>
          <w:lang w:val="uk-UA"/>
        </w:rPr>
        <w:t>.</w:t>
      </w:r>
    </w:p>
    <w:p w:rsidR="00C85725" w:rsidRPr="00E27A85" w:rsidRDefault="00C85725" w:rsidP="00F70D01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E516F6" w:rsidRDefault="00C85725" w:rsidP="00E516F6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22</w:t>
      </w:r>
      <w:r w:rsidRPr="00E27A85">
        <w:rPr>
          <w:sz w:val="26"/>
          <w:szCs w:val="26"/>
          <w:lang w:val="uk-UA"/>
        </w:rPr>
        <w:t xml:space="preserve">. </w:t>
      </w:r>
      <w:r w:rsidRPr="00E516F6">
        <w:rPr>
          <w:bCs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зі зміною цільового використання з «Для будівництва і обслуговування житлового будинку, господарських будівель </w:t>
      </w:r>
      <w:r>
        <w:rPr>
          <w:bCs/>
          <w:sz w:val="26"/>
          <w:szCs w:val="26"/>
          <w:lang w:val="uk-UA"/>
        </w:rPr>
        <w:t xml:space="preserve">і споруд (присадибна ділянка)» </w:t>
      </w:r>
      <w:r w:rsidRPr="00E516F6">
        <w:rPr>
          <w:bCs/>
          <w:sz w:val="26"/>
          <w:szCs w:val="26"/>
          <w:lang w:val="uk-UA"/>
        </w:rPr>
        <w:t>на «Для будівництва та обслуговування будівель торгівлі», як</w:t>
      </w:r>
      <w:r>
        <w:rPr>
          <w:bCs/>
          <w:sz w:val="26"/>
          <w:szCs w:val="26"/>
          <w:lang w:val="uk-UA"/>
        </w:rPr>
        <w:t>а знаходиться у приватній власно</w:t>
      </w:r>
      <w:r w:rsidRPr="00E516F6">
        <w:rPr>
          <w:bCs/>
          <w:sz w:val="26"/>
          <w:szCs w:val="26"/>
          <w:lang w:val="uk-UA"/>
        </w:rPr>
        <w:t>ст</w:t>
      </w:r>
      <w:r>
        <w:rPr>
          <w:bCs/>
          <w:sz w:val="26"/>
          <w:szCs w:val="26"/>
          <w:lang w:val="uk-UA"/>
        </w:rPr>
        <w:t>і</w:t>
      </w:r>
      <w:r w:rsidRPr="00E516F6">
        <w:rPr>
          <w:bCs/>
          <w:sz w:val="26"/>
          <w:szCs w:val="26"/>
          <w:lang w:val="uk-UA"/>
        </w:rPr>
        <w:t xml:space="preserve"> Сіміков</w:t>
      </w:r>
      <w:r>
        <w:rPr>
          <w:bCs/>
          <w:sz w:val="26"/>
          <w:szCs w:val="26"/>
          <w:lang w:val="uk-UA"/>
        </w:rPr>
        <w:t>а</w:t>
      </w:r>
      <w:r w:rsidRPr="00E516F6">
        <w:rPr>
          <w:bCs/>
          <w:sz w:val="26"/>
          <w:szCs w:val="26"/>
          <w:lang w:val="uk-UA"/>
        </w:rPr>
        <w:t xml:space="preserve"> Віктор</w:t>
      </w:r>
      <w:r>
        <w:rPr>
          <w:bCs/>
          <w:sz w:val="26"/>
          <w:szCs w:val="26"/>
          <w:lang w:val="uk-UA"/>
        </w:rPr>
        <w:t>а</w:t>
      </w:r>
      <w:r w:rsidRPr="00E516F6">
        <w:rPr>
          <w:bCs/>
          <w:sz w:val="26"/>
          <w:szCs w:val="26"/>
          <w:lang w:val="uk-UA"/>
        </w:rPr>
        <w:t xml:space="preserve"> Вікторович</w:t>
      </w:r>
      <w:r>
        <w:rPr>
          <w:bCs/>
          <w:sz w:val="26"/>
          <w:szCs w:val="26"/>
          <w:lang w:val="uk-UA"/>
        </w:rPr>
        <w:t>а</w:t>
      </w:r>
      <w:r w:rsidRPr="00E516F6">
        <w:rPr>
          <w:sz w:val="26"/>
          <w:szCs w:val="26"/>
          <w:lang w:val="uk-UA"/>
        </w:rPr>
        <w:t xml:space="preserve">, розташованої в межах населеного пункту смт Марківка, вул. </w:t>
      </w:r>
      <w:r w:rsidRPr="00E516F6">
        <w:rPr>
          <w:sz w:val="26"/>
          <w:szCs w:val="26"/>
        </w:rPr>
        <w:t xml:space="preserve">Центральна, 5/1, </w:t>
      </w:r>
      <w:r w:rsidRPr="00E516F6">
        <w:rPr>
          <w:bCs/>
          <w:sz w:val="26"/>
          <w:szCs w:val="26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C85725" w:rsidRPr="00E27A85" w:rsidRDefault="00C85725" w:rsidP="00E516F6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C51149" w:rsidRDefault="00C85725" w:rsidP="00C51149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23</w:t>
      </w:r>
      <w:r w:rsidRPr="00E27A85">
        <w:rPr>
          <w:sz w:val="26"/>
          <w:szCs w:val="26"/>
          <w:lang w:val="uk-UA"/>
        </w:rPr>
        <w:t xml:space="preserve">. </w:t>
      </w:r>
      <w:r w:rsidRPr="00C51149">
        <w:rPr>
          <w:bCs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зі зміною цільового використання з «Для будівництва і обслуговування житлового будинку, господарських будівель </w:t>
      </w:r>
      <w:r>
        <w:rPr>
          <w:bCs/>
          <w:sz w:val="26"/>
          <w:szCs w:val="26"/>
          <w:lang w:val="uk-UA"/>
        </w:rPr>
        <w:t xml:space="preserve">і споруд (присадибна ділянка)» </w:t>
      </w:r>
      <w:r w:rsidRPr="00C51149">
        <w:rPr>
          <w:bCs/>
          <w:sz w:val="26"/>
          <w:szCs w:val="26"/>
          <w:lang w:val="uk-UA"/>
        </w:rPr>
        <w:t>на «Для будівництва та обслуговування будівель торгівлі», яка знаходиться</w:t>
      </w:r>
      <w:r>
        <w:rPr>
          <w:bCs/>
          <w:sz w:val="26"/>
          <w:szCs w:val="26"/>
          <w:lang w:val="uk-UA"/>
        </w:rPr>
        <w:t xml:space="preserve"> у приватній власності Бочарової Олени</w:t>
      </w:r>
      <w:r w:rsidRPr="00C51149">
        <w:rPr>
          <w:bCs/>
          <w:sz w:val="26"/>
          <w:szCs w:val="26"/>
          <w:lang w:val="uk-UA"/>
        </w:rPr>
        <w:t xml:space="preserve"> Вікторівн</w:t>
      </w:r>
      <w:r>
        <w:rPr>
          <w:bCs/>
          <w:sz w:val="26"/>
          <w:szCs w:val="26"/>
          <w:lang w:val="uk-UA"/>
        </w:rPr>
        <w:t>и</w:t>
      </w:r>
      <w:r w:rsidRPr="00C51149">
        <w:rPr>
          <w:sz w:val="26"/>
          <w:szCs w:val="26"/>
          <w:lang w:val="uk-UA"/>
        </w:rPr>
        <w:t xml:space="preserve">, розташованої в межах населеного пункту с. Деркулове, вул. </w:t>
      </w:r>
      <w:r w:rsidRPr="00C51149">
        <w:rPr>
          <w:sz w:val="26"/>
          <w:szCs w:val="26"/>
        </w:rPr>
        <w:t xml:space="preserve">Деркульська, 20б, </w:t>
      </w:r>
      <w:r w:rsidRPr="00C51149">
        <w:rPr>
          <w:bCs/>
          <w:sz w:val="26"/>
          <w:szCs w:val="26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C85725" w:rsidRPr="00E27A85" w:rsidRDefault="00C85725" w:rsidP="00566D65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5F11DB" w:rsidRDefault="00C85725" w:rsidP="005F11DB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E27A85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4</w:t>
      </w:r>
      <w:r w:rsidRPr="00E27A85">
        <w:rPr>
          <w:sz w:val="26"/>
          <w:szCs w:val="26"/>
          <w:lang w:val="uk-UA"/>
        </w:rPr>
        <w:t xml:space="preserve">. </w:t>
      </w:r>
      <w:r w:rsidRPr="005F11DB">
        <w:rPr>
          <w:bCs/>
          <w:sz w:val="26"/>
          <w:szCs w:val="26"/>
          <w:lang w:val="uk-UA"/>
        </w:rPr>
        <w:t>Про затвердження проекту землеустрою щодо відведення земельної ділянки зі зміною цільового використання з «Для будівництва і обслуговування житлового будинку, господарських будівель і споруд (присадибна ділянка)» на «Для будівництва та обслуговування будівель торгівлі», яка знаходиться у приватній вл</w:t>
      </w:r>
      <w:r>
        <w:rPr>
          <w:bCs/>
          <w:sz w:val="26"/>
          <w:szCs w:val="26"/>
          <w:lang w:val="uk-UA"/>
        </w:rPr>
        <w:t xml:space="preserve">асності </w:t>
      </w:r>
      <w:r w:rsidRPr="00DF5680">
        <w:rPr>
          <w:bCs/>
          <w:sz w:val="26"/>
          <w:szCs w:val="26"/>
          <w:lang w:val="uk-UA"/>
        </w:rPr>
        <w:t>Дібров</w:t>
      </w:r>
      <w:r>
        <w:rPr>
          <w:bCs/>
          <w:sz w:val="26"/>
          <w:szCs w:val="26"/>
          <w:lang w:val="uk-UA"/>
        </w:rPr>
        <w:t>и</w:t>
      </w:r>
      <w:r w:rsidRPr="00DF5680">
        <w:rPr>
          <w:bCs/>
          <w:sz w:val="26"/>
          <w:szCs w:val="26"/>
          <w:lang w:val="uk-UA"/>
        </w:rPr>
        <w:t xml:space="preserve"> Сергія Вікторович</w:t>
      </w:r>
      <w:r>
        <w:rPr>
          <w:bCs/>
          <w:sz w:val="26"/>
          <w:szCs w:val="26"/>
          <w:lang w:val="uk-UA"/>
        </w:rPr>
        <w:t>а</w:t>
      </w:r>
      <w:r w:rsidRPr="00DF5680">
        <w:rPr>
          <w:sz w:val="26"/>
          <w:szCs w:val="26"/>
          <w:lang w:val="uk-UA"/>
        </w:rPr>
        <w:t>,</w:t>
      </w:r>
      <w:r w:rsidRPr="005F11DB">
        <w:rPr>
          <w:sz w:val="26"/>
          <w:szCs w:val="26"/>
          <w:lang w:val="uk-UA"/>
        </w:rPr>
        <w:t xml:space="preserve"> розташованої в межах населеного пункту с. Деркулове, вул. </w:t>
      </w:r>
      <w:r w:rsidRPr="005F11DB">
        <w:rPr>
          <w:sz w:val="26"/>
          <w:szCs w:val="26"/>
        </w:rPr>
        <w:t xml:space="preserve">Деркульська, 20в, </w:t>
      </w:r>
      <w:r w:rsidRPr="005F11DB">
        <w:rPr>
          <w:bCs/>
          <w:sz w:val="26"/>
          <w:szCs w:val="26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C85725" w:rsidRPr="00E27A85" w:rsidRDefault="00C85725" w:rsidP="005F11DB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C27A83" w:rsidRDefault="00C85725" w:rsidP="00C27A83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E27A85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5</w:t>
      </w:r>
      <w:r w:rsidRPr="00E27A85">
        <w:rPr>
          <w:sz w:val="26"/>
          <w:szCs w:val="26"/>
          <w:lang w:val="uk-UA"/>
        </w:rPr>
        <w:t xml:space="preserve">. </w:t>
      </w:r>
      <w:r w:rsidRPr="00C27A83">
        <w:rPr>
          <w:bCs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в оренду </w:t>
      </w:r>
      <w:r w:rsidRPr="00C27A83">
        <w:rPr>
          <w:sz w:val="26"/>
          <w:szCs w:val="26"/>
        </w:rPr>
        <w:t xml:space="preserve">для городництва гр. Тарабановському Борису Васильовичу, за адресою: смт Марківка, (в районі білої криниці), </w:t>
      </w:r>
      <w:r w:rsidRPr="00C27A83">
        <w:rPr>
          <w:bCs/>
          <w:sz w:val="26"/>
          <w:szCs w:val="26"/>
        </w:rPr>
        <w:t>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C85725" w:rsidRPr="00E27A85" w:rsidRDefault="00C85725" w:rsidP="00C27A83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Pr="000F0EBE" w:rsidRDefault="00C85725" w:rsidP="000F0EBE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</w:rPr>
      </w:pPr>
      <w:r w:rsidRPr="00E27A85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6</w:t>
      </w:r>
      <w:r w:rsidRPr="00E27A85">
        <w:rPr>
          <w:sz w:val="26"/>
          <w:szCs w:val="26"/>
          <w:lang w:val="uk-UA"/>
        </w:rPr>
        <w:t xml:space="preserve">. </w:t>
      </w:r>
      <w:r w:rsidRPr="000F0EBE">
        <w:rPr>
          <w:bCs/>
          <w:sz w:val="26"/>
          <w:szCs w:val="26"/>
          <w:lang w:val="uk-UA"/>
        </w:rPr>
        <w:t>Про затвер</w:t>
      </w:r>
      <w:r>
        <w:rPr>
          <w:bCs/>
          <w:sz w:val="26"/>
          <w:szCs w:val="26"/>
          <w:lang w:val="uk-UA"/>
        </w:rPr>
        <w:t>д</w:t>
      </w:r>
      <w:r w:rsidRPr="000F0EBE">
        <w:rPr>
          <w:bCs/>
          <w:sz w:val="26"/>
          <w:szCs w:val="26"/>
          <w:lang w:val="uk-UA"/>
        </w:rPr>
        <w:t xml:space="preserve">ження технічної документації із землеустрою щодо встановлення (відновлення) в натурі (на місцевості) меж земельної ділянки (рілля) пай № 270, у приватну власність гр. </w:t>
      </w:r>
      <w:r w:rsidRPr="000F0EBE">
        <w:rPr>
          <w:bCs/>
          <w:sz w:val="26"/>
          <w:szCs w:val="26"/>
        </w:rPr>
        <w:t xml:space="preserve">Привалову Денису Володимировичу, що знаходиться </w:t>
      </w:r>
      <w:r w:rsidRPr="000F0EBE">
        <w:rPr>
          <w:sz w:val="26"/>
          <w:szCs w:val="26"/>
        </w:rPr>
        <w:t>за межами населеного пункту смт Марківк</w:t>
      </w:r>
      <w:r>
        <w:rPr>
          <w:sz w:val="26"/>
          <w:szCs w:val="26"/>
        </w:rPr>
        <w:t>а, на території, яка за даними Д</w:t>
      </w:r>
      <w:r w:rsidRPr="000F0EBE">
        <w:rPr>
          <w:sz w:val="26"/>
          <w:szCs w:val="26"/>
        </w:rPr>
        <w:t xml:space="preserve">ержавного земельного кадастру, враховується в Марківській селищній раді </w:t>
      </w:r>
      <w:r w:rsidRPr="000F0EBE">
        <w:rPr>
          <w:bCs/>
          <w:sz w:val="26"/>
          <w:szCs w:val="26"/>
        </w:rPr>
        <w:t>Марківського району Луганської області.</w:t>
      </w:r>
    </w:p>
    <w:p w:rsidR="00C85725" w:rsidRPr="00E27A85" w:rsidRDefault="00C85725" w:rsidP="000F0EBE">
      <w:pPr>
        <w:ind w:firstLine="708"/>
        <w:contextualSpacing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спеціаліст 2-ї категорії-землевпорядник Марківської селищної ради Рибалка Вікторія Євгенівна</w:t>
      </w:r>
      <w:r>
        <w:rPr>
          <w:sz w:val="26"/>
          <w:szCs w:val="26"/>
          <w:lang w:val="uk-UA"/>
        </w:rPr>
        <w:t>.</w:t>
      </w:r>
    </w:p>
    <w:p w:rsidR="00C85725" w:rsidRDefault="00C85725" w:rsidP="009B6177">
      <w:pPr>
        <w:contextualSpacing/>
        <w:jc w:val="both"/>
        <w:rPr>
          <w:sz w:val="26"/>
          <w:szCs w:val="26"/>
          <w:lang w:val="uk-UA"/>
        </w:rPr>
      </w:pPr>
    </w:p>
    <w:p w:rsidR="00C85725" w:rsidRPr="00141176" w:rsidRDefault="00C85725" w:rsidP="00141176">
      <w:pPr>
        <w:ind w:firstLine="708"/>
        <w:contextualSpacing/>
        <w:jc w:val="both"/>
        <w:rPr>
          <w:sz w:val="26"/>
          <w:szCs w:val="26"/>
        </w:rPr>
      </w:pPr>
      <w:r w:rsidRPr="00141176">
        <w:rPr>
          <w:sz w:val="26"/>
          <w:szCs w:val="26"/>
        </w:rPr>
        <w:t>2</w:t>
      </w:r>
      <w:r>
        <w:rPr>
          <w:sz w:val="26"/>
          <w:szCs w:val="26"/>
        </w:rPr>
        <w:t>7</w:t>
      </w:r>
      <w:r w:rsidRPr="00141176">
        <w:rPr>
          <w:sz w:val="26"/>
          <w:szCs w:val="26"/>
        </w:rPr>
        <w:t>. Про надання дозволу на виготовлення проекту землеустрою щодо відведення земельної ділянки в оренду для городництва те</w:t>
      </w:r>
      <w:r>
        <w:rPr>
          <w:sz w:val="26"/>
          <w:szCs w:val="26"/>
        </w:rPr>
        <w:t xml:space="preserve">рміном на 15 років гр. Віннику </w:t>
      </w:r>
      <w:r w:rsidRPr="00141176">
        <w:rPr>
          <w:sz w:val="26"/>
          <w:szCs w:val="26"/>
        </w:rPr>
        <w:t xml:space="preserve">Валентину Васильовичу, за </w:t>
      </w:r>
      <w:r>
        <w:rPr>
          <w:sz w:val="26"/>
          <w:szCs w:val="26"/>
        </w:rPr>
        <w:t>адресою</w:t>
      </w:r>
      <w:r w:rsidRPr="00141176">
        <w:rPr>
          <w:sz w:val="26"/>
          <w:szCs w:val="26"/>
        </w:rPr>
        <w:t>: с.</w:t>
      </w:r>
      <w:r>
        <w:rPr>
          <w:sz w:val="26"/>
          <w:szCs w:val="26"/>
        </w:rPr>
        <w:t xml:space="preserve"> </w:t>
      </w:r>
      <w:r w:rsidRPr="00141176">
        <w:rPr>
          <w:sz w:val="26"/>
          <w:szCs w:val="26"/>
        </w:rPr>
        <w:t>Фартуківка (в районі вулиці Урожайної),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C85725" w:rsidRPr="00141176" w:rsidRDefault="00C85725" w:rsidP="00141176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E27A85" w:rsidRDefault="00C85725" w:rsidP="006E790E">
      <w:pPr>
        <w:ind w:firstLine="708"/>
        <w:jc w:val="both"/>
        <w:rPr>
          <w:sz w:val="26"/>
          <w:szCs w:val="26"/>
          <w:lang w:val="uk-UA"/>
        </w:rPr>
      </w:pPr>
    </w:p>
    <w:p w:rsidR="00C85725" w:rsidRPr="00141176" w:rsidRDefault="00C85725" w:rsidP="00141176">
      <w:pPr>
        <w:ind w:firstLine="708"/>
        <w:contextualSpacing/>
        <w:jc w:val="both"/>
        <w:rPr>
          <w:sz w:val="26"/>
          <w:szCs w:val="26"/>
        </w:rPr>
      </w:pPr>
      <w:r w:rsidRPr="00141176">
        <w:rPr>
          <w:sz w:val="26"/>
          <w:szCs w:val="26"/>
        </w:rPr>
        <w:t>2</w:t>
      </w:r>
      <w:r>
        <w:rPr>
          <w:sz w:val="26"/>
          <w:szCs w:val="26"/>
        </w:rPr>
        <w:t>8</w:t>
      </w:r>
      <w:r w:rsidRPr="00141176">
        <w:rPr>
          <w:sz w:val="26"/>
          <w:szCs w:val="26"/>
        </w:rPr>
        <w:t xml:space="preserve">. Про надання дозволу на виготовлення проекту землеустрою щодо відведення земельної ділянки в оренду для городництва </w:t>
      </w:r>
      <w:r>
        <w:rPr>
          <w:sz w:val="26"/>
          <w:szCs w:val="26"/>
        </w:rPr>
        <w:t xml:space="preserve">терміном на 15 років </w:t>
      </w:r>
      <w:r w:rsidRPr="00141176">
        <w:rPr>
          <w:sz w:val="26"/>
          <w:szCs w:val="26"/>
        </w:rPr>
        <w:t>гр. Великохацькому О</w:t>
      </w:r>
      <w:r>
        <w:rPr>
          <w:sz w:val="26"/>
          <w:szCs w:val="26"/>
        </w:rPr>
        <w:t xml:space="preserve">лексію Вікторовичу, за адресою: с. Фартуківка (в районі </w:t>
      </w:r>
      <w:r w:rsidRPr="00141176">
        <w:rPr>
          <w:sz w:val="26"/>
          <w:szCs w:val="26"/>
        </w:rPr>
        <w:t>вулиці Урожайної),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C85725" w:rsidRPr="00141176" w:rsidRDefault="00C85725" w:rsidP="00141176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FA3ABD" w:rsidRDefault="00C85725" w:rsidP="00FA3ABD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Pr="00FA3ABD">
        <w:rPr>
          <w:sz w:val="26"/>
          <w:szCs w:val="26"/>
        </w:rPr>
        <w:t>. Про надання дозволу на виготовлення проекту землеустрою щодо відведення земельної ділянки в оренду для городництва терміном на 15 років гр. Рожку Володимиру Дмитровичу,</w:t>
      </w:r>
      <w:r>
        <w:rPr>
          <w:sz w:val="26"/>
          <w:szCs w:val="26"/>
        </w:rPr>
        <w:t xml:space="preserve"> </w:t>
      </w:r>
      <w:r w:rsidRPr="00FA3ABD">
        <w:rPr>
          <w:sz w:val="26"/>
          <w:szCs w:val="26"/>
        </w:rPr>
        <w:t xml:space="preserve">за </w:t>
      </w:r>
      <w:r>
        <w:rPr>
          <w:sz w:val="26"/>
          <w:szCs w:val="26"/>
        </w:rPr>
        <w:t>адресою</w:t>
      </w:r>
      <w:r w:rsidRPr="00FA3ABD">
        <w:rPr>
          <w:sz w:val="26"/>
          <w:szCs w:val="26"/>
        </w:rPr>
        <w:t>: с.</w:t>
      </w:r>
      <w:r>
        <w:rPr>
          <w:sz w:val="26"/>
          <w:szCs w:val="26"/>
        </w:rPr>
        <w:t xml:space="preserve"> </w:t>
      </w:r>
      <w:r w:rsidRPr="00FA3ABD">
        <w:rPr>
          <w:sz w:val="26"/>
          <w:szCs w:val="26"/>
        </w:rPr>
        <w:t>Лісна Поляна (в районі в</w:t>
      </w:r>
      <w:r>
        <w:rPr>
          <w:sz w:val="26"/>
          <w:szCs w:val="26"/>
        </w:rPr>
        <w:t xml:space="preserve">улиці Садової) </w:t>
      </w:r>
      <w:r w:rsidRPr="00FA3ABD">
        <w:rPr>
          <w:sz w:val="26"/>
          <w:szCs w:val="26"/>
        </w:rPr>
        <w:t>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C85725" w:rsidRPr="00141176" w:rsidRDefault="00C85725" w:rsidP="00FA3ABD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Default="00C85725" w:rsidP="00D92F4E">
      <w:pPr>
        <w:contextualSpacing/>
        <w:jc w:val="both"/>
        <w:rPr>
          <w:sz w:val="26"/>
          <w:szCs w:val="26"/>
        </w:rPr>
      </w:pPr>
    </w:p>
    <w:p w:rsidR="00C85725" w:rsidRPr="00D92F4E" w:rsidRDefault="00C85725" w:rsidP="00D92F4E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30</w:t>
      </w:r>
      <w:r w:rsidRPr="00D92F4E">
        <w:rPr>
          <w:sz w:val="26"/>
          <w:szCs w:val="26"/>
        </w:rPr>
        <w:t>. Про надання дозволу на виготовлення</w:t>
      </w:r>
      <w:r w:rsidRPr="00D92F4E">
        <w:rPr>
          <w:sz w:val="26"/>
          <w:szCs w:val="26"/>
          <w:lang w:val="uk-UA"/>
        </w:rPr>
        <w:t xml:space="preserve"> </w:t>
      </w:r>
      <w:r w:rsidRPr="00D92F4E">
        <w:rPr>
          <w:sz w:val="26"/>
          <w:szCs w:val="26"/>
        </w:rPr>
        <w:t xml:space="preserve">проекту землеустрою щодо відведення земельної ділянки в оренду </w:t>
      </w:r>
      <w:r w:rsidRPr="00D92F4E">
        <w:rPr>
          <w:sz w:val="26"/>
          <w:szCs w:val="26"/>
          <w:lang w:val="uk-UA"/>
        </w:rPr>
        <w:t xml:space="preserve">терміном на 15 років </w:t>
      </w:r>
      <w:r w:rsidRPr="00D92F4E">
        <w:rPr>
          <w:sz w:val="26"/>
          <w:szCs w:val="26"/>
        </w:rPr>
        <w:t>для</w:t>
      </w:r>
      <w:r w:rsidRPr="00D92F4E">
        <w:rPr>
          <w:sz w:val="26"/>
          <w:szCs w:val="26"/>
          <w:lang w:val="uk-UA"/>
        </w:rPr>
        <w:t xml:space="preserve"> </w:t>
      </w:r>
      <w:r w:rsidRPr="00D92F4E">
        <w:rPr>
          <w:sz w:val="26"/>
          <w:szCs w:val="26"/>
        </w:rPr>
        <w:t>городництва гр.</w:t>
      </w:r>
      <w:r>
        <w:rPr>
          <w:sz w:val="26"/>
          <w:szCs w:val="26"/>
        </w:rPr>
        <w:t xml:space="preserve"> </w:t>
      </w:r>
      <w:r w:rsidRPr="00D92F4E">
        <w:rPr>
          <w:sz w:val="26"/>
          <w:szCs w:val="26"/>
        </w:rPr>
        <w:t xml:space="preserve">Хуторському </w:t>
      </w:r>
      <w:r>
        <w:rPr>
          <w:sz w:val="26"/>
          <w:szCs w:val="26"/>
        </w:rPr>
        <w:t>Є</w:t>
      </w:r>
      <w:r w:rsidRPr="00D92F4E">
        <w:rPr>
          <w:sz w:val="26"/>
          <w:szCs w:val="26"/>
        </w:rPr>
        <w:t>вген</w:t>
      </w:r>
      <w:r w:rsidRPr="00D92F4E">
        <w:rPr>
          <w:sz w:val="26"/>
          <w:szCs w:val="26"/>
          <w:lang w:val="uk-UA"/>
        </w:rPr>
        <w:t xml:space="preserve">у </w:t>
      </w:r>
      <w:r w:rsidRPr="00D92F4E">
        <w:rPr>
          <w:sz w:val="26"/>
          <w:szCs w:val="26"/>
        </w:rPr>
        <w:t>Леонідовичу,</w:t>
      </w:r>
      <w:r w:rsidRPr="00D92F4E">
        <w:rPr>
          <w:sz w:val="26"/>
          <w:szCs w:val="26"/>
          <w:lang w:val="uk-UA"/>
        </w:rPr>
        <w:t xml:space="preserve"> з</w:t>
      </w:r>
      <w:r w:rsidRPr="00D92F4E">
        <w:rPr>
          <w:sz w:val="26"/>
          <w:szCs w:val="26"/>
        </w:rPr>
        <w:t>а адресою: с.</w:t>
      </w:r>
      <w:r>
        <w:rPr>
          <w:sz w:val="26"/>
          <w:szCs w:val="26"/>
        </w:rPr>
        <w:t xml:space="preserve"> </w:t>
      </w:r>
      <w:r w:rsidRPr="00D92F4E">
        <w:rPr>
          <w:sz w:val="26"/>
          <w:szCs w:val="26"/>
        </w:rPr>
        <w:t>Лісна Поляна (в районі вулиці Садової),</w:t>
      </w:r>
      <w:r w:rsidRPr="00D92F4E">
        <w:rPr>
          <w:sz w:val="26"/>
          <w:szCs w:val="26"/>
          <w:lang w:val="uk-UA"/>
        </w:rPr>
        <w:t xml:space="preserve"> </w:t>
      </w:r>
      <w:r w:rsidRPr="00D92F4E">
        <w:rPr>
          <w:sz w:val="26"/>
          <w:szCs w:val="26"/>
        </w:rPr>
        <w:t xml:space="preserve">на території, яка за даними Державного </w:t>
      </w:r>
      <w:r w:rsidRPr="00D92F4E">
        <w:rPr>
          <w:sz w:val="26"/>
          <w:szCs w:val="26"/>
          <w:lang w:val="uk-UA"/>
        </w:rPr>
        <w:t>з</w:t>
      </w:r>
      <w:r w:rsidRPr="00D92F4E">
        <w:rPr>
          <w:sz w:val="26"/>
          <w:szCs w:val="26"/>
        </w:rPr>
        <w:t>емельного кадастру враховується в</w:t>
      </w:r>
      <w:r w:rsidRPr="00D92F4E">
        <w:rPr>
          <w:sz w:val="26"/>
          <w:szCs w:val="26"/>
          <w:lang w:val="uk-UA"/>
        </w:rPr>
        <w:t xml:space="preserve"> </w:t>
      </w:r>
      <w:r w:rsidRPr="00D92F4E">
        <w:rPr>
          <w:sz w:val="26"/>
          <w:szCs w:val="26"/>
        </w:rPr>
        <w:t>Ліснополянській сільській раді Марківського</w:t>
      </w:r>
      <w:r w:rsidRPr="00D92F4E">
        <w:rPr>
          <w:sz w:val="26"/>
          <w:szCs w:val="26"/>
          <w:lang w:val="uk-UA"/>
        </w:rPr>
        <w:t xml:space="preserve"> </w:t>
      </w:r>
      <w:r w:rsidRPr="00D92F4E">
        <w:rPr>
          <w:sz w:val="26"/>
          <w:szCs w:val="26"/>
        </w:rPr>
        <w:t>району Луганської області</w:t>
      </w:r>
    </w:p>
    <w:p w:rsidR="00C85725" w:rsidRPr="00141176" w:rsidRDefault="00C85725" w:rsidP="00D92F4E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A72DFF" w:rsidRDefault="00C85725" w:rsidP="00A72DFF">
      <w:pPr>
        <w:ind w:firstLine="708"/>
        <w:contextualSpacing/>
        <w:jc w:val="both"/>
        <w:rPr>
          <w:sz w:val="26"/>
          <w:szCs w:val="26"/>
          <w:lang w:val="uk-UA"/>
        </w:rPr>
      </w:pPr>
      <w:r w:rsidRPr="00A72DFF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1</w:t>
      </w:r>
      <w:r w:rsidRPr="00A72DFF">
        <w:rPr>
          <w:sz w:val="26"/>
          <w:szCs w:val="26"/>
          <w:lang w:val="uk-UA"/>
        </w:rPr>
        <w:t xml:space="preserve">. Про надання дозволу на виготовлення проекту землеустрою щодо відведення земельної ділянки в оренду терміном на 15 років для городництва гр. Хуторському </w:t>
      </w:r>
      <w:r>
        <w:rPr>
          <w:sz w:val="26"/>
          <w:szCs w:val="26"/>
          <w:lang w:val="uk-UA"/>
        </w:rPr>
        <w:t>Є</w:t>
      </w:r>
      <w:r w:rsidRPr="00A72DFF">
        <w:rPr>
          <w:sz w:val="26"/>
          <w:szCs w:val="26"/>
          <w:lang w:val="uk-UA"/>
        </w:rPr>
        <w:t>вгену Леонідовичу, за адресою: с.</w:t>
      </w:r>
      <w:r>
        <w:rPr>
          <w:sz w:val="26"/>
          <w:szCs w:val="26"/>
          <w:lang w:val="uk-UA"/>
        </w:rPr>
        <w:t xml:space="preserve"> </w:t>
      </w:r>
      <w:r w:rsidRPr="00A72DFF">
        <w:rPr>
          <w:sz w:val="26"/>
          <w:szCs w:val="26"/>
          <w:lang w:val="uk-UA"/>
        </w:rPr>
        <w:t>Лісна Поляна (в районі вулиці Садової),</w:t>
      </w:r>
      <w:r>
        <w:rPr>
          <w:sz w:val="26"/>
          <w:szCs w:val="26"/>
          <w:lang w:val="uk-UA"/>
        </w:rPr>
        <w:t xml:space="preserve"> </w:t>
      </w:r>
      <w:r w:rsidRPr="00A72DFF">
        <w:rPr>
          <w:sz w:val="26"/>
          <w:szCs w:val="26"/>
          <w:lang w:val="uk-UA"/>
        </w:rPr>
        <w:t>на території, яка за даними Державного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141176" w:rsidRDefault="00C85725" w:rsidP="00A72DFF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B56C0C" w:rsidRDefault="00C85725" w:rsidP="00B56C0C">
      <w:pPr>
        <w:ind w:firstLine="708"/>
        <w:contextualSpacing/>
        <w:jc w:val="both"/>
        <w:rPr>
          <w:sz w:val="26"/>
          <w:szCs w:val="26"/>
          <w:lang w:val="uk-UA"/>
        </w:rPr>
      </w:pPr>
      <w:r w:rsidRPr="00B56C0C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2</w:t>
      </w:r>
      <w:r w:rsidRPr="00B56C0C">
        <w:rPr>
          <w:sz w:val="26"/>
          <w:szCs w:val="26"/>
          <w:lang w:val="uk-UA"/>
        </w:rPr>
        <w:t>. Про надання дозволу на виготовлення проекту землеустрою щодо відве</w:t>
      </w:r>
      <w:r>
        <w:rPr>
          <w:sz w:val="26"/>
          <w:szCs w:val="26"/>
          <w:lang w:val="uk-UA"/>
        </w:rPr>
        <w:t xml:space="preserve">дення </w:t>
      </w:r>
      <w:r w:rsidRPr="00B56C0C">
        <w:rPr>
          <w:sz w:val="26"/>
          <w:szCs w:val="26"/>
          <w:lang w:val="uk-UA"/>
        </w:rPr>
        <w:t>земельної ділянки в оренду терміном на 15 років для городництва гр.</w:t>
      </w:r>
      <w:r>
        <w:rPr>
          <w:sz w:val="26"/>
          <w:szCs w:val="26"/>
          <w:lang w:val="uk-UA"/>
        </w:rPr>
        <w:t xml:space="preserve"> </w:t>
      </w:r>
      <w:r w:rsidRPr="00B56C0C">
        <w:rPr>
          <w:sz w:val="26"/>
          <w:szCs w:val="26"/>
          <w:lang w:val="uk-UA"/>
        </w:rPr>
        <w:t>Муравцову Сергію Анатолійовичу,</w:t>
      </w:r>
      <w:r>
        <w:rPr>
          <w:sz w:val="26"/>
          <w:szCs w:val="26"/>
          <w:lang w:val="uk-UA"/>
        </w:rPr>
        <w:t xml:space="preserve"> за адресою</w:t>
      </w:r>
      <w:r w:rsidRPr="00B56C0C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B56C0C">
        <w:rPr>
          <w:sz w:val="26"/>
          <w:szCs w:val="26"/>
          <w:lang w:val="uk-UA"/>
        </w:rPr>
        <w:t>Лісна Поляна (в районі вулиці Садової), на території, яка за даними Державного земельного кадастру враховується в Ліснополянській сільській раді Марківського</w:t>
      </w:r>
      <w:r>
        <w:rPr>
          <w:sz w:val="26"/>
          <w:szCs w:val="26"/>
          <w:lang w:val="uk-UA"/>
        </w:rPr>
        <w:t xml:space="preserve"> </w:t>
      </w:r>
      <w:r w:rsidRPr="00B56C0C">
        <w:rPr>
          <w:sz w:val="26"/>
          <w:szCs w:val="26"/>
          <w:lang w:val="uk-UA"/>
        </w:rPr>
        <w:t>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141176" w:rsidRDefault="00C85725" w:rsidP="00D96F84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Default="00C85725" w:rsidP="00ED7746">
      <w:pPr>
        <w:ind w:firstLine="708"/>
        <w:contextualSpacing/>
        <w:jc w:val="both"/>
        <w:rPr>
          <w:sz w:val="26"/>
          <w:szCs w:val="26"/>
          <w:lang w:val="uk-UA"/>
        </w:rPr>
      </w:pPr>
      <w:r w:rsidRPr="00ED7746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3</w:t>
      </w:r>
      <w:r w:rsidRPr="00ED7746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</w:t>
      </w:r>
      <w:r w:rsidRPr="00ED7746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терміном на 15 років для </w:t>
      </w:r>
      <w:r w:rsidRPr="00ED7746">
        <w:rPr>
          <w:sz w:val="26"/>
          <w:szCs w:val="26"/>
          <w:lang w:val="uk-UA"/>
        </w:rPr>
        <w:t>городництва гр.</w:t>
      </w:r>
      <w:r>
        <w:rPr>
          <w:sz w:val="26"/>
          <w:szCs w:val="26"/>
          <w:lang w:val="uk-UA"/>
        </w:rPr>
        <w:t xml:space="preserve"> </w:t>
      </w:r>
      <w:r w:rsidRPr="00ED7746">
        <w:rPr>
          <w:sz w:val="26"/>
          <w:szCs w:val="26"/>
          <w:lang w:val="uk-UA"/>
        </w:rPr>
        <w:t xml:space="preserve">Нєдовєсову Віталію Анатолійовичу, </w:t>
      </w:r>
      <w:r>
        <w:rPr>
          <w:sz w:val="26"/>
          <w:szCs w:val="26"/>
          <w:lang w:val="uk-UA"/>
        </w:rPr>
        <w:t>за адресою</w:t>
      </w:r>
      <w:r w:rsidRPr="00ED7746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ED7746">
        <w:rPr>
          <w:sz w:val="26"/>
          <w:szCs w:val="26"/>
          <w:lang w:val="uk-UA"/>
        </w:rPr>
        <w:t>Лісна Поляна (в районі вулиці Садової), на терит</w:t>
      </w:r>
      <w:r>
        <w:rPr>
          <w:sz w:val="26"/>
          <w:szCs w:val="26"/>
          <w:lang w:val="uk-UA"/>
        </w:rPr>
        <w:t xml:space="preserve">орії, яка за даними Державного </w:t>
      </w:r>
      <w:r w:rsidRPr="00ED7746">
        <w:rPr>
          <w:sz w:val="26"/>
          <w:szCs w:val="26"/>
          <w:lang w:val="uk-UA"/>
        </w:rPr>
        <w:t>земельного кадастру враховується в 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141176" w:rsidRDefault="00C85725" w:rsidP="00ED7746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C628E4" w:rsidRDefault="00C85725" w:rsidP="00C628E4">
      <w:pPr>
        <w:ind w:firstLine="708"/>
        <w:contextualSpacing/>
        <w:jc w:val="both"/>
        <w:rPr>
          <w:sz w:val="26"/>
          <w:szCs w:val="26"/>
          <w:lang w:val="uk-UA"/>
        </w:rPr>
      </w:pPr>
      <w:r w:rsidRPr="00C628E4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4</w:t>
      </w:r>
      <w:r w:rsidRPr="00C628E4">
        <w:rPr>
          <w:sz w:val="26"/>
          <w:szCs w:val="26"/>
          <w:lang w:val="uk-UA"/>
        </w:rPr>
        <w:t>. Про надання дозволу на виготовлення проекту землеу</w:t>
      </w:r>
      <w:r>
        <w:rPr>
          <w:sz w:val="26"/>
          <w:szCs w:val="26"/>
          <w:lang w:val="uk-UA"/>
        </w:rPr>
        <w:t xml:space="preserve">строю щодо відведення </w:t>
      </w:r>
      <w:r w:rsidRPr="00C628E4">
        <w:rPr>
          <w:sz w:val="26"/>
          <w:szCs w:val="26"/>
          <w:lang w:val="uk-UA"/>
        </w:rPr>
        <w:t>земельної ділянки</w:t>
      </w:r>
      <w:r>
        <w:rPr>
          <w:sz w:val="26"/>
          <w:szCs w:val="26"/>
          <w:lang w:val="uk-UA"/>
        </w:rPr>
        <w:t xml:space="preserve"> в оренду терміном на 15 років </w:t>
      </w:r>
      <w:r w:rsidRPr="00C628E4">
        <w:rPr>
          <w:sz w:val="26"/>
          <w:szCs w:val="26"/>
          <w:lang w:val="uk-UA"/>
        </w:rPr>
        <w:t>для городництва гр.</w:t>
      </w:r>
      <w:r>
        <w:rPr>
          <w:sz w:val="26"/>
          <w:szCs w:val="26"/>
          <w:lang w:val="uk-UA"/>
        </w:rPr>
        <w:t xml:space="preserve"> </w:t>
      </w:r>
      <w:r w:rsidRPr="00C628E4">
        <w:rPr>
          <w:sz w:val="26"/>
          <w:szCs w:val="26"/>
          <w:lang w:val="uk-UA"/>
        </w:rPr>
        <w:t>Голяченку Сергію Ярославовичу,</w:t>
      </w:r>
      <w:r>
        <w:rPr>
          <w:sz w:val="26"/>
          <w:szCs w:val="26"/>
          <w:lang w:val="uk-UA"/>
        </w:rPr>
        <w:t xml:space="preserve"> за адресою</w:t>
      </w:r>
      <w:r w:rsidRPr="00C628E4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C628E4">
        <w:rPr>
          <w:sz w:val="26"/>
          <w:szCs w:val="26"/>
          <w:lang w:val="uk-UA"/>
        </w:rPr>
        <w:t>Лісна Поляна (в районі вулиці Садової), на території, яка за даними Державного земельного кадастру враховується в Ліснополянській сільській раді Марківського</w:t>
      </w:r>
      <w:r>
        <w:rPr>
          <w:sz w:val="26"/>
          <w:szCs w:val="26"/>
          <w:lang w:val="uk-UA"/>
        </w:rPr>
        <w:t xml:space="preserve"> </w:t>
      </w:r>
      <w:r w:rsidRPr="00C628E4">
        <w:rPr>
          <w:sz w:val="26"/>
          <w:szCs w:val="26"/>
          <w:lang w:val="uk-UA"/>
        </w:rPr>
        <w:t>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141176" w:rsidRDefault="00C85725" w:rsidP="00C628E4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6E51C1" w:rsidRDefault="00C85725" w:rsidP="006E51C1">
      <w:pPr>
        <w:ind w:firstLine="708"/>
        <w:contextualSpacing/>
        <w:jc w:val="both"/>
        <w:rPr>
          <w:sz w:val="26"/>
          <w:szCs w:val="26"/>
          <w:lang w:val="uk-UA"/>
        </w:rPr>
      </w:pPr>
      <w:r w:rsidRPr="006E51C1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5</w:t>
      </w:r>
      <w:r w:rsidRPr="006E51C1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</w:t>
      </w:r>
      <w:r w:rsidRPr="006E51C1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терміном на 15 років для </w:t>
      </w:r>
      <w:r w:rsidRPr="006E51C1">
        <w:rPr>
          <w:sz w:val="26"/>
          <w:szCs w:val="26"/>
          <w:lang w:val="uk-UA"/>
        </w:rPr>
        <w:t>городництва гр. Унгуряну Олегу Васильовичу,</w:t>
      </w:r>
      <w:r>
        <w:rPr>
          <w:sz w:val="26"/>
          <w:szCs w:val="26"/>
          <w:lang w:val="uk-UA"/>
        </w:rPr>
        <w:t xml:space="preserve"> </w:t>
      </w:r>
      <w:r w:rsidRPr="006E51C1">
        <w:rPr>
          <w:sz w:val="26"/>
          <w:szCs w:val="26"/>
          <w:lang w:val="uk-UA"/>
        </w:rPr>
        <w:t>за</w:t>
      </w:r>
      <w:r>
        <w:rPr>
          <w:sz w:val="26"/>
          <w:szCs w:val="26"/>
          <w:lang w:val="uk-UA"/>
        </w:rPr>
        <w:t xml:space="preserve"> адресою</w:t>
      </w:r>
      <w:r w:rsidRPr="006E51C1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6E51C1">
        <w:rPr>
          <w:sz w:val="26"/>
          <w:szCs w:val="26"/>
          <w:lang w:val="uk-UA"/>
        </w:rPr>
        <w:t>Лісна Поляна (в районі вулиці Садової), на території, яка за даними Державного земельного кадастру враховується в Ліснополянській сільській раді Марківського</w:t>
      </w:r>
    </w:p>
    <w:p w:rsidR="00C85725" w:rsidRDefault="00C85725" w:rsidP="006E51C1">
      <w:pPr>
        <w:contextualSpacing/>
        <w:jc w:val="both"/>
        <w:rPr>
          <w:sz w:val="26"/>
          <w:szCs w:val="26"/>
          <w:lang w:val="uk-UA"/>
        </w:rPr>
      </w:pPr>
      <w:r w:rsidRPr="006E51C1">
        <w:rPr>
          <w:sz w:val="26"/>
          <w:szCs w:val="26"/>
          <w:lang w:val="uk-UA"/>
        </w:rPr>
        <w:t>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141176" w:rsidRDefault="00C85725" w:rsidP="006E51C1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1E2C2C" w:rsidRDefault="00C85725" w:rsidP="001E2C2C">
      <w:pPr>
        <w:ind w:firstLine="708"/>
        <w:contextualSpacing/>
        <w:jc w:val="both"/>
        <w:rPr>
          <w:sz w:val="26"/>
          <w:szCs w:val="26"/>
          <w:lang w:val="uk-UA"/>
        </w:rPr>
      </w:pPr>
      <w:r w:rsidRPr="001E2C2C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6</w:t>
      </w:r>
      <w:r w:rsidRPr="001E2C2C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</w:t>
      </w:r>
      <w:r w:rsidRPr="001E2C2C">
        <w:rPr>
          <w:sz w:val="26"/>
          <w:szCs w:val="26"/>
        </w:rPr>
        <w:t xml:space="preserve"> </w:t>
      </w:r>
      <w:r w:rsidRPr="001E2C2C">
        <w:rPr>
          <w:sz w:val="26"/>
          <w:szCs w:val="26"/>
          <w:lang w:val="uk-UA"/>
        </w:rPr>
        <w:t>терміном на 15 років для г</w:t>
      </w:r>
      <w:r>
        <w:rPr>
          <w:sz w:val="26"/>
          <w:szCs w:val="26"/>
          <w:lang w:val="uk-UA"/>
        </w:rPr>
        <w:t>о</w:t>
      </w:r>
      <w:r w:rsidRPr="001E2C2C">
        <w:rPr>
          <w:sz w:val="26"/>
          <w:szCs w:val="26"/>
          <w:lang w:val="uk-UA"/>
        </w:rPr>
        <w:t xml:space="preserve">родництва гр. Косолапу Миколі Михайловичу, за </w:t>
      </w:r>
      <w:r>
        <w:rPr>
          <w:sz w:val="26"/>
          <w:szCs w:val="26"/>
          <w:lang w:val="uk-UA"/>
        </w:rPr>
        <w:t>адресою</w:t>
      </w:r>
      <w:r w:rsidRPr="001E2C2C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1E2C2C">
        <w:rPr>
          <w:sz w:val="26"/>
          <w:szCs w:val="26"/>
          <w:lang w:val="uk-UA"/>
        </w:rPr>
        <w:t>Лісна Поляна (в районі вулиці Садової), на території, яка за даними Державного земельного кадастру враховується в 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141176" w:rsidRDefault="00C85725" w:rsidP="001E2C2C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163419" w:rsidRDefault="00C85725" w:rsidP="00163419">
      <w:pPr>
        <w:ind w:firstLine="708"/>
        <w:contextualSpacing/>
        <w:jc w:val="both"/>
        <w:rPr>
          <w:sz w:val="26"/>
          <w:szCs w:val="26"/>
          <w:lang w:val="uk-UA"/>
        </w:rPr>
      </w:pPr>
      <w:r w:rsidRPr="00163419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7</w:t>
      </w:r>
      <w:r w:rsidRPr="00163419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</w:t>
      </w:r>
      <w:r w:rsidRPr="00163419">
        <w:rPr>
          <w:sz w:val="26"/>
          <w:szCs w:val="26"/>
        </w:rPr>
        <w:t xml:space="preserve"> </w:t>
      </w:r>
      <w:r w:rsidRPr="00163419">
        <w:rPr>
          <w:sz w:val="26"/>
          <w:szCs w:val="26"/>
          <w:lang w:val="uk-UA"/>
        </w:rPr>
        <w:t xml:space="preserve">терміном на 15 років </w:t>
      </w:r>
      <w:r>
        <w:rPr>
          <w:sz w:val="26"/>
          <w:szCs w:val="26"/>
          <w:lang w:val="uk-UA"/>
        </w:rPr>
        <w:t xml:space="preserve">для </w:t>
      </w:r>
      <w:r w:rsidRPr="00163419">
        <w:rPr>
          <w:sz w:val="26"/>
          <w:szCs w:val="26"/>
          <w:lang w:val="uk-UA"/>
        </w:rPr>
        <w:t>городництва гр.</w:t>
      </w:r>
      <w:r>
        <w:rPr>
          <w:sz w:val="26"/>
          <w:szCs w:val="26"/>
          <w:lang w:val="uk-UA"/>
        </w:rPr>
        <w:t xml:space="preserve"> </w:t>
      </w:r>
      <w:r w:rsidRPr="00163419">
        <w:rPr>
          <w:sz w:val="26"/>
          <w:szCs w:val="26"/>
          <w:lang w:val="uk-UA"/>
        </w:rPr>
        <w:t>Корнейчуку Володимиру Миколайовичу, з</w:t>
      </w:r>
      <w:r>
        <w:rPr>
          <w:sz w:val="26"/>
          <w:szCs w:val="26"/>
          <w:lang w:val="uk-UA"/>
        </w:rPr>
        <w:t>а адресою</w:t>
      </w:r>
      <w:r w:rsidRPr="00163419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163419">
        <w:rPr>
          <w:sz w:val="26"/>
          <w:szCs w:val="26"/>
          <w:lang w:val="uk-UA"/>
        </w:rPr>
        <w:t>Лісна Поляна (в районі вулиці Садової),</w:t>
      </w:r>
      <w:r>
        <w:rPr>
          <w:sz w:val="26"/>
          <w:szCs w:val="26"/>
          <w:lang w:val="uk-UA"/>
        </w:rPr>
        <w:t xml:space="preserve"> </w:t>
      </w:r>
      <w:r w:rsidRPr="00163419">
        <w:rPr>
          <w:sz w:val="26"/>
          <w:szCs w:val="26"/>
          <w:lang w:val="uk-UA"/>
        </w:rPr>
        <w:t>на території, яка за даними Державного  земельного кадастру враховується в</w:t>
      </w:r>
      <w:r>
        <w:rPr>
          <w:sz w:val="26"/>
          <w:szCs w:val="26"/>
          <w:lang w:val="uk-UA"/>
        </w:rPr>
        <w:t xml:space="preserve"> </w:t>
      </w:r>
      <w:r w:rsidRPr="00163419">
        <w:rPr>
          <w:sz w:val="26"/>
          <w:szCs w:val="26"/>
          <w:lang w:val="uk-UA"/>
        </w:rPr>
        <w:t>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644EBF" w:rsidRDefault="00C85725" w:rsidP="00644EBF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6E51C1" w:rsidRDefault="00C85725" w:rsidP="00644EBF">
      <w:pPr>
        <w:ind w:firstLine="708"/>
        <w:contextualSpacing/>
        <w:jc w:val="both"/>
        <w:rPr>
          <w:sz w:val="26"/>
          <w:szCs w:val="26"/>
          <w:lang w:val="uk-UA"/>
        </w:rPr>
      </w:pPr>
      <w:r w:rsidRPr="00644EBF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8</w:t>
      </w:r>
      <w:r w:rsidRPr="00644EBF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</w:t>
      </w:r>
      <w:r w:rsidRPr="00644EBF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терміном на 7</w:t>
      </w:r>
      <w:r w:rsidRPr="00644EBF">
        <w:rPr>
          <w:sz w:val="26"/>
          <w:szCs w:val="26"/>
          <w:lang w:val="uk-UA"/>
        </w:rPr>
        <w:t xml:space="preserve"> років для городництва гр. Житлову Сергію Геннадійовичу, за адре</w:t>
      </w:r>
      <w:r>
        <w:rPr>
          <w:sz w:val="26"/>
          <w:szCs w:val="26"/>
          <w:lang w:val="uk-UA"/>
        </w:rPr>
        <w:t>сою</w:t>
      </w:r>
      <w:r w:rsidRPr="00644EBF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644EBF">
        <w:rPr>
          <w:sz w:val="26"/>
          <w:szCs w:val="26"/>
          <w:lang w:val="uk-UA"/>
        </w:rPr>
        <w:t>Лісна Поляна, на території, яка за даними Державного земельного кадастру враховується в Ліснополянській сільській раді Марківського</w:t>
      </w:r>
      <w:r>
        <w:rPr>
          <w:sz w:val="26"/>
          <w:szCs w:val="26"/>
          <w:lang w:val="uk-UA"/>
        </w:rPr>
        <w:t xml:space="preserve"> </w:t>
      </w:r>
      <w:r w:rsidRPr="00644EBF">
        <w:rPr>
          <w:sz w:val="26"/>
          <w:szCs w:val="26"/>
          <w:lang w:val="uk-UA"/>
        </w:rPr>
        <w:t>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644EBF" w:rsidRDefault="00C85725" w:rsidP="00644EBF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644EBF" w:rsidRDefault="00C85725" w:rsidP="00644EBF">
      <w:pPr>
        <w:ind w:firstLine="708"/>
        <w:contextualSpacing/>
        <w:jc w:val="both"/>
        <w:rPr>
          <w:sz w:val="26"/>
          <w:szCs w:val="26"/>
          <w:lang w:val="uk-UA"/>
        </w:rPr>
      </w:pPr>
      <w:r w:rsidRPr="00644EBF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9</w:t>
      </w:r>
      <w:r w:rsidRPr="00644EBF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 терміном на 15 років для городництва гр.</w:t>
      </w:r>
      <w:r>
        <w:rPr>
          <w:sz w:val="26"/>
          <w:szCs w:val="26"/>
          <w:lang w:val="uk-UA"/>
        </w:rPr>
        <w:t xml:space="preserve"> </w:t>
      </w:r>
      <w:r w:rsidRPr="00644EBF">
        <w:rPr>
          <w:sz w:val="26"/>
          <w:szCs w:val="26"/>
          <w:lang w:val="uk-UA"/>
        </w:rPr>
        <w:t xml:space="preserve">Чередниченку Сергію Ревазовичу, за </w:t>
      </w:r>
      <w:r>
        <w:rPr>
          <w:sz w:val="26"/>
          <w:szCs w:val="26"/>
          <w:lang w:val="uk-UA"/>
        </w:rPr>
        <w:t>адресою</w:t>
      </w:r>
      <w:r w:rsidRPr="00644EBF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644EBF">
        <w:rPr>
          <w:sz w:val="26"/>
          <w:szCs w:val="26"/>
          <w:lang w:val="uk-UA"/>
        </w:rPr>
        <w:t>Лісна Поляна, на терит</w:t>
      </w:r>
      <w:r>
        <w:rPr>
          <w:sz w:val="26"/>
          <w:szCs w:val="26"/>
          <w:lang w:val="uk-UA"/>
        </w:rPr>
        <w:t xml:space="preserve">орії, яка за даними Державного </w:t>
      </w:r>
      <w:r w:rsidRPr="00644EBF">
        <w:rPr>
          <w:sz w:val="26"/>
          <w:szCs w:val="26"/>
          <w:lang w:val="uk-UA"/>
        </w:rPr>
        <w:t>земельного кадастру враховується в 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644EBF" w:rsidRDefault="00C85725" w:rsidP="00644EBF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444D20" w:rsidRDefault="00C85725" w:rsidP="00444D20">
      <w:pPr>
        <w:ind w:firstLine="708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40</w:t>
      </w:r>
      <w:r w:rsidRPr="00444D20">
        <w:rPr>
          <w:sz w:val="26"/>
          <w:szCs w:val="26"/>
          <w:lang w:val="uk-UA"/>
        </w:rPr>
        <w:t>. Про надання дозволу на виготовлення проек</w:t>
      </w:r>
      <w:r>
        <w:rPr>
          <w:sz w:val="26"/>
          <w:szCs w:val="26"/>
          <w:lang w:val="uk-UA"/>
        </w:rPr>
        <w:t xml:space="preserve">ту землеустрою щодо відведення </w:t>
      </w:r>
      <w:r w:rsidRPr="00444D20">
        <w:rPr>
          <w:sz w:val="26"/>
          <w:szCs w:val="26"/>
          <w:lang w:val="uk-UA"/>
        </w:rPr>
        <w:t xml:space="preserve">земельної ділянки в оренду терміном на 15 років для городництва гр. Муравцову Віктору Анатолійовичу, за </w:t>
      </w:r>
      <w:r>
        <w:rPr>
          <w:sz w:val="26"/>
          <w:szCs w:val="26"/>
          <w:lang w:val="uk-UA"/>
        </w:rPr>
        <w:t>адресою</w:t>
      </w:r>
      <w:r w:rsidRPr="00444D20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444D20">
        <w:rPr>
          <w:sz w:val="26"/>
          <w:szCs w:val="26"/>
          <w:lang w:val="uk-UA"/>
        </w:rPr>
        <w:t>Лісна Поляна, на території, яка за даними Державного земельного кадастру враховується в Ліснополянській сільській раді Марківського</w:t>
      </w:r>
      <w:r>
        <w:rPr>
          <w:sz w:val="26"/>
          <w:szCs w:val="26"/>
          <w:lang w:val="uk-UA"/>
        </w:rPr>
        <w:t xml:space="preserve"> </w:t>
      </w:r>
      <w:r w:rsidRPr="00444D20">
        <w:rPr>
          <w:sz w:val="26"/>
          <w:szCs w:val="26"/>
          <w:lang w:val="uk-UA"/>
        </w:rPr>
        <w:t>району Луганської області</w:t>
      </w:r>
    </w:p>
    <w:p w:rsidR="00C85725" w:rsidRPr="00644EBF" w:rsidRDefault="00C85725" w:rsidP="00444D20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350C5D" w:rsidRDefault="00C85725" w:rsidP="00350C5D">
      <w:pPr>
        <w:ind w:firstLine="708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41</w:t>
      </w:r>
      <w:r w:rsidRPr="00350C5D">
        <w:rPr>
          <w:sz w:val="26"/>
          <w:szCs w:val="26"/>
          <w:lang w:val="uk-UA"/>
        </w:rPr>
        <w:t xml:space="preserve">. Про надання дозволу на виготовлення проекту землеустрою щодо відведення земельної ділянки в оренду </w:t>
      </w:r>
      <w:r w:rsidRPr="00444D20">
        <w:rPr>
          <w:sz w:val="26"/>
          <w:szCs w:val="26"/>
          <w:lang w:val="uk-UA"/>
        </w:rPr>
        <w:t xml:space="preserve">терміном на 15 років </w:t>
      </w:r>
      <w:r w:rsidRPr="00350C5D">
        <w:rPr>
          <w:sz w:val="26"/>
          <w:szCs w:val="26"/>
          <w:lang w:val="uk-UA"/>
        </w:rPr>
        <w:t>для городництва гр.</w:t>
      </w:r>
      <w:r>
        <w:rPr>
          <w:sz w:val="26"/>
          <w:szCs w:val="26"/>
          <w:lang w:val="uk-UA"/>
        </w:rPr>
        <w:t xml:space="preserve"> </w:t>
      </w:r>
      <w:r w:rsidRPr="00350C5D">
        <w:rPr>
          <w:sz w:val="26"/>
          <w:szCs w:val="26"/>
          <w:lang w:val="uk-UA"/>
        </w:rPr>
        <w:t xml:space="preserve">Глазкову Василю Івановичу, за </w:t>
      </w:r>
      <w:r>
        <w:rPr>
          <w:sz w:val="26"/>
          <w:szCs w:val="26"/>
          <w:lang w:val="uk-UA"/>
        </w:rPr>
        <w:t>адресою</w:t>
      </w:r>
      <w:r w:rsidRPr="00350C5D">
        <w:rPr>
          <w:sz w:val="26"/>
          <w:szCs w:val="26"/>
          <w:lang w:val="uk-UA"/>
        </w:rPr>
        <w:t>: с.</w:t>
      </w:r>
      <w:r>
        <w:rPr>
          <w:sz w:val="26"/>
          <w:szCs w:val="26"/>
          <w:lang w:val="uk-UA"/>
        </w:rPr>
        <w:t xml:space="preserve"> </w:t>
      </w:r>
      <w:r w:rsidRPr="00350C5D">
        <w:rPr>
          <w:sz w:val="26"/>
          <w:szCs w:val="26"/>
          <w:lang w:val="uk-UA"/>
        </w:rPr>
        <w:t>Лісна Поляна, на терит</w:t>
      </w:r>
      <w:r>
        <w:rPr>
          <w:sz w:val="26"/>
          <w:szCs w:val="26"/>
          <w:lang w:val="uk-UA"/>
        </w:rPr>
        <w:t xml:space="preserve">орії, яка за даними Державного </w:t>
      </w:r>
      <w:r w:rsidRPr="00350C5D">
        <w:rPr>
          <w:sz w:val="26"/>
          <w:szCs w:val="26"/>
          <w:lang w:val="uk-UA"/>
        </w:rPr>
        <w:t>земельного кадастру враховується в</w:t>
      </w:r>
      <w:r>
        <w:rPr>
          <w:sz w:val="26"/>
          <w:szCs w:val="26"/>
          <w:lang w:val="uk-UA"/>
        </w:rPr>
        <w:t xml:space="preserve"> </w:t>
      </w:r>
      <w:r w:rsidRPr="00350C5D">
        <w:rPr>
          <w:sz w:val="26"/>
          <w:szCs w:val="26"/>
          <w:lang w:val="uk-UA"/>
        </w:rPr>
        <w:t>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644EBF" w:rsidRDefault="00C85725" w:rsidP="00350C5D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4D7B07" w:rsidRDefault="00C85725" w:rsidP="004D7B07">
      <w:pPr>
        <w:ind w:firstLine="708"/>
        <w:contextualSpacing/>
        <w:jc w:val="both"/>
        <w:rPr>
          <w:sz w:val="26"/>
          <w:szCs w:val="26"/>
          <w:lang w:val="uk-UA"/>
        </w:rPr>
      </w:pPr>
      <w:r w:rsidRPr="004D7B07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2</w:t>
      </w:r>
      <w:r w:rsidRPr="004D7B07">
        <w:rPr>
          <w:sz w:val="26"/>
          <w:szCs w:val="26"/>
          <w:lang w:val="uk-UA"/>
        </w:rPr>
        <w:t xml:space="preserve">. Про надання дозволу на виготовлення проекту землеустрою щодо відведення земельної ділянки в оренду </w:t>
      </w:r>
      <w:r w:rsidRPr="00444D20">
        <w:rPr>
          <w:sz w:val="26"/>
          <w:szCs w:val="26"/>
          <w:lang w:val="uk-UA"/>
        </w:rPr>
        <w:t xml:space="preserve">терміном на 15 років </w:t>
      </w:r>
      <w:r w:rsidRPr="004D7B07">
        <w:rPr>
          <w:sz w:val="26"/>
          <w:szCs w:val="26"/>
          <w:lang w:val="uk-UA"/>
        </w:rPr>
        <w:t>для городництва гр.</w:t>
      </w:r>
      <w:r>
        <w:rPr>
          <w:sz w:val="26"/>
          <w:szCs w:val="26"/>
          <w:lang w:val="uk-UA"/>
        </w:rPr>
        <w:t xml:space="preserve"> </w:t>
      </w:r>
      <w:r w:rsidRPr="004D7B07">
        <w:rPr>
          <w:sz w:val="26"/>
          <w:szCs w:val="26"/>
          <w:lang w:val="uk-UA"/>
        </w:rPr>
        <w:t>Горобченко Любові Миколаївні, за адресою: с.</w:t>
      </w:r>
      <w:r>
        <w:rPr>
          <w:sz w:val="26"/>
          <w:szCs w:val="26"/>
          <w:lang w:val="uk-UA"/>
        </w:rPr>
        <w:t xml:space="preserve"> </w:t>
      </w:r>
      <w:r w:rsidRPr="004D7B07">
        <w:rPr>
          <w:sz w:val="26"/>
          <w:szCs w:val="26"/>
          <w:lang w:val="uk-UA"/>
        </w:rPr>
        <w:t>Лісна Поляна, на території, яка за даними Державного земельного кадастру враховується в</w:t>
      </w:r>
      <w:r>
        <w:rPr>
          <w:sz w:val="26"/>
          <w:szCs w:val="26"/>
          <w:lang w:val="uk-UA"/>
        </w:rPr>
        <w:t xml:space="preserve"> </w:t>
      </w:r>
      <w:r w:rsidRPr="004D7B07">
        <w:rPr>
          <w:sz w:val="26"/>
          <w:szCs w:val="26"/>
          <w:lang w:val="uk-UA"/>
        </w:rPr>
        <w:t>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644EBF" w:rsidRDefault="00C85725" w:rsidP="004D7B07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3918D9" w:rsidRDefault="00C85725" w:rsidP="003918D9">
      <w:pPr>
        <w:ind w:firstLine="708"/>
        <w:contextualSpacing/>
        <w:jc w:val="both"/>
        <w:rPr>
          <w:sz w:val="26"/>
          <w:szCs w:val="26"/>
          <w:lang w:val="uk-UA"/>
        </w:rPr>
      </w:pPr>
      <w:r w:rsidRPr="003918D9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3</w:t>
      </w:r>
      <w:r w:rsidRPr="003918D9">
        <w:rPr>
          <w:sz w:val="26"/>
          <w:szCs w:val="26"/>
          <w:lang w:val="uk-UA"/>
        </w:rPr>
        <w:t xml:space="preserve">. Про надання дозволу на виготовлення проекту землеустрою щодо відведення земельної ділянки в оренду </w:t>
      </w:r>
      <w:r w:rsidRPr="00444D20">
        <w:rPr>
          <w:sz w:val="26"/>
          <w:szCs w:val="26"/>
          <w:lang w:val="uk-UA"/>
        </w:rPr>
        <w:t xml:space="preserve">терміном на 15 років </w:t>
      </w:r>
      <w:r w:rsidRPr="003918D9">
        <w:rPr>
          <w:sz w:val="26"/>
          <w:szCs w:val="26"/>
          <w:lang w:val="uk-UA"/>
        </w:rPr>
        <w:t>для городництва гр. Унгурян</w:t>
      </w:r>
      <w:r>
        <w:rPr>
          <w:sz w:val="26"/>
          <w:szCs w:val="26"/>
          <w:lang w:val="uk-UA"/>
        </w:rPr>
        <w:t xml:space="preserve">у </w:t>
      </w:r>
      <w:r w:rsidRPr="003918D9">
        <w:rPr>
          <w:sz w:val="26"/>
          <w:szCs w:val="26"/>
          <w:lang w:val="uk-UA"/>
        </w:rPr>
        <w:t xml:space="preserve">Олегу Васильовичу, </w:t>
      </w:r>
      <w:r>
        <w:rPr>
          <w:sz w:val="26"/>
          <w:szCs w:val="26"/>
          <w:lang w:val="uk-UA"/>
        </w:rPr>
        <w:t xml:space="preserve">за адресою: </w:t>
      </w:r>
      <w:r w:rsidRPr="003918D9">
        <w:rPr>
          <w:sz w:val="26"/>
          <w:szCs w:val="26"/>
          <w:lang w:val="uk-UA"/>
        </w:rPr>
        <w:t>с.</w:t>
      </w:r>
      <w:r>
        <w:rPr>
          <w:sz w:val="26"/>
          <w:szCs w:val="26"/>
          <w:lang w:val="uk-UA"/>
        </w:rPr>
        <w:t xml:space="preserve"> </w:t>
      </w:r>
      <w:r w:rsidRPr="003918D9">
        <w:rPr>
          <w:sz w:val="26"/>
          <w:szCs w:val="26"/>
          <w:lang w:val="uk-UA"/>
        </w:rPr>
        <w:t>Лісна Поляна, на території, яка за даними Державного земельного кадастру враховується в</w:t>
      </w:r>
      <w:r>
        <w:rPr>
          <w:sz w:val="26"/>
          <w:szCs w:val="26"/>
          <w:lang w:val="uk-UA"/>
        </w:rPr>
        <w:t xml:space="preserve"> </w:t>
      </w:r>
      <w:r w:rsidRPr="003918D9">
        <w:rPr>
          <w:sz w:val="26"/>
          <w:szCs w:val="26"/>
          <w:lang w:val="uk-UA"/>
        </w:rPr>
        <w:t>Ліснополянській сільській раді Марківського району Луганської області</w:t>
      </w:r>
      <w:r>
        <w:rPr>
          <w:sz w:val="26"/>
          <w:szCs w:val="26"/>
          <w:lang w:val="uk-UA"/>
        </w:rPr>
        <w:t>.</w:t>
      </w:r>
    </w:p>
    <w:p w:rsidR="00C85725" w:rsidRPr="00644EBF" w:rsidRDefault="00C85725" w:rsidP="003918D9">
      <w:pPr>
        <w:ind w:firstLine="708"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 xml:space="preserve">землевпорядник Ліснополянської сільської ради Муравцова Таїсія Петрівна </w:t>
      </w:r>
    </w:p>
    <w:p w:rsidR="00C85725" w:rsidRPr="00A219BF" w:rsidRDefault="00C85725" w:rsidP="00A219BF">
      <w:pPr>
        <w:ind w:firstLine="708"/>
        <w:contextualSpacing/>
        <w:jc w:val="both"/>
        <w:rPr>
          <w:sz w:val="26"/>
          <w:szCs w:val="26"/>
          <w:lang w:val="uk-UA"/>
        </w:rPr>
      </w:pPr>
      <w:r w:rsidRPr="00A219BF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4</w:t>
      </w:r>
      <w:r w:rsidRPr="00A219BF">
        <w:rPr>
          <w:sz w:val="26"/>
          <w:szCs w:val="26"/>
          <w:lang w:val="uk-UA"/>
        </w:rPr>
        <w:t>. Про надання дозволу на виготовлення проекту земл</w:t>
      </w:r>
      <w:r>
        <w:rPr>
          <w:sz w:val="26"/>
          <w:szCs w:val="26"/>
          <w:lang w:val="uk-UA"/>
        </w:rPr>
        <w:t xml:space="preserve">еустрою щодо відведення </w:t>
      </w:r>
      <w:r w:rsidRPr="00A219BF">
        <w:rPr>
          <w:sz w:val="26"/>
          <w:szCs w:val="26"/>
          <w:lang w:val="uk-UA"/>
        </w:rPr>
        <w:t>земельної ділянки у приватну власність гр.</w:t>
      </w:r>
      <w:r>
        <w:rPr>
          <w:sz w:val="26"/>
          <w:szCs w:val="26"/>
          <w:lang w:val="uk-UA"/>
        </w:rPr>
        <w:t xml:space="preserve"> </w:t>
      </w:r>
      <w:r w:rsidRPr="00A219BF">
        <w:rPr>
          <w:sz w:val="26"/>
          <w:szCs w:val="26"/>
          <w:lang w:val="uk-UA"/>
        </w:rPr>
        <w:t>Соро</w:t>
      </w:r>
      <w:r>
        <w:rPr>
          <w:sz w:val="26"/>
          <w:szCs w:val="26"/>
          <w:lang w:val="uk-UA"/>
        </w:rPr>
        <w:t>ц</w:t>
      </w:r>
      <w:r w:rsidRPr="00A219BF">
        <w:rPr>
          <w:sz w:val="26"/>
          <w:szCs w:val="26"/>
          <w:lang w:val="uk-UA"/>
        </w:rPr>
        <w:t>і Артему Геннадійовичу, для ведення особистого селянського господарства за адресою: с.</w:t>
      </w:r>
      <w:r>
        <w:rPr>
          <w:sz w:val="26"/>
          <w:szCs w:val="26"/>
          <w:lang w:val="uk-UA"/>
        </w:rPr>
        <w:t xml:space="preserve"> Фартуківка</w:t>
      </w:r>
      <w:r w:rsidRPr="00A219BF">
        <w:rPr>
          <w:sz w:val="26"/>
          <w:szCs w:val="26"/>
          <w:lang w:val="uk-UA"/>
        </w:rPr>
        <w:t>, (в районі в</w:t>
      </w:r>
      <w:r>
        <w:rPr>
          <w:sz w:val="26"/>
          <w:szCs w:val="26"/>
          <w:lang w:val="uk-UA"/>
        </w:rPr>
        <w:t xml:space="preserve">улиці Урожайної) на території, </w:t>
      </w:r>
      <w:r w:rsidRPr="00A219BF">
        <w:rPr>
          <w:sz w:val="26"/>
          <w:szCs w:val="26"/>
          <w:lang w:val="uk-UA"/>
        </w:rPr>
        <w:t>яка за даними Державного земельного кадастру враховується в</w:t>
      </w:r>
      <w:r>
        <w:rPr>
          <w:sz w:val="26"/>
          <w:szCs w:val="26"/>
          <w:lang w:val="uk-UA"/>
        </w:rPr>
        <w:t xml:space="preserve"> </w:t>
      </w:r>
      <w:r w:rsidRPr="00A219BF">
        <w:rPr>
          <w:sz w:val="26"/>
          <w:szCs w:val="26"/>
          <w:lang w:val="uk-UA"/>
        </w:rPr>
        <w:t>Ліснополянській</w:t>
      </w:r>
      <w:r>
        <w:rPr>
          <w:sz w:val="26"/>
          <w:szCs w:val="26"/>
          <w:lang w:val="uk-UA"/>
        </w:rPr>
        <w:t xml:space="preserve"> </w:t>
      </w:r>
      <w:r w:rsidRPr="00A219BF">
        <w:rPr>
          <w:sz w:val="26"/>
          <w:szCs w:val="26"/>
          <w:lang w:val="uk-UA"/>
        </w:rPr>
        <w:t>сіль</w:t>
      </w:r>
      <w:r>
        <w:rPr>
          <w:sz w:val="26"/>
          <w:szCs w:val="26"/>
          <w:lang w:val="uk-UA"/>
        </w:rPr>
        <w:t xml:space="preserve">ській раді Марківського району </w:t>
      </w:r>
      <w:r w:rsidRPr="00A219BF">
        <w:rPr>
          <w:sz w:val="26"/>
          <w:szCs w:val="26"/>
          <w:lang w:val="uk-UA"/>
        </w:rPr>
        <w:t>Луганської області</w:t>
      </w:r>
    </w:p>
    <w:p w:rsidR="00C85725" w:rsidRPr="00A219BF" w:rsidRDefault="00C85725" w:rsidP="007F690C">
      <w:pPr>
        <w:ind w:firstLine="708"/>
        <w:contextualSpacing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>землевпорядник Ліснополянської сільської ради Муравцова Таїсія Петрівна</w:t>
      </w:r>
    </w:p>
    <w:p w:rsidR="00C85725" w:rsidRPr="007976C7" w:rsidRDefault="00C85725" w:rsidP="007976C7">
      <w:pPr>
        <w:ind w:firstLine="708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45</w:t>
      </w:r>
      <w:r w:rsidRPr="007976C7">
        <w:rPr>
          <w:sz w:val="26"/>
          <w:szCs w:val="26"/>
          <w:lang w:val="uk-UA"/>
        </w:rPr>
        <w:t xml:space="preserve">. Про внесення змін до договору оренди </w:t>
      </w:r>
      <w:r>
        <w:rPr>
          <w:sz w:val="26"/>
          <w:szCs w:val="26"/>
          <w:lang w:val="uk-UA"/>
        </w:rPr>
        <w:t xml:space="preserve">на земельну ділянку кадастровий номер 4422586600:17:001:0002, заключного </w:t>
      </w:r>
      <w:r w:rsidRPr="007976C7">
        <w:rPr>
          <w:sz w:val="26"/>
          <w:szCs w:val="26"/>
          <w:lang w:val="uk-UA"/>
        </w:rPr>
        <w:t>між Левицьким Васил</w:t>
      </w:r>
      <w:r>
        <w:rPr>
          <w:sz w:val="26"/>
          <w:szCs w:val="26"/>
          <w:lang w:val="uk-UA"/>
        </w:rPr>
        <w:t>е</w:t>
      </w:r>
      <w:r w:rsidRPr="007976C7">
        <w:rPr>
          <w:sz w:val="26"/>
          <w:szCs w:val="26"/>
          <w:lang w:val="uk-UA"/>
        </w:rPr>
        <w:t>м Луціяновичем та Ліс</w:t>
      </w:r>
      <w:r>
        <w:rPr>
          <w:sz w:val="26"/>
          <w:szCs w:val="26"/>
          <w:lang w:val="uk-UA"/>
        </w:rPr>
        <w:t>нополянською сільською радою</w:t>
      </w:r>
      <w:r w:rsidRPr="007976C7">
        <w:rPr>
          <w:sz w:val="26"/>
          <w:szCs w:val="26"/>
          <w:lang w:val="uk-UA"/>
        </w:rPr>
        <w:t xml:space="preserve"> 01.01.2014</w:t>
      </w:r>
      <w:r>
        <w:rPr>
          <w:sz w:val="26"/>
          <w:szCs w:val="26"/>
          <w:lang w:val="uk-UA"/>
        </w:rPr>
        <w:t>.</w:t>
      </w:r>
      <w:r w:rsidRPr="007976C7">
        <w:rPr>
          <w:sz w:val="26"/>
          <w:szCs w:val="26"/>
          <w:lang w:val="uk-UA"/>
        </w:rPr>
        <w:t xml:space="preserve"> </w:t>
      </w:r>
    </w:p>
    <w:p w:rsidR="00C85725" w:rsidRPr="00A219BF" w:rsidRDefault="00C85725" w:rsidP="007976C7">
      <w:pPr>
        <w:ind w:firstLine="708"/>
        <w:contextualSpacing/>
        <w:jc w:val="both"/>
        <w:rPr>
          <w:sz w:val="26"/>
          <w:szCs w:val="26"/>
          <w:lang w:val="uk-UA"/>
        </w:rPr>
      </w:pPr>
      <w:r w:rsidRPr="00141176">
        <w:rPr>
          <w:b/>
          <w:i/>
          <w:sz w:val="26"/>
          <w:szCs w:val="26"/>
          <w:lang w:val="uk-UA"/>
        </w:rPr>
        <w:t>Доповідає:</w:t>
      </w:r>
      <w:r w:rsidRPr="00141176">
        <w:rPr>
          <w:b/>
          <w:sz w:val="26"/>
          <w:szCs w:val="26"/>
          <w:lang w:val="uk-UA"/>
        </w:rPr>
        <w:t xml:space="preserve"> </w:t>
      </w:r>
      <w:r w:rsidRPr="00141176">
        <w:rPr>
          <w:sz w:val="26"/>
          <w:szCs w:val="26"/>
          <w:lang w:val="uk-UA"/>
        </w:rPr>
        <w:t>землевпорядник Ліснополянської сільської ради Муравцова Таїсія Петрівна</w:t>
      </w:r>
    </w:p>
    <w:p w:rsidR="00C85725" w:rsidRPr="008B0131" w:rsidRDefault="00C85725" w:rsidP="008B0131">
      <w:pPr>
        <w:ind w:firstLine="708"/>
        <w:contextualSpacing/>
        <w:jc w:val="both"/>
        <w:rPr>
          <w:sz w:val="26"/>
          <w:szCs w:val="26"/>
          <w:lang w:val="uk-UA"/>
        </w:rPr>
      </w:pPr>
      <w:r w:rsidRPr="008B0131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6</w:t>
      </w:r>
      <w:r w:rsidRPr="008B0131">
        <w:rPr>
          <w:sz w:val="26"/>
          <w:szCs w:val="26"/>
          <w:lang w:val="uk-UA"/>
        </w:rPr>
        <w:t>. Про затвердження проекту землеустрою щодо відведення земельної ділянки у власність Сироватко Лідії Іванівні для ведення особистого селянського господарства, розташованої в межах населеного пункту, на території, яка за даними Державного земельного кадастру враховується в Бондарівській сільській раді за адресою: с.</w:t>
      </w:r>
      <w:r>
        <w:rPr>
          <w:sz w:val="26"/>
          <w:szCs w:val="26"/>
          <w:lang w:val="uk-UA"/>
        </w:rPr>
        <w:t xml:space="preserve"> Бондарівка</w:t>
      </w:r>
      <w:r w:rsidRPr="008B0131">
        <w:rPr>
          <w:sz w:val="26"/>
          <w:szCs w:val="26"/>
          <w:lang w:val="uk-UA"/>
        </w:rPr>
        <w:t xml:space="preserve"> Марківського району Луганської області.</w:t>
      </w:r>
    </w:p>
    <w:p w:rsidR="00C85725" w:rsidRPr="00E105F7" w:rsidRDefault="00C85725" w:rsidP="003513CB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 Тіщенко Олександр Борисович.</w:t>
      </w:r>
    </w:p>
    <w:p w:rsidR="00C85725" w:rsidRPr="00933032" w:rsidRDefault="00C85725" w:rsidP="00933032">
      <w:pPr>
        <w:ind w:firstLine="708"/>
        <w:contextualSpacing/>
        <w:jc w:val="both"/>
        <w:rPr>
          <w:sz w:val="26"/>
          <w:szCs w:val="26"/>
          <w:highlight w:val="yellow"/>
          <w:lang w:val="uk-UA"/>
        </w:rPr>
      </w:pPr>
      <w:r w:rsidRPr="00933032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7</w:t>
      </w:r>
      <w:r w:rsidRPr="00933032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</w:t>
      </w:r>
      <w:r>
        <w:rPr>
          <w:sz w:val="26"/>
          <w:szCs w:val="26"/>
          <w:lang w:val="uk-UA"/>
        </w:rPr>
        <w:t xml:space="preserve"> ділянки у приватну власність </w:t>
      </w:r>
      <w:r w:rsidRPr="00933032">
        <w:rPr>
          <w:sz w:val="26"/>
          <w:szCs w:val="26"/>
          <w:lang w:val="uk-UA"/>
        </w:rPr>
        <w:t>гр. Усік Валентині Олександрівні, для ведення особистого селянського господарства, за адресою: с.</w:t>
      </w:r>
      <w:r>
        <w:rPr>
          <w:sz w:val="26"/>
          <w:szCs w:val="26"/>
          <w:lang w:val="uk-UA"/>
        </w:rPr>
        <w:t xml:space="preserve"> </w:t>
      </w:r>
      <w:r w:rsidRPr="00933032">
        <w:rPr>
          <w:sz w:val="26"/>
          <w:szCs w:val="26"/>
          <w:lang w:val="uk-UA"/>
        </w:rPr>
        <w:t>Бондарівка 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C85725" w:rsidRPr="00E105F7" w:rsidRDefault="00C85725" w:rsidP="0016575C">
      <w:pPr>
        <w:pStyle w:val="ListParagraph"/>
        <w:spacing w:after="200" w:line="276" w:lineRule="auto"/>
        <w:ind w:left="0" w:firstLine="708"/>
        <w:jc w:val="both"/>
        <w:rPr>
          <w:sz w:val="26"/>
          <w:szCs w:val="26"/>
          <w:lang w:val="uk-UA"/>
        </w:rPr>
      </w:pPr>
      <w:r w:rsidRPr="00E105F7">
        <w:rPr>
          <w:b/>
          <w:i/>
          <w:sz w:val="26"/>
          <w:szCs w:val="26"/>
          <w:lang w:val="uk-UA"/>
        </w:rPr>
        <w:t>Доповідає:</w:t>
      </w:r>
      <w:r w:rsidRPr="00E105F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 Тіщенко Олександр Борисович.</w:t>
      </w:r>
    </w:p>
    <w:p w:rsidR="00C85725" w:rsidRPr="00933032" w:rsidRDefault="00C85725" w:rsidP="00933032">
      <w:pPr>
        <w:ind w:firstLine="708"/>
        <w:contextualSpacing/>
        <w:jc w:val="both"/>
        <w:rPr>
          <w:sz w:val="26"/>
          <w:szCs w:val="26"/>
          <w:lang w:val="uk-UA"/>
        </w:rPr>
      </w:pPr>
      <w:r w:rsidRPr="00933032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8</w:t>
      </w:r>
      <w:r w:rsidRPr="00933032">
        <w:rPr>
          <w:sz w:val="26"/>
          <w:szCs w:val="26"/>
          <w:lang w:val="uk-UA"/>
        </w:rPr>
        <w:t>. Про надання д</w:t>
      </w:r>
      <w:r>
        <w:rPr>
          <w:sz w:val="26"/>
          <w:szCs w:val="26"/>
          <w:lang w:val="uk-UA"/>
        </w:rPr>
        <w:t xml:space="preserve">озволу на розробку технічної </w:t>
      </w:r>
      <w:r w:rsidRPr="00933032">
        <w:rPr>
          <w:sz w:val="26"/>
          <w:szCs w:val="26"/>
          <w:lang w:val="uk-UA"/>
        </w:rPr>
        <w:t>документації із землеустрою щодо встановлення</w:t>
      </w:r>
      <w:r>
        <w:rPr>
          <w:sz w:val="26"/>
          <w:szCs w:val="26"/>
          <w:lang w:val="uk-UA"/>
        </w:rPr>
        <w:t xml:space="preserve"> (відновлення) в натурі </w:t>
      </w:r>
      <w:r w:rsidRPr="00933032">
        <w:rPr>
          <w:sz w:val="26"/>
          <w:szCs w:val="26"/>
          <w:lang w:val="uk-UA"/>
        </w:rPr>
        <w:t>(на місцевості) меж земельної ділянки пай №2053 (сіножаті) гр. Білоус Ганні Андріївні власниці земельної частки</w:t>
      </w:r>
      <w:r>
        <w:rPr>
          <w:sz w:val="26"/>
          <w:szCs w:val="26"/>
          <w:lang w:val="uk-UA"/>
        </w:rPr>
        <w:t xml:space="preserve"> (паю</w:t>
      </w:r>
      <w:r w:rsidRPr="00933032">
        <w:rPr>
          <w:sz w:val="26"/>
          <w:szCs w:val="26"/>
          <w:lang w:val="uk-UA"/>
        </w:rPr>
        <w:t>) для ведення товарного сільськогосподарського виробництва із земель колишнього КСП «Мирне»</w:t>
      </w:r>
      <w:r>
        <w:rPr>
          <w:sz w:val="26"/>
          <w:szCs w:val="26"/>
          <w:lang w:val="uk-UA"/>
        </w:rPr>
        <w:t>.</w:t>
      </w:r>
    </w:p>
    <w:p w:rsidR="00C85725" w:rsidRPr="00E27A85" w:rsidRDefault="00C85725" w:rsidP="006E790E">
      <w:pPr>
        <w:ind w:firstLine="708"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 w:rsidRPr="00E27A85">
        <w:rPr>
          <w:sz w:val="26"/>
          <w:szCs w:val="26"/>
          <w:lang w:val="uk-UA"/>
        </w:rPr>
        <w:t>землевпорядник Сичанської сільської ради Білець Антоніна Анатоліївна.</w:t>
      </w:r>
    </w:p>
    <w:p w:rsidR="00C85725" w:rsidRPr="00F301D7" w:rsidRDefault="00C85725" w:rsidP="00F301D7">
      <w:pPr>
        <w:ind w:firstLine="708"/>
        <w:contextualSpacing/>
        <w:jc w:val="both"/>
        <w:rPr>
          <w:sz w:val="26"/>
          <w:szCs w:val="26"/>
          <w:lang w:val="uk-UA"/>
        </w:rPr>
      </w:pPr>
      <w:r w:rsidRPr="00F301D7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9</w:t>
      </w:r>
      <w:r w:rsidRPr="00F301D7">
        <w:rPr>
          <w:sz w:val="26"/>
          <w:szCs w:val="26"/>
          <w:lang w:val="uk-UA"/>
        </w:rPr>
        <w:t xml:space="preserve">. Про затвердження технічної документації із землеустрою щодо встановлення (відновлення) меж земельної ділянки в натурі </w:t>
      </w:r>
      <w:r>
        <w:rPr>
          <w:sz w:val="26"/>
          <w:szCs w:val="26"/>
          <w:lang w:val="uk-UA"/>
        </w:rPr>
        <w:t xml:space="preserve">на місцевості </w:t>
      </w:r>
      <w:r w:rsidRPr="00F301D7">
        <w:rPr>
          <w:sz w:val="26"/>
          <w:szCs w:val="26"/>
          <w:lang w:val="uk-UA"/>
        </w:rPr>
        <w:t>гр. Гензаровській Людмилі Іванівні (ділянка № 2335)</w:t>
      </w:r>
      <w:r>
        <w:rPr>
          <w:sz w:val="26"/>
          <w:szCs w:val="26"/>
          <w:lang w:val="uk-UA"/>
        </w:rPr>
        <w:t>.</w:t>
      </w:r>
    </w:p>
    <w:p w:rsidR="00C85725" w:rsidRPr="00E27A85" w:rsidRDefault="00C85725" w:rsidP="006E790E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 w:rsidRPr="00E27A85">
        <w:rPr>
          <w:sz w:val="26"/>
          <w:szCs w:val="26"/>
          <w:lang w:val="uk-UA"/>
        </w:rPr>
        <w:t>землевпорядник Сичанської сільської ради Білець Антоніна Анатоліївна.</w:t>
      </w:r>
    </w:p>
    <w:p w:rsidR="00C85725" w:rsidRPr="00BB6D7B" w:rsidRDefault="00C85725" w:rsidP="00BB6D7B">
      <w:pPr>
        <w:ind w:firstLine="708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50</w:t>
      </w:r>
      <w:r w:rsidRPr="00BB6D7B">
        <w:rPr>
          <w:sz w:val="26"/>
          <w:szCs w:val="26"/>
          <w:lang w:val="uk-UA"/>
        </w:rPr>
        <w:t>. Про затвердження технічної документації із землеустрою, що</w:t>
      </w:r>
      <w:r>
        <w:rPr>
          <w:sz w:val="26"/>
          <w:szCs w:val="26"/>
          <w:lang w:val="uk-UA"/>
        </w:rPr>
        <w:t xml:space="preserve">до встановлення </w:t>
      </w:r>
      <w:r w:rsidRPr="00BB6D7B">
        <w:rPr>
          <w:sz w:val="26"/>
          <w:szCs w:val="26"/>
          <w:lang w:val="uk-UA"/>
        </w:rPr>
        <w:t>(відновлення) меж земельної ділянки в натурі (на місцевості)</w:t>
      </w:r>
      <w:r>
        <w:rPr>
          <w:sz w:val="26"/>
          <w:szCs w:val="26"/>
          <w:lang w:val="uk-UA"/>
        </w:rPr>
        <w:t xml:space="preserve"> </w:t>
      </w:r>
      <w:r w:rsidRPr="00BB6D7B">
        <w:rPr>
          <w:sz w:val="26"/>
          <w:szCs w:val="26"/>
          <w:lang w:val="uk-UA"/>
        </w:rPr>
        <w:t>гр. Гензаровській Людмилі Іванівні (ділянка №</w:t>
      </w:r>
      <w:r>
        <w:rPr>
          <w:sz w:val="26"/>
          <w:szCs w:val="26"/>
          <w:lang w:val="uk-UA"/>
        </w:rPr>
        <w:t xml:space="preserve"> </w:t>
      </w:r>
      <w:r w:rsidRPr="00BB6D7B">
        <w:rPr>
          <w:sz w:val="26"/>
          <w:szCs w:val="26"/>
          <w:lang w:val="uk-UA"/>
        </w:rPr>
        <w:t>1454)</w:t>
      </w:r>
      <w:r>
        <w:rPr>
          <w:sz w:val="26"/>
          <w:szCs w:val="26"/>
          <w:lang w:val="uk-UA"/>
        </w:rPr>
        <w:t>.</w:t>
      </w:r>
    </w:p>
    <w:p w:rsidR="00C85725" w:rsidRPr="00E27A85" w:rsidRDefault="00C85725" w:rsidP="006E790E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 w:rsidRPr="00E27A85">
        <w:rPr>
          <w:sz w:val="26"/>
          <w:szCs w:val="26"/>
          <w:lang w:val="uk-UA"/>
        </w:rPr>
        <w:t>землевпорядник Сичанської сільської ради Білець Антоніна Анатоліївна.</w:t>
      </w:r>
    </w:p>
    <w:p w:rsidR="00C85725" w:rsidRPr="00743266" w:rsidRDefault="00C85725" w:rsidP="00743266">
      <w:pPr>
        <w:ind w:firstLine="708"/>
        <w:contextualSpacing/>
        <w:jc w:val="both"/>
        <w:rPr>
          <w:sz w:val="26"/>
          <w:szCs w:val="26"/>
          <w:lang w:val="uk-UA"/>
        </w:rPr>
      </w:pPr>
      <w:r w:rsidRPr="00743266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1</w:t>
      </w:r>
      <w:r w:rsidRPr="00743266">
        <w:rPr>
          <w:sz w:val="26"/>
          <w:szCs w:val="26"/>
          <w:lang w:val="uk-UA"/>
        </w:rPr>
        <w:t>. Про затвердження техніч</w:t>
      </w:r>
      <w:r>
        <w:rPr>
          <w:sz w:val="26"/>
          <w:szCs w:val="26"/>
          <w:lang w:val="uk-UA"/>
        </w:rPr>
        <w:t>ної документації із землеустрою</w:t>
      </w:r>
      <w:r w:rsidRPr="00743266">
        <w:rPr>
          <w:sz w:val="26"/>
          <w:szCs w:val="26"/>
          <w:lang w:val="uk-UA"/>
        </w:rPr>
        <w:t xml:space="preserve"> щодо встановлення (відновлення) меж земельної ділянки в натурі (на місцевості)</w:t>
      </w:r>
      <w:r>
        <w:rPr>
          <w:sz w:val="26"/>
          <w:szCs w:val="26"/>
          <w:lang w:val="uk-UA"/>
        </w:rPr>
        <w:t xml:space="preserve"> </w:t>
      </w:r>
      <w:r w:rsidRPr="00743266">
        <w:rPr>
          <w:sz w:val="26"/>
          <w:szCs w:val="26"/>
          <w:lang w:val="uk-UA"/>
        </w:rPr>
        <w:t>гр. Полянській Любові Анатоліївні, гр.</w:t>
      </w:r>
      <w:r>
        <w:rPr>
          <w:sz w:val="26"/>
          <w:szCs w:val="26"/>
          <w:lang w:val="uk-UA"/>
        </w:rPr>
        <w:t xml:space="preserve"> </w:t>
      </w:r>
      <w:r w:rsidRPr="00743266">
        <w:rPr>
          <w:sz w:val="26"/>
          <w:szCs w:val="26"/>
          <w:lang w:val="uk-UA"/>
        </w:rPr>
        <w:t>Скаленко Анатолію Павловичу (ділянка №</w:t>
      </w:r>
      <w:r>
        <w:rPr>
          <w:sz w:val="26"/>
          <w:szCs w:val="26"/>
          <w:lang w:val="uk-UA"/>
        </w:rPr>
        <w:t xml:space="preserve"> </w:t>
      </w:r>
      <w:r w:rsidRPr="00743266">
        <w:rPr>
          <w:sz w:val="26"/>
          <w:szCs w:val="26"/>
          <w:lang w:val="uk-UA"/>
        </w:rPr>
        <w:t>1456)</w:t>
      </w:r>
      <w:r>
        <w:rPr>
          <w:sz w:val="26"/>
          <w:szCs w:val="26"/>
          <w:lang w:val="uk-UA"/>
        </w:rPr>
        <w:t>.</w:t>
      </w:r>
    </w:p>
    <w:p w:rsidR="00C85725" w:rsidRPr="00E27A85" w:rsidRDefault="00C85725" w:rsidP="006E790E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 w:rsidRPr="00E27A85">
        <w:rPr>
          <w:sz w:val="26"/>
          <w:szCs w:val="26"/>
          <w:lang w:val="uk-UA"/>
        </w:rPr>
        <w:t>землевпорядник Сичанської сільської ради Білець Антоніна Анатоліївна.</w:t>
      </w:r>
    </w:p>
    <w:p w:rsidR="00C85725" w:rsidRPr="007142CD" w:rsidRDefault="00C85725" w:rsidP="007142CD">
      <w:pPr>
        <w:ind w:firstLine="708"/>
        <w:contextualSpacing/>
        <w:jc w:val="both"/>
        <w:rPr>
          <w:sz w:val="26"/>
          <w:szCs w:val="26"/>
          <w:lang w:val="uk-UA"/>
        </w:rPr>
      </w:pPr>
      <w:r w:rsidRPr="007142CD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2</w:t>
      </w:r>
      <w:r w:rsidRPr="007142CD">
        <w:rPr>
          <w:sz w:val="26"/>
          <w:szCs w:val="26"/>
          <w:lang w:val="uk-UA"/>
        </w:rPr>
        <w:t>. Про затвердження технічн</w:t>
      </w:r>
      <w:r>
        <w:rPr>
          <w:sz w:val="26"/>
          <w:szCs w:val="26"/>
          <w:lang w:val="uk-UA"/>
        </w:rPr>
        <w:t xml:space="preserve">ої документації із землеустрою щодо встановлення </w:t>
      </w:r>
      <w:r w:rsidRPr="007142CD">
        <w:rPr>
          <w:sz w:val="26"/>
          <w:szCs w:val="26"/>
          <w:lang w:val="uk-UA"/>
        </w:rPr>
        <w:t>(відновлення) меж земельної ділянки в натурі (на місцевості)</w:t>
      </w:r>
      <w:r>
        <w:rPr>
          <w:sz w:val="26"/>
          <w:szCs w:val="26"/>
          <w:lang w:val="uk-UA"/>
        </w:rPr>
        <w:t xml:space="preserve"> </w:t>
      </w:r>
      <w:r w:rsidRPr="007142CD">
        <w:rPr>
          <w:sz w:val="26"/>
          <w:szCs w:val="26"/>
          <w:lang w:val="uk-UA"/>
        </w:rPr>
        <w:t>гр. Полянській Любові Анатоліївні, гр.</w:t>
      </w:r>
      <w:r>
        <w:rPr>
          <w:sz w:val="26"/>
          <w:szCs w:val="26"/>
          <w:lang w:val="uk-UA"/>
        </w:rPr>
        <w:t xml:space="preserve"> </w:t>
      </w:r>
      <w:r w:rsidRPr="007142CD">
        <w:rPr>
          <w:sz w:val="26"/>
          <w:szCs w:val="26"/>
          <w:lang w:val="uk-UA"/>
        </w:rPr>
        <w:t>Скаленко Анатолію Павловичу (ділянка №</w:t>
      </w:r>
      <w:r>
        <w:rPr>
          <w:sz w:val="26"/>
          <w:szCs w:val="26"/>
          <w:lang w:val="uk-UA"/>
        </w:rPr>
        <w:t xml:space="preserve"> </w:t>
      </w:r>
      <w:r w:rsidRPr="007142CD">
        <w:rPr>
          <w:sz w:val="26"/>
          <w:szCs w:val="26"/>
          <w:lang w:val="uk-UA"/>
        </w:rPr>
        <w:t>2347)</w:t>
      </w:r>
      <w:r>
        <w:rPr>
          <w:sz w:val="26"/>
          <w:szCs w:val="26"/>
          <w:lang w:val="uk-UA"/>
        </w:rPr>
        <w:t>.</w:t>
      </w:r>
    </w:p>
    <w:p w:rsidR="00C85725" w:rsidRPr="00E27A85" w:rsidRDefault="00C85725" w:rsidP="006E790E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 w:rsidRPr="00E27A85">
        <w:rPr>
          <w:sz w:val="26"/>
          <w:szCs w:val="26"/>
          <w:lang w:val="uk-UA"/>
        </w:rPr>
        <w:t>землевпорядник Сичанської сільської ради Білець Антоніна Анатоліївна.</w:t>
      </w:r>
    </w:p>
    <w:p w:rsidR="00C85725" w:rsidRPr="00A14904" w:rsidRDefault="00C85725" w:rsidP="00A14904">
      <w:pPr>
        <w:ind w:firstLine="708"/>
        <w:contextualSpacing/>
        <w:jc w:val="both"/>
        <w:rPr>
          <w:sz w:val="26"/>
          <w:szCs w:val="26"/>
          <w:lang w:val="uk-UA"/>
        </w:rPr>
      </w:pPr>
      <w:r w:rsidRPr="00A14904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3</w:t>
      </w:r>
      <w:r w:rsidRPr="00A14904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Галці Андрію Сергійовичу, для ведення особистого селянського господарства, за адресою: с.</w:t>
      </w:r>
      <w:r>
        <w:rPr>
          <w:sz w:val="26"/>
          <w:szCs w:val="26"/>
          <w:lang w:val="uk-UA"/>
        </w:rPr>
        <w:t xml:space="preserve"> Кризьке (в районі пров. Сонячний)</w:t>
      </w:r>
      <w:r w:rsidRPr="00A14904">
        <w:rPr>
          <w:sz w:val="26"/>
          <w:szCs w:val="26"/>
          <w:lang w:val="uk-UA"/>
        </w:rPr>
        <w:t xml:space="preserve">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Pr="00E27A85" w:rsidRDefault="00C85725" w:rsidP="006E790E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Сущенко Тетяна Іванівна</w:t>
      </w:r>
      <w:r w:rsidRPr="00E27A85">
        <w:rPr>
          <w:sz w:val="26"/>
          <w:szCs w:val="26"/>
          <w:lang w:val="uk-UA"/>
        </w:rPr>
        <w:t>.</w:t>
      </w:r>
    </w:p>
    <w:p w:rsidR="00C85725" w:rsidRPr="00173B74" w:rsidRDefault="00C85725" w:rsidP="00173B74">
      <w:pPr>
        <w:ind w:firstLine="708"/>
        <w:contextualSpacing/>
        <w:jc w:val="both"/>
        <w:rPr>
          <w:sz w:val="26"/>
          <w:szCs w:val="26"/>
          <w:lang w:val="uk-UA"/>
        </w:rPr>
      </w:pPr>
      <w:r w:rsidRPr="00173B74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4</w:t>
      </w:r>
      <w:r w:rsidRPr="00173B74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у приватну власність гр. Галці Юлії Сергіївні, для ведення особистого селянського господарства, за адресою: с.</w:t>
      </w:r>
      <w:r>
        <w:rPr>
          <w:sz w:val="26"/>
          <w:szCs w:val="26"/>
          <w:lang w:val="uk-UA"/>
        </w:rPr>
        <w:t xml:space="preserve"> </w:t>
      </w:r>
      <w:r w:rsidRPr="00173B74">
        <w:rPr>
          <w:sz w:val="26"/>
          <w:szCs w:val="26"/>
          <w:lang w:val="uk-UA"/>
        </w:rPr>
        <w:t>Кризьке (в районі пров. Сонячний)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Default="00C85725" w:rsidP="009A1E94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Сущенко Тетяна Іванівна</w:t>
      </w:r>
      <w:r w:rsidRPr="00E27A85">
        <w:rPr>
          <w:sz w:val="26"/>
          <w:szCs w:val="26"/>
          <w:lang w:val="uk-UA"/>
        </w:rPr>
        <w:t>.</w:t>
      </w:r>
    </w:p>
    <w:p w:rsidR="00C85725" w:rsidRPr="009A1E94" w:rsidRDefault="00C85725" w:rsidP="009A1E94">
      <w:pPr>
        <w:ind w:firstLine="708"/>
        <w:contextualSpacing/>
        <w:jc w:val="both"/>
        <w:rPr>
          <w:sz w:val="26"/>
          <w:szCs w:val="26"/>
          <w:lang w:val="uk-UA"/>
        </w:rPr>
      </w:pPr>
      <w:r w:rsidRPr="009A1E94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5</w:t>
      </w:r>
      <w:r w:rsidRPr="009A1E94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 терміном на 15 років гр. Коротун Ганні Семенівні, для сінокосіння та випасання  худоби, за адресою: с.</w:t>
      </w:r>
      <w:r>
        <w:rPr>
          <w:sz w:val="26"/>
          <w:szCs w:val="26"/>
          <w:lang w:val="uk-UA"/>
        </w:rPr>
        <w:t xml:space="preserve"> </w:t>
      </w:r>
      <w:r w:rsidRPr="009A1E94">
        <w:rPr>
          <w:sz w:val="26"/>
          <w:szCs w:val="26"/>
          <w:lang w:val="uk-UA"/>
        </w:rPr>
        <w:t>Кризьке (в районі вул.Дружби)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Default="00C85725" w:rsidP="004A3E62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Сущенко Тетяна Іванівна</w:t>
      </w:r>
      <w:r w:rsidRPr="00E27A85">
        <w:rPr>
          <w:sz w:val="26"/>
          <w:szCs w:val="26"/>
          <w:lang w:val="uk-UA"/>
        </w:rPr>
        <w:t>.</w:t>
      </w:r>
    </w:p>
    <w:p w:rsidR="00C85725" w:rsidRPr="004A3E62" w:rsidRDefault="00C85725" w:rsidP="004A3E62">
      <w:pPr>
        <w:ind w:firstLine="708"/>
        <w:contextualSpacing/>
        <w:jc w:val="both"/>
        <w:rPr>
          <w:sz w:val="26"/>
          <w:szCs w:val="26"/>
          <w:lang w:val="uk-UA"/>
        </w:rPr>
      </w:pPr>
      <w:r w:rsidRPr="004A3E62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6</w:t>
      </w:r>
      <w:r w:rsidRPr="004A3E62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 терміном на 15 років гр. Кризькому Віктору Григоровичу, для сінокосіння та випасання худоби, за адресою: с.</w:t>
      </w:r>
      <w:r>
        <w:rPr>
          <w:sz w:val="26"/>
          <w:szCs w:val="26"/>
          <w:lang w:val="uk-UA"/>
        </w:rPr>
        <w:t xml:space="preserve"> </w:t>
      </w:r>
      <w:r w:rsidRPr="004A3E62">
        <w:rPr>
          <w:sz w:val="26"/>
          <w:szCs w:val="26"/>
          <w:lang w:val="uk-UA"/>
        </w:rPr>
        <w:t>Кризьке (в районі вул.Чкалова)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Pr="00E27A85" w:rsidRDefault="00C85725" w:rsidP="007E5575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 w:rsidRPr="00E27A85">
        <w:rPr>
          <w:sz w:val="26"/>
          <w:szCs w:val="26"/>
          <w:lang w:val="uk-UA"/>
        </w:rPr>
        <w:t xml:space="preserve">землевпорядник </w:t>
      </w:r>
      <w:r>
        <w:rPr>
          <w:sz w:val="26"/>
          <w:szCs w:val="26"/>
          <w:lang w:val="uk-UA"/>
        </w:rPr>
        <w:t>Кризько</w:t>
      </w:r>
      <w:r w:rsidRPr="00E27A85">
        <w:rPr>
          <w:sz w:val="26"/>
          <w:szCs w:val="26"/>
          <w:lang w:val="uk-UA"/>
        </w:rPr>
        <w:t xml:space="preserve">ї сільської ради </w:t>
      </w:r>
      <w:r>
        <w:rPr>
          <w:sz w:val="26"/>
          <w:szCs w:val="26"/>
          <w:lang w:val="uk-UA"/>
        </w:rPr>
        <w:t>Скиртач Вадим Миколайович</w:t>
      </w:r>
      <w:r w:rsidRPr="00E27A85">
        <w:rPr>
          <w:sz w:val="26"/>
          <w:szCs w:val="26"/>
          <w:lang w:val="uk-UA"/>
        </w:rPr>
        <w:t>.</w:t>
      </w:r>
    </w:p>
    <w:p w:rsidR="00C85725" w:rsidRPr="000D0755" w:rsidRDefault="00C85725" w:rsidP="000D0755">
      <w:pPr>
        <w:ind w:firstLine="708"/>
        <w:contextualSpacing/>
        <w:jc w:val="both"/>
        <w:rPr>
          <w:sz w:val="26"/>
          <w:szCs w:val="26"/>
          <w:lang w:val="uk-UA"/>
        </w:rPr>
      </w:pPr>
      <w:r w:rsidRPr="000D0755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7</w:t>
      </w:r>
      <w:r w:rsidRPr="000D0755">
        <w:rPr>
          <w:sz w:val="26"/>
          <w:szCs w:val="26"/>
        </w:rPr>
        <w:t xml:space="preserve">. </w:t>
      </w:r>
      <w:r w:rsidRPr="000D0755">
        <w:rPr>
          <w:sz w:val="26"/>
          <w:szCs w:val="26"/>
          <w:lang w:val="uk-UA"/>
        </w:rPr>
        <w:t>Про надання дозволу на виготовлення проекту землеустрою щодо відведення земельної ділянки в оренду терміном на 15 років гр. Медведєву Володимиру Івановичу, для сінокосіння та випасання худоби, за адресою: с.</w:t>
      </w:r>
      <w:r>
        <w:rPr>
          <w:sz w:val="26"/>
          <w:szCs w:val="26"/>
          <w:lang w:val="uk-UA"/>
        </w:rPr>
        <w:t xml:space="preserve"> </w:t>
      </w:r>
      <w:r w:rsidRPr="000D0755">
        <w:rPr>
          <w:sz w:val="26"/>
          <w:szCs w:val="26"/>
          <w:lang w:val="uk-UA"/>
        </w:rPr>
        <w:t>Кризьке (в районі пров. Сонячний)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Pr="00E27A85" w:rsidRDefault="00C85725" w:rsidP="000D0755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Сущенко Тетяна Іванівна</w:t>
      </w:r>
      <w:r w:rsidRPr="00E27A85">
        <w:rPr>
          <w:sz w:val="26"/>
          <w:szCs w:val="26"/>
          <w:lang w:val="uk-UA"/>
        </w:rPr>
        <w:t>.</w:t>
      </w:r>
    </w:p>
    <w:p w:rsidR="00C85725" w:rsidRPr="0043095A" w:rsidRDefault="00C85725" w:rsidP="0043095A">
      <w:pPr>
        <w:ind w:firstLine="708"/>
        <w:contextualSpacing/>
        <w:jc w:val="both"/>
        <w:rPr>
          <w:sz w:val="26"/>
          <w:szCs w:val="26"/>
          <w:lang w:val="uk-UA"/>
        </w:rPr>
      </w:pPr>
      <w:r w:rsidRPr="0043095A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8</w:t>
      </w:r>
      <w:r w:rsidRPr="0043095A">
        <w:rPr>
          <w:sz w:val="26"/>
          <w:szCs w:val="26"/>
        </w:rPr>
        <w:t xml:space="preserve">. </w:t>
      </w:r>
      <w:r w:rsidRPr="0043095A">
        <w:rPr>
          <w:sz w:val="26"/>
          <w:szCs w:val="26"/>
          <w:lang w:val="uk-UA"/>
        </w:rPr>
        <w:t>Про надання дозволу на виготовлення проекту землеустрою щодо відведення земельної</w:t>
      </w:r>
      <w:r>
        <w:rPr>
          <w:sz w:val="26"/>
          <w:szCs w:val="26"/>
          <w:lang w:val="uk-UA"/>
        </w:rPr>
        <w:t xml:space="preserve"> ділянки у приватну власність </w:t>
      </w:r>
      <w:r w:rsidRPr="0043095A">
        <w:rPr>
          <w:sz w:val="26"/>
          <w:szCs w:val="26"/>
          <w:lang w:val="uk-UA"/>
        </w:rPr>
        <w:t>гр. Скиртачу Віталію Вадимовичу, для ведення особистого селянського господарства, за адресою: с.</w:t>
      </w:r>
      <w:r>
        <w:rPr>
          <w:sz w:val="26"/>
          <w:szCs w:val="26"/>
          <w:lang w:val="uk-UA"/>
        </w:rPr>
        <w:t xml:space="preserve"> Кризьке (</w:t>
      </w:r>
      <w:r w:rsidRPr="0043095A">
        <w:rPr>
          <w:sz w:val="26"/>
          <w:szCs w:val="26"/>
          <w:lang w:val="uk-UA"/>
        </w:rPr>
        <w:t>в районі пров. Сонячний)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Pr="00E27A85" w:rsidRDefault="00C85725" w:rsidP="0043095A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Сущенко Тетяна Іванівна</w:t>
      </w:r>
      <w:r w:rsidRPr="00E27A85">
        <w:rPr>
          <w:sz w:val="26"/>
          <w:szCs w:val="26"/>
          <w:lang w:val="uk-UA"/>
        </w:rPr>
        <w:t>.</w:t>
      </w:r>
    </w:p>
    <w:p w:rsidR="00C85725" w:rsidRPr="00630618" w:rsidRDefault="00C85725" w:rsidP="00630618">
      <w:pPr>
        <w:ind w:firstLine="708"/>
        <w:contextualSpacing/>
        <w:jc w:val="both"/>
        <w:rPr>
          <w:sz w:val="26"/>
          <w:szCs w:val="26"/>
          <w:lang w:val="uk-UA"/>
        </w:rPr>
      </w:pPr>
      <w:r w:rsidRPr="00630618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9</w:t>
      </w:r>
      <w:r w:rsidRPr="00630618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 терміном на 15 років гр. Скиртачу Віталію Вадимовичу</w:t>
      </w:r>
      <w:r>
        <w:rPr>
          <w:sz w:val="26"/>
          <w:szCs w:val="26"/>
          <w:lang w:val="uk-UA"/>
        </w:rPr>
        <w:t xml:space="preserve">, для сінокосіння та випасання </w:t>
      </w:r>
      <w:r w:rsidRPr="00630618">
        <w:rPr>
          <w:sz w:val="26"/>
          <w:szCs w:val="26"/>
          <w:lang w:val="uk-UA"/>
        </w:rPr>
        <w:t>худоби, за адресою: с.</w:t>
      </w:r>
      <w:r>
        <w:rPr>
          <w:sz w:val="26"/>
          <w:szCs w:val="26"/>
          <w:lang w:val="uk-UA"/>
        </w:rPr>
        <w:t xml:space="preserve"> </w:t>
      </w:r>
      <w:r w:rsidRPr="00630618">
        <w:rPr>
          <w:sz w:val="26"/>
          <w:szCs w:val="26"/>
          <w:lang w:val="uk-UA"/>
        </w:rPr>
        <w:t>Кризьке (в районі пров. Сонячний)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Pr="00E27A85" w:rsidRDefault="00C85725" w:rsidP="00630618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Сущенко Тетяна Іванівна</w:t>
      </w:r>
      <w:r w:rsidRPr="00E27A85">
        <w:rPr>
          <w:sz w:val="26"/>
          <w:szCs w:val="26"/>
          <w:lang w:val="uk-UA"/>
        </w:rPr>
        <w:t>.</w:t>
      </w:r>
    </w:p>
    <w:p w:rsidR="00C85725" w:rsidRPr="00BC465D" w:rsidRDefault="00C85725" w:rsidP="00BC465D">
      <w:pPr>
        <w:ind w:firstLine="708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60</w:t>
      </w:r>
      <w:r w:rsidRPr="00BC465D">
        <w:rPr>
          <w:sz w:val="26"/>
          <w:szCs w:val="26"/>
          <w:lang w:val="uk-UA"/>
        </w:rPr>
        <w:t>. Про надання дозволу на виготовлення проекту землеустрою щодо відведення земельної ділянки в оренду терміном на 15 років гр. Сущенку Володимиру Васильовичу</w:t>
      </w:r>
      <w:r>
        <w:rPr>
          <w:sz w:val="26"/>
          <w:szCs w:val="26"/>
          <w:lang w:val="uk-UA"/>
        </w:rPr>
        <w:t xml:space="preserve">, для сінокосіння та випасання </w:t>
      </w:r>
      <w:r w:rsidRPr="00BC465D">
        <w:rPr>
          <w:sz w:val="26"/>
          <w:szCs w:val="26"/>
          <w:lang w:val="uk-UA"/>
        </w:rPr>
        <w:t>худоби, за адресою: с.</w:t>
      </w:r>
      <w:r>
        <w:rPr>
          <w:sz w:val="26"/>
          <w:szCs w:val="26"/>
          <w:lang w:val="uk-UA"/>
        </w:rPr>
        <w:t xml:space="preserve"> </w:t>
      </w:r>
      <w:r w:rsidRPr="00BC465D">
        <w:rPr>
          <w:sz w:val="26"/>
          <w:szCs w:val="26"/>
          <w:lang w:val="uk-UA"/>
        </w:rPr>
        <w:t>Кризьке (в районі пров. Сонячний) на території, яка за даними Державного земельного кадастру враховується в Кризькій сільській раді Марківського району Луганської області.</w:t>
      </w:r>
    </w:p>
    <w:p w:rsidR="00C85725" w:rsidRPr="00E27A85" w:rsidRDefault="00C85725" w:rsidP="00BC465D">
      <w:pPr>
        <w:ind w:firstLine="708"/>
        <w:contextualSpacing/>
        <w:jc w:val="both"/>
        <w:rPr>
          <w:sz w:val="26"/>
          <w:szCs w:val="26"/>
          <w:lang w:val="uk-UA"/>
        </w:rPr>
      </w:pPr>
      <w:r w:rsidRPr="00E27A85">
        <w:rPr>
          <w:b/>
          <w:i/>
          <w:sz w:val="26"/>
          <w:szCs w:val="26"/>
          <w:lang w:val="uk-UA"/>
        </w:rPr>
        <w:t>Доповідає:</w:t>
      </w:r>
      <w:r w:rsidRPr="00E27A85"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в.о. старости Сущенко Тетяна Іванівна</w:t>
      </w:r>
      <w:r w:rsidRPr="00E27A85">
        <w:rPr>
          <w:sz w:val="26"/>
          <w:szCs w:val="26"/>
          <w:lang w:val="uk-UA"/>
        </w:rPr>
        <w:t>.</w:t>
      </w:r>
    </w:p>
    <w:p w:rsidR="00C85725" w:rsidRDefault="00C85725" w:rsidP="00B314E7">
      <w:pPr>
        <w:ind w:firstLine="708"/>
        <w:jc w:val="both"/>
        <w:rPr>
          <w:sz w:val="26"/>
          <w:szCs w:val="26"/>
          <w:lang w:val="uk-UA"/>
        </w:rPr>
      </w:pPr>
    </w:p>
    <w:p w:rsidR="00C85725" w:rsidRPr="00C278BD" w:rsidRDefault="00C85725" w:rsidP="00B314E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61</w:t>
      </w:r>
      <w:r w:rsidRPr="00C278BD">
        <w:rPr>
          <w:sz w:val="26"/>
          <w:szCs w:val="26"/>
          <w:lang w:val="uk-UA"/>
        </w:rPr>
        <w:t>. Різне.</w:t>
      </w:r>
    </w:p>
    <w:p w:rsidR="00C85725" w:rsidRPr="00C278BD" w:rsidRDefault="00C85725" w:rsidP="00B314E7">
      <w:pPr>
        <w:ind w:right="175" w:firstLine="708"/>
        <w:jc w:val="both"/>
        <w:rPr>
          <w:sz w:val="26"/>
          <w:szCs w:val="26"/>
          <w:lang w:val="uk-UA"/>
        </w:rPr>
      </w:pPr>
    </w:p>
    <w:p w:rsidR="00C85725" w:rsidRDefault="00C85725" w:rsidP="00F256E2">
      <w:pPr>
        <w:ind w:firstLine="708"/>
        <w:jc w:val="both"/>
        <w:rPr>
          <w:bCs/>
          <w:sz w:val="26"/>
          <w:szCs w:val="26"/>
          <w:lang w:val="uk-UA"/>
        </w:rPr>
      </w:pPr>
    </w:p>
    <w:p w:rsidR="00C85725" w:rsidRPr="007E70B8" w:rsidRDefault="00C85725" w:rsidP="00F256E2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bCs/>
          <w:sz w:val="28"/>
          <w:szCs w:val="28"/>
          <w:lang w:val="uk-UA"/>
        </w:rPr>
        <w:t xml:space="preserve">  Селищний голова                                                                                   Ігор ДЗЮБА</w:t>
      </w:r>
    </w:p>
    <w:sectPr w:rsidR="00C85725" w:rsidRPr="007E70B8" w:rsidSect="00A94F5C">
      <w:pgSz w:w="11906" w:h="16838"/>
      <w:pgMar w:top="567" w:right="567" w:bottom="18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725" w:rsidRDefault="00C85725" w:rsidP="00D96CE1">
      <w:r>
        <w:separator/>
      </w:r>
    </w:p>
  </w:endnote>
  <w:endnote w:type="continuationSeparator" w:id="0">
    <w:p w:rsidR="00C85725" w:rsidRDefault="00C85725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725" w:rsidRDefault="00C85725" w:rsidP="00D96CE1">
      <w:r>
        <w:separator/>
      </w:r>
    </w:p>
  </w:footnote>
  <w:footnote w:type="continuationSeparator" w:id="0">
    <w:p w:rsidR="00C85725" w:rsidRDefault="00C85725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C19"/>
    <w:rsid w:val="00022286"/>
    <w:rsid w:val="00023D84"/>
    <w:rsid w:val="000250F0"/>
    <w:rsid w:val="000252F4"/>
    <w:rsid w:val="00025872"/>
    <w:rsid w:val="00026149"/>
    <w:rsid w:val="000264A3"/>
    <w:rsid w:val="000265F2"/>
    <w:rsid w:val="000266E9"/>
    <w:rsid w:val="0002686F"/>
    <w:rsid w:val="0002722F"/>
    <w:rsid w:val="00027523"/>
    <w:rsid w:val="00027690"/>
    <w:rsid w:val="00027B41"/>
    <w:rsid w:val="00027B93"/>
    <w:rsid w:val="00027D23"/>
    <w:rsid w:val="000300FE"/>
    <w:rsid w:val="00033399"/>
    <w:rsid w:val="00034325"/>
    <w:rsid w:val="0003564A"/>
    <w:rsid w:val="00035BE1"/>
    <w:rsid w:val="000360E5"/>
    <w:rsid w:val="000363FD"/>
    <w:rsid w:val="00036608"/>
    <w:rsid w:val="00036A71"/>
    <w:rsid w:val="00036A7C"/>
    <w:rsid w:val="00036AC5"/>
    <w:rsid w:val="000370EB"/>
    <w:rsid w:val="0003718F"/>
    <w:rsid w:val="00037331"/>
    <w:rsid w:val="00037739"/>
    <w:rsid w:val="00037ADA"/>
    <w:rsid w:val="00040250"/>
    <w:rsid w:val="00041286"/>
    <w:rsid w:val="00041CEF"/>
    <w:rsid w:val="00042CA8"/>
    <w:rsid w:val="00044718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BA2"/>
    <w:rsid w:val="00047E95"/>
    <w:rsid w:val="00050CCE"/>
    <w:rsid w:val="00051B8F"/>
    <w:rsid w:val="00052308"/>
    <w:rsid w:val="00052462"/>
    <w:rsid w:val="0005313D"/>
    <w:rsid w:val="00053620"/>
    <w:rsid w:val="00055883"/>
    <w:rsid w:val="00055E1B"/>
    <w:rsid w:val="000560DA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1076"/>
    <w:rsid w:val="0007108B"/>
    <w:rsid w:val="0007189C"/>
    <w:rsid w:val="00072D26"/>
    <w:rsid w:val="000731DF"/>
    <w:rsid w:val="00073FBE"/>
    <w:rsid w:val="00074839"/>
    <w:rsid w:val="00074F12"/>
    <w:rsid w:val="00075774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8E4"/>
    <w:rsid w:val="000843A2"/>
    <w:rsid w:val="00085E8F"/>
    <w:rsid w:val="00086E9E"/>
    <w:rsid w:val="000906A2"/>
    <w:rsid w:val="0009087D"/>
    <w:rsid w:val="000908FD"/>
    <w:rsid w:val="0009102A"/>
    <w:rsid w:val="000917E0"/>
    <w:rsid w:val="000917EB"/>
    <w:rsid w:val="00091DD1"/>
    <w:rsid w:val="00092894"/>
    <w:rsid w:val="000928F9"/>
    <w:rsid w:val="00092F99"/>
    <w:rsid w:val="0009379A"/>
    <w:rsid w:val="000944DD"/>
    <w:rsid w:val="00094A78"/>
    <w:rsid w:val="00095E05"/>
    <w:rsid w:val="000976B4"/>
    <w:rsid w:val="000A004F"/>
    <w:rsid w:val="000A064A"/>
    <w:rsid w:val="000A0AD6"/>
    <w:rsid w:val="000A0B56"/>
    <w:rsid w:val="000A0BB3"/>
    <w:rsid w:val="000A1821"/>
    <w:rsid w:val="000A194B"/>
    <w:rsid w:val="000A20B0"/>
    <w:rsid w:val="000A270B"/>
    <w:rsid w:val="000A294A"/>
    <w:rsid w:val="000A314A"/>
    <w:rsid w:val="000A3C8B"/>
    <w:rsid w:val="000A40D6"/>
    <w:rsid w:val="000A4859"/>
    <w:rsid w:val="000A4E44"/>
    <w:rsid w:val="000A5290"/>
    <w:rsid w:val="000A5495"/>
    <w:rsid w:val="000A552F"/>
    <w:rsid w:val="000A5C84"/>
    <w:rsid w:val="000A5DAF"/>
    <w:rsid w:val="000A5DF7"/>
    <w:rsid w:val="000A65B5"/>
    <w:rsid w:val="000A7103"/>
    <w:rsid w:val="000A71DE"/>
    <w:rsid w:val="000A75B7"/>
    <w:rsid w:val="000B0B41"/>
    <w:rsid w:val="000B19F7"/>
    <w:rsid w:val="000B1CC3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7AA"/>
    <w:rsid w:val="000C3D29"/>
    <w:rsid w:val="000C4629"/>
    <w:rsid w:val="000C4F1B"/>
    <w:rsid w:val="000C542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566"/>
    <w:rsid w:val="000D3C41"/>
    <w:rsid w:val="000D4013"/>
    <w:rsid w:val="000D4EE8"/>
    <w:rsid w:val="000D5C2E"/>
    <w:rsid w:val="000D625C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1939"/>
    <w:rsid w:val="000E299B"/>
    <w:rsid w:val="000E6819"/>
    <w:rsid w:val="000E68A8"/>
    <w:rsid w:val="000F0175"/>
    <w:rsid w:val="000F03A3"/>
    <w:rsid w:val="000F0EBE"/>
    <w:rsid w:val="000F1299"/>
    <w:rsid w:val="000F1C49"/>
    <w:rsid w:val="000F20F3"/>
    <w:rsid w:val="000F2420"/>
    <w:rsid w:val="000F2B9B"/>
    <w:rsid w:val="000F2DA5"/>
    <w:rsid w:val="000F3121"/>
    <w:rsid w:val="000F3E1E"/>
    <w:rsid w:val="000F4388"/>
    <w:rsid w:val="000F5060"/>
    <w:rsid w:val="000F584E"/>
    <w:rsid w:val="000F63CA"/>
    <w:rsid w:val="000F651D"/>
    <w:rsid w:val="000F666F"/>
    <w:rsid w:val="000F745B"/>
    <w:rsid w:val="000F7967"/>
    <w:rsid w:val="000F79FA"/>
    <w:rsid w:val="00100133"/>
    <w:rsid w:val="00100161"/>
    <w:rsid w:val="001011ED"/>
    <w:rsid w:val="001012D8"/>
    <w:rsid w:val="00101FAC"/>
    <w:rsid w:val="0010205D"/>
    <w:rsid w:val="00102595"/>
    <w:rsid w:val="00103039"/>
    <w:rsid w:val="0010306C"/>
    <w:rsid w:val="00103323"/>
    <w:rsid w:val="00103510"/>
    <w:rsid w:val="00104B7D"/>
    <w:rsid w:val="00104F96"/>
    <w:rsid w:val="00104FD0"/>
    <w:rsid w:val="001061B6"/>
    <w:rsid w:val="001064C0"/>
    <w:rsid w:val="0010696C"/>
    <w:rsid w:val="00106A37"/>
    <w:rsid w:val="001073D0"/>
    <w:rsid w:val="001106B3"/>
    <w:rsid w:val="00110763"/>
    <w:rsid w:val="00110CD7"/>
    <w:rsid w:val="00110DDD"/>
    <w:rsid w:val="00112073"/>
    <w:rsid w:val="001127D7"/>
    <w:rsid w:val="00112AD7"/>
    <w:rsid w:val="001130B9"/>
    <w:rsid w:val="00113432"/>
    <w:rsid w:val="00113EC4"/>
    <w:rsid w:val="001146EB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6274"/>
    <w:rsid w:val="001264FD"/>
    <w:rsid w:val="001267C0"/>
    <w:rsid w:val="00126BD0"/>
    <w:rsid w:val="001276D2"/>
    <w:rsid w:val="00127864"/>
    <w:rsid w:val="00127D0A"/>
    <w:rsid w:val="001303F9"/>
    <w:rsid w:val="00130880"/>
    <w:rsid w:val="00130939"/>
    <w:rsid w:val="00130D49"/>
    <w:rsid w:val="0013220D"/>
    <w:rsid w:val="001337B7"/>
    <w:rsid w:val="00133918"/>
    <w:rsid w:val="00134AFB"/>
    <w:rsid w:val="00134EA9"/>
    <w:rsid w:val="00136210"/>
    <w:rsid w:val="00136BB4"/>
    <w:rsid w:val="00136F12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285"/>
    <w:rsid w:val="00145185"/>
    <w:rsid w:val="001452C5"/>
    <w:rsid w:val="001462AB"/>
    <w:rsid w:val="00147A97"/>
    <w:rsid w:val="00147C13"/>
    <w:rsid w:val="0015023A"/>
    <w:rsid w:val="0015060C"/>
    <w:rsid w:val="00150FE9"/>
    <w:rsid w:val="00151B1E"/>
    <w:rsid w:val="00151E36"/>
    <w:rsid w:val="00152403"/>
    <w:rsid w:val="00152DD2"/>
    <w:rsid w:val="001536BB"/>
    <w:rsid w:val="00154BA9"/>
    <w:rsid w:val="001568E5"/>
    <w:rsid w:val="0015696D"/>
    <w:rsid w:val="001569CE"/>
    <w:rsid w:val="00156B64"/>
    <w:rsid w:val="00156F3E"/>
    <w:rsid w:val="00157027"/>
    <w:rsid w:val="001573CC"/>
    <w:rsid w:val="00157991"/>
    <w:rsid w:val="00157C67"/>
    <w:rsid w:val="00157F50"/>
    <w:rsid w:val="00157FC0"/>
    <w:rsid w:val="00161396"/>
    <w:rsid w:val="00162350"/>
    <w:rsid w:val="00162449"/>
    <w:rsid w:val="00162474"/>
    <w:rsid w:val="00163419"/>
    <w:rsid w:val="001639C2"/>
    <w:rsid w:val="00163A24"/>
    <w:rsid w:val="0016443E"/>
    <w:rsid w:val="0016503D"/>
    <w:rsid w:val="0016575C"/>
    <w:rsid w:val="00165AA3"/>
    <w:rsid w:val="00165CA9"/>
    <w:rsid w:val="00166003"/>
    <w:rsid w:val="00166CF8"/>
    <w:rsid w:val="0016708A"/>
    <w:rsid w:val="00167298"/>
    <w:rsid w:val="001673CB"/>
    <w:rsid w:val="001678D5"/>
    <w:rsid w:val="00171D96"/>
    <w:rsid w:val="00172B3C"/>
    <w:rsid w:val="00172F91"/>
    <w:rsid w:val="00173B74"/>
    <w:rsid w:val="00173E69"/>
    <w:rsid w:val="00173F20"/>
    <w:rsid w:val="001741E8"/>
    <w:rsid w:val="0017422F"/>
    <w:rsid w:val="001770C3"/>
    <w:rsid w:val="001779E3"/>
    <w:rsid w:val="00177B04"/>
    <w:rsid w:val="001802AE"/>
    <w:rsid w:val="00180362"/>
    <w:rsid w:val="001808EC"/>
    <w:rsid w:val="00180AB2"/>
    <w:rsid w:val="0018157B"/>
    <w:rsid w:val="00181B79"/>
    <w:rsid w:val="00182BA7"/>
    <w:rsid w:val="00183C5E"/>
    <w:rsid w:val="00185F02"/>
    <w:rsid w:val="00186E08"/>
    <w:rsid w:val="00187BEC"/>
    <w:rsid w:val="0019052C"/>
    <w:rsid w:val="001913D3"/>
    <w:rsid w:val="00191DDE"/>
    <w:rsid w:val="00192175"/>
    <w:rsid w:val="0019228D"/>
    <w:rsid w:val="00192479"/>
    <w:rsid w:val="00192989"/>
    <w:rsid w:val="00192A25"/>
    <w:rsid w:val="001931F9"/>
    <w:rsid w:val="00194BBF"/>
    <w:rsid w:val="00195516"/>
    <w:rsid w:val="00195A15"/>
    <w:rsid w:val="00195F47"/>
    <w:rsid w:val="00196766"/>
    <w:rsid w:val="00196CE4"/>
    <w:rsid w:val="00196DFE"/>
    <w:rsid w:val="001979EE"/>
    <w:rsid w:val="001A0F7B"/>
    <w:rsid w:val="001A0F83"/>
    <w:rsid w:val="001A1C42"/>
    <w:rsid w:val="001A1CFE"/>
    <w:rsid w:val="001A1DC0"/>
    <w:rsid w:val="001A1F63"/>
    <w:rsid w:val="001A2398"/>
    <w:rsid w:val="001A37B4"/>
    <w:rsid w:val="001A5475"/>
    <w:rsid w:val="001A6796"/>
    <w:rsid w:val="001A6AE8"/>
    <w:rsid w:val="001A788D"/>
    <w:rsid w:val="001A7B16"/>
    <w:rsid w:val="001B02BF"/>
    <w:rsid w:val="001B0511"/>
    <w:rsid w:val="001B0AED"/>
    <w:rsid w:val="001B15CC"/>
    <w:rsid w:val="001B1F83"/>
    <w:rsid w:val="001B2124"/>
    <w:rsid w:val="001B31B0"/>
    <w:rsid w:val="001B3FEE"/>
    <w:rsid w:val="001B57E5"/>
    <w:rsid w:val="001B5E93"/>
    <w:rsid w:val="001B5F98"/>
    <w:rsid w:val="001B6149"/>
    <w:rsid w:val="001B6BC5"/>
    <w:rsid w:val="001B6FC6"/>
    <w:rsid w:val="001B73F5"/>
    <w:rsid w:val="001B7930"/>
    <w:rsid w:val="001B7E5B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E4D"/>
    <w:rsid w:val="001D4617"/>
    <w:rsid w:val="001D4871"/>
    <w:rsid w:val="001D5502"/>
    <w:rsid w:val="001D5FB1"/>
    <w:rsid w:val="001D6426"/>
    <w:rsid w:val="001D6489"/>
    <w:rsid w:val="001D78BB"/>
    <w:rsid w:val="001D7C57"/>
    <w:rsid w:val="001E0474"/>
    <w:rsid w:val="001E0A1E"/>
    <w:rsid w:val="001E0A80"/>
    <w:rsid w:val="001E0F7E"/>
    <w:rsid w:val="001E172D"/>
    <w:rsid w:val="001E1C4C"/>
    <w:rsid w:val="001E2693"/>
    <w:rsid w:val="001E2C2C"/>
    <w:rsid w:val="001E2E39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DA2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20062F"/>
    <w:rsid w:val="00201630"/>
    <w:rsid w:val="002016F5"/>
    <w:rsid w:val="002022CF"/>
    <w:rsid w:val="00202498"/>
    <w:rsid w:val="00202821"/>
    <w:rsid w:val="00202B69"/>
    <w:rsid w:val="00202EB2"/>
    <w:rsid w:val="0020426B"/>
    <w:rsid w:val="00204896"/>
    <w:rsid w:val="00204DC7"/>
    <w:rsid w:val="00205280"/>
    <w:rsid w:val="00207A02"/>
    <w:rsid w:val="00207A29"/>
    <w:rsid w:val="0021007F"/>
    <w:rsid w:val="00210332"/>
    <w:rsid w:val="00211BB7"/>
    <w:rsid w:val="002120D0"/>
    <w:rsid w:val="00212AED"/>
    <w:rsid w:val="00212DFE"/>
    <w:rsid w:val="00212E80"/>
    <w:rsid w:val="00213251"/>
    <w:rsid w:val="00213F62"/>
    <w:rsid w:val="00214103"/>
    <w:rsid w:val="00215384"/>
    <w:rsid w:val="00215955"/>
    <w:rsid w:val="00215F01"/>
    <w:rsid w:val="002177B5"/>
    <w:rsid w:val="00217E80"/>
    <w:rsid w:val="00217EBE"/>
    <w:rsid w:val="0022047A"/>
    <w:rsid w:val="00220BC0"/>
    <w:rsid w:val="002211BB"/>
    <w:rsid w:val="00222303"/>
    <w:rsid w:val="00222356"/>
    <w:rsid w:val="00223045"/>
    <w:rsid w:val="0022345A"/>
    <w:rsid w:val="002235D5"/>
    <w:rsid w:val="00223D4E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478C"/>
    <w:rsid w:val="00234FFD"/>
    <w:rsid w:val="0023593E"/>
    <w:rsid w:val="00235ABC"/>
    <w:rsid w:val="00235C4E"/>
    <w:rsid w:val="00236314"/>
    <w:rsid w:val="00236611"/>
    <w:rsid w:val="00237633"/>
    <w:rsid w:val="002403CA"/>
    <w:rsid w:val="00240752"/>
    <w:rsid w:val="00240B3C"/>
    <w:rsid w:val="002410D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A5"/>
    <w:rsid w:val="00255901"/>
    <w:rsid w:val="00255FAB"/>
    <w:rsid w:val="002567A4"/>
    <w:rsid w:val="00256B7A"/>
    <w:rsid w:val="00256DDD"/>
    <w:rsid w:val="00257FC8"/>
    <w:rsid w:val="002609B2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955"/>
    <w:rsid w:val="002714D9"/>
    <w:rsid w:val="002715B7"/>
    <w:rsid w:val="00271986"/>
    <w:rsid w:val="00271993"/>
    <w:rsid w:val="00271C04"/>
    <w:rsid w:val="00271E8B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F6B"/>
    <w:rsid w:val="0028173A"/>
    <w:rsid w:val="00281AF2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B1A"/>
    <w:rsid w:val="0029576F"/>
    <w:rsid w:val="00295EB0"/>
    <w:rsid w:val="00296A64"/>
    <w:rsid w:val="00296C00"/>
    <w:rsid w:val="0029728A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806"/>
    <w:rsid w:val="002A7849"/>
    <w:rsid w:val="002B0DCC"/>
    <w:rsid w:val="002B1532"/>
    <w:rsid w:val="002B21F7"/>
    <w:rsid w:val="002B33CB"/>
    <w:rsid w:val="002B43CB"/>
    <w:rsid w:val="002B48EC"/>
    <w:rsid w:val="002B5917"/>
    <w:rsid w:val="002B6002"/>
    <w:rsid w:val="002B62F2"/>
    <w:rsid w:val="002B6464"/>
    <w:rsid w:val="002B70F1"/>
    <w:rsid w:val="002B7F8A"/>
    <w:rsid w:val="002C0178"/>
    <w:rsid w:val="002C080A"/>
    <w:rsid w:val="002C0C6E"/>
    <w:rsid w:val="002C3AED"/>
    <w:rsid w:val="002C3EE5"/>
    <w:rsid w:val="002C421C"/>
    <w:rsid w:val="002C48CC"/>
    <w:rsid w:val="002C48F1"/>
    <w:rsid w:val="002C4EDF"/>
    <w:rsid w:val="002C5503"/>
    <w:rsid w:val="002C78CB"/>
    <w:rsid w:val="002C7ECA"/>
    <w:rsid w:val="002D0131"/>
    <w:rsid w:val="002D0949"/>
    <w:rsid w:val="002D16F0"/>
    <w:rsid w:val="002D1EE3"/>
    <w:rsid w:val="002D22D8"/>
    <w:rsid w:val="002D2E7A"/>
    <w:rsid w:val="002D3592"/>
    <w:rsid w:val="002D373C"/>
    <w:rsid w:val="002D41A5"/>
    <w:rsid w:val="002D41FE"/>
    <w:rsid w:val="002D4503"/>
    <w:rsid w:val="002D4FF6"/>
    <w:rsid w:val="002D51E6"/>
    <w:rsid w:val="002D5970"/>
    <w:rsid w:val="002D59CA"/>
    <w:rsid w:val="002D5FB7"/>
    <w:rsid w:val="002D6432"/>
    <w:rsid w:val="002D6677"/>
    <w:rsid w:val="002D6B3B"/>
    <w:rsid w:val="002D785F"/>
    <w:rsid w:val="002D794F"/>
    <w:rsid w:val="002D79D9"/>
    <w:rsid w:val="002D7B88"/>
    <w:rsid w:val="002E148B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FD2"/>
    <w:rsid w:val="002F01C0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22B2"/>
    <w:rsid w:val="003029FF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D2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8DD"/>
    <w:rsid w:val="00311058"/>
    <w:rsid w:val="003113AB"/>
    <w:rsid w:val="003116E4"/>
    <w:rsid w:val="003122C1"/>
    <w:rsid w:val="003130FB"/>
    <w:rsid w:val="00313272"/>
    <w:rsid w:val="0031361B"/>
    <w:rsid w:val="003153B3"/>
    <w:rsid w:val="0031642F"/>
    <w:rsid w:val="00317231"/>
    <w:rsid w:val="0031728C"/>
    <w:rsid w:val="00317567"/>
    <w:rsid w:val="00320059"/>
    <w:rsid w:val="00320541"/>
    <w:rsid w:val="00320972"/>
    <w:rsid w:val="00320C84"/>
    <w:rsid w:val="0032148B"/>
    <w:rsid w:val="00322B2E"/>
    <w:rsid w:val="00322F7A"/>
    <w:rsid w:val="00323CE3"/>
    <w:rsid w:val="00323D9A"/>
    <w:rsid w:val="0032508F"/>
    <w:rsid w:val="003254C2"/>
    <w:rsid w:val="003259D9"/>
    <w:rsid w:val="00325B6A"/>
    <w:rsid w:val="00325F4A"/>
    <w:rsid w:val="00326072"/>
    <w:rsid w:val="0032687E"/>
    <w:rsid w:val="00326FCA"/>
    <w:rsid w:val="00327AFA"/>
    <w:rsid w:val="00327DDE"/>
    <w:rsid w:val="0033019B"/>
    <w:rsid w:val="00330533"/>
    <w:rsid w:val="00330EDA"/>
    <w:rsid w:val="00331C1F"/>
    <w:rsid w:val="00331DC6"/>
    <w:rsid w:val="00333247"/>
    <w:rsid w:val="0033370E"/>
    <w:rsid w:val="00333F2B"/>
    <w:rsid w:val="0033445D"/>
    <w:rsid w:val="003347A7"/>
    <w:rsid w:val="00335159"/>
    <w:rsid w:val="00335195"/>
    <w:rsid w:val="00335646"/>
    <w:rsid w:val="0033585E"/>
    <w:rsid w:val="00335965"/>
    <w:rsid w:val="00336108"/>
    <w:rsid w:val="003402CE"/>
    <w:rsid w:val="00340344"/>
    <w:rsid w:val="003408C5"/>
    <w:rsid w:val="00340EC3"/>
    <w:rsid w:val="00341676"/>
    <w:rsid w:val="003417FA"/>
    <w:rsid w:val="00342375"/>
    <w:rsid w:val="00343A21"/>
    <w:rsid w:val="00343D4B"/>
    <w:rsid w:val="003441A6"/>
    <w:rsid w:val="00344345"/>
    <w:rsid w:val="0034485E"/>
    <w:rsid w:val="00346753"/>
    <w:rsid w:val="00346E45"/>
    <w:rsid w:val="00346F69"/>
    <w:rsid w:val="0034755E"/>
    <w:rsid w:val="0035019F"/>
    <w:rsid w:val="00350380"/>
    <w:rsid w:val="00350C5D"/>
    <w:rsid w:val="00350D0E"/>
    <w:rsid w:val="0035136D"/>
    <w:rsid w:val="0035139D"/>
    <w:rsid w:val="003513CB"/>
    <w:rsid w:val="0035168A"/>
    <w:rsid w:val="00351735"/>
    <w:rsid w:val="00351792"/>
    <w:rsid w:val="00352C78"/>
    <w:rsid w:val="003530E6"/>
    <w:rsid w:val="00354A13"/>
    <w:rsid w:val="0035570D"/>
    <w:rsid w:val="00355BC3"/>
    <w:rsid w:val="00355EE2"/>
    <w:rsid w:val="00356233"/>
    <w:rsid w:val="00357060"/>
    <w:rsid w:val="00357444"/>
    <w:rsid w:val="00357654"/>
    <w:rsid w:val="00357A8B"/>
    <w:rsid w:val="00357AEE"/>
    <w:rsid w:val="0036142E"/>
    <w:rsid w:val="003620DF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64D8"/>
    <w:rsid w:val="00366B3B"/>
    <w:rsid w:val="0036774B"/>
    <w:rsid w:val="00367DBC"/>
    <w:rsid w:val="0037102B"/>
    <w:rsid w:val="00371939"/>
    <w:rsid w:val="003720C6"/>
    <w:rsid w:val="003727A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3F6E"/>
    <w:rsid w:val="003842D2"/>
    <w:rsid w:val="00384737"/>
    <w:rsid w:val="003848C4"/>
    <w:rsid w:val="0038533F"/>
    <w:rsid w:val="00385690"/>
    <w:rsid w:val="00385AFA"/>
    <w:rsid w:val="003862FD"/>
    <w:rsid w:val="00387166"/>
    <w:rsid w:val="0038732D"/>
    <w:rsid w:val="003878C0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C1"/>
    <w:rsid w:val="00394E93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3EE"/>
    <w:rsid w:val="003B5744"/>
    <w:rsid w:val="003B59BA"/>
    <w:rsid w:val="003B6E95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798"/>
    <w:rsid w:val="003C4C29"/>
    <w:rsid w:val="003C51C4"/>
    <w:rsid w:val="003C5202"/>
    <w:rsid w:val="003C588C"/>
    <w:rsid w:val="003C5D8D"/>
    <w:rsid w:val="003C68FE"/>
    <w:rsid w:val="003C6E70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7544"/>
    <w:rsid w:val="003D7B42"/>
    <w:rsid w:val="003E014D"/>
    <w:rsid w:val="003E169A"/>
    <w:rsid w:val="003E1821"/>
    <w:rsid w:val="003E2585"/>
    <w:rsid w:val="003E2722"/>
    <w:rsid w:val="003E2778"/>
    <w:rsid w:val="003E4A2A"/>
    <w:rsid w:val="003E4DA5"/>
    <w:rsid w:val="003E5D08"/>
    <w:rsid w:val="003E6234"/>
    <w:rsid w:val="003E64ED"/>
    <w:rsid w:val="003E6D9F"/>
    <w:rsid w:val="003E7C81"/>
    <w:rsid w:val="003F0327"/>
    <w:rsid w:val="003F0B9D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4002EC"/>
    <w:rsid w:val="0040124A"/>
    <w:rsid w:val="004017C6"/>
    <w:rsid w:val="00402349"/>
    <w:rsid w:val="00402981"/>
    <w:rsid w:val="00403319"/>
    <w:rsid w:val="00403CC7"/>
    <w:rsid w:val="00404489"/>
    <w:rsid w:val="0040542F"/>
    <w:rsid w:val="004058D0"/>
    <w:rsid w:val="00405A40"/>
    <w:rsid w:val="00406B06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A8E"/>
    <w:rsid w:val="00414A55"/>
    <w:rsid w:val="0041521A"/>
    <w:rsid w:val="00415763"/>
    <w:rsid w:val="00416474"/>
    <w:rsid w:val="00416992"/>
    <w:rsid w:val="00417984"/>
    <w:rsid w:val="00417A70"/>
    <w:rsid w:val="00421934"/>
    <w:rsid w:val="00422E37"/>
    <w:rsid w:val="00423A6B"/>
    <w:rsid w:val="004244FE"/>
    <w:rsid w:val="00424547"/>
    <w:rsid w:val="00424B1D"/>
    <w:rsid w:val="00424E82"/>
    <w:rsid w:val="00424E95"/>
    <w:rsid w:val="00425172"/>
    <w:rsid w:val="00425A50"/>
    <w:rsid w:val="0042608C"/>
    <w:rsid w:val="004263A9"/>
    <w:rsid w:val="00426A8D"/>
    <w:rsid w:val="0042715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37D3"/>
    <w:rsid w:val="00433A57"/>
    <w:rsid w:val="00434E98"/>
    <w:rsid w:val="0043560B"/>
    <w:rsid w:val="00435F55"/>
    <w:rsid w:val="00436DB9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FCD"/>
    <w:rsid w:val="0044538E"/>
    <w:rsid w:val="0044567E"/>
    <w:rsid w:val="00445804"/>
    <w:rsid w:val="00446042"/>
    <w:rsid w:val="00446412"/>
    <w:rsid w:val="00446798"/>
    <w:rsid w:val="0044699B"/>
    <w:rsid w:val="00446DE7"/>
    <w:rsid w:val="00447089"/>
    <w:rsid w:val="00450A52"/>
    <w:rsid w:val="00450EEE"/>
    <w:rsid w:val="00451449"/>
    <w:rsid w:val="00451CD3"/>
    <w:rsid w:val="00451EB2"/>
    <w:rsid w:val="0045236F"/>
    <w:rsid w:val="004524CD"/>
    <w:rsid w:val="00452613"/>
    <w:rsid w:val="004529FB"/>
    <w:rsid w:val="004533C8"/>
    <w:rsid w:val="00454A64"/>
    <w:rsid w:val="00455C1D"/>
    <w:rsid w:val="004609AB"/>
    <w:rsid w:val="00460DED"/>
    <w:rsid w:val="00460FE0"/>
    <w:rsid w:val="00461DEE"/>
    <w:rsid w:val="004626B7"/>
    <w:rsid w:val="0046299E"/>
    <w:rsid w:val="00462BBE"/>
    <w:rsid w:val="00462D8F"/>
    <w:rsid w:val="0046346D"/>
    <w:rsid w:val="0046354E"/>
    <w:rsid w:val="00463E0E"/>
    <w:rsid w:val="0046405F"/>
    <w:rsid w:val="0046432C"/>
    <w:rsid w:val="0046442D"/>
    <w:rsid w:val="00464D69"/>
    <w:rsid w:val="004657D2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B47"/>
    <w:rsid w:val="00474F48"/>
    <w:rsid w:val="004757F3"/>
    <w:rsid w:val="00476B15"/>
    <w:rsid w:val="00476CE0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6060"/>
    <w:rsid w:val="00486674"/>
    <w:rsid w:val="00486CDA"/>
    <w:rsid w:val="00490181"/>
    <w:rsid w:val="00490322"/>
    <w:rsid w:val="0049038A"/>
    <w:rsid w:val="004905C7"/>
    <w:rsid w:val="00490A43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4E90"/>
    <w:rsid w:val="0049548D"/>
    <w:rsid w:val="004959DF"/>
    <w:rsid w:val="00495B2B"/>
    <w:rsid w:val="00495F6B"/>
    <w:rsid w:val="00496EED"/>
    <w:rsid w:val="00497727"/>
    <w:rsid w:val="00497F18"/>
    <w:rsid w:val="004A1AF7"/>
    <w:rsid w:val="004A1C1E"/>
    <w:rsid w:val="004A1ED1"/>
    <w:rsid w:val="004A23DE"/>
    <w:rsid w:val="004A3828"/>
    <w:rsid w:val="004A3C4C"/>
    <w:rsid w:val="004A3D11"/>
    <w:rsid w:val="004A3E62"/>
    <w:rsid w:val="004A5A2F"/>
    <w:rsid w:val="004A6322"/>
    <w:rsid w:val="004A634C"/>
    <w:rsid w:val="004A705C"/>
    <w:rsid w:val="004A71EF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537E"/>
    <w:rsid w:val="004C5574"/>
    <w:rsid w:val="004C5E52"/>
    <w:rsid w:val="004C6FF5"/>
    <w:rsid w:val="004C7149"/>
    <w:rsid w:val="004C7C5E"/>
    <w:rsid w:val="004D0890"/>
    <w:rsid w:val="004D0E41"/>
    <w:rsid w:val="004D0FC4"/>
    <w:rsid w:val="004D19ED"/>
    <w:rsid w:val="004D1A5B"/>
    <w:rsid w:val="004D1C6D"/>
    <w:rsid w:val="004D30A6"/>
    <w:rsid w:val="004D317D"/>
    <w:rsid w:val="004D35CA"/>
    <w:rsid w:val="004D45A9"/>
    <w:rsid w:val="004D45EF"/>
    <w:rsid w:val="004D4A37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8DB"/>
    <w:rsid w:val="004E7742"/>
    <w:rsid w:val="004E7E8F"/>
    <w:rsid w:val="004F0B25"/>
    <w:rsid w:val="004F12DF"/>
    <w:rsid w:val="004F1D64"/>
    <w:rsid w:val="004F1FE5"/>
    <w:rsid w:val="004F240A"/>
    <w:rsid w:val="004F28DD"/>
    <w:rsid w:val="004F2965"/>
    <w:rsid w:val="004F2DB3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E7E"/>
    <w:rsid w:val="00506FB7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F11"/>
    <w:rsid w:val="0051540F"/>
    <w:rsid w:val="005154A6"/>
    <w:rsid w:val="0051551E"/>
    <w:rsid w:val="00515DC8"/>
    <w:rsid w:val="00516241"/>
    <w:rsid w:val="00517690"/>
    <w:rsid w:val="00520B18"/>
    <w:rsid w:val="00521620"/>
    <w:rsid w:val="00522B15"/>
    <w:rsid w:val="00522DD4"/>
    <w:rsid w:val="005239E4"/>
    <w:rsid w:val="00523A8F"/>
    <w:rsid w:val="00524889"/>
    <w:rsid w:val="00524A1A"/>
    <w:rsid w:val="0052535B"/>
    <w:rsid w:val="00525B92"/>
    <w:rsid w:val="00525C34"/>
    <w:rsid w:val="00526982"/>
    <w:rsid w:val="00526A56"/>
    <w:rsid w:val="0053007F"/>
    <w:rsid w:val="00530661"/>
    <w:rsid w:val="00531294"/>
    <w:rsid w:val="00531740"/>
    <w:rsid w:val="005320F2"/>
    <w:rsid w:val="0053224D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101E"/>
    <w:rsid w:val="005417CA"/>
    <w:rsid w:val="00542218"/>
    <w:rsid w:val="00542934"/>
    <w:rsid w:val="00542AA5"/>
    <w:rsid w:val="00542D26"/>
    <w:rsid w:val="00543086"/>
    <w:rsid w:val="00546030"/>
    <w:rsid w:val="0054627E"/>
    <w:rsid w:val="00546636"/>
    <w:rsid w:val="005467DB"/>
    <w:rsid w:val="00546F3F"/>
    <w:rsid w:val="005475DE"/>
    <w:rsid w:val="00547670"/>
    <w:rsid w:val="00547D99"/>
    <w:rsid w:val="00550842"/>
    <w:rsid w:val="00550FB7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236F"/>
    <w:rsid w:val="00582E85"/>
    <w:rsid w:val="00583284"/>
    <w:rsid w:val="00584045"/>
    <w:rsid w:val="005843E7"/>
    <w:rsid w:val="00584749"/>
    <w:rsid w:val="00584E00"/>
    <w:rsid w:val="00585560"/>
    <w:rsid w:val="0058715C"/>
    <w:rsid w:val="005908F4"/>
    <w:rsid w:val="00591524"/>
    <w:rsid w:val="005919C0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46A"/>
    <w:rsid w:val="00594879"/>
    <w:rsid w:val="00594AF4"/>
    <w:rsid w:val="00594BE3"/>
    <w:rsid w:val="00594E86"/>
    <w:rsid w:val="005951EB"/>
    <w:rsid w:val="005978FA"/>
    <w:rsid w:val="00597B3A"/>
    <w:rsid w:val="00597C43"/>
    <w:rsid w:val="00597D52"/>
    <w:rsid w:val="005A0307"/>
    <w:rsid w:val="005A04E1"/>
    <w:rsid w:val="005A09BD"/>
    <w:rsid w:val="005A1549"/>
    <w:rsid w:val="005A2930"/>
    <w:rsid w:val="005A2F30"/>
    <w:rsid w:val="005A34BC"/>
    <w:rsid w:val="005A35E5"/>
    <w:rsid w:val="005A3F56"/>
    <w:rsid w:val="005A465A"/>
    <w:rsid w:val="005A4E5E"/>
    <w:rsid w:val="005A597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2098"/>
    <w:rsid w:val="005B237F"/>
    <w:rsid w:val="005B259E"/>
    <w:rsid w:val="005B2B25"/>
    <w:rsid w:val="005B34D3"/>
    <w:rsid w:val="005B35FD"/>
    <w:rsid w:val="005B37AF"/>
    <w:rsid w:val="005B3AAD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38A7"/>
    <w:rsid w:val="005C4390"/>
    <w:rsid w:val="005C496D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59E"/>
    <w:rsid w:val="005F0643"/>
    <w:rsid w:val="005F11DB"/>
    <w:rsid w:val="005F177F"/>
    <w:rsid w:val="005F1865"/>
    <w:rsid w:val="005F1935"/>
    <w:rsid w:val="005F1FF1"/>
    <w:rsid w:val="005F3F4E"/>
    <w:rsid w:val="005F42A8"/>
    <w:rsid w:val="005F5BAE"/>
    <w:rsid w:val="005F6B1D"/>
    <w:rsid w:val="005F6E16"/>
    <w:rsid w:val="005F78E4"/>
    <w:rsid w:val="00600089"/>
    <w:rsid w:val="0060008C"/>
    <w:rsid w:val="00600C4C"/>
    <w:rsid w:val="00601884"/>
    <w:rsid w:val="006023A6"/>
    <w:rsid w:val="006028FF"/>
    <w:rsid w:val="00602EB7"/>
    <w:rsid w:val="00604523"/>
    <w:rsid w:val="0060478F"/>
    <w:rsid w:val="00605A48"/>
    <w:rsid w:val="00605D7A"/>
    <w:rsid w:val="00607034"/>
    <w:rsid w:val="00607DC3"/>
    <w:rsid w:val="006119B2"/>
    <w:rsid w:val="00611D68"/>
    <w:rsid w:val="00611DDC"/>
    <w:rsid w:val="00612D21"/>
    <w:rsid w:val="00612FFD"/>
    <w:rsid w:val="0061349F"/>
    <w:rsid w:val="0061352A"/>
    <w:rsid w:val="006138D0"/>
    <w:rsid w:val="0061425A"/>
    <w:rsid w:val="00614DC5"/>
    <w:rsid w:val="006151CB"/>
    <w:rsid w:val="00616821"/>
    <w:rsid w:val="00616D09"/>
    <w:rsid w:val="00617529"/>
    <w:rsid w:val="00620AF4"/>
    <w:rsid w:val="00620CA7"/>
    <w:rsid w:val="0062117F"/>
    <w:rsid w:val="006235A0"/>
    <w:rsid w:val="006249A7"/>
    <w:rsid w:val="00624F3D"/>
    <w:rsid w:val="006252BC"/>
    <w:rsid w:val="006253C1"/>
    <w:rsid w:val="006259BC"/>
    <w:rsid w:val="006275E2"/>
    <w:rsid w:val="00627A75"/>
    <w:rsid w:val="00627FE1"/>
    <w:rsid w:val="00630618"/>
    <w:rsid w:val="0063073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A98"/>
    <w:rsid w:val="0063754D"/>
    <w:rsid w:val="00637A0C"/>
    <w:rsid w:val="00640B98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B3D"/>
    <w:rsid w:val="006644D8"/>
    <w:rsid w:val="00664BA9"/>
    <w:rsid w:val="00664BE0"/>
    <w:rsid w:val="00664E26"/>
    <w:rsid w:val="00665211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4B3"/>
    <w:rsid w:val="006C4A20"/>
    <w:rsid w:val="006C4D6A"/>
    <w:rsid w:val="006C5290"/>
    <w:rsid w:val="006C5340"/>
    <w:rsid w:val="006C5CB3"/>
    <w:rsid w:val="006C5DE0"/>
    <w:rsid w:val="006C6502"/>
    <w:rsid w:val="006C6AD4"/>
    <w:rsid w:val="006C701C"/>
    <w:rsid w:val="006C770E"/>
    <w:rsid w:val="006C7CB0"/>
    <w:rsid w:val="006D02D2"/>
    <w:rsid w:val="006D03FE"/>
    <w:rsid w:val="006D1730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7186"/>
    <w:rsid w:val="006F71B1"/>
    <w:rsid w:val="006F7368"/>
    <w:rsid w:val="006F7CC2"/>
    <w:rsid w:val="00700732"/>
    <w:rsid w:val="00700A4A"/>
    <w:rsid w:val="00701171"/>
    <w:rsid w:val="00701702"/>
    <w:rsid w:val="0070203E"/>
    <w:rsid w:val="0070258A"/>
    <w:rsid w:val="00702AD3"/>
    <w:rsid w:val="0070332A"/>
    <w:rsid w:val="00703360"/>
    <w:rsid w:val="007036BF"/>
    <w:rsid w:val="0070473C"/>
    <w:rsid w:val="00704B5F"/>
    <w:rsid w:val="00704C77"/>
    <w:rsid w:val="00704DB6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EA"/>
    <w:rsid w:val="007169C0"/>
    <w:rsid w:val="00716B84"/>
    <w:rsid w:val="00717551"/>
    <w:rsid w:val="0072014A"/>
    <w:rsid w:val="007208C7"/>
    <w:rsid w:val="00721BE0"/>
    <w:rsid w:val="007227A5"/>
    <w:rsid w:val="007229AF"/>
    <w:rsid w:val="0072432D"/>
    <w:rsid w:val="007257B2"/>
    <w:rsid w:val="0072666E"/>
    <w:rsid w:val="00726974"/>
    <w:rsid w:val="007269FB"/>
    <w:rsid w:val="00726A63"/>
    <w:rsid w:val="00727805"/>
    <w:rsid w:val="00730EE5"/>
    <w:rsid w:val="00731328"/>
    <w:rsid w:val="007321CD"/>
    <w:rsid w:val="00732966"/>
    <w:rsid w:val="00733209"/>
    <w:rsid w:val="0073407B"/>
    <w:rsid w:val="00734396"/>
    <w:rsid w:val="00735CBF"/>
    <w:rsid w:val="00735DA0"/>
    <w:rsid w:val="00736B54"/>
    <w:rsid w:val="00736F59"/>
    <w:rsid w:val="0073721D"/>
    <w:rsid w:val="00740115"/>
    <w:rsid w:val="00740ECE"/>
    <w:rsid w:val="007424E5"/>
    <w:rsid w:val="007427EA"/>
    <w:rsid w:val="00742B87"/>
    <w:rsid w:val="00743266"/>
    <w:rsid w:val="007438F1"/>
    <w:rsid w:val="00745226"/>
    <w:rsid w:val="00745E66"/>
    <w:rsid w:val="00745FF2"/>
    <w:rsid w:val="00746492"/>
    <w:rsid w:val="007465AB"/>
    <w:rsid w:val="007468A1"/>
    <w:rsid w:val="007468A5"/>
    <w:rsid w:val="00747BBB"/>
    <w:rsid w:val="0075119F"/>
    <w:rsid w:val="00751F03"/>
    <w:rsid w:val="0075212A"/>
    <w:rsid w:val="00752B39"/>
    <w:rsid w:val="00752B61"/>
    <w:rsid w:val="007544E0"/>
    <w:rsid w:val="0075535B"/>
    <w:rsid w:val="007568F4"/>
    <w:rsid w:val="00756D6C"/>
    <w:rsid w:val="00756FC4"/>
    <w:rsid w:val="007576F0"/>
    <w:rsid w:val="00757CB0"/>
    <w:rsid w:val="00757DAD"/>
    <w:rsid w:val="00760473"/>
    <w:rsid w:val="007608A7"/>
    <w:rsid w:val="00760F59"/>
    <w:rsid w:val="007613D4"/>
    <w:rsid w:val="00761A6C"/>
    <w:rsid w:val="0076299E"/>
    <w:rsid w:val="00763098"/>
    <w:rsid w:val="007630C6"/>
    <w:rsid w:val="00763304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8E7"/>
    <w:rsid w:val="00765BB0"/>
    <w:rsid w:val="00765E1D"/>
    <w:rsid w:val="00767316"/>
    <w:rsid w:val="00767343"/>
    <w:rsid w:val="007673B9"/>
    <w:rsid w:val="00767878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4836"/>
    <w:rsid w:val="00784D6F"/>
    <w:rsid w:val="00785881"/>
    <w:rsid w:val="00786FAD"/>
    <w:rsid w:val="007870B1"/>
    <w:rsid w:val="007873F3"/>
    <w:rsid w:val="00787480"/>
    <w:rsid w:val="007877AF"/>
    <w:rsid w:val="00787E89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FEF"/>
    <w:rsid w:val="007962C4"/>
    <w:rsid w:val="00796388"/>
    <w:rsid w:val="00796BC9"/>
    <w:rsid w:val="0079716B"/>
    <w:rsid w:val="007976C7"/>
    <w:rsid w:val="00797DF9"/>
    <w:rsid w:val="007A117E"/>
    <w:rsid w:val="007A255B"/>
    <w:rsid w:val="007A2EEB"/>
    <w:rsid w:val="007A3C7F"/>
    <w:rsid w:val="007A545C"/>
    <w:rsid w:val="007A5E5B"/>
    <w:rsid w:val="007A5E99"/>
    <w:rsid w:val="007A5F32"/>
    <w:rsid w:val="007A5FE9"/>
    <w:rsid w:val="007A62B1"/>
    <w:rsid w:val="007B0034"/>
    <w:rsid w:val="007B0629"/>
    <w:rsid w:val="007B09B0"/>
    <w:rsid w:val="007B14C6"/>
    <w:rsid w:val="007B19FC"/>
    <w:rsid w:val="007B1B5E"/>
    <w:rsid w:val="007B31C6"/>
    <w:rsid w:val="007B3F13"/>
    <w:rsid w:val="007B4108"/>
    <w:rsid w:val="007B4FF0"/>
    <w:rsid w:val="007B5210"/>
    <w:rsid w:val="007B5752"/>
    <w:rsid w:val="007B5D8B"/>
    <w:rsid w:val="007B6B9A"/>
    <w:rsid w:val="007B793E"/>
    <w:rsid w:val="007C00D5"/>
    <w:rsid w:val="007C0380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B26"/>
    <w:rsid w:val="007D3141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62FF"/>
    <w:rsid w:val="007E6393"/>
    <w:rsid w:val="007E6871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548E"/>
    <w:rsid w:val="007F59E6"/>
    <w:rsid w:val="007F690C"/>
    <w:rsid w:val="007F6A53"/>
    <w:rsid w:val="007F6B0C"/>
    <w:rsid w:val="007F6EE2"/>
    <w:rsid w:val="007F7204"/>
    <w:rsid w:val="007F7543"/>
    <w:rsid w:val="007F76FA"/>
    <w:rsid w:val="00800046"/>
    <w:rsid w:val="00800092"/>
    <w:rsid w:val="00801E1E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42AE"/>
    <w:rsid w:val="00814380"/>
    <w:rsid w:val="00814BAD"/>
    <w:rsid w:val="0081538B"/>
    <w:rsid w:val="00816382"/>
    <w:rsid w:val="008164D8"/>
    <w:rsid w:val="00816DAB"/>
    <w:rsid w:val="0081747A"/>
    <w:rsid w:val="00820D66"/>
    <w:rsid w:val="0082167D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30745"/>
    <w:rsid w:val="00830F59"/>
    <w:rsid w:val="0083156C"/>
    <w:rsid w:val="00832051"/>
    <w:rsid w:val="00832490"/>
    <w:rsid w:val="0083269C"/>
    <w:rsid w:val="008327C2"/>
    <w:rsid w:val="008337DE"/>
    <w:rsid w:val="00833CD9"/>
    <w:rsid w:val="00834109"/>
    <w:rsid w:val="0083500E"/>
    <w:rsid w:val="00835046"/>
    <w:rsid w:val="008350BE"/>
    <w:rsid w:val="00835543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DEB"/>
    <w:rsid w:val="0084381E"/>
    <w:rsid w:val="00843877"/>
    <w:rsid w:val="00843B14"/>
    <w:rsid w:val="00843D1D"/>
    <w:rsid w:val="00843E73"/>
    <w:rsid w:val="00844361"/>
    <w:rsid w:val="00844CBF"/>
    <w:rsid w:val="0084521A"/>
    <w:rsid w:val="008457EE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A1"/>
    <w:rsid w:val="00855FF9"/>
    <w:rsid w:val="0085609C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18E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D5D"/>
    <w:rsid w:val="00876085"/>
    <w:rsid w:val="00876F4A"/>
    <w:rsid w:val="00877686"/>
    <w:rsid w:val="00877FFC"/>
    <w:rsid w:val="0088004D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989"/>
    <w:rsid w:val="00884871"/>
    <w:rsid w:val="00884E63"/>
    <w:rsid w:val="00885B9A"/>
    <w:rsid w:val="00885F41"/>
    <w:rsid w:val="00886917"/>
    <w:rsid w:val="00886E0C"/>
    <w:rsid w:val="00887980"/>
    <w:rsid w:val="00890C1D"/>
    <w:rsid w:val="008910A4"/>
    <w:rsid w:val="00891921"/>
    <w:rsid w:val="00891CC3"/>
    <w:rsid w:val="00891D6B"/>
    <w:rsid w:val="00891F7B"/>
    <w:rsid w:val="0089210D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6E4"/>
    <w:rsid w:val="0089730A"/>
    <w:rsid w:val="008973E2"/>
    <w:rsid w:val="008975C2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583"/>
    <w:rsid w:val="008A2813"/>
    <w:rsid w:val="008A2A25"/>
    <w:rsid w:val="008A2DE2"/>
    <w:rsid w:val="008A3010"/>
    <w:rsid w:val="008A4707"/>
    <w:rsid w:val="008A4D74"/>
    <w:rsid w:val="008A54CF"/>
    <w:rsid w:val="008A5AE4"/>
    <w:rsid w:val="008A69FB"/>
    <w:rsid w:val="008A6EAF"/>
    <w:rsid w:val="008A72BB"/>
    <w:rsid w:val="008B0131"/>
    <w:rsid w:val="008B0396"/>
    <w:rsid w:val="008B0841"/>
    <w:rsid w:val="008B1FEC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9B9"/>
    <w:rsid w:val="008B7BD9"/>
    <w:rsid w:val="008C0174"/>
    <w:rsid w:val="008C2277"/>
    <w:rsid w:val="008C2736"/>
    <w:rsid w:val="008C2E72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856"/>
    <w:rsid w:val="008D08AD"/>
    <w:rsid w:val="008D0C80"/>
    <w:rsid w:val="008D0E48"/>
    <w:rsid w:val="008D1F8C"/>
    <w:rsid w:val="008D23B7"/>
    <w:rsid w:val="008D3D85"/>
    <w:rsid w:val="008D3F8F"/>
    <w:rsid w:val="008D443E"/>
    <w:rsid w:val="008D443F"/>
    <w:rsid w:val="008D4B27"/>
    <w:rsid w:val="008D5898"/>
    <w:rsid w:val="008D5B94"/>
    <w:rsid w:val="008D5D4C"/>
    <w:rsid w:val="008D69FF"/>
    <w:rsid w:val="008D70C5"/>
    <w:rsid w:val="008E0096"/>
    <w:rsid w:val="008E0255"/>
    <w:rsid w:val="008E04C2"/>
    <w:rsid w:val="008E07D9"/>
    <w:rsid w:val="008E11E5"/>
    <w:rsid w:val="008E17C7"/>
    <w:rsid w:val="008E18B1"/>
    <w:rsid w:val="008E2318"/>
    <w:rsid w:val="008E3225"/>
    <w:rsid w:val="008E39F7"/>
    <w:rsid w:val="008E3AA0"/>
    <w:rsid w:val="008E4516"/>
    <w:rsid w:val="008E5161"/>
    <w:rsid w:val="008E51FE"/>
    <w:rsid w:val="008E529D"/>
    <w:rsid w:val="008E542A"/>
    <w:rsid w:val="008E5F97"/>
    <w:rsid w:val="008E601A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AB2"/>
    <w:rsid w:val="008F2C86"/>
    <w:rsid w:val="008F3397"/>
    <w:rsid w:val="008F360B"/>
    <w:rsid w:val="008F37C8"/>
    <w:rsid w:val="008F3911"/>
    <w:rsid w:val="008F4C6B"/>
    <w:rsid w:val="008F512F"/>
    <w:rsid w:val="008F5309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2943"/>
    <w:rsid w:val="00904471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549"/>
    <w:rsid w:val="00916802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8C1"/>
    <w:rsid w:val="009253AC"/>
    <w:rsid w:val="00925926"/>
    <w:rsid w:val="00926C8D"/>
    <w:rsid w:val="009278BA"/>
    <w:rsid w:val="0093194A"/>
    <w:rsid w:val="00931EB8"/>
    <w:rsid w:val="00932CD4"/>
    <w:rsid w:val="00933001"/>
    <w:rsid w:val="00933032"/>
    <w:rsid w:val="00933C8C"/>
    <w:rsid w:val="009342FC"/>
    <w:rsid w:val="009348EB"/>
    <w:rsid w:val="0093495E"/>
    <w:rsid w:val="00934A60"/>
    <w:rsid w:val="00934C7C"/>
    <w:rsid w:val="00934EEF"/>
    <w:rsid w:val="0093549A"/>
    <w:rsid w:val="00935607"/>
    <w:rsid w:val="009358B3"/>
    <w:rsid w:val="00935A9D"/>
    <w:rsid w:val="00936889"/>
    <w:rsid w:val="00937A92"/>
    <w:rsid w:val="00937ED5"/>
    <w:rsid w:val="00940920"/>
    <w:rsid w:val="00940C3A"/>
    <w:rsid w:val="0094197C"/>
    <w:rsid w:val="00942BF9"/>
    <w:rsid w:val="00942C91"/>
    <w:rsid w:val="00942DDC"/>
    <w:rsid w:val="009437EA"/>
    <w:rsid w:val="0094419B"/>
    <w:rsid w:val="00944213"/>
    <w:rsid w:val="0094471D"/>
    <w:rsid w:val="00944B93"/>
    <w:rsid w:val="00944B9B"/>
    <w:rsid w:val="00944E77"/>
    <w:rsid w:val="00944FE8"/>
    <w:rsid w:val="00947B0F"/>
    <w:rsid w:val="00947D95"/>
    <w:rsid w:val="00950168"/>
    <w:rsid w:val="0095047A"/>
    <w:rsid w:val="00951171"/>
    <w:rsid w:val="0095166B"/>
    <w:rsid w:val="00952019"/>
    <w:rsid w:val="00953C2E"/>
    <w:rsid w:val="00953F39"/>
    <w:rsid w:val="009540B1"/>
    <w:rsid w:val="009544ED"/>
    <w:rsid w:val="00954BD4"/>
    <w:rsid w:val="00954EEE"/>
    <w:rsid w:val="009550AF"/>
    <w:rsid w:val="0095622D"/>
    <w:rsid w:val="00956A9D"/>
    <w:rsid w:val="009570E6"/>
    <w:rsid w:val="00957C7F"/>
    <w:rsid w:val="00960A7C"/>
    <w:rsid w:val="00961376"/>
    <w:rsid w:val="009616E3"/>
    <w:rsid w:val="00961B9E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1F16"/>
    <w:rsid w:val="00972042"/>
    <w:rsid w:val="0097236F"/>
    <w:rsid w:val="009739B9"/>
    <w:rsid w:val="00973EF3"/>
    <w:rsid w:val="009740A3"/>
    <w:rsid w:val="0097463A"/>
    <w:rsid w:val="00974E05"/>
    <w:rsid w:val="00974E4E"/>
    <w:rsid w:val="0097521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7B51"/>
    <w:rsid w:val="00987EBB"/>
    <w:rsid w:val="00990166"/>
    <w:rsid w:val="00990179"/>
    <w:rsid w:val="00990B34"/>
    <w:rsid w:val="009910B1"/>
    <w:rsid w:val="0099144A"/>
    <w:rsid w:val="00991F27"/>
    <w:rsid w:val="00992AB8"/>
    <w:rsid w:val="00992EDA"/>
    <w:rsid w:val="009937F3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B9"/>
    <w:rsid w:val="009A4658"/>
    <w:rsid w:val="009A4998"/>
    <w:rsid w:val="009A5F41"/>
    <w:rsid w:val="009A6080"/>
    <w:rsid w:val="009A6440"/>
    <w:rsid w:val="009A6EE0"/>
    <w:rsid w:val="009A7A80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BD2"/>
    <w:rsid w:val="009C5023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AAF"/>
    <w:rsid w:val="009D4CA9"/>
    <w:rsid w:val="009D5A52"/>
    <w:rsid w:val="009D62E9"/>
    <w:rsid w:val="009D63DC"/>
    <w:rsid w:val="009D6A16"/>
    <w:rsid w:val="009D6DD8"/>
    <w:rsid w:val="009D7041"/>
    <w:rsid w:val="009D76B6"/>
    <w:rsid w:val="009D7CC5"/>
    <w:rsid w:val="009E0306"/>
    <w:rsid w:val="009E0447"/>
    <w:rsid w:val="009E1191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79BA"/>
    <w:rsid w:val="009F0598"/>
    <w:rsid w:val="009F0FE2"/>
    <w:rsid w:val="009F13D6"/>
    <w:rsid w:val="009F148C"/>
    <w:rsid w:val="009F1944"/>
    <w:rsid w:val="009F2DA3"/>
    <w:rsid w:val="009F2EE4"/>
    <w:rsid w:val="009F3C37"/>
    <w:rsid w:val="009F3C61"/>
    <w:rsid w:val="009F42AE"/>
    <w:rsid w:val="009F4973"/>
    <w:rsid w:val="009F4A0E"/>
    <w:rsid w:val="009F5167"/>
    <w:rsid w:val="009F53A3"/>
    <w:rsid w:val="009F58B1"/>
    <w:rsid w:val="009F59F1"/>
    <w:rsid w:val="009F5DB0"/>
    <w:rsid w:val="009F6D08"/>
    <w:rsid w:val="009F7BF6"/>
    <w:rsid w:val="009F7ECB"/>
    <w:rsid w:val="00A01092"/>
    <w:rsid w:val="00A0156D"/>
    <w:rsid w:val="00A016CB"/>
    <w:rsid w:val="00A01C6F"/>
    <w:rsid w:val="00A03284"/>
    <w:rsid w:val="00A03AA9"/>
    <w:rsid w:val="00A03B4A"/>
    <w:rsid w:val="00A03DCE"/>
    <w:rsid w:val="00A04248"/>
    <w:rsid w:val="00A04348"/>
    <w:rsid w:val="00A05270"/>
    <w:rsid w:val="00A062A9"/>
    <w:rsid w:val="00A06B6C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7233"/>
    <w:rsid w:val="00A27699"/>
    <w:rsid w:val="00A27A4E"/>
    <w:rsid w:val="00A27B38"/>
    <w:rsid w:val="00A31A4D"/>
    <w:rsid w:val="00A31DF1"/>
    <w:rsid w:val="00A32A45"/>
    <w:rsid w:val="00A33460"/>
    <w:rsid w:val="00A3354E"/>
    <w:rsid w:val="00A354EF"/>
    <w:rsid w:val="00A359C4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A34"/>
    <w:rsid w:val="00A41B59"/>
    <w:rsid w:val="00A422AF"/>
    <w:rsid w:val="00A42603"/>
    <w:rsid w:val="00A431AE"/>
    <w:rsid w:val="00A4323A"/>
    <w:rsid w:val="00A43298"/>
    <w:rsid w:val="00A43436"/>
    <w:rsid w:val="00A438F6"/>
    <w:rsid w:val="00A45308"/>
    <w:rsid w:val="00A468F4"/>
    <w:rsid w:val="00A47AC7"/>
    <w:rsid w:val="00A47B78"/>
    <w:rsid w:val="00A47C4B"/>
    <w:rsid w:val="00A47CF3"/>
    <w:rsid w:val="00A50065"/>
    <w:rsid w:val="00A50CE1"/>
    <w:rsid w:val="00A515AA"/>
    <w:rsid w:val="00A518C8"/>
    <w:rsid w:val="00A519D1"/>
    <w:rsid w:val="00A51E2C"/>
    <w:rsid w:val="00A51F6F"/>
    <w:rsid w:val="00A53058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C4"/>
    <w:rsid w:val="00A56997"/>
    <w:rsid w:val="00A56C9D"/>
    <w:rsid w:val="00A572C0"/>
    <w:rsid w:val="00A5730D"/>
    <w:rsid w:val="00A57E3D"/>
    <w:rsid w:val="00A60EC4"/>
    <w:rsid w:val="00A619AB"/>
    <w:rsid w:val="00A61D01"/>
    <w:rsid w:val="00A621E8"/>
    <w:rsid w:val="00A623B9"/>
    <w:rsid w:val="00A62837"/>
    <w:rsid w:val="00A62A3E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24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E"/>
    <w:rsid w:val="00A84019"/>
    <w:rsid w:val="00A851F0"/>
    <w:rsid w:val="00A86CCC"/>
    <w:rsid w:val="00A872B4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FD7"/>
    <w:rsid w:val="00A94F5C"/>
    <w:rsid w:val="00A95100"/>
    <w:rsid w:val="00A958A3"/>
    <w:rsid w:val="00A96E78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72FA"/>
    <w:rsid w:val="00AA73CF"/>
    <w:rsid w:val="00AA79FF"/>
    <w:rsid w:val="00AA7FC6"/>
    <w:rsid w:val="00AB0AF1"/>
    <w:rsid w:val="00AB1827"/>
    <w:rsid w:val="00AB2C22"/>
    <w:rsid w:val="00AB3CEB"/>
    <w:rsid w:val="00AB4380"/>
    <w:rsid w:val="00AB44C2"/>
    <w:rsid w:val="00AB4519"/>
    <w:rsid w:val="00AB45F3"/>
    <w:rsid w:val="00AB477E"/>
    <w:rsid w:val="00AB5AC7"/>
    <w:rsid w:val="00AB6381"/>
    <w:rsid w:val="00AB6591"/>
    <w:rsid w:val="00AB6DC1"/>
    <w:rsid w:val="00AB70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7B4"/>
    <w:rsid w:val="00AC426D"/>
    <w:rsid w:val="00AC5624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595"/>
    <w:rsid w:val="00AD414F"/>
    <w:rsid w:val="00AD4AF3"/>
    <w:rsid w:val="00AD517B"/>
    <w:rsid w:val="00AD51BB"/>
    <w:rsid w:val="00AD5723"/>
    <w:rsid w:val="00AD6062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319B"/>
    <w:rsid w:val="00AF330F"/>
    <w:rsid w:val="00AF3FDE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F87"/>
    <w:rsid w:val="00B023C7"/>
    <w:rsid w:val="00B037B1"/>
    <w:rsid w:val="00B03E24"/>
    <w:rsid w:val="00B041C6"/>
    <w:rsid w:val="00B05DA3"/>
    <w:rsid w:val="00B06040"/>
    <w:rsid w:val="00B061DB"/>
    <w:rsid w:val="00B07002"/>
    <w:rsid w:val="00B0703E"/>
    <w:rsid w:val="00B0711A"/>
    <w:rsid w:val="00B071C1"/>
    <w:rsid w:val="00B075F3"/>
    <w:rsid w:val="00B10092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F96"/>
    <w:rsid w:val="00B15271"/>
    <w:rsid w:val="00B158E6"/>
    <w:rsid w:val="00B168B7"/>
    <w:rsid w:val="00B16F4C"/>
    <w:rsid w:val="00B1710B"/>
    <w:rsid w:val="00B17286"/>
    <w:rsid w:val="00B17562"/>
    <w:rsid w:val="00B17705"/>
    <w:rsid w:val="00B17CF0"/>
    <w:rsid w:val="00B17DF4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30F19"/>
    <w:rsid w:val="00B314AC"/>
    <w:rsid w:val="00B314E7"/>
    <w:rsid w:val="00B3174E"/>
    <w:rsid w:val="00B3187F"/>
    <w:rsid w:val="00B31BA7"/>
    <w:rsid w:val="00B320CE"/>
    <w:rsid w:val="00B326E2"/>
    <w:rsid w:val="00B32CC9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4019D"/>
    <w:rsid w:val="00B4049F"/>
    <w:rsid w:val="00B405BD"/>
    <w:rsid w:val="00B40BB5"/>
    <w:rsid w:val="00B4107E"/>
    <w:rsid w:val="00B41107"/>
    <w:rsid w:val="00B41E36"/>
    <w:rsid w:val="00B4215F"/>
    <w:rsid w:val="00B43276"/>
    <w:rsid w:val="00B433FB"/>
    <w:rsid w:val="00B443D2"/>
    <w:rsid w:val="00B44778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1146"/>
    <w:rsid w:val="00B61360"/>
    <w:rsid w:val="00B6138D"/>
    <w:rsid w:val="00B61423"/>
    <w:rsid w:val="00B61546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D77"/>
    <w:rsid w:val="00B71E0A"/>
    <w:rsid w:val="00B71E5D"/>
    <w:rsid w:val="00B724CF"/>
    <w:rsid w:val="00B72C58"/>
    <w:rsid w:val="00B73365"/>
    <w:rsid w:val="00B73BFC"/>
    <w:rsid w:val="00B74C8D"/>
    <w:rsid w:val="00B74D21"/>
    <w:rsid w:val="00B7555A"/>
    <w:rsid w:val="00B75E2E"/>
    <w:rsid w:val="00B75EE7"/>
    <w:rsid w:val="00B761C4"/>
    <w:rsid w:val="00B770ED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989"/>
    <w:rsid w:val="00B855A4"/>
    <w:rsid w:val="00B863E7"/>
    <w:rsid w:val="00B86B39"/>
    <w:rsid w:val="00B86E5F"/>
    <w:rsid w:val="00B87D51"/>
    <w:rsid w:val="00B9086F"/>
    <w:rsid w:val="00B90C0E"/>
    <w:rsid w:val="00B922E5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674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214"/>
    <w:rsid w:val="00BC465D"/>
    <w:rsid w:val="00BC46DA"/>
    <w:rsid w:val="00BC472A"/>
    <w:rsid w:val="00BC5058"/>
    <w:rsid w:val="00BC5A74"/>
    <w:rsid w:val="00BC5DCC"/>
    <w:rsid w:val="00BC73EA"/>
    <w:rsid w:val="00BC7B08"/>
    <w:rsid w:val="00BC7DA3"/>
    <w:rsid w:val="00BD056A"/>
    <w:rsid w:val="00BD0601"/>
    <w:rsid w:val="00BD0A16"/>
    <w:rsid w:val="00BD1236"/>
    <w:rsid w:val="00BD20B9"/>
    <w:rsid w:val="00BD2713"/>
    <w:rsid w:val="00BD2B56"/>
    <w:rsid w:val="00BD2C7E"/>
    <w:rsid w:val="00BD3426"/>
    <w:rsid w:val="00BD3A58"/>
    <w:rsid w:val="00BD3C71"/>
    <w:rsid w:val="00BD4107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72F"/>
    <w:rsid w:val="00BE2FFB"/>
    <w:rsid w:val="00BE37C0"/>
    <w:rsid w:val="00BE4642"/>
    <w:rsid w:val="00BE5D5E"/>
    <w:rsid w:val="00BE6071"/>
    <w:rsid w:val="00BE7550"/>
    <w:rsid w:val="00BE7BDD"/>
    <w:rsid w:val="00BF0AA5"/>
    <w:rsid w:val="00BF1ACA"/>
    <w:rsid w:val="00BF1BEE"/>
    <w:rsid w:val="00BF1D45"/>
    <w:rsid w:val="00BF285C"/>
    <w:rsid w:val="00BF29D7"/>
    <w:rsid w:val="00BF3EA2"/>
    <w:rsid w:val="00BF3F5C"/>
    <w:rsid w:val="00BF42F9"/>
    <w:rsid w:val="00BF43E0"/>
    <w:rsid w:val="00BF5130"/>
    <w:rsid w:val="00BF5159"/>
    <w:rsid w:val="00BF61F4"/>
    <w:rsid w:val="00BF6546"/>
    <w:rsid w:val="00BF6578"/>
    <w:rsid w:val="00BF6BFF"/>
    <w:rsid w:val="00BF6F42"/>
    <w:rsid w:val="00BF6F45"/>
    <w:rsid w:val="00C004BD"/>
    <w:rsid w:val="00C01EAC"/>
    <w:rsid w:val="00C020BE"/>
    <w:rsid w:val="00C02548"/>
    <w:rsid w:val="00C032E1"/>
    <w:rsid w:val="00C0339F"/>
    <w:rsid w:val="00C038D0"/>
    <w:rsid w:val="00C03C73"/>
    <w:rsid w:val="00C051EC"/>
    <w:rsid w:val="00C05230"/>
    <w:rsid w:val="00C05C1A"/>
    <w:rsid w:val="00C0657B"/>
    <w:rsid w:val="00C067DF"/>
    <w:rsid w:val="00C06FB4"/>
    <w:rsid w:val="00C07C71"/>
    <w:rsid w:val="00C105D4"/>
    <w:rsid w:val="00C1097A"/>
    <w:rsid w:val="00C10B5B"/>
    <w:rsid w:val="00C112C0"/>
    <w:rsid w:val="00C117BA"/>
    <w:rsid w:val="00C11E99"/>
    <w:rsid w:val="00C122C8"/>
    <w:rsid w:val="00C13D8A"/>
    <w:rsid w:val="00C145BE"/>
    <w:rsid w:val="00C14A60"/>
    <w:rsid w:val="00C160E1"/>
    <w:rsid w:val="00C1704A"/>
    <w:rsid w:val="00C17589"/>
    <w:rsid w:val="00C17B54"/>
    <w:rsid w:val="00C17C87"/>
    <w:rsid w:val="00C21E68"/>
    <w:rsid w:val="00C21F6D"/>
    <w:rsid w:val="00C226C3"/>
    <w:rsid w:val="00C22D58"/>
    <w:rsid w:val="00C22D84"/>
    <w:rsid w:val="00C24821"/>
    <w:rsid w:val="00C25349"/>
    <w:rsid w:val="00C2598F"/>
    <w:rsid w:val="00C25B3F"/>
    <w:rsid w:val="00C25C93"/>
    <w:rsid w:val="00C2617D"/>
    <w:rsid w:val="00C26D8C"/>
    <w:rsid w:val="00C2753F"/>
    <w:rsid w:val="00C278BD"/>
    <w:rsid w:val="00C27918"/>
    <w:rsid w:val="00C27A83"/>
    <w:rsid w:val="00C27CBC"/>
    <w:rsid w:val="00C30B8A"/>
    <w:rsid w:val="00C331FF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7064"/>
    <w:rsid w:val="00C37949"/>
    <w:rsid w:val="00C40035"/>
    <w:rsid w:val="00C40851"/>
    <w:rsid w:val="00C40F3D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754"/>
    <w:rsid w:val="00C47D91"/>
    <w:rsid w:val="00C507EE"/>
    <w:rsid w:val="00C51149"/>
    <w:rsid w:val="00C5130F"/>
    <w:rsid w:val="00C524C3"/>
    <w:rsid w:val="00C52D90"/>
    <w:rsid w:val="00C53D04"/>
    <w:rsid w:val="00C53FBB"/>
    <w:rsid w:val="00C547A8"/>
    <w:rsid w:val="00C548CB"/>
    <w:rsid w:val="00C56467"/>
    <w:rsid w:val="00C56789"/>
    <w:rsid w:val="00C574B6"/>
    <w:rsid w:val="00C57666"/>
    <w:rsid w:val="00C601BF"/>
    <w:rsid w:val="00C60561"/>
    <w:rsid w:val="00C607F9"/>
    <w:rsid w:val="00C60D57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555A"/>
    <w:rsid w:val="00C656A7"/>
    <w:rsid w:val="00C65D47"/>
    <w:rsid w:val="00C65F31"/>
    <w:rsid w:val="00C6769A"/>
    <w:rsid w:val="00C67D33"/>
    <w:rsid w:val="00C70581"/>
    <w:rsid w:val="00C71086"/>
    <w:rsid w:val="00C71459"/>
    <w:rsid w:val="00C716E1"/>
    <w:rsid w:val="00C71E33"/>
    <w:rsid w:val="00C72425"/>
    <w:rsid w:val="00C7268F"/>
    <w:rsid w:val="00C729DF"/>
    <w:rsid w:val="00C72B74"/>
    <w:rsid w:val="00C731FA"/>
    <w:rsid w:val="00C732F7"/>
    <w:rsid w:val="00C73419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1EA3"/>
    <w:rsid w:val="00C824A6"/>
    <w:rsid w:val="00C8278D"/>
    <w:rsid w:val="00C82EFA"/>
    <w:rsid w:val="00C8418F"/>
    <w:rsid w:val="00C855B2"/>
    <w:rsid w:val="00C85725"/>
    <w:rsid w:val="00C85D82"/>
    <w:rsid w:val="00C863C9"/>
    <w:rsid w:val="00C870E8"/>
    <w:rsid w:val="00C9011C"/>
    <w:rsid w:val="00C901AC"/>
    <w:rsid w:val="00C909A3"/>
    <w:rsid w:val="00C90C83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94F"/>
    <w:rsid w:val="00CA0D4B"/>
    <w:rsid w:val="00CA1356"/>
    <w:rsid w:val="00CA197F"/>
    <w:rsid w:val="00CA1A6A"/>
    <w:rsid w:val="00CA1DC6"/>
    <w:rsid w:val="00CA25AF"/>
    <w:rsid w:val="00CA2E93"/>
    <w:rsid w:val="00CA3D23"/>
    <w:rsid w:val="00CA4693"/>
    <w:rsid w:val="00CA470E"/>
    <w:rsid w:val="00CA49CD"/>
    <w:rsid w:val="00CA4D8E"/>
    <w:rsid w:val="00CA5316"/>
    <w:rsid w:val="00CA5BF1"/>
    <w:rsid w:val="00CA5DD6"/>
    <w:rsid w:val="00CA5DEF"/>
    <w:rsid w:val="00CA6460"/>
    <w:rsid w:val="00CA7048"/>
    <w:rsid w:val="00CA7203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3181"/>
    <w:rsid w:val="00CD3435"/>
    <w:rsid w:val="00CD3685"/>
    <w:rsid w:val="00CD3D20"/>
    <w:rsid w:val="00CD3DF8"/>
    <w:rsid w:val="00CD3F54"/>
    <w:rsid w:val="00CD464C"/>
    <w:rsid w:val="00CD4C18"/>
    <w:rsid w:val="00CD4CD3"/>
    <w:rsid w:val="00CD506C"/>
    <w:rsid w:val="00CD5D2D"/>
    <w:rsid w:val="00CD6AD9"/>
    <w:rsid w:val="00CD6ED4"/>
    <w:rsid w:val="00CD7456"/>
    <w:rsid w:val="00CD78E1"/>
    <w:rsid w:val="00CD7C1C"/>
    <w:rsid w:val="00CD7DC6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6A9F"/>
    <w:rsid w:val="00D16FAC"/>
    <w:rsid w:val="00D17AB4"/>
    <w:rsid w:val="00D17D43"/>
    <w:rsid w:val="00D207FD"/>
    <w:rsid w:val="00D2250F"/>
    <w:rsid w:val="00D22F18"/>
    <w:rsid w:val="00D230AD"/>
    <w:rsid w:val="00D231FF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5A8F"/>
    <w:rsid w:val="00D35BB1"/>
    <w:rsid w:val="00D36555"/>
    <w:rsid w:val="00D36628"/>
    <w:rsid w:val="00D36723"/>
    <w:rsid w:val="00D36849"/>
    <w:rsid w:val="00D370EF"/>
    <w:rsid w:val="00D37DF1"/>
    <w:rsid w:val="00D403AA"/>
    <w:rsid w:val="00D40958"/>
    <w:rsid w:val="00D4134C"/>
    <w:rsid w:val="00D4157D"/>
    <w:rsid w:val="00D41630"/>
    <w:rsid w:val="00D42136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50B43"/>
    <w:rsid w:val="00D50FED"/>
    <w:rsid w:val="00D513F2"/>
    <w:rsid w:val="00D517FB"/>
    <w:rsid w:val="00D52022"/>
    <w:rsid w:val="00D52AC6"/>
    <w:rsid w:val="00D54784"/>
    <w:rsid w:val="00D54A69"/>
    <w:rsid w:val="00D54FAC"/>
    <w:rsid w:val="00D5502E"/>
    <w:rsid w:val="00D556BA"/>
    <w:rsid w:val="00D55745"/>
    <w:rsid w:val="00D5671A"/>
    <w:rsid w:val="00D5672B"/>
    <w:rsid w:val="00D56C18"/>
    <w:rsid w:val="00D574D2"/>
    <w:rsid w:val="00D57869"/>
    <w:rsid w:val="00D6067B"/>
    <w:rsid w:val="00D613DD"/>
    <w:rsid w:val="00D61EA3"/>
    <w:rsid w:val="00D627A5"/>
    <w:rsid w:val="00D636BC"/>
    <w:rsid w:val="00D63A61"/>
    <w:rsid w:val="00D645DA"/>
    <w:rsid w:val="00D64A21"/>
    <w:rsid w:val="00D64F6A"/>
    <w:rsid w:val="00D64F9C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1005"/>
    <w:rsid w:val="00D7241B"/>
    <w:rsid w:val="00D72DAA"/>
    <w:rsid w:val="00D733BD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281B"/>
    <w:rsid w:val="00D82C68"/>
    <w:rsid w:val="00D83381"/>
    <w:rsid w:val="00D83FB0"/>
    <w:rsid w:val="00D84B94"/>
    <w:rsid w:val="00D8504D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9B4"/>
    <w:rsid w:val="00DA6305"/>
    <w:rsid w:val="00DA65A6"/>
    <w:rsid w:val="00DA69D9"/>
    <w:rsid w:val="00DA700E"/>
    <w:rsid w:val="00DA7356"/>
    <w:rsid w:val="00DA73AA"/>
    <w:rsid w:val="00DB0509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71D4"/>
    <w:rsid w:val="00DB7415"/>
    <w:rsid w:val="00DB74FF"/>
    <w:rsid w:val="00DC08C9"/>
    <w:rsid w:val="00DC0F43"/>
    <w:rsid w:val="00DC15D1"/>
    <w:rsid w:val="00DC1D7F"/>
    <w:rsid w:val="00DC305B"/>
    <w:rsid w:val="00DC4B83"/>
    <w:rsid w:val="00DC60C8"/>
    <w:rsid w:val="00DC6590"/>
    <w:rsid w:val="00DC7194"/>
    <w:rsid w:val="00DC796E"/>
    <w:rsid w:val="00DC7D57"/>
    <w:rsid w:val="00DD0B08"/>
    <w:rsid w:val="00DD1055"/>
    <w:rsid w:val="00DD1B63"/>
    <w:rsid w:val="00DD29F1"/>
    <w:rsid w:val="00DD2AD1"/>
    <w:rsid w:val="00DD3B1F"/>
    <w:rsid w:val="00DD3C39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CC3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751"/>
    <w:rsid w:val="00DE7D9E"/>
    <w:rsid w:val="00DF111E"/>
    <w:rsid w:val="00DF1635"/>
    <w:rsid w:val="00DF209D"/>
    <w:rsid w:val="00DF235F"/>
    <w:rsid w:val="00DF23DB"/>
    <w:rsid w:val="00DF3A3A"/>
    <w:rsid w:val="00DF3B3C"/>
    <w:rsid w:val="00DF3F71"/>
    <w:rsid w:val="00DF528C"/>
    <w:rsid w:val="00DF5680"/>
    <w:rsid w:val="00DF6038"/>
    <w:rsid w:val="00DF6847"/>
    <w:rsid w:val="00DF691C"/>
    <w:rsid w:val="00DF75A1"/>
    <w:rsid w:val="00DF7EE1"/>
    <w:rsid w:val="00E002C4"/>
    <w:rsid w:val="00E01393"/>
    <w:rsid w:val="00E023A5"/>
    <w:rsid w:val="00E0332D"/>
    <w:rsid w:val="00E034AB"/>
    <w:rsid w:val="00E037F2"/>
    <w:rsid w:val="00E05BA2"/>
    <w:rsid w:val="00E05DE5"/>
    <w:rsid w:val="00E06294"/>
    <w:rsid w:val="00E0681A"/>
    <w:rsid w:val="00E06BA8"/>
    <w:rsid w:val="00E07184"/>
    <w:rsid w:val="00E07B47"/>
    <w:rsid w:val="00E105F7"/>
    <w:rsid w:val="00E10999"/>
    <w:rsid w:val="00E112AB"/>
    <w:rsid w:val="00E1216B"/>
    <w:rsid w:val="00E1232F"/>
    <w:rsid w:val="00E1267E"/>
    <w:rsid w:val="00E135B0"/>
    <w:rsid w:val="00E135CB"/>
    <w:rsid w:val="00E13D54"/>
    <w:rsid w:val="00E1424C"/>
    <w:rsid w:val="00E1454B"/>
    <w:rsid w:val="00E14E10"/>
    <w:rsid w:val="00E153D5"/>
    <w:rsid w:val="00E15DDC"/>
    <w:rsid w:val="00E164C1"/>
    <w:rsid w:val="00E16BF8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18DE"/>
    <w:rsid w:val="00E21B74"/>
    <w:rsid w:val="00E22F5F"/>
    <w:rsid w:val="00E24798"/>
    <w:rsid w:val="00E248B7"/>
    <w:rsid w:val="00E259C0"/>
    <w:rsid w:val="00E25D4A"/>
    <w:rsid w:val="00E26042"/>
    <w:rsid w:val="00E26FEE"/>
    <w:rsid w:val="00E2729C"/>
    <w:rsid w:val="00E2753C"/>
    <w:rsid w:val="00E276DB"/>
    <w:rsid w:val="00E27930"/>
    <w:rsid w:val="00E27A85"/>
    <w:rsid w:val="00E30458"/>
    <w:rsid w:val="00E3132E"/>
    <w:rsid w:val="00E31995"/>
    <w:rsid w:val="00E32082"/>
    <w:rsid w:val="00E32B15"/>
    <w:rsid w:val="00E33F7B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7B7"/>
    <w:rsid w:val="00E419AF"/>
    <w:rsid w:val="00E419F9"/>
    <w:rsid w:val="00E41D15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24F"/>
    <w:rsid w:val="00E4640F"/>
    <w:rsid w:val="00E47593"/>
    <w:rsid w:val="00E508AC"/>
    <w:rsid w:val="00E50DAF"/>
    <w:rsid w:val="00E50E72"/>
    <w:rsid w:val="00E510C8"/>
    <w:rsid w:val="00E51260"/>
    <w:rsid w:val="00E516F6"/>
    <w:rsid w:val="00E517FA"/>
    <w:rsid w:val="00E5277A"/>
    <w:rsid w:val="00E52E33"/>
    <w:rsid w:val="00E5315E"/>
    <w:rsid w:val="00E53200"/>
    <w:rsid w:val="00E53FD5"/>
    <w:rsid w:val="00E5409D"/>
    <w:rsid w:val="00E54167"/>
    <w:rsid w:val="00E54288"/>
    <w:rsid w:val="00E55277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ED"/>
    <w:rsid w:val="00E66F38"/>
    <w:rsid w:val="00E67170"/>
    <w:rsid w:val="00E709B4"/>
    <w:rsid w:val="00E70E1D"/>
    <w:rsid w:val="00E713D1"/>
    <w:rsid w:val="00E7156F"/>
    <w:rsid w:val="00E71750"/>
    <w:rsid w:val="00E7192A"/>
    <w:rsid w:val="00E71EA6"/>
    <w:rsid w:val="00E72118"/>
    <w:rsid w:val="00E72393"/>
    <w:rsid w:val="00E7294B"/>
    <w:rsid w:val="00E72A6E"/>
    <w:rsid w:val="00E72EB9"/>
    <w:rsid w:val="00E72F53"/>
    <w:rsid w:val="00E73FA4"/>
    <w:rsid w:val="00E74610"/>
    <w:rsid w:val="00E74A77"/>
    <w:rsid w:val="00E7662A"/>
    <w:rsid w:val="00E76BEE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815"/>
    <w:rsid w:val="00E84935"/>
    <w:rsid w:val="00E853F3"/>
    <w:rsid w:val="00E855C3"/>
    <w:rsid w:val="00E85757"/>
    <w:rsid w:val="00E859A1"/>
    <w:rsid w:val="00E85D81"/>
    <w:rsid w:val="00E85F1A"/>
    <w:rsid w:val="00E8649B"/>
    <w:rsid w:val="00E86896"/>
    <w:rsid w:val="00E86B70"/>
    <w:rsid w:val="00E901B8"/>
    <w:rsid w:val="00E90A5F"/>
    <w:rsid w:val="00E90CF3"/>
    <w:rsid w:val="00E9126E"/>
    <w:rsid w:val="00E91622"/>
    <w:rsid w:val="00E91A24"/>
    <w:rsid w:val="00E928BC"/>
    <w:rsid w:val="00E929B3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CCA"/>
    <w:rsid w:val="00EA4061"/>
    <w:rsid w:val="00EA4930"/>
    <w:rsid w:val="00EA4A1F"/>
    <w:rsid w:val="00EA4ACD"/>
    <w:rsid w:val="00EA4BCE"/>
    <w:rsid w:val="00EA4E08"/>
    <w:rsid w:val="00EA54E4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D6"/>
    <w:rsid w:val="00EC0203"/>
    <w:rsid w:val="00EC0BCA"/>
    <w:rsid w:val="00EC11BF"/>
    <w:rsid w:val="00EC1A3C"/>
    <w:rsid w:val="00EC26AB"/>
    <w:rsid w:val="00EC28D2"/>
    <w:rsid w:val="00EC3BE9"/>
    <w:rsid w:val="00EC3DFB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AA5"/>
    <w:rsid w:val="00EE1600"/>
    <w:rsid w:val="00EE19DC"/>
    <w:rsid w:val="00EE2785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86A"/>
    <w:rsid w:val="00EE7E43"/>
    <w:rsid w:val="00EF0145"/>
    <w:rsid w:val="00EF0704"/>
    <w:rsid w:val="00EF0DA9"/>
    <w:rsid w:val="00EF1385"/>
    <w:rsid w:val="00EF159B"/>
    <w:rsid w:val="00EF18E2"/>
    <w:rsid w:val="00EF1C30"/>
    <w:rsid w:val="00EF20A6"/>
    <w:rsid w:val="00EF24A8"/>
    <w:rsid w:val="00EF2586"/>
    <w:rsid w:val="00EF3319"/>
    <w:rsid w:val="00EF37C8"/>
    <w:rsid w:val="00EF49C0"/>
    <w:rsid w:val="00EF60BC"/>
    <w:rsid w:val="00EF65C7"/>
    <w:rsid w:val="00EF69FA"/>
    <w:rsid w:val="00EF7568"/>
    <w:rsid w:val="00EF7C29"/>
    <w:rsid w:val="00F0132F"/>
    <w:rsid w:val="00F015AD"/>
    <w:rsid w:val="00F020F1"/>
    <w:rsid w:val="00F02730"/>
    <w:rsid w:val="00F02B21"/>
    <w:rsid w:val="00F031D3"/>
    <w:rsid w:val="00F0402E"/>
    <w:rsid w:val="00F05C40"/>
    <w:rsid w:val="00F05F4A"/>
    <w:rsid w:val="00F0603B"/>
    <w:rsid w:val="00F06265"/>
    <w:rsid w:val="00F06916"/>
    <w:rsid w:val="00F0761F"/>
    <w:rsid w:val="00F077CF"/>
    <w:rsid w:val="00F07E8A"/>
    <w:rsid w:val="00F1068E"/>
    <w:rsid w:val="00F10D88"/>
    <w:rsid w:val="00F10FA5"/>
    <w:rsid w:val="00F11329"/>
    <w:rsid w:val="00F113F4"/>
    <w:rsid w:val="00F11F51"/>
    <w:rsid w:val="00F129E4"/>
    <w:rsid w:val="00F12AF9"/>
    <w:rsid w:val="00F12C92"/>
    <w:rsid w:val="00F12EEB"/>
    <w:rsid w:val="00F12F11"/>
    <w:rsid w:val="00F13536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F7"/>
    <w:rsid w:val="00F20847"/>
    <w:rsid w:val="00F20DD9"/>
    <w:rsid w:val="00F2130B"/>
    <w:rsid w:val="00F2209F"/>
    <w:rsid w:val="00F224C6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3E5"/>
    <w:rsid w:val="00F310EE"/>
    <w:rsid w:val="00F32137"/>
    <w:rsid w:val="00F33139"/>
    <w:rsid w:val="00F331EB"/>
    <w:rsid w:val="00F33B42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4122"/>
    <w:rsid w:val="00F44518"/>
    <w:rsid w:val="00F4461D"/>
    <w:rsid w:val="00F45045"/>
    <w:rsid w:val="00F45612"/>
    <w:rsid w:val="00F45B1B"/>
    <w:rsid w:val="00F47B54"/>
    <w:rsid w:val="00F50AA5"/>
    <w:rsid w:val="00F52238"/>
    <w:rsid w:val="00F526D2"/>
    <w:rsid w:val="00F52A89"/>
    <w:rsid w:val="00F52E8F"/>
    <w:rsid w:val="00F5352B"/>
    <w:rsid w:val="00F53C08"/>
    <w:rsid w:val="00F53EAB"/>
    <w:rsid w:val="00F53F5E"/>
    <w:rsid w:val="00F5414F"/>
    <w:rsid w:val="00F54721"/>
    <w:rsid w:val="00F54772"/>
    <w:rsid w:val="00F555AD"/>
    <w:rsid w:val="00F558F7"/>
    <w:rsid w:val="00F55B5D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6B"/>
    <w:rsid w:val="00F7658E"/>
    <w:rsid w:val="00F76CFD"/>
    <w:rsid w:val="00F77100"/>
    <w:rsid w:val="00F7730D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EC7"/>
    <w:rsid w:val="00F842C9"/>
    <w:rsid w:val="00F84D4C"/>
    <w:rsid w:val="00F85010"/>
    <w:rsid w:val="00F85055"/>
    <w:rsid w:val="00F86256"/>
    <w:rsid w:val="00F866F3"/>
    <w:rsid w:val="00F8675A"/>
    <w:rsid w:val="00F875B1"/>
    <w:rsid w:val="00F876CA"/>
    <w:rsid w:val="00F9077B"/>
    <w:rsid w:val="00F90BC9"/>
    <w:rsid w:val="00F914A3"/>
    <w:rsid w:val="00F9189B"/>
    <w:rsid w:val="00F923E9"/>
    <w:rsid w:val="00F92E8B"/>
    <w:rsid w:val="00F941D8"/>
    <w:rsid w:val="00F953F3"/>
    <w:rsid w:val="00F95423"/>
    <w:rsid w:val="00F9592A"/>
    <w:rsid w:val="00F959D2"/>
    <w:rsid w:val="00F964E4"/>
    <w:rsid w:val="00F96702"/>
    <w:rsid w:val="00F9789A"/>
    <w:rsid w:val="00F97D1A"/>
    <w:rsid w:val="00FA0717"/>
    <w:rsid w:val="00FA1713"/>
    <w:rsid w:val="00FA2AA1"/>
    <w:rsid w:val="00FA2C4B"/>
    <w:rsid w:val="00FA346E"/>
    <w:rsid w:val="00FA3ABD"/>
    <w:rsid w:val="00FA4880"/>
    <w:rsid w:val="00FA60E1"/>
    <w:rsid w:val="00FA656C"/>
    <w:rsid w:val="00FA72BD"/>
    <w:rsid w:val="00FA7501"/>
    <w:rsid w:val="00FA7BE7"/>
    <w:rsid w:val="00FB030F"/>
    <w:rsid w:val="00FB0982"/>
    <w:rsid w:val="00FB0B18"/>
    <w:rsid w:val="00FB111A"/>
    <w:rsid w:val="00FB11AA"/>
    <w:rsid w:val="00FB1A07"/>
    <w:rsid w:val="00FB3614"/>
    <w:rsid w:val="00FB4384"/>
    <w:rsid w:val="00FB45C7"/>
    <w:rsid w:val="00FB4662"/>
    <w:rsid w:val="00FB480C"/>
    <w:rsid w:val="00FB4F0A"/>
    <w:rsid w:val="00FB6032"/>
    <w:rsid w:val="00FB681F"/>
    <w:rsid w:val="00FB70DC"/>
    <w:rsid w:val="00FB7761"/>
    <w:rsid w:val="00FC033C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D0827"/>
    <w:rsid w:val="00FD109B"/>
    <w:rsid w:val="00FD10C5"/>
    <w:rsid w:val="00FD1235"/>
    <w:rsid w:val="00FD13A5"/>
    <w:rsid w:val="00FD1AD8"/>
    <w:rsid w:val="00FD1FB0"/>
    <w:rsid w:val="00FD2B33"/>
    <w:rsid w:val="00FD4308"/>
    <w:rsid w:val="00FD52BD"/>
    <w:rsid w:val="00FD55F0"/>
    <w:rsid w:val="00FD5850"/>
    <w:rsid w:val="00FD5B63"/>
    <w:rsid w:val="00FD601F"/>
    <w:rsid w:val="00FD6105"/>
    <w:rsid w:val="00FD6243"/>
    <w:rsid w:val="00FD6720"/>
    <w:rsid w:val="00FD6907"/>
    <w:rsid w:val="00FD6D2D"/>
    <w:rsid w:val="00FD6E94"/>
    <w:rsid w:val="00FD7557"/>
    <w:rsid w:val="00FD7BC6"/>
    <w:rsid w:val="00FD7D1E"/>
    <w:rsid w:val="00FD7DED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8F3"/>
    <w:rsid w:val="00FE7D24"/>
    <w:rsid w:val="00FF0A87"/>
    <w:rsid w:val="00FF10B9"/>
    <w:rsid w:val="00FF1273"/>
    <w:rsid w:val="00FF1EF3"/>
    <w:rsid w:val="00FF23B3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D5391"/>
    <w:pPr>
      <w:spacing w:before="100" w:beforeAutospacing="1" w:after="100" w:afterAutospacing="1"/>
    </w:pPr>
    <w:rPr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333</TotalTime>
  <Pages>8</Pages>
  <Words>3744</Words>
  <Characters>21342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125</cp:revision>
  <cp:lastPrinted>2019-11-27T12:49:00Z</cp:lastPrinted>
  <dcterms:created xsi:type="dcterms:W3CDTF">2019-11-14T11:40:00Z</dcterms:created>
  <dcterms:modified xsi:type="dcterms:W3CDTF">2019-11-28T14:46:00Z</dcterms:modified>
</cp:coreProperties>
</file>