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2BB" w:rsidRPr="000F6A69" w:rsidRDefault="005F62BB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F4EC2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5F62BB" w:rsidRPr="000F6A69" w:rsidRDefault="005F62BB" w:rsidP="00D670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5F62BB" w:rsidRDefault="005F62BB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5F62BB" w:rsidRPr="000F6A69" w:rsidRDefault="005F62BB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5F62BB" w:rsidRPr="000F6A69" w:rsidRDefault="005F62BB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ВОСЬМА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5F62BB" w:rsidRPr="000F6A69" w:rsidRDefault="005F62BB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F62BB" w:rsidRPr="000F6A69" w:rsidRDefault="005F62BB" w:rsidP="00D67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</w:t>
      </w:r>
    </w:p>
    <w:p w:rsidR="005F62BB" w:rsidRPr="000F6A69" w:rsidRDefault="005F62BB" w:rsidP="00D670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F62BB" w:rsidRPr="003259D9" w:rsidRDefault="005F62BB" w:rsidP="00D6706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21 грудня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№ 8- 9/2019</w:t>
      </w:r>
    </w:p>
    <w:p w:rsidR="005F62BB" w:rsidRPr="003259D9" w:rsidRDefault="005F62BB" w:rsidP="002275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F62BB" w:rsidRDefault="005F62BB" w:rsidP="00C819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F62BB" w:rsidRDefault="005F62BB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439A1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бюджету </w:t>
      </w:r>
    </w:p>
    <w:p w:rsidR="005F62BB" w:rsidRPr="00C439A1" w:rsidRDefault="005F62BB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Сичанської</w:t>
      </w:r>
      <w:r w:rsidRPr="00C439A1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на 2019 рік</w:t>
      </w:r>
    </w:p>
    <w:p w:rsidR="005F62BB" w:rsidRPr="00C439A1" w:rsidRDefault="005F62BB" w:rsidP="00C81972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F62BB" w:rsidRPr="00EF61C7" w:rsidRDefault="005F62BB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C36DC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5F62BB" w:rsidRPr="00EF61C7" w:rsidRDefault="005F62BB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F62BB" w:rsidRDefault="005F62BB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F62BB" w:rsidRDefault="005F62BB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62BB" w:rsidRDefault="005F62BB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Сичанської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 сільської ради від 21.12.2018 </w:t>
      </w:r>
      <w:r>
        <w:rPr>
          <w:rFonts w:ascii="Times New Roman" w:hAnsi="Times New Roman"/>
          <w:sz w:val="28"/>
          <w:szCs w:val="28"/>
          <w:lang w:val="uk-UA"/>
        </w:rPr>
        <w:t xml:space="preserve">      № 2</w:t>
      </w:r>
      <w:r w:rsidRPr="00EF61C7">
        <w:rPr>
          <w:rFonts w:ascii="Times New Roman" w:hAnsi="Times New Roman"/>
          <w:sz w:val="28"/>
          <w:szCs w:val="28"/>
          <w:lang w:val="uk-UA"/>
        </w:rPr>
        <w:t>5/1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5F62BB" w:rsidRDefault="005F62BB" w:rsidP="008C0ED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У пункті 4 цифру «333754» замінити цифрою «304342»;</w:t>
      </w:r>
    </w:p>
    <w:p w:rsidR="005F62BB" w:rsidRDefault="005F62BB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Pr="008C0EDC">
        <w:rPr>
          <w:rFonts w:ascii="Times New Roman" w:hAnsi="Times New Roman"/>
          <w:sz w:val="28"/>
          <w:szCs w:val="24"/>
          <w:lang w:val="uk-UA"/>
        </w:rPr>
        <w:t>Додатки 2, 3</w:t>
      </w:r>
      <w:r>
        <w:rPr>
          <w:rFonts w:ascii="Times New Roman" w:hAnsi="Times New Roman"/>
          <w:sz w:val="28"/>
          <w:szCs w:val="24"/>
          <w:lang w:val="uk-UA"/>
        </w:rPr>
        <w:t>, 4,5</w:t>
      </w:r>
      <w:r w:rsidRPr="008C0EDC">
        <w:rPr>
          <w:rFonts w:ascii="Times New Roman" w:hAnsi="Times New Roman"/>
          <w:sz w:val="28"/>
          <w:szCs w:val="24"/>
          <w:lang w:val="uk-UA"/>
        </w:rPr>
        <w:t xml:space="preserve"> до рішення викласти </w:t>
      </w:r>
      <w:r w:rsidRPr="00EF61C7">
        <w:rPr>
          <w:rFonts w:ascii="Times New Roman" w:hAnsi="Times New Roman"/>
          <w:sz w:val="28"/>
          <w:szCs w:val="24"/>
        </w:rPr>
        <w:t>у новій редакції, що додаються</w:t>
      </w:r>
      <w:r w:rsidRPr="00EF61C7">
        <w:rPr>
          <w:rFonts w:ascii="Times New Roman" w:hAnsi="Times New Roman"/>
          <w:sz w:val="28"/>
          <w:szCs w:val="28"/>
        </w:rPr>
        <w:t xml:space="preserve">. </w:t>
      </w:r>
    </w:p>
    <w:p w:rsidR="005F62BB" w:rsidRPr="00EF61C7" w:rsidRDefault="005F62BB" w:rsidP="008C0E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F61C7">
        <w:rPr>
          <w:rFonts w:ascii="Times New Roman" w:hAnsi="Times New Roman"/>
          <w:sz w:val="28"/>
          <w:szCs w:val="28"/>
        </w:rPr>
        <w:t>Контроль за виконання цього рішення покласти на постійну комісію з питань планування, фінансів, бюджету та соціально-економічного розвитку.</w:t>
      </w:r>
    </w:p>
    <w:p w:rsidR="005F62BB" w:rsidRDefault="005F62BB" w:rsidP="008C0EDC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5F62BB" w:rsidRDefault="005F62BB" w:rsidP="008C0EDC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5F62BB" w:rsidRDefault="005F62BB" w:rsidP="008C0EDC">
      <w:pPr>
        <w:tabs>
          <w:tab w:val="left" w:pos="7088"/>
        </w:tabs>
        <w:spacing w:line="240" w:lineRule="auto"/>
        <w:ind w:right="-244"/>
        <w:jc w:val="both"/>
        <w:rPr>
          <w:lang w:val="uk-UA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 w:rsidRPr="00EF61C7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  </w:t>
      </w:r>
      <w:r w:rsidRPr="00EF61C7">
        <w:rPr>
          <w:rFonts w:ascii="Times New Roman" w:hAnsi="Times New Roman"/>
          <w:sz w:val="28"/>
          <w:szCs w:val="24"/>
        </w:rPr>
        <w:t xml:space="preserve">  Ігор ДЗЮБА</w:t>
      </w:r>
    </w:p>
    <w:sectPr w:rsidR="005F62BB" w:rsidSect="001B3E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17421"/>
    <w:rsid w:val="000238AB"/>
    <w:rsid w:val="00024791"/>
    <w:rsid w:val="00024E8F"/>
    <w:rsid w:val="00033C17"/>
    <w:rsid w:val="00042600"/>
    <w:rsid w:val="0006313F"/>
    <w:rsid w:val="000723E6"/>
    <w:rsid w:val="000806A1"/>
    <w:rsid w:val="0008738C"/>
    <w:rsid w:val="000B454C"/>
    <w:rsid w:val="000C0059"/>
    <w:rsid w:val="000C7ACE"/>
    <w:rsid w:val="000E36B8"/>
    <w:rsid w:val="000E7263"/>
    <w:rsid w:val="000F6A69"/>
    <w:rsid w:val="000F749F"/>
    <w:rsid w:val="001033D9"/>
    <w:rsid w:val="00121FAF"/>
    <w:rsid w:val="00126F5D"/>
    <w:rsid w:val="0013069C"/>
    <w:rsid w:val="00130A6E"/>
    <w:rsid w:val="0015051E"/>
    <w:rsid w:val="00153867"/>
    <w:rsid w:val="001574D2"/>
    <w:rsid w:val="00161CFB"/>
    <w:rsid w:val="0016703D"/>
    <w:rsid w:val="001930E8"/>
    <w:rsid w:val="001A66DC"/>
    <w:rsid w:val="001B3EB5"/>
    <w:rsid w:val="001C2E9C"/>
    <w:rsid w:val="001D144A"/>
    <w:rsid w:val="001E052C"/>
    <w:rsid w:val="001E7103"/>
    <w:rsid w:val="001F0ADB"/>
    <w:rsid w:val="001F4BB3"/>
    <w:rsid w:val="002275F8"/>
    <w:rsid w:val="00240E49"/>
    <w:rsid w:val="0024400F"/>
    <w:rsid w:val="002453D6"/>
    <w:rsid w:val="00260548"/>
    <w:rsid w:val="002673BC"/>
    <w:rsid w:val="002731BD"/>
    <w:rsid w:val="00292E20"/>
    <w:rsid w:val="002B3EDB"/>
    <w:rsid w:val="002C0E98"/>
    <w:rsid w:val="002C437A"/>
    <w:rsid w:val="002D0DEF"/>
    <w:rsid w:val="002F1543"/>
    <w:rsid w:val="00303559"/>
    <w:rsid w:val="00312D05"/>
    <w:rsid w:val="0031548E"/>
    <w:rsid w:val="0031555E"/>
    <w:rsid w:val="003208EC"/>
    <w:rsid w:val="003255AB"/>
    <w:rsid w:val="003259D9"/>
    <w:rsid w:val="00336DF2"/>
    <w:rsid w:val="00385DEE"/>
    <w:rsid w:val="003D1C2B"/>
    <w:rsid w:val="003E03DB"/>
    <w:rsid w:val="00403131"/>
    <w:rsid w:val="00412A82"/>
    <w:rsid w:val="00416B39"/>
    <w:rsid w:val="00440CB2"/>
    <w:rsid w:val="0044720E"/>
    <w:rsid w:val="00454F88"/>
    <w:rsid w:val="004652FB"/>
    <w:rsid w:val="004B5270"/>
    <w:rsid w:val="004B7DD7"/>
    <w:rsid w:val="004C1478"/>
    <w:rsid w:val="004E24B0"/>
    <w:rsid w:val="004F0CEF"/>
    <w:rsid w:val="004F6CD8"/>
    <w:rsid w:val="005009CD"/>
    <w:rsid w:val="00502668"/>
    <w:rsid w:val="0051067E"/>
    <w:rsid w:val="00513808"/>
    <w:rsid w:val="005476D3"/>
    <w:rsid w:val="00566FEF"/>
    <w:rsid w:val="005868A7"/>
    <w:rsid w:val="005F62BB"/>
    <w:rsid w:val="00604398"/>
    <w:rsid w:val="00605CD1"/>
    <w:rsid w:val="0061571F"/>
    <w:rsid w:val="0062093E"/>
    <w:rsid w:val="00626AC1"/>
    <w:rsid w:val="006353CE"/>
    <w:rsid w:val="00642466"/>
    <w:rsid w:val="00644DDB"/>
    <w:rsid w:val="0065374B"/>
    <w:rsid w:val="006650B3"/>
    <w:rsid w:val="0067537A"/>
    <w:rsid w:val="00677707"/>
    <w:rsid w:val="0069574E"/>
    <w:rsid w:val="00697917"/>
    <w:rsid w:val="006B511F"/>
    <w:rsid w:val="006B51F7"/>
    <w:rsid w:val="006B5A1E"/>
    <w:rsid w:val="006D49FC"/>
    <w:rsid w:val="006E6598"/>
    <w:rsid w:val="0070358A"/>
    <w:rsid w:val="00705494"/>
    <w:rsid w:val="00720880"/>
    <w:rsid w:val="00721A80"/>
    <w:rsid w:val="00740BCE"/>
    <w:rsid w:val="00746924"/>
    <w:rsid w:val="00751209"/>
    <w:rsid w:val="00754963"/>
    <w:rsid w:val="00755342"/>
    <w:rsid w:val="007568AC"/>
    <w:rsid w:val="00773D42"/>
    <w:rsid w:val="007778C9"/>
    <w:rsid w:val="00785613"/>
    <w:rsid w:val="007A2903"/>
    <w:rsid w:val="007A6CCA"/>
    <w:rsid w:val="007C59FC"/>
    <w:rsid w:val="007D4552"/>
    <w:rsid w:val="007E62E6"/>
    <w:rsid w:val="007F78C1"/>
    <w:rsid w:val="008072D0"/>
    <w:rsid w:val="00814F7B"/>
    <w:rsid w:val="00820CCF"/>
    <w:rsid w:val="008403A3"/>
    <w:rsid w:val="0084228B"/>
    <w:rsid w:val="00872E50"/>
    <w:rsid w:val="00893180"/>
    <w:rsid w:val="008C0EDC"/>
    <w:rsid w:val="008C2F67"/>
    <w:rsid w:val="008C36DC"/>
    <w:rsid w:val="008D6478"/>
    <w:rsid w:val="008F2CDA"/>
    <w:rsid w:val="00903B11"/>
    <w:rsid w:val="00914DAA"/>
    <w:rsid w:val="00916032"/>
    <w:rsid w:val="009165E7"/>
    <w:rsid w:val="009363F6"/>
    <w:rsid w:val="00951CC9"/>
    <w:rsid w:val="00977A54"/>
    <w:rsid w:val="009952D2"/>
    <w:rsid w:val="009A26CF"/>
    <w:rsid w:val="009B2DCF"/>
    <w:rsid w:val="009D78D7"/>
    <w:rsid w:val="009F4AB4"/>
    <w:rsid w:val="00A01CF7"/>
    <w:rsid w:val="00A0797F"/>
    <w:rsid w:val="00A16528"/>
    <w:rsid w:val="00A352F8"/>
    <w:rsid w:val="00A7676B"/>
    <w:rsid w:val="00A859C9"/>
    <w:rsid w:val="00A93D0C"/>
    <w:rsid w:val="00AB3A44"/>
    <w:rsid w:val="00AD160E"/>
    <w:rsid w:val="00AF1E48"/>
    <w:rsid w:val="00AF6005"/>
    <w:rsid w:val="00B04BE4"/>
    <w:rsid w:val="00B05B36"/>
    <w:rsid w:val="00B11C34"/>
    <w:rsid w:val="00B21CFC"/>
    <w:rsid w:val="00B26C8E"/>
    <w:rsid w:val="00B37882"/>
    <w:rsid w:val="00B431AD"/>
    <w:rsid w:val="00B46352"/>
    <w:rsid w:val="00B4657D"/>
    <w:rsid w:val="00B64763"/>
    <w:rsid w:val="00B71927"/>
    <w:rsid w:val="00B71929"/>
    <w:rsid w:val="00B86E67"/>
    <w:rsid w:val="00B92448"/>
    <w:rsid w:val="00B93D97"/>
    <w:rsid w:val="00B94B78"/>
    <w:rsid w:val="00B95B00"/>
    <w:rsid w:val="00B96B98"/>
    <w:rsid w:val="00BA2FE1"/>
    <w:rsid w:val="00BA4FA2"/>
    <w:rsid w:val="00BB328A"/>
    <w:rsid w:val="00BB564C"/>
    <w:rsid w:val="00BD40A4"/>
    <w:rsid w:val="00BD652C"/>
    <w:rsid w:val="00BE384F"/>
    <w:rsid w:val="00BF31D2"/>
    <w:rsid w:val="00C036A0"/>
    <w:rsid w:val="00C0758B"/>
    <w:rsid w:val="00C12DD3"/>
    <w:rsid w:val="00C130C8"/>
    <w:rsid w:val="00C25F95"/>
    <w:rsid w:val="00C30EE6"/>
    <w:rsid w:val="00C40538"/>
    <w:rsid w:val="00C4210B"/>
    <w:rsid w:val="00C439A1"/>
    <w:rsid w:val="00C64264"/>
    <w:rsid w:val="00C81972"/>
    <w:rsid w:val="00C87F5C"/>
    <w:rsid w:val="00C967EB"/>
    <w:rsid w:val="00CA3B59"/>
    <w:rsid w:val="00CD1FB6"/>
    <w:rsid w:val="00CF6B1A"/>
    <w:rsid w:val="00CF76CB"/>
    <w:rsid w:val="00D10EB1"/>
    <w:rsid w:val="00D1437A"/>
    <w:rsid w:val="00D54334"/>
    <w:rsid w:val="00D55022"/>
    <w:rsid w:val="00D67067"/>
    <w:rsid w:val="00D72549"/>
    <w:rsid w:val="00D8471E"/>
    <w:rsid w:val="00DB3030"/>
    <w:rsid w:val="00DB75CF"/>
    <w:rsid w:val="00DC43D5"/>
    <w:rsid w:val="00DC4D75"/>
    <w:rsid w:val="00DC6518"/>
    <w:rsid w:val="00E00150"/>
    <w:rsid w:val="00E00718"/>
    <w:rsid w:val="00E043E7"/>
    <w:rsid w:val="00E34FE1"/>
    <w:rsid w:val="00E52B40"/>
    <w:rsid w:val="00EA5E1E"/>
    <w:rsid w:val="00EA7BBC"/>
    <w:rsid w:val="00EB35E0"/>
    <w:rsid w:val="00EB43D8"/>
    <w:rsid w:val="00EC79F9"/>
    <w:rsid w:val="00ED0205"/>
    <w:rsid w:val="00EE2054"/>
    <w:rsid w:val="00EF3DC3"/>
    <w:rsid w:val="00EF4EC2"/>
    <w:rsid w:val="00EF61C7"/>
    <w:rsid w:val="00F027B1"/>
    <w:rsid w:val="00F0484A"/>
    <w:rsid w:val="00F11B34"/>
    <w:rsid w:val="00F30FC1"/>
    <w:rsid w:val="00F3211B"/>
    <w:rsid w:val="00F472A2"/>
    <w:rsid w:val="00F57A02"/>
    <w:rsid w:val="00F64BFF"/>
    <w:rsid w:val="00F66112"/>
    <w:rsid w:val="00F7006A"/>
    <w:rsid w:val="00F72D89"/>
    <w:rsid w:val="00F745BD"/>
    <w:rsid w:val="00F84CB1"/>
    <w:rsid w:val="00F87DCF"/>
    <w:rsid w:val="00FA3A99"/>
    <w:rsid w:val="00FB3203"/>
    <w:rsid w:val="00FB3A92"/>
    <w:rsid w:val="00FE1817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74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142</Words>
  <Characters>811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8</cp:revision>
  <cp:lastPrinted>2019-11-26T07:02:00Z</cp:lastPrinted>
  <dcterms:created xsi:type="dcterms:W3CDTF">2019-12-10T14:01:00Z</dcterms:created>
  <dcterms:modified xsi:type="dcterms:W3CDTF">2019-12-27T08:04:00Z</dcterms:modified>
</cp:coreProperties>
</file>