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45B" w:rsidRDefault="00C7145B" w:rsidP="004E75E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Додаток 8 до рішення сесії</w:t>
      </w:r>
    </w:p>
    <w:p w:rsidR="00C7145B" w:rsidRDefault="00C7145B" w:rsidP="004E75E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Марківської селищної ради</w:t>
      </w:r>
    </w:p>
    <w:p w:rsidR="00C7145B" w:rsidRDefault="00C7145B" w:rsidP="004E75EE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18.08.2020 року № 20 - 3/2020</w:t>
      </w:r>
    </w:p>
    <w:p w:rsidR="00C7145B" w:rsidRDefault="00C7145B" w:rsidP="005C4CEA">
      <w:pPr>
        <w:tabs>
          <w:tab w:val="left" w:pos="1995"/>
        </w:tabs>
        <w:rPr>
          <w:lang w:val="uk-UA"/>
        </w:rPr>
      </w:pPr>
    </w:p>
    <w:p w:rsidR="00C7145B" w:rsidRDefault="00C7145B" w:rsidP="005C4CEA">
      <w:pPr>
        <w:tabs>
          <w:tab w:val="left" w:pos="199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Штатний розпис</w:t>
      </w:r>
    </w:p>
    <w:p w:rsidR="00C7145B" w:rsidRDefault="00C7145B" w:rsidP="005C4CEA">
      <w:pPr>
        <w:tabs>
          <w:tab w:val="left" w:pos="199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bookmarkStart w:id="0" w:name="_GoBack"/>
      <w:bookmarkEnd w:id="0"/>
      <w:r>
        <w:rPr>
          <w:sz w:val="28"/>
          <w:szCs w:val="28"/>
          <w:lang w:val="uk-UA"/>
        </w:rPr>
        <w:t>таном на 31.08.2020 р.</w:t>
      </w:r>
    </w:p>
    <w:p w:rsidR="00C7145B" w:rsidRDefault="00C7145B" w:rsidP="005C4CEA">
      <w:pPr>
        <w:tabs>
          <w:tab w:val="left" w:pos="1995"/>
        </w:tabs>
        <w:jc w:val="center"/>
        <w:rPr>
          <w:lang w:val="uk-UA"/>
        </w:rPr>
      </w:pPr>
      <w:r>
        <w:rPr>
          <w:lang w:val="uk-UA"/>
        </w:rPr>
        <w:t>МАРКІВСЬКОЇ ЗАГАЛЬНООСВІТНЬОЇ ШКОЛИ І-ІІ</w:t>
      </w:r>
      <w:r w:rsidRPr="00C260EE">
        <w:rPr>
          <w:lang w:val="uk-UA"/>
        </w:rPr>
        <w:t xml:space="preserve"> </w:t>
      </w:r>
      <w:r>
        <w:rPr>
          <w:lang w:val="uk-UA"/>
        </w:rPr>
        <w:t>СТУПЕНІВ</w:t>
      </w:r>
      <w:r w:rsidRPr="002808DE">
        <w:rPr>
          <w:lang w:val="uk-UA"/>
        </w:rPr>
        <w:t xml:space="preserve"> </w:t>
      </w:r>
      <w:r>
        <w:rPr>
          <w:lang w:val="uk-UA"/>
        </w:rPr>
        <w:t>№1</w:t>
      </w:r>
      <w:r w:rsidRPr="002808DE">
        <w:rPr>
          <w:lang w:val="uk-UA"/>
        </w:rPr>
        <w:t>МАРКІВСЬКОЇ СЕЛИЩНОЇ РАДИ ЛУГАНСЬКОЇ ОБЛАСТІ</w:t>
      </w:r>
    </w:p>
    <w:tbl>
      <w:tblPr>
        <w:tblW w:w="15034" w:type="dxa"/>
        <w:tblInd w:w="108" w:type="dxa"/>
        <w:tblLook w:val="00A0"/>
      </w:tblPr>
      <w:tblGrid>
        <w:gridCol w:w="506"/>
        <w:gridCol w:w="1751"/>
        <w:gridCol w:w="1259"/>
        <w:gridCol w:w="1177"/>
        <w:gridCol w:w="1335"/>
        <w:gridCol w:w="1184"/>
        <w:gridCol w:w="1184"/>
        <w:gridCol w:w="1240"/>
        <w:gridCol w:w="923"/>
        <w:gridCol w:w="865"/>
        <w:gridCol w:w="1488"/>
        <w:gridCol w:w="1156"/>
        <w:gridCol w:w="966"/>
      </w:tblGrid>
      <w:tr w:rsidR="00C7145B" w:rsidRPr="005C757A" w:rsidTr="004E75EE">
        <w:trPr>
          <w:trHeight w:val="1770"/>
        </w:trPr>
        <w:tc>
          <w:tcPr>
            <w:tcW w:w="5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145B" w:rsidRDefault="00C7145B" w:rsidP="00152754">
            <w:r>
              <w:t>№</w:t>
            </w:r>
          </w:p>
          <w:p w:rsidR="00C7145B" w:rsidRPr="00664A40" w:rsidRDefault="00C7145B" w:rsidP="00152754">
            <w:pPr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17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145B" w:rsidRPr="00664A40" w:rsidRDefault="00C7145B" w:rsidP="00152754">
            <w:pPr>
              <w:rPr>
                <w:lang w:val="uk-UA"/>
              </w:rPr>
            </w:pPr>
            <w:r w:rsidRPr="00951CB0">
              <w:t>Назва структурного підрозділу</w:t>
            </w:r>
            <w:r>
              <w:rPr>
                <w:lang w:val="uk-UA"/>
              </w:rPr>
              <w:t xml:space="preserve"> та посад</w:t>
            </w:r>
          </w:p>
        </w:tc>
        <w:tc>
          <w:tcPr>
            <w:tcW w:w="12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145B" w:rsidRPr="00664A40" w:rsidRDefault="00C7145B" w:rsidP="00152754">
            <w:pPr>
              <w:jc w:val="center"/>
            </w:pPr>
            <w:r w:rsidRPr="00664A40">
              <w:rPr>
                <w:lang w:val="uk-UA" w:eastAsia="en-US"/>
              </w:rPr>
              <w:t>Тарифний розряд</w:t>
            </w:r>
          </w:p>
        </w:tc>
        <w:tc>
          <w:tcPr>
            <w:tcW w:w="11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145B" w:rsidRPr="00951CB0" w:rsidRDefault="00C7145B" w:rsidP="00152754">
            <w:r>
              <w:t>Кількість</w:t>
            </w:r>
            <w:r w:rsidRPr="00951CB0">
              <w:t xml:space="preserve"> штатних посад</w:t>
            </w:r>
          </w:p>
        </w:tc>
        <w:tc>
          <w:tcPr>
            <w:tcW w:w="13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</w:tcPr>
          <w:p w:rsidR="00C7145B" w:rsidRPr="00664A40" w:rsidRDefault="00C7145B" w:rsidP="00152754">
            <w:pPr>
              <w:rPr>
                <w:lang w:val="uk-UA"/>
              </w:rPr>
            </w:pPr>
            <w:r w:rsidRPr="00951CB0">
              <w:t>Посадовий оклад</w:t>
            </w:r>
            <w:r>
              <w:rPr>
                <w:lang w:val="uk-UA"/>
              </w:rPr>
              <w:t xml:space="preserve"> з підвищен-ням </w:t>
            </w:r>
            <w:r w:rsidRPr="00951CB0">
              <w:t xml:space="preserve"> </w:t>
            </w:r>
            <w:r>
              <w:rPr>
                <w:lang w:val="uk-UA"/>
              </w:rPr>
              <w:t>10 % (</w:t>
            </w:r>
            <w:r w:rsidRPr="00951CB0">
              <w:t>грн</w:t>
            </w:r>
            <w:r>
              <w:rPr>
                <w:lang w:val="uk-UA"/>
              </w:rPr>
              <w:t>.)</w:t>
            </w:r>
          </w:p>
        </w:tc>
        <w:tc>
          <w:tcPr>
            <w:tcW w:w="11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</w:tcPr>
          <w:p w:rsidR="00C7145B" w:rsidRPr="00664A40" w:rsidRDefault="00C7145B" w:rsidP="00152754">
            <w:pPr>
              <w:jc w:val="center"/>
              <w:rPr>
                <w:lang w:val="uk-UA"/>
              </w:rPr>
            </w:pPr>
            <w:r>
              <w:t xml:space="preserve">Надбавка </w:t>
            </w:r>
            <w:r>
              <w:rPr>
                <w:lang w:val="uk-UA"/>
              </w:rPr>
              <w:t xml:space="preserve">за </w:t>
            </w:r>
            <w:r>
              <w:t>пре</w:t>
            </w:r>
            <w:r w:rsidRPr="00951CB0">
              <w:t>стиж-ність</w:t>
            </w:r>
            <w:r>
              <w:rPr>
                <w:lang w:val="uk-UA"/>
              </w:rPr>
              <w:t xml:space="preserve"> праці</w:t>
            </w:r>
          </w:p>
          <w:p w:rsidR="00C7145B" w:rsidRDefault="00C7145B" w:rsidP="001527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</w:t>
            </w:r>
            <w:r w:rsidRPr="00951CB0">
              <w:t>20,30%</w:t>
            </w:r>
          </w:p>
          <w:p w:rsidR="00C7145B" w:rsidRPr="00664A40" w:rsidRDefault="00C7145B" w:rsidP="001527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</w:t>
            </w:r>
            <w:r w:rsidRPr="00951CB0">
              <w:t>грн</w:t>
            </w:r>
            <w:r>
              <w:rPr>
                <w:lang w:val="uk-UA"/>
              </w:rPr>
              <w:t>.)</w:t>
            </w:r>
          </w:p>
        </w:tc>
        <w:tc>
          <w:tcPr>
            <w:tcW w:w="11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145B" w:rsidRDefault="00C7145B" w:rsidP="00152754">
            <w:pPr>
              <w:jc w:val="center"/>
            </w:pPr>
            <w:r>
              <w:t>Надбавка за вислугу</w:t>
            </w:r>
            <w:r w:rsidRPr="00951CB0">
              <w:t xml:space="preserve"> років</w:t>
            </w:r>
          </w:p>
          <w:p w:rsidR="00C7145B" w:rsidRPr="0033749C" w:rsidRDefault="00C7145B" w:rsidP="001527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10-30%</w:t>
            </w:r>
          </w:p>
          <w:p w:rsidR="00C7145B" w:rsidRPr="00951CB0" w:rsidRDefault="00C7145B" w:rsidP="00152754">
            <w:pPr>
              <w:jc w:val="center"/>
            </w:pPr>
            <w:r>
              <w:rPr>
                <w:lang w:val="uk-UA"/>
              </w:rPr>
              <w:t>(</w:t>
            </w:r>
            <w:r w:rsidRPr="00951CB0">
              <w:t>грн</w:t>
            </w:r>
            <w:r>
              <w:rPr>
                <w:lang w:val="uk-UA"/>
              </w:rPr>
              <w:t>.)</w:t>
            </w:r>
          </w:p>
        </w:tc>
        <w:tc>
          <w:tcPr>
            <w:tcW w:w="567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C7145B" w:rsidRPr="005C757A" w:rsidRDefault="00C7145B" w:rsidP="00152754">
            <w:pPr>
              <w:jc w:val="center"/>
            </w:pPr>
            <w:r w:rsidRPr="00951CB0">
              <w:t>Доплати</w:t>
            </w:r>
            <w:r>
              <w:rPr>
                <w:lang w:val="uk-UA"/>
              </w:rPr>
              <w:t xml:space="preserve"> за</w:t>
            </w:r>
          </w:p>
        </w:tc>
        <w:tc>
          <w:tcPr>
            <w:tcW w:w="9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7145B" w:rsidRDefault="00C7145B" w:rsidP="00152754">
            <w:pPr>
              <w:rPr>
                <w:lang w:val="uk-UA"/>
              </w:rPr>
            </w:pPr>
            <w:r w:rsidRPr="00951CB0">
              <w:t>Фонд з\плати на місяць</w:t>
            </w:r>
            <w:r>
              <w:rPr>
                <w:lang w:val="uk-UA"/>
              </w:rPr>
              <w:t>,</w:t>
            </w:r>
          </w:p>
          <w:p w:rsidR="00C7145B" w:rsidRPr="005C757A" w:rsidRDefault="00C7145B" w:rsidP="00152754">
            <w:r>
              <w:rPr>
                <w:lang w:val="uk-UA"/>
              </w:rPr>
              <w:t>(грн.)</w:t>
            </w:r>
          </w:p>
        </w:tc>
      </w:tr>
      <w:tr w:rsidR="00C7145B" w:rsidRPr="005C757A" w:rsidTr="004E75EE">
        <w:trPr>
          <w:trHeight w:val="960"/>
        </w:trPr>
        <w:tc>
          <w:tcPr>
            <w:tcW w:w="5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7145B" w:rsidRPr="005C757A" w:rsidRDefault="00C7145B" w:rsidP="00152754"/>
        </w:tc>
        <w:tc>
          <w:tcPr>
            <w:tcW w:w="17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7145B" w:rsidRPr="005C757A" w:rsidRDefault="00C7145B" w:rsidP="00152754"/>
        </w:tc>
        <w:tc>
          <w:tcPr>
            <w:tcW w:w="12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7145B" w:rsidRPr="005C757A" w:rsidRDefault="00C7145B" w:rsidP="00152754"/>
        </w:tc>
        <w:tc>
          <w:tcPr>
            <w:tcW w:w="11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7145B" w:rsidRPr="005C757A" w:rsidRDefault="00C7145B" w:rsidP="00152754"/>
        </w:tc>
        <w:tc>
          <w:tcPr>
            <w:tcW w:w="13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C7145B" w:rsidRPr="005C757A" w:rsidRDefault="00C7145B" w:rsidP="00152754"/>
        </w:tc>
        <w:tc>
          <w:tcPr>
            <w:tcW w:w="11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C7145B" w:rsidRPr="005C757A" w:rsidRDefault="00C7145B" w:rsidP="00152754"/>
        </w:tc>
        <w:tc>
          <w:tcPr>
            <w:tcW w:w="11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7145B" w:rsidRPr="005C757A" w:rsidRDefault="00C7145B" w:rsidP="00152754"/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Default="00C7145B" w:rsidP="00152754">
            <w:pPr>
              <w:rPr>
                <w:lang w:val="uk-UA"/>
              </w:rPr>
            </w:pPr>
            <w:r>
              <w:t>завіду</w:t>
            </w:r>
            <w:r>
              <w:rPr>
                <w:lang w:val="uk-UA"/>
              </w:rPr>
              <w:t>-</w:t>
            </w:r>
          </w:p>
          <w:p w:rsidR="00C7145B" w:rsidRDefault="00C7145B" w:rsidP="00152754">
            <w:r>
              <w:t>вання</w:t>
            </w:r>
          </w:p>
          <w:p w:rsidR="00C7145B" w:rsidRDefault="00C7145B" w:rsidP="00152754">
            <w:pPr>
              <w:rPr>
                <w:lang w:val="uk-UA"/>
              </w:rPr>
            </w:pPr>
            <w:r w:rsidRPr="00951CB0">
              <w:t>каб</w:t>
            </w:r>
            <w:r>
              <w:rPr>
                <w:lang w:val="uk-UA"/>
              </w:rPr>
              <w:t>інетом</w:t>
            </w:r>
          </w:p>
          <w:p w:rsidR="00C7145B" w:rsidRDefault="00C7145B" w:rsidP="00152754">
            <w:pPr>
              <w:rPr>
                <w:lang w:val="uk-UA"/>
              </w:rPr>
            </w:pPr>
            <w:r>
              <w:rPr>
                <w:lang w:val="uk-UA"/>
              </w:rPr>
              <w:t>10%,</w:t>
            </w:r>
          </w:p>
          <w:p w:rsidR="00C7145B" w:rsidRDefault="00C7145B" w:rsidP="00152754">
            <w:pPr>
              <w:rPr>
                <w:lang w:val="uk-UA"/>
              </w:rPr>
            </w:pPr>
            <w:r>
              <w:rPr>
                <w:lang w:val="uk-UA"/>
              </w:rPr>
              <w:t>15%</w:t>
            </w:r>
          </w:p>
          <w:p w:rsidR="00C7145B" w:rsidRPr="00951CB0" w:rsidRDefault="00C7145B" w:rsidP="00152754">
            <w:r>
              <w:rPr>
                <w:lang w:val="uk-UA"/>
              </w:rPr>
              <w:t>(грн.)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Default="00C7145B" w:rsidP="00152754">
            <w:r>
              <w:rPr>
                <w:lang w:val="uk-UA"/>
              </w:rPr>
              <w:t xml:space="preserve">роботу у </w:t>
            </w:r>
            <w:r>
              <w:t>ніч</w:t>
            </w:r>
            <w:r>
              <w:rPr>
                <w:lang w:val="uk-UA"/>
              </w:rPr>
              <w:t>-</w:t>
            </w:r>
            <w:r>
              <w:t>ний</w:t>
            </w:r>
          </w:p>
          <w:p w:rsidR="00C7145B" w:rsidRDefault="00C7145B" w:rsidP="00152754">
            <w:pPr>
              <w:rPr>
                <w:lang w:val="uk-UA"/>
              </w:rPr>
            </w:pPr>
            <w:r>
              <w:rPr>
                <w:lang w:val="uk-UA"/>
              </w:rPr>
              <w:t>час</w:t>
            </w:r>
          </w:p>
          <w:p w:rsidR="00C7145B" w:rsidRDefault="00C7145B" w:rsidP="00152754">
            <w:pPr>
              <w:rPr>
                <w:lang w:val="uk-UA"/>
              </w:rPr>
            </w:pPr>
            <w:r>
              <w:rPr>
                <w:lang w:val="uk-UA"/>
              </w:rPr>
              <w:t>35%</w:t>
            </w:r>
          </w:p>
          <w:p w:rsidR="00C7145B" w:rsidRPr="0033749C" w:rsidRDefault="00C7145B" w:rsidP="00152754">
            <w:pPr>
              <w:rPr>
                <w:lang w:val="uk-UA"/>
              </w:rPr>
            </w:pPr>
            <w:r>
              <w:rPr>
                <w:lang w:val="uk-UA"/>
              </w:rPr>
              <w:t>(грн.)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Default="00C7145B" w:rsidP="00152754">
            <w:r w:rsidRPr="00951CB0">
              <w:t>особл.</w:t>
            </w:r>
          </w:p>
          <w:p w:rsidR="00C7145B" w:rsidRDefault="00C7145B" w:rsidP="00152754">
            <w:r w:rsidRPr="00951CB0">
              <w:t>умови</w:t>
            </w:r>
          </w:p>
          <w:p w:rsidR="00C7145B" w:rsidRDefault="00C7145B" w:rsidP="00152754">
            <w:pPr>
              <w:rPr>
                <w:lang w:val="uk-UA"/>
              </w:rPr>
            </w:pPr>
            <w:r>
              <w:rPr>
                <w:lang w:val="uk-UA"/>
              </w:rPr>
              <w:t>робо-ти</w:t>
            </w:r>
          </w:p>
          <w:p w:rsidR="00C7145B" w:rsidRDefault="00C7145B" w:rsidP="00152754">
            <w:pPr>
              <w:rPr>
                <w:lang w:val="uk-UA"/>
              </w:rPr>
            </w:pPr>
            <w:r>
              <w:rPr>
                <w:lang w:val="uk-UA"/>
              </w:rPr>
              <w:t>біб-ліоте-</w:t>
            </w:r>
          </w:p>
          <w:p w:rsidR="00C7145B" w:rsidRDefault="00C7145B" w:rsidP="00152754">
            <w:pPr>
              <w:rPr>
                <w:lang w:val="uk-UA"/>
              </w:rPr>
            </w:pPr>
            <w:r>
              <w:rPr>
                <w:lang w:val="uk-UA"/>
              </w:rPr>
              <w:t>карям</w:t>
            </w:r>
          </w:p>
          <w:p w:rsidR="00C7145B" w:rsidRPr="00664A40" w:rsidRDefault="00C7145B" w:rsidP="00152754">
            <w:pPr>
              <w:rPr>
                <w:lang w:val="uk-UA"/>
              </w:rPr>
            </w:pPr>
            <w:r>
              <w:rPr>
                <w:lang w:val="uk-UA"/>
              </w:rPr>
              <w:t>5% (грн.)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Default="00C7145B" w:rsidP="00152754">
            <w:r>
              <w:t>дезінфекцію</w:t>
            </w:r>
          </w:p>
          <w:p w:rsidR="00C7145B" w:rsidRDefault="00C7145B" w:rsidP="00152754">
            <w:r>
              <w:t>туалетів</w:t>
            </w:r>
          </w:p>
          <w:p w:rsidR="00C7145B" w:rsidRDefault="00C7145B" w:rsidP="00152754">
            <w:pPr>
              <w:rPr>
                <w:lang w:val="uk-UA"/>
              </w:rPr>
            </w:pPr>
            <w:r>
              <w:rPr>
                <w:lang w:val="uk-UA"/>
              </w:rPr>
              <w:t>(10%),</w:t>
            </w:r>
          </w:p>
          <w:p w:rsidR="00C7145B" w:rsidRPr="0033749C" w:rsidRDefault="00C7145B" w:rsidP="00152754">
            <w:pPr>
              <w:rPr>
                <w:lang w:val="uk-UA"/>
              </w:rPr>
            </w:pPr>
            <w:r>
              <w:rPr>
                <w:lang w:val="uk-UA"/>
              </w:rPr>
              <w:t>(грн.)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Default="00C7145B" w:rsidP="00152754">
            <w:pPr>
              <w:rPr>
                <w:lang w:val="uk-UA"/>
              </w:rPr>
            </w:pPr>
            <w:r>
              <w:t>клас</w:t>
            </w:r>
            <w:r>
              <w:rPr>
                <w:lang w:val="uk-UA"/>
              </w:rPr>
              <w:t>-</w:t>
            </w:r>
          </w:p>
          <w:p w:rsidR="00C7145B" w:rsidRDefault="00C7145B" w:rsidP="00152754">
            <w:r>
              <w:t>ність</w:t>
            </w:r>
          </w:p>
          <w:p w:rsidR="00C7145B" w:rsidRDefault="00C7145B" w:rsidP="00152754">
            <w:pPr>
              <w:rPr>
                <w:lang w:val="uk-UA"/>
              </w:rPr>
            </w:pPr>
            <w:r>
              <w:rPr>
                <w:lang w:val="uk-UA"/>
              </w:rPr>
              <w:t>водія</w:t>
            </w:r>
          </w:p>
          <w:p w:rsidR="00C7145B" w:rsidRDefault="00C7145B" w:rsidP="00152754">
            <w:pPr>
              <w:rPr>
                <w:lang w:val="uk-UA"/>
              </w:rPr>
            </w:pPr>
            <w:r>
              <w:rPr>
                <w:lang w:val="uk-UA"/>
              </w:rPr>
              <w:t>10%,25%</w:t>
            </w:r>
          </w:p>
          <w:p w:rsidR="00C7145B" w:rsidRPr="00664A40" w:rsidRDefault="00C7145B" w:rsidP="00152754">
            <w:pPr>
              <w:rPr>
                <w:lang w:val="uk-UA"/>
              </w:rPr>
            </w:pPr>
            <w:r>
              <w:rPr>
                <w:lang w:val="uk-UA"/>
              </w:rPr>
              <w:t>(грн.)</w:t>
            </w:r>
          </w:p>
        </w:tc>
        <w:tc>
          <w:tcPr>
            <w:tcW w:w="9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7145B" w:rsidRPr="005C757A" w:rsidRDefault="00C7145B" w:rsidP="00152754"/>
        </w:tc>
      </w:tr>
      <w:tr w:rsidR="00C7145B" w:rsidRPr="005C757A" w:rsidTr="004E75EE">
        <w:trPr>
          <w:trHeight w:val="3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45B" w:rsidRPr="00152754" w:rsidRDefault="00C7145B" w:rsidP="00152754">
            <w:pPr>
              <w:jc w:val="right"/>
              <w:rPr>
                <w:lang w:val="uk-UA"/>
              </w:rPr>
            </w:pPr>
            <w:r w:rsidRPr="005C757A"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>
              <w:t>П</w:t>
            </w:r>
            <w:r w:rsidRPr="005C757A">
              <w:t>едставки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15,75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center"/>
            </w:pPr>
            <w:r w:rsidRPr="005C757A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C7145B" w:rsidRPr="005C757A" w:rsidRDefault="00C7145B" w:rsidP="00152754">
            <w:pPr>
              <w:jc w:val="right"/>
            </w:pPr>
            <w:r w:rsidRPr="005C757A">
              <w:t>1785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C7145B" w:rsidRPr="005C757A" w:rsidRDefault="00C7145B" w:rsidP="00152754">
            <w:pPr>
              <w:jc w:val="right"/>
            </w:pPr>
            <w:r w:rsidRPr="005C757A">
              <w:t>139518</w:t>
            </w:r>
          </w:p>
        </w:tc>
      </w:tr>
      <w:tr w:rsidR="00C7145B" w:rsidRPr="005C757A" w:rsidTr="004E75EE">
        <w:trPr>
          <w:trHeight w:val="3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>
              <w:t>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Директор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16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6452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1935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1935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10322</w:t>
            </w:r>
          </w:p>
        </w:tc>
      </w:tr>
      <w:tr w:rsidR="00C7145B" w:rsidRPr="005C757A" w:rsidTr="004E75EE">
        <w:trPr>
          <w:trHeight w:val="64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>
              <w:t>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 xml:space="preserve">Заст. дир. з навч.-вих. роботи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0,5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5806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1742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1742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4645</w:t>
            </w:r>
          </w:p>
        </w:tc>
      </w:tr>
      <w:tr w:rsidR="00C7145B" w:rsidRPr="005C757A" w:rsidTr="004E75EE">
        <w:trPr>
          <w:trHeight w:val="64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>
              <w:t>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Педагог-організатор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13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0,7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5249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1050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1050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5144</w:t>
            </w:r>
          </w:p>
        </w:tc>
      </w:tr>
      <w:tr w:rsidR="00C7145B" w:rsidRPr="005C757A" w:rsidTr="004E75EE">
        <w:trPr>
          <w:trHeight w:val="64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>
              <w:t>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Педагог-організатор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11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0,3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4555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911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1640</w:t>
            </w:r>
          </w:p>
        </w:tc>
      </w:tr>
      <w:tr w:rsidR="00C7145B" w:rsidRPr="005C757A" w:rsidTr="004E75EE">
        <w:trPr>
          <w:trHeight w:val="64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>
              <w:t>6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Практичний психолог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11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0,5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4555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911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456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2961</w:t>
            </w:r>
          </w:p>
        </w:tc>
      </w:tr>
      <w:tr w:rsidR="00C7145B" w:rsidRPr="005C757A" w:rsidTr="004E75EE">
        <w:trPr>
          <w:trHeight w:val="34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>
              <w:t>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Соц. Педагог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11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0,2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4555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911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456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1184</w:t>
            </w:r>
          </w:p>
        </w:tc>
      </w:tr>
      <w:tr w:rsidR="00C7145B" w:rsidRPr="005C757A" w:rsidTr="004E75EE">
        <w:trPr>
          <w:trHeight w:val="64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>
              <w:t>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C7145B" w:rsidRPr="005C757A" w:rsidRDefault="00C7145B" w:rsidP="00152754">
            <w:r w:rsidRPr="005C757A">
              <w:t>Прибиральник служб.приміщ.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C7145B" w:rsidRPr="005C757A" w:rsidRDefault="00C7145B" w:rsidP="00152754">
            <w:pPr>
              <w:jc w:val="right"/>
            </w:pPr>
            <w:r w:rsidRPr="005C757A"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C7145B" w:rsidRPr="005C757A" w:rsidRDefault="00C7145B" w:rsidP="00152754">
            <w:pPr>
              <w:jc w:val="right"/>
            </w:pPr>
            <w:r w:rsidRPr="005C757A">
              <w:t>1,5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C7145B" w:rsidRPr="005C757A" w:rsidRDefault="00C7145B" w:rsidP="00152754">
            <w:pPr>
              <w:jc w:val="right"/>
            </w:pPr>
            <w:r w:rsidRPr="005C757A">
              <w:t>2291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C7145B" w:rsidRPr="005C757A" w:rsidRDefault="00C7145B" w:rsidP="00152754">
            <w:pPr>
              <w:jc w:val="right"/>
            </w:pPr>
            <w:r w:rsidRPr="005C757A">
              <w:t>229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C7145B" w:rsidRPr="005C757A" w:rsidRDefault="00C7145B" w:rsidP="00152754">
            <w:pPr>
              <w:jc w:val="right"/>
            </w:pPr>
            <w:r w:rsidRPr="005C757A">
              <w:t>3780</w:t>
            </w:r>
          </w:p>
        </w:tc>
      </w:tr>
      <w:tr w:rsidR="00C7145B" w:rsidRPr="005C757A" w:rsidTr="004E75EE">
        <w:trPr>
          <w:trHeight w:val="3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>
              <w:t>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Сторож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2291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802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3093</w:t>
            </w:r>
          </w:p>
        </w:tc>
      </w:tr>
      <w:tr w:rsidR="00C7145B" w:rsidRPr="005C757A" w:rsidTr="004E75EE">
        <w:trPr>
          <w:trHeight w:val="64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>
              <w:t>10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Робітник з обслуг.і поточного рем.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0,5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2102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1051</w:t>
            </w:r>
          </w:p>
        </w:tc>
      </w:tr>
      <w:tr w:rsidR="00C7145B" w:rsidRPr="005C757A" w:rsidTr="004E75EE">
        <w:trPr>
          <w:trHeight w:val="45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>
              <w:t>11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Оператор котельні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2291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401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2692</w:t>
            </w:r>
          </w:p>
        </w:tc>
      </w:tr>
      <w:tr w:rsidR="00C7145B" w:rsidRPr="005C757A" w:rsidTr="004E75EE">
        <w:trPr>
          <w:trHeight w:val="42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>
              <w:t>12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Оператор кот.сез.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2,75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2291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401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7403</w:t>
            </w:r>
          </w:p>
        </w:tc>
      </w:tr>
      <w:tr w:rsidR="00C7145B" w:rsidRPr="005C757A" w:rsidTr="004E75EE">
        <w:trPr>
          <w:trHeight w:val="3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>
              <w:t>13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Бібліотекар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0,5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3447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172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1810</w:t>
            </w:r>
          </w:p>
        </w:tc>
      </w:tr>
      <w:tr w:rsidR="00C7145B" w:rsidRPr="005C757A" w:rsidTr="004E75EE">
        <w:trPr>
          <w:trHeight w:val="64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>
              <w:t>14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інженер -електронік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7</w:t>
            </w:r>
          </w:p>
        </w:tc>
        <w:tc>
          <w:tcPr>
            <w:tcW w:w="1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0,5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3237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</w:pPr>
            <w:r w:rsidRPr="005C757A">
              <w:t>1619</w:t>
            </w:r>
          </w:p>
        </w:tc>
      </w:tr>
      <w:tr w:rsidR="00C7145B" w:rsidRPr="005C757A" w:rsidTr="004E75EE">
        <w:trPr>
          <w:trHeight w:val="39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Всього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r w:rsidRPr="005C757A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  <w:rPr>
                <w:b/>
                <w:bCs/>
              </w:rPr>
            </w:pPr>
            <w:r w:rsidRPr="005C757A">
              <w:rPr>
                <w:b/>
                <w:bCs/>
              </w:rPr>
              <w:t>26,70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  <w:rPr>
                <w:b/>
                <w:bCs/>
              </w:rPr>
            </w:pPr>
            <w:r w:rsidRPr="005C757A">
              <w:rPr>
                <w:b/>
                <w:bCs/>
              </w:rPr>
              <w:t>49122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  <w:rPr>
                <w:b/>
                <w:bCs/>
              </w:rPr>
            </w:pPr>
            <w:r w:rsidRPr="005C757A">
              <w:rPr>
                <w:b/>
                <w:bCs/>
              </w:rPr>
              <w:t>7460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  <w:rPr>
                <w:b/>
                <w:bCs/>
              </w:rPr>
            </w:pPr>
            <w:r w:rsidRPr="005C757A">
              <w:rPr>
                <w:b/>
                <w:bCs/>
              </w:rPr>
              <w:t>5638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  <w:rPr>
                <w:b/>
                <w:bCs/>
              </w:rPr>
            </w:pPr>
            <w:r w:rsidRPr="005C757A">
              <w:rPr>
                <w:b/>
                <w:bCs/>
              </w:rPr>
              <w:t>1785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  <w:rPr>
                <w:b/>
                <w:bCs/>
              </w:rPr>
            </w:pPr>
            <w:r w:rsidRPr="005C757A">
              <w:rPr>
                <w:b/>
                <w:bCs/>
              </w:rPr>
              <w:t>1604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  <w:rPr>
                <w:b/>
                <w:bCs/>
              </w:rPr>
            </w:pPr>
            <w:r w:rsidRPr="005C757A">
              <w:rPr>
                <w:b/>
                <w:bCs/>
              </w:rPr>
              <w:t>172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  <w:rPr>
                <w:b/>
                <w:bCs/>
              </w:rPr>
            </w:pPr>
            <w:r w:rsidRPr="005C757A">
              <w:rPr>
                <w:b/>
                <w:bCs/>
              </w:rPr>
              <w:t>229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  <w:rPr>
                <w:b/>
                <w:bCs/>
              </w:rPr>
            </w:pPr>
            <w:r w:rsidRPr="005C757A">
              <w:rPr>
                <w:b/>
                <w:bCs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45B" w:rsidRPr="005C757A" w:rsidRDefault="00C7145B" w:rsidP="00152754">
            <w:pPr>
              <w:jc w:val="right"/>
              <w:rPr>
                <w:b/>
                <w:bCs/>
              </w:rPr>
            </w:pPr>
            <w:r w:rsidRPr="005C757A">
              <w:rPr>
                <w:b/>
                <w:bCs/>
              </w:rPr>
              <w:t>186862</w:t>
            </w:r>
          </w:p>
        </w:tc>
      </w:tr>
    </w:tbl>
    <w:p w:rsidR="00C7145B" w:rsidRDefault="00C7145B" w:rsidP="000F1F21">
      <w:pPr>
        <w:rPr>
          <w:lang w:val="uk-UA" w:eastAsia="en-US"/>
        </w:rPr>
      </w:pPr>
    </w:p>
    <w:p w:rsidR="00C7145B" w:rsidRDefault="00C7145B" w:rsidP="000F1F21">
      <w:pPr>
        <w:rPr>
          <w:lang w:val="uk-UA" w:eastAsia="en-US"/>
        </w:rPr>
      </w:pPr>
    </w:p>
    <w:p w:rsidR="00C7145B" w:rsidRPr="004E75EE" w:rsidRDefault="00C7145B" w:rsidP="000F1F21">
      <w:pPr>
        <w:rPr>
          <w:sz w:val="28"/>
          <w:szCs w:val="28"/>
          <w:lang w:val="uk-UA" w:eastAsia="en-US"/>
        </w:rPr>
      </w:pPr>
      <w:r w:rsidRPr="004E75EE">
        <w:rPr>
          <w:sz w:val="28"/>
          <w:szCs w:val="28"/>
          <w:lang w:val="uk-UA" w:eastAsia="en-US"/>
        </w:rPr>
        <w:t xml:space="preserve">Селищний голова                  </w:t>
      </w:r>
      <w:r>
        <w:rPr>
          <w:sz w:val="28"/>
          <w:szCs w:val="28"/>
          <w:lang w:val="uk-UA" w:eastAsia="en-US"/>
        </w:rPr>
        <w:t xml:space="preserve">                                                                                                                               </w:t>
      </w:r>
      <w:r w:rsidRPr="004E75EE">
        <w:rPr>
          <w:sz w:val="28"/>
          <w:szCs w:val="28"/>
          <w:lang w:val="uk-UA" w:eastAsia="en-US"/>
        </w:rPr>
        <w:t xml:space="preserve">          Ігор ДЗЮБА</w:t>
      </w:r>
    </w:p>
    <w:p w:rsidR="00C7145B" w:rsidRDefault="00C7145B" w:rsidP="004A4872">
      <w:pPr>
        <w:tabs>
          <w:tab w:val="left" w:pos="1995"/>
        </w:tabs>
        <w:rPr>
          <w:lang w:val="uk-UA" w:eastAsia="en-US"/>
        </w:rPr>
      </w:pPr>
    </w:p>
    <w:sectPr w:rsidR="00C7145B" w:rsidSect="00951CB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2DEF"/>
    <w:rsid w:val="00095669"/>
    <w:rsid w:val="000F1F21"/>
    <w:rsid w:val="00152754"/>
    <w:rsid w:val="002808DE"/>
    <w:rsid w:val="002B6B5D"/>
    <w:rsid w:val="003071C5"/>
    <w:rsid w:val="0033749C"/>
    <w:rsid w:val="00346D0E"/>
    <w:rsid w:val="00462DEF"/>
    <w:rsid w:val="004A4872"/>
    <w:rsid w:val="004E75EE"/>
    <w:rsid w:val="005C4CEA"/>
    <w:rsid w:val="005C757A"/>
    <w:rsid w:val="00664A40"/>
    <w:rsid w:val="00767EA5"/>
    <w:rsid w:val="00783429"/>
    <w:rsid w:val="0087706E"/>
    <w:rsid w:val="00893A47"/>
    <w:rsid w:val="0091260A"/>
    <w:rsid w:val="00951CB0"/>
    <w:rsid w:val="009D45D1"/>
    <w:rsid w:val="00A67085"/>
    <w:rsid w:val="00AB1C92"/>
    <w:rsid w:val="00AF63BC"/>
    <w:rsid w:val="00C260EE"/>
    <w:rsid w:val="00C7145B"/>
    <w:rsid w:val="00C904E2"/>
    <w:rsid w:val="00CD4257"/>
    <w:rsid w:val="00D025C0"/>
    <w:rsid w:val="00D76A89"/>
    <w:rsid w:val="00DE344C"/>
    <w:rsid w:val="00DE3C40"/>
    <w:rsid w:val="00EC0125"/>
    <w:rsid w:val="00EC0802"/>
    <w:rsid w:val="00F42DCE"/>
    <w:rsid w:val="00F45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CEA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link w:val="NoSpacing1"/>
    <w:uiPriority w:val="99"/>
    <w:locked/>
    <w:rsid w:val="005C4CEA"/>
    <w:rPr>
      <w:sz w:val="22"/>
      <w:lang w:val="ru-RU" w:eastAsia="uk-UA"/>
    </w:rPr>
  </w:style>
  <w:style w:type="paragraph" w:customStyle="1" w:styleId="NoSpacing1">
    <w:name w:val="No Spacing1"/>
    <w:link w:val="NoSpacingChar"/>
    <w:uiPriority w:val="99"/>
    <w:rsid w:val="005C4CEA"/>
    <w:rPr>
      <w:lang w:val="ru-RU"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C904E2"/>
    <w:rPr>
      <w:rFonts w:ascii="Segoe UI" w:hAnsi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04E2"/>
    <w:rPr>
      <w:rFonts w:ascii="Segoe UI" w:hAnsi="Segoe UI"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83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5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5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5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5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62</TotalTime>
  <Pages>2</Pages>
  <Words>294</Words>
  <Characters>1680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37</cp:revision>
  <cp:lastPrinted>2020-08-12T12:31:00Z</cp:lastPrinted>
  <dcterms:created xsi:type="dcterms:W3CDTF">2019-01-08T12:10:00Z</dcterms:created>
  <dcterms:modified xsi:type="dcterms:W3CDTF">2020-08-25T11:17:00Z</dcterms:modified>
</cp:coreProperties>
</file>