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7F" w:rsidRPr="00824CD9" w:rsidRDefault="0007077F" w:rsidP="0044675F">
      <w:pPr>
        <w:pStyle w:val="Heading1"/>
        <w:jc w:val="left"/>
        <w:rPr>
          <w:i/>
          <w:szCs w:val="24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 w:rsidRPr="00EE15D1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 xml:space="preserve">                  </w:t>
      </w:r>
      <w:r w:rsidRPr="004716B4">
        <w:rPr>
          <w:sz w:val="28"/>
          <w:szCs w:val="28"/>
        </w:rPr>
        <w:t>МАРКІВСЬКА СЕЛИЩНА РАДА</w:t>
      </w:r>
      <w:r w:rsidRPr="002A52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    </w:t>
      </w:r>
      <w:r w:rsidRPr="002A521D">
        <w:rPr>
          <w:sz w:val="28"/>
          <w:szCs w:val="28"/>
          <w:lang w:val="ru-RU"/>
        </w:rPr>
        <w:t xml:space="preserve"> </w:t>
      </w:r>
    </w:p>
    <w:p w:rsidR="0007077F" w:rsidRPr="004716B4" w:rsidRDefault="0007077F" w:rsidP="00A9021B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07077F" w:rsidRDefault="0007077F" w:rsidP="00A902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6</w:t>
      </w:r>
      <w:r w:rsidRPr="00EE15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СЕСІЯ </w:t>
      </w:r>
      <w:r w:rsidRPr="00EE15D1">
        <w:rPr>
          <w:b/>
          <w:bCs/>
          <w:sz w:val="28"/>
          <w:szCs w:val="28"/>
        </w:rPr>
        <w:t>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07077F" w:rsidRDefault="0007077F" w:rsidP="00A9021B">
      <w:pPr>
        <w:tabs>
          <w:tab w:val="left" w:pos="3315"/>
        </w:tabs>
        <w:ind w:right="84"/>
        <w:jc w:val="center"/>
        <w:rPr>
          <w:b/>
          <w:i/>
          <w:lang w:val="uk-UA"/>
        </w:rPr>
      </w:pPr>
    </w:p>
    <w:p w:rsidR="0007077F" w:rsidRPr="004716B4" w:rsidRDefault="0007077F" w:rsidP="00112AA2">
      <w:pPr>
        <w:pStyle w:val="BodyText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Pr="006E6126">
        <w:rPr>
          <w:bCs/>
          <w:szCs w:val="24"/>
          <w:lang w:val="ru-RU"/>
        </w:rPr>
        <w:t xml:space="preserve"> листопада</w:t>
      </w:r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201</w:t>
      </w:r>
      <w:r>
        <w:rPr>
          <w:bCs/>
          <w:szCs w:val="24"/>
          <w:lang w:val="ru-RU"/>
        </w:rPr>
        <w:t>9</w:t>
      </w:r>
      <w:r w:rsidRPr="004716B4">
        <w:rPr>
          <w:bCs/>
          <w:szCs w:val="24"/>
        </w:rPr>
        <w:t xml:space="preserve"> року</w:t>
      </w:r>
    </w:p>
    <w:p w:rsidR="0007077F" w:rsidRPr="00366951" w:rsidRDefault="0007077F" w:rsidP="00112AA2">
      <w:pPr>
        <w:pStyle w:val="BodyText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             </w:t>
      </w:r>
      <w:r w:rsidRPr="004716B4">
        <w:rPr>
          <w:bCs/>
          <w:sz w:val="28"/>
          <w:szCs w:val="28"/>
        </w:rPr>
        <w:t xml:space="preserve">  Рішення                         </w:t>
      </w:r>
      <w:r>
        <w:rPr>
          <w:bCs/>
          <w:sz w:val="28"/>
          <w:szCs w:val="28"/>
        </w:rPr>
        <w:t xml:space="preserve">      </w:t>
      </w:r>
      <w:r>
        <w:rPr>
          <w:bCs/>
          <w:szCs w:val="24"/>
        </w:rPr>
        <w:t>№ 6 – 11/201</w:t>
      </w:r>
      <w:r>
        <w:rPr>
          <w:bCs/>
          <w:szCs w:val="24"/>
          <w:lang w:val="ru-RU"/>
        </w:rPr>
        <w:t>9</w:t>
      </w:r>
    </w:p>
    <w:p w:rsidR="0007077F" w:rsidRPr="00A36250" w:rsidRDefault="0007077F" w:rsidP="00112AA2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769"/>
      </w:tblGrid>
      <w:tr w:rsidR="0007077F" w:rsidRPr="00D71812" w:rsidTr="005F4BE9">
        <w:trPr>
          <w:trHeight w:val="2098"/>
        </w:trPr>
        <w:tc>
          <w:tcPr>
            <w:tcW w:w="4769" w:type="dxa"/>
          </w:tcPr>
          <w:p w:rsidR="0007077F" w:rsidRPr="00A9021B" w:rsidRDefault="0007077F" w:rsidP="006A6EDA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5F4BE9">
              <w:rPr>
                <w:b w:val="0"/>
                <w:bCs/>
                <w:szCs w:val="24"/>
              </w:rPr>
              <w:t xml:space="preserve">Про </w:t>
            </w:r>
            <w:r>
              <w:rPr>
                <w:b w:val="0"/>
                <w:bCs/>
                <w:szCs w:val="24"/>
              </w:rPr>
              <w:t xml:space="preserve">надання дозволу на виготовлення </w:t>
            </w:r>
            <w:r w:rsidRPr="005F4BE9">
              <w:rPr>
                <w:b w:val="0"/>
                <w:bCs/>
                <w:szCs w:val="24"/>
              </w:rPr>
              <w:t>проекту землеустрою щодо відведення земельної ділянки</w:t>
            </w:r>
            <w:r w:rsidRPr="005F4BE9">
              <w:rPr>
                <w:b w:val="0"/>
                <w:bCs/>
                <w:szCs w:val="24"/>
                <w:lang w:val="ru-RU"/>
              </w:rPr>
              <w:t xml:space="preserve"> у </w:t>
            </w:r>
            <w:r>
              <w:rPr>
                <w:b w:val="0"/>
                <w:bCs/>
                <w:szCs w:val="24"/>
                <w:lang w:val="ru-RU"/>
              </w:rPr>
              <w:t xml:space="preserve">приватну </w:t>
            </w:r>
            <w:r w:rsidRPr="005F4BE9">
              <w:rPr>
                <w:b w:val="0"/>
                <w:bCs/>
                <w:szCs w:val="24"/>
                <w:lang w:val="ru-RU"/>
              </w:rPr>
              <w:t>власність</w:t>
            </w:r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5F4BE9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  Мішурі Олександру Григоровичу, </w:t>
            </w:r>
            <w:r w:rsidRPr="005F4BE9">
              <w:rPr>
                <w:b w:val="0"/>
                <w:szCs w:val="24"/>
              </w:rPr>
              <w:t>для будівництва і</w:t>
            </w:r>
            <w:r>
              <w:rPr>
                <w:b w:val="0"/>
                <w:szCs w:val="24"/>
              </w:rPr>
              <w:t>ндивідуальних гаражів,</w:t>
            </w:r>
            <w:r w:rsidRPr="005F4BE9">
              <w:rPr>
                <w:b w:val="0"/>
                <w:szCs w:val="24"/>
              </w:rPr>
              <w:t xml:space="preserve"> що знаходиться</w:t>
            </w:r>
            <w:r>
              <w:rPr>
                <w:b w:val="0"/>
                <w:szCs w:val="24"/>
              </w:rPr>
              <w:t xml:space="preserve"> за адресою: </w:t>
            </w:r>
            <w:r w:rsidRPr="005F4BE9">
              <w:rPr>
                <w:b w:val="0"/>
                <w:szCs w:val="24"/>
              </w:rPr>
              <w:t>смт. Марківка,</w:t>
            </w:r>
            <w:r>
              <w:rPr>
                <w:b w:val="0"/>
                <w:szCs w:val="24"/>
              </w:rPr>
              <w:t xml:space="preserve"> квартал Молодіжний, 18а/41, </w:t>
            </w:r>
            <w:r w:rsidRPr="005F4BE9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      </w:r>
          </w:p>
        </w:tc>
      </w:tr>
    </w:tbl>
    <w:p w:rsidR="0007077F" w:rsidRDefault="0007077F" w:rsidP="00720FC5">
      <w:pPr>
        <w:pStyle w:val="BodyText2"/>
        <w:ind w:firstLine="709"/>
        <w:jc w:val="both"/>
        <w:rPr>
          <w:b w:val="0"/>
          <w:szCs w:val="24"/>
          <w:lang w:val="ru-RU"/>
        </w:rPr>
      </w:pPr>
    </w:p>
    <w:p w:rsidR="0007077F" w:rsidRDefault="0007077F" w:rsidP="00720FC5">
      <w:pPr>
        <w:pStyle w:val="BodyText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Мішури Олександра Григоровича, </w:t>
      </w:r>
      <w:r w:rsidRPr="000F322C">
        <w:rPr>
          <w:b w:val="0"/>
          <w:szCs w:val="24"/>
        </w:rPr>
        <w:t>про</w:t>
      </w:r>
      <w:r>
        <w:rPr>
          <w:b w:val="0"/>
          <w:bCs/>
          <w:szCs w:val="24"/>
        </w:rPr>
        <w:t xml:space="preserve"> надання дозволу на виготовлення </w:t>
      </w:r>
      <w:r w:rsidRPr="000F322C">
        <w:rPr>
          <w:b w:val="0"/>
          <w:bCs/>
          <w:szCs w:val="24"/>
        </w:rPr>
        <w:t xml:space="preserve">проекту землеустрою щодо </w:t>
      </w:r>
      <w:r>
        <w:rPr>
          <w:b w:val="0"/>
          <w:bCs/>
          <w:szCs w:val="24"/>
        </w:rPr>
        <w:t xml:space="preserve">відведення земельної ділянки у приватну власність, </w:t>
      </w:r>
      <w:r w:rsidRPr="00112AA2">
        <w:rPr>
          <w:b w:val="0"/>
          <w:szCs w:val="24"/>
        </w:rPr>
        <w:t>для</w:t>
      </w:r>
      <w:r w:rsidRPr="00A36250">
        <w:rPr>
          <w:b w:val="0"/>
          <w:szCs w:val="24"/>
        </w:rPr>
        <w:t xml:space="preserve"> б</w:t>
      </w:r>
      <w:r w:rsidRPr="00112AA2">
        <w:rPr>
          <w:b w:val="0"/>
          <w:szCs w:val="24"/>
        </w:rPr>
        <w:t>удівництва і</w:t>
      </w:r>
      <w:r>
        <w:rPr>
          <w:b w:val="0"/>
          <w:szCs w:val="24"/>
        </w:rPr>
        <w:t>ндивідуальних гаражів, орієнтовною площею 0,0</w:t>
      </w:r>
      <w:bookmarkStart w:id="0" w:name="_GoBack"/>
      <w:bookmarkEnd w:id="0"/>
      <w:r>
        <w:rPr>
          <w:b w:val="0"/>
          <w:szCs w:val="24"/>
        </w:rPr>
        <w:t xml:space="preserve">023 га, земельна ділянка розташована за адресою: смт. Марківка, квартал Молодіжний, 18а/41, </w:t>
      </w:r>
      <w:r w:rsidRPr="005F4BE9">
        <w:rPr>
          <w:b w:val="0"/>
          <w:bCs/>
          <w:szCs w:val="24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>
        <w:rPr>
          <w:b w:val="0"/>
          <w:bCs/>
          <w:szCs w:val="24"/>
        </w:rPr>
        <w:t xml:space="preserve">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</w:t>
      </w:r>
      <w:r>
        <w:rPr>
          <w:b w:val="0"/>
          <w:bCs/>
          <w:szCs w:val="24"/>
        </w:rPr>
        <w:t xml:space="preserve"> </w:t>
      </w:r>
      <w:r w:rsidRPr="00F36DDE">
        <w:rPr>
          <w:b w:val="0"/>
          <w:bCs/>
          <w:szCs w:val="24"/>
        </w:rPr>
        <w:t>12,</w:t>
      </w:r>
      <w:r>
        <w:rPr>
          <w:b w:val="0"/>
          <w:bCs/>
          <w:szCs w:val="24"/>
        </w:rPr>
        <w:t xml:space="preserve"> 116, 118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07077F" w:rsidRPr="000F322C" w:rsidRDefault="0007077F" w:rsidP="007D61F7">
      <w:pPr>
        <w:pStyle w:val="BodyText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07077F" w:rsidRPr="0091617F" w:rsidRDefault="0007077F" w:rsidP="00BC2A66">
      <w:pPr>
        <w:pStyle w:val="BodyText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Мішурі Олександру Григоровичу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>
        <w:rPr>
          <w:b w:val="0"/>
          <w:bCs/>
          <w:szCs w:val="24"/>
        </w:rPr>
        <w:t xml:space="preserve">0,0023 га, із них: 0,0023 </w:t>
      </w:r>
      <w:r w:rsidRPr="00434433">
        <w:rPr>
          <w:b w:val="0"/>
          <w:bCs/>
          <w:szCs w:val="24"/>
        </w:rPr>
        <w:t>га</w:t>
      </w:r>
      <w:r w:rsidRPr="00FE2AB2">
        <w:rPr>
          <w:b w:val="0"/>
          <w:bCs/>
          <w:szCs w:val="24"/>
        </w:rPr>
        <w:t xml:space="preserve"> - </w:t>
      </w:r>
      <w:r>
        <w:rPr>
          <w:b w:val="0"/>
          <w:szCs w:val="24"/>
        </w:rPr>
        <w:t xml:space="preserve">для </w:t>
      </w:r>
      <w:r w:rsidRPr="00A36250">
        <w:rPr>
          <w:b w:val="0"/>
          <w:szCs w:val="24"/>
        </w:rPr>
        <w:t>б</w:t>
      </w:r>
      <w:r w:rsidRPr="00112AA2">
        <w:rPr>
          <w:b w:val="0"/>
          <w:szCs w:val="24"/>
        </w:rPr>
        <w:t>удівництва і</w:t>
      </w:r>
      <w:r>
        <w:rPr>
          <w:b w:val="0"/>
          <w:szCs w:val="24"/>
        </w:rPr>
        <w:t xml:space="preserve">ндивідуальних гаражів, </w:t>
      </w:r>
      <w:r w:rsidRPr="00FE2AB2">
        <w:rPr>
          <w:b w:val="0"/>
          <w:szCs w:val="24"/>
        </w:rPr>
        <w:t>за рахунок земель житлової та громадської забудови населеного пункту</w:t>
      </w:r>
      <w:r>
        <w:rPr>
          <w:b w:val="0"/>
          <w:szCs w:val="24"/>
        </w:rPr>
        <w:t xml:space="preserve"> за адресою:</w:t>
      </w:r>
      <w:r w:rsidRPr="00FE2AB2">
        <w:rPr>
          <w:b w:val="0"/>
          <w:szCs w:val="24"/>
        </w:rPr>
        <w:t xml:space="preserve"> 92400, Луганська </w:t>
      </w:r>
      <w:r>
        <w:rPr>
          <w:b w:val="0"/>
          <w:szCs w:val="24"/>
        </w:rPr>
        <w:t>обл.</w:t>
      </w:r>
      <w:r w:rsidRPr="00FE2AB2">
        <w:rPr>
          <w:b w:val="0"/>
          <w:szCs w:val="24"/>
        </w:rPr>
        <w:t xml:space="preserve">, Марківський р-н, </w:t>
      </w:r>
      <w:r w:rsidRPr="005F4BE9">
        <w:rPr>
          <w:b w:val="0"/>
          <w:szCs w:val="24"/>
        </w:rPr>
        <w:t>смт. Марківка,</w:t>
      </w:r>
      <w:r>
        <w:rPr>
          <w:b w:val="0"/>
          <w:szCs w:val="24"/>
        </w:rPr>
        <w:t xml:space="preserve"> </w:t>
      </w:r>
      <w:r w:rsidRPr="00C94A38">
        <w:rPr>
          <w:b w:val="0"/>
          <w:szCs w:val="24"/>
        </w:rPr>
        <w:t xml:space="preserve">квартал Молодіжний, </w:t>
      </w:r>
      <w:r>
        <w:rPr>
          <w:b w:val="0"/>
          <w:szCs w:val="24"/>
        </w:rPr>
        <w:t>18а/41</w:t>
      </w:r>
      <w:r w:rsidRPr="00C94A38">
        <w:rPr>
          <w:b w:val="0"/>
          <w:szCs w:val="24"/>
        </w:rPr>
        <w:t xml:space="preserve">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Марківській селищній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07077F" w:rsidRPr="00FE2AB2" w:rsidRDefault="0007077F" w:rsidP="00BC2A6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Pr="00133054">
        <w:rPr>
          <w:bCs/>
          <w:sz w:val="24"/>
          <w:szCs w:val="24"/>
          <w:lang w:val="uk-UA"/>
        </w:rPr>
        <w:t>гр.</w:t>
      </w:r>
      <w:r>
        <w:rPr>
          <w:bCs/>
          <w:sz w:val="24"/>
          <w:szCs w:val="24"/>
          <w:lang w:val="uk-UA"/>
        </w:rPr>
        <w:t xml:space="preserve"> Мішурі Олександру Григоровичу,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07077F" w:rsidRPr="00761D64" w:rsidRDefault="0007077F" w:rsidP="00BC2A66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дозволу на розроблення проекту із 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 w:rsidRPr="00EE15D1">
        <w:rPr>
          <w:b/>
          <w:sz w:val="24"/>
          <w:szCs w:val="24"/>
          <w:u w:val="single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 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07077F" w:rsidRPr="009836E3" w:rsidRDefault="0007077F" w:rsidP="002A521D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7077F" w:rsidRPr="002A521D" w:rsidRDefault="0007077F" w:rsidP="00173313">
      <w:pPr>
        <w:jc w:val="both"/>
        <w:rPr>
          <w:b/>
          <w:bCs/>
          <w:i/>
          <w:sz w:val="22"/>
          <w:szCs w:val="22"/>
        </w:rPr>
      </w:pPr>
    </w:p>
    <w:p w:rsidR="0007077F" w:rsidRPr="007B36A9" w:rsidRDefault="0007077F" w:rsidP="00173313">
      <w:pPr>
        <w:jc w:val="both"/>
        <w:rPr>
          <w:b/>
          <w:bCs/>
          <w:i/>
          <w:sz w:val="22"/>
          <w:szCs w:val="22"/>
          <w:lang w:val="uk-UA"/>
        </w:rPr>
      </w:pPr>
    </w:p>
    <w:p w:rsidR="0007077F" w:rsidRPr="003B2460" w:rsidRDefault="0007077F" w:rsidP="00173313">
      <w:pPr>
        <w:pStyle w:val="BodyText2"/>
        <w:ind w:left="495"/>
        <w:rPr>
          <w:bCs/>
          <w:szCs w:val="24"/>
        </w:rPr>
      </w:pPr>
      <w:r>
        <w:rPr>
          <w:bCs/>
          <w:szCs w:val="24"/>
          <w:lang w:val="ru-RU"/>
        </w:rPr>
        <w:t xml:space="preserve">                Селищний голова                                                         Ігор Д</w:t>
      </w:r>
      <w:r>
        <w:rPr>
          <w:bCs/>
          <w:szCs w:val="24"/>
          <w:lang w:val="en-US"/>
        </w:rPr>
        <w:t>ЗЮБА</w:t>
      </w:r>
    </w:p>
    <w:p w:rsidR="0007077F" w:rsidRPr="00775A5A" w:rsidRDefault="0007077F" w:rsidP="00173313">
      <w:pPr>
        <w:pStyle w:val="ListParagraph"/>
        <w:ind w:left="0"/>
        <w:jc w:val="both"/>
        <w:rPr>
          <w:b/>
          <w:sz w:val="24"/>
          <w:szCs w:val="24"/>
          <w:lang w:val="uk-UA"/>
        </w:rPr>
      </w:pPr>
    </w:p>
    <w:sectPr w:rsidR="0007077F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87174"/>
    <w:multiLevelType w:val="hybridMultilevel"/>
    <w:tmpl w:val="F86C144E"/>
    <w:lvl w:ilvl="0" w:tplc="39560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07987"/>
    <w:rsid w:val="0007077F"/>
    <w:rsid w:val="000F0B6F"/>
    <w:rsid w:val="000F322C"/>
    <w:rsid w:val="00112AA2"/>
    <w:rsid w:val="00133054"/>
    <w:rsid w:val="00147299"/>
    <w:rsid w:val="00147B57"/>
    <w:rsid w:val="00173313"/>
    <w:rsid w:val="00194650"/>
    <w:rsid w:val="00197FA8"/>
    <w:rsid w:val="001B017F"/>
    <w:rsid w:val="001B59B5"/>
    <w:rsid w:val="001E6150"/>
    <w:rsid w:val="00210B32"/>
    <w:rsid w:val="00246905"/>
    <w:rsid w:val="002A33DC"/>
    <w:rsid w:val="002A521D"/>
    <w:rsid w:val="002D26D8"/>
    <w:rsid w:val="002F39F0"/>
    <w:rsid w:val="00366951"/>
    <w:rsid w:val="0037217F"/>
    <w:rsid w:val="003B2460"/>
    <w:rsid w:val="004046D1"/>
    <w:rsid w:val="0042746E"/>
    <w:rsid w:val="00434433"/>
    <w:rsid w:val="0044675F"/>
    <w:rsid w:val="004667A0"/>
    <w:rsid w:val="00470756"/>
    <w:rsid w:val="004716B4"/>
    <w:rsid w:val="00476F1C"/>
    <w:rsid w:val="004B69F3"/>
    <w:rsid w:val="004D3822"/>
    <w:rsid w:val="004D45F4"/>
    <w:rsid w:val="004E2A9C"/>
    <w:rsid w:val="005140B6"/>
    <w:rsid w:val="00546265"/>
    <w:rsid w:val="00587026"/>
    <w:rsid w:val="005C04ED"/>
    <w:rsid w:val="005E3891"/>
    <w:rsid w:val="005F4BE9"/>
    <w:rsid w:val="00613665"/>
    <w:rsid w:val="00660565"/>
    <w:rsid w:val="0068499B"/>
    <w:rsid w:val="006A6EDA"/>
    <w:rsid w:val="006C285F"/>
    <w:rsid w:val="006E6126"/>
    <w:rsid w:val="006F3A19"/>
    <w:rsid w:val="00720FC5"/>
    <w:rsid w:val="00742AC1"/>
    <w:rsid w:val="00761D64"/>
    <w:rsid w:val="00775A5A"/>
    <w:rsid w:val="007873A6"/>
    <w:rsid w:val="007B36A9"/>
    <w:rsid w:val="007C0758"/>
    <w:rsid w:val="007D61F7"/>
    <w:rsid w:val="00804025"/>
    <w:rsid w:val="00824CD9"/>
    <w:rsid w:val="008C122B"/>
    <w:rsid w:val="008C1BAC"/>
    <w:rsid w:val="008F42C3"/>
    <w:rsid w:val="00902373"/>
    <w:rsid w:val="0091617F"/>
    <w:rsid w:val="00952819"/>
    <w:rsid w:val="009568E2"/>
    <w:rsid w:val="009814F0"/>
    <w:rsid w:val="009836E3"/>
    <w:rsid w:val="009C28D0"/>
    <w:rsid w:val="00A11BFF"/>
    <w:rsid w:val="00A36250"/>
    <w:rsid w:val="00A40F5A"/>
    <w:rsid w:val="00A73020"/>
    <w:rsid w:val="00A8234E"/>
    <w:rsid w:val="00A9021B"/>
    <w:rsid w:val="00AE1E41"/>
    <w:rsid w:val="00AE6C37"/>
    <w:rsid w:val="00B17117"/>
    <w:rsid w:val="00B46024"/>
    <w:rsid w:val="00B5166E"/>
    <w:rsid w:val="00B62689"/>
    <w:rsid w:val="00BB753C"/>
    <w:rsid w:val="00BC2A66"/>
    <w:rsid w:val="00BC41F8"/>
    <w:rsid w:val="00BD7763"/>
    <w:rsid w:val="00C327B4"/>
    <w:rsid w:val="00C348CD"/>
    <w:rsid w:val="00C50635"/>
    <w:rsid w:val="00C94A38"/>
    <w:rsid w:val="00CA1339"/>
    <w:rsid w:val="00CE6CDA"/>
    <w:rsid w:val="00D0638D"/>
    <w:rsid w:val="00D14144"/>
    <w:rsid w:val="00D71812"/>
    <w:rsid w:val="00DC41FE"/>
    <w:rsid w:val="00DE50E5"/>
    <w:rsid w:val="00DF6891"/>
    <w:rsid w:val="00E12156"/>
    <w:rsid w:val="00E17176"/>
    <w:rsid w:val="00E32C7C"/>
    <w:rsid w:val="00E936AA"/>
    <w:rsid w:val="00ED1610"/>
    <w:rsid w:val="00ED5081"/>
    <w:rsid w:val="00EE15D1"/>
    <w:rsid w:val="00F1241D"/>
    <w:rsid w:val="00F34BBC"/>
    <w:rsid w:val="00F36DDE"/>
    <w:rsid w:val="00F5274F"/>
    <w:rsid w:val="00F55021"/>
    <w:rsid w:val="00F672FC"/>
    <w:rsid w:val="00FA0B0A"/>
    <w:rsid w:val="00FE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394</Words>
  <Characters>2247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МАРКІВСЬКА СЕЛИЩНА РАДА                 </dc:title>
  <dc:subject/>
  <dc:creator>User</dc:creator>
  <cp:keywords/>
  <dc:description/>
  <cp:lastModifiedBy>Пользователь Windows</cp:lastModifiedBy>
  <cp:revision>2</cp:revision>
  <cp:lastPrinted>2019-11-26T09:12:00Z</cp:lastPrinted>
  <dcterms:created xsi:type="dcterms:W3CDTF">2019-12-03T15:26:00Z</dcterms:created>
  <dcterms:modified xsi:type="dcterms:W3CDTF">2019-12-03T15:26:00Z</dcterms:modified>
</cp:coreProperties>
</file>