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5815FC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043DA8" w:rsidRDefault="00043DA8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3DA8" w:rsidRPr="000F6A69" w:rsidRDefault="00043DA8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</w:t>
      </w:r>
    </w:p>
    <w:p w:rsidR="00043DA8" w:rsidRPr="000F6A69" w:rsidRDefault="00043DA8" w:rsidP="00D670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3DA8" w:rsidRPr="003259D9" w:rsidRDefault="00043DA8" w:rsidP="00D6706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 грудня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№ 7- 4/2019</w:t>
      </w:r>
    </w:p>
    <w:p w:rsidR="00043DA8" w:rsidRPr="003259D9" w:rsidRDefault="00043DA8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43DA8" w:rsidRDefault="00043DA8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43DA8" w:rsidRDefault="00043DA8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бюджету </w:t>
      </w:r>
    </w:p>
    <w:p w:rsidR="00043DA8" w:rsidRPr="00C439A1" w:rsidRDefault="00043DA8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>Бондарівської сільської ради на 2019 рік</w:t>
      </w:r>
    </w:p>
    <w:p w:rsidR="00043DA8" w:rsidRPr="00C439A1" w:rsidRDefault="00043DA8" w:rsidP="00C8197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43DA8" w:rsidRPr="00EF61C7" w:rsidRDefault="00043DA8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C36D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043DA8" w:rsidRPr="00EF61C7" w:rsidRDefault="00043DA8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43DA8" w:rsidRDefault="00043DA8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43DA8" w:rsidRDefault="00043DA8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Бондарівської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сільської ради від 21.12.2018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3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043DA8" w:rsidRDefault="00043DA8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Pr="008C0EDC">
        <w:rPr>
          <w:rFonts w:ascii="Times New Roman" w:hAnsi="Times New Roman"/>
          <w:sz w:val="28"/>
          <w:szCs w:val="24"/>
          <w:lang w:val="uk-UA"/>
        </w:rPr>
        <w:t>Додатки 2, 3</w:t>
      </w:r>
      <w:r>
        <w:rPr>
          <w:rFonts w:ascii="Times New Roman" w:hAnsi="Times New Roman"/>
          <w:sz w:val="28"/>
          <w:szCs w:val="24"/>
          <w:lang w:val="uk-UA"/>
        </w:rPr>
        <w:t>, 5</w:t>
      </w:r>
      <w:r w:rsidRPr="008C0EDC">
        <w:rPr>
          <w:rFonts w:ascii="Times New Roman" w:hAnsi="Times New Roman"/>
          <w:sz w:val="28"/>
          <w:szCs w:val="24"/>
          <w:lang w:val="uk-UA"/>
        </w:rPr>
        <w:t xml:space="preserve"> до рішення викласти </w:t>
      </w:r>
      <w:r w:rsidRPr="00EF61C7">
        <w:rPr>
          <w:rFonts w:ascii="Times New Roman" w:hAnsi="Times New Roman"/>
          <w:sz w:val="28"/>
          <w:szCs w:val="24"/>
        </w:rPr>
        <w:t>у новій редакції, що додаються</w:t>
      </w:r>
      <w:r w:rsidRPr="00EF61C7">
        <w:rPr>
          <w:rFonts w:ascii="Times New Roman" w:hAnsi="Times New Roman"/>
          <w:sz w:val="28"/>
          <w:szCs w:val="28"/>
        </w:rPr>
        <w:t xml:space="preserve">. </w:t>
      </w:r>
    </w:p>
    <w:p w:rsidR="00043DA8" w:rsidRPr="00EF61C7" w:rsidRDefault="00043DA8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F61C7">
        <w:rPr>
          <w:rFonts w:ascii="Times New Roman" w:hAnsi="Times New Roman"/>
          <w:sz w:val="28"/>
          <w:szCs w:val="28"/>
        </w:rPr>
        <w:t>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043DA8" w:rsidRDefault="00043DA8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043DA8" w:rsidRDefault="00043DA8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043DA8" w:rsidRDefault="00043DA8" w:rsidP="008C0EDC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 Ігор ДЗЮБА</w:t>
      </w:r>
    </w:p>
    <w:sectPr w:rsidR="00043DA8" w:rsidSect="001B3E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17421"/>
    <w:rsid w:val="000238AB"/>
    <w:rsid w:val="00024791"/>
    <w:rsid w:val="00024E8F"/>
    <w:rsid w:val="00033C17"/>
    <w:rsid w:val="00042600"/>
    <w:rsid w:val="00043DA8"/>
    <w:rsid w:val="0006313F"/>
    <w:rsid w:val="000806A1"/>
    <w:rsid w:val="000B454C"/>
    <w:rsid w:val="000C0059"/>
    <w:rsid w:val="000C7ACE"/>
    <w:rsid w:val="000E36B8"/>
    <w:rsid w:val="000E7263"/>
    <w:rsid w:val="000F6A69"/>
    <w:rsid w:val="000F749F"/>
    <w:rsid w:val="00121FAF"/>
    <w:rsid w:val="00126F5D"/>
    <w:rsid w:val="0013069C"/>
    <w:rsid w:val="00130A6E"/>
    <w:rsid w:val="0015051E"/>
    <w:rsid w:val="001574D2"/>
    <w:rsid w:val="00161CFB"/>
    <w:rsid w:val="0016703D"/>
    <w:rsid w:val="001930E8"/>
    <w:rsid w:val="001A66DC"/>
    <w:rsid w:val="001B3EB5"/>
    <w:rsid w:val="001C2E9C"/>
    <w:rsid w:val="001D144A"/>
    <w:rsid w:val="001E052C"/>
    <w:rsid w:val="001E7103"/>
    <w:rsid w:val="001E7CB7"/>
    <w:rsid w:val="001F0ADB"/>
    <w:rsid w:val="001F4BB3"/>
    <w:rsid w:val="002275F8"/>
    <w:rsid w:val="00240E49"/>
    <w:rsid w:val="0024400F"/>
    <w:rsid w:val="002453D6"/>
    <w:rsid w:val="00260548"/>
    <w:rsid w:val="002673BC"/>
    <w:rsid w:val="00292E20"/>
    <w:rsid w:val="002B3EDB"/>
    <w:rsid w:val="002C0E98"/>
    <w:rsid w:val="002C437A"/>
    <w:rsid w:val="002D0DEF"/>
    <w:rsid w:val="002F1543"/>
    <w:rsid w:val="00303559"/>
    <w:rsid w:val="00312D05"/>
    <w:rsid w:val="0031548E"/>
    <w:rsid w:val="0031555E"/>
    <w:rsid w:val="003208EC"/>
    <w:rsid w:val="003255AB"/>
    <w:rsid w:val="003259D9"/>
    <w:rsid w:val="00336DF2"/>
    <w:rsid w:val="00385DEE"/>
    <w:rsid w:val="003D1C2B"/>
    <w:rsid w:val="003E03DB"/>
    <w:rsid w:val="00403131"/>
    <w:rsid w:val="00412A82"/>
    <w:rsid w:val="00416B39"/>
    <w:rsid w:val="00440CB2"/>
    <w:rsid w:val="00454F88"/>
    <w:rsid w:val="004652FB"/>
    <w:rsid w:val="004B0C64"/>
    <w:rsid w:val="004B5270"/>
    <w:rsid w:val="004B7DD7"/>
    <w:rsid w:val="004C1478"/>
    <w:rsid w:val="004E24B0"/>
    <w:rsid w:val="004F0CEF"/>
    <w:rsid w:val="004F6CD8"/>
    <w:rsid w:val="005009CD"/>
    <w:rsid w:val="00502668"/>
    <w:rsid w:val="00513808"/>
    <w:rsid w:val="0052164F"/>
    <w:rsid w:val="005476D3"/>
    <w:rsid w:val="00566FEF"/>
    <w:rsid w:val="005815FC"/>
    <w:rsid w:val="005868A7"/>
    <w:rsid w:val="00604398"/>
    <w:rsid w:val="00605CD1"/>
    <w:rsid w:val="0061571F"/>
    <w:rsid w:val="0062093E"/>
    <w:rsid w:val="00626AC1"/>
    <w:rsid w:val="00630396"/>
    <w:rsid w:val="006353CE"/>
    <w:rsid w:val="00642466"/>
    <w:rsid w:val="0065374B"/>
    <w:rsid w:val="0067537A"/>
    <w:rsid w:val="00677707"/>
    <w:rsid w:val="0069574E"/>
    <w:rsid w:val="00697917"/>
    <w:rsid w:val="006B511F"/>
    <w:rsid w:val="006B51F7"/>
    <w:rsid w:val="006B5A1E"/>
    <w:rsid w:val="006D49FC"/>
    <w:rsid w:val="006E6598"/>
    <w:rsid w:val="0070358A"/>
    <w:rsid w:val="00705494"/>
    <w:rsid w:val="00721A80"/>
    <w:rsid w:val="00740BCE"/>
    <w:rsid w:val="00746924"/>
    <w:rsid w:val="00751209"/>
    <w:rsid w:val="00754963"/>
    <w:rsid w:val="00755342"/>
    <w:rsid w:val="007568AC"/>
    <w:rsid w:val="00773D42"/>
    <w:rsid w:val="007778C9"/>
    <w:rsid w:val="00785613"/>
    <w:rsid w:val="007A2903"/>
    <w:rsid w:val="007A6CCA"/>
    <w:rsid w:val="007C59FC"/>
    <w:rsid w:val="007D4552"/>
    <w:rsid w:val="007E62E6"/>
    <w:rsid w:val="007F78C1"/>
    <w:rsid w:val="008072D0"/>
    <w:rsid w:val="00814F7B"/>
    <w:rsid w:val="00820CCF"/>
    <w:rsid w:val="008403A3"/>
    <w:rsid w:val="00872E50"/>
    <w:rsid w:val="00893180"/>
    <w:rsid w:val="008C0EDC"/>
    <w:rsid w:val="008C2F67"/>
    <w:rsid w:val="008C36DC"/>
    <w:rsid w:val="008F2CDA"/>
    <w:rsid w:val="00903B11"/>
    <w:rsid w:val="00916032"/>
    <w:rsid w:val="009165E7"/>
    <w:rsid w:val="009363F6"/>
    <w:rsid w:val="00951CC9"/>
    <w:rsid w:val="00977A54"/>
    <w:rsid w:val="009952D2"/>
    <w:rsid w:val="009A26CF"/>
    <w:rsid w:val="009A69FC"/>
    <w:rsid w:val="009B2DCF"/>
    <w:rsid w:val="009D78D7"/>
    <w:rsid w:val="009F4AB4"/>
    <w:rsid w:val="00A01CF7"/>
    <w:rsid w:val="00A0797F"/>
    <w:rsid w:val="00A16528"/>
    <w:rsid w:val="00A352F8"/>
    <w:rsid w:val="00A7676B"/>
    <w:rsid w:val="00A859C9"/>
    <w:rsid w:val="00A93D0C"/>
    <w:rsid w:val="00AE6A4B"/>
    <w:rsid w:val="00AF6005"/>
    <w:rsid w:val="00B05B36"/>
    <w:rsid w:val="00B11C34"/>
    <w:rsid w:val="00B21CFC"/>
    <w:rsid w:val="00B26C8E"/>
    <w:rsid w:val="00B37882"/>
    <w:rsid w:val="00B431AD"/>
    <w:rsid w:val="00B46352"/>
    <w:rsid w:val="00B4657D"/>
    <w:rsid w:val="00B64763"/>
    <w:rsid w:val="00B71927"/>
    <w:rsid w:val="00B71929"/>
    <w:rsid w:val="00B86E67"/>
    <w:rsid w:val="00B93D97"/>
    <w:rsid w:val="00B94B78"/>
    <w:rsid w:val="00B95B00"/>
    <w:rsid w:val="00B96B98"/>
    <w:rsid w:val="00BA2FE1"/>
    <w:rsid w:val="00BA4FA2"/>
    <w:rsid w:val="00BB328A"/>
    <w:rsid w:val="00BB564C"/>
    <w:rsid w:val="00BC3D44"/>
    <w:rsid w:val="00BD40A4"/>
    <w:rsid w:val="00BD652C"/>
    <w:rsid w:val="00BE384F"/>
    <w:rsid w:val="00BF31D2"/>
    <w:rsid w:val="00C036A0"/>
    <w:rsid w:val="00C05EB0"/>
    <w:rsid w:val="00C0758B"/>
    <w:rsid w:val="00C130C8"/>
    <w:rsid w:val="00C25F95"/>
    <w:rsid w:val="00C30EE6"/>
    <w:rsid w:val="00C40538"/>
    <w:rsid w:val="00C4210B"/>
    <w:rsid w:val="00C439A1"/>
    <w:rsid w:val="00C81972"/>
    <w:rsid w:val="00CA3B59"/>
    <w:rsid w:val="00CD1FB6"/>
    <w:rsid w:val="00CF6B1A"/>
    <w:rsid w:val="00CF76CB"/>
    <w:rsid w:val="00D10EB1"/>
    <w:rsid w:val="00D1437A"/>
    <w:rsid w:val="00D54334"/>
    <w:rsid w:val="00D55022"/>
    <w:rsid w:val="00D67067"/>
    <w:rsid w:val="00D8471E"/>
    <w:rsid w:val="00DA552A"/>
    <w:rsid w:val="00DB3030"/>
    <w:rsid w:val="00DC43D5"/>
    <w:rsid w:val="00DC4D75"/>
    <w:rsid w:val="00DC6518"/>
    <w:rsid w:val="00E00150"/>
    <w:rsid w:val="00E00718"/>
    <w:rsid w:val="00E043E7"/>
    <w:rsid w:val="00E34FE1"/>
    <w:rsid w:val="00E52B40"/>
    <w:rsid w:val="00EA5E1E"/>
    <w:rsid w:val="00EA7BBC"/>
    <w:rsid w:val="00EB35E0"/>
    <w:rsid w:val="00EB43D8"/>
    <w:rsid w:val="00EC79F9"/>
    <w:rsid w:val="00EE2054"/>
    <w:rsid w:val="00EF3DC3"/>
    <w:rsid w:val="00EF61C7"/>
    <w:rsid w:val="00F027B1"/>
    <w:rsid w:val="00F0484A"/>
    <w:rsid w:val="00F11B34"/>
    <w:rsid w:val="00F30FC1"/>
    <w:rsid w:val="00F3211B"/>
    <w:rsid w:val="00F472A2"/>
    <w:rsid w:val="00F57A02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E1817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134</Words>
  <Characters>764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2019-11-26T07:02:00Z</cp:lastPrinted>
  <dcterms:created xsi:type="dcterms:W3CDTF">2019-12-18T09:18:00Z</dcterms:created>
  <dcterms:modified xsi:type="dcterms:W3CDTF">2019-12-18T09:18:00Z</dcterms:modified>
</cp:coreProperties>
</file>