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629" w:rsidRPr="00C8727C" w:rsidRDefault="00B82629" w:rsidP="003A4440">
      <w:pPr>
        <w:pStyle w:val="Title"/>
        <w:outlineLvl w:val="0"/>
        <w:rPr>
          <w:b/>
          <w:szCs w:val="28"/>
        </w:rPr>
      </w:pPr>
      <w:r w:rsidRPr="00C8727C">
        <w:rPr>
          <w:b/>
          <w:szCs w:val="28"/>
        </w:rPr>
        <w:t xml:space="preserve">ПОРЯДОК ДЕННИЙ </w:t>
      </w:r>
    </w:p>
    <w:p w:rsidR="00B82629" w:rsidRPr="00C8727C" w:rsidRDefault="00B82629" w:rsidP="003A4440">
      <w:pPr>
        <w:pStyle w:val="Title"/>
        <w:tabs>
          <w:tab w:val="center" w:pos="4844"/>
        </w:tabs>
        <w:rPr>
          <w:szCs w:val="28"/>
        </w:rPr>
      </w:pPr>
      <w:r w:rsidRPr="00C8727C">
        <w:rPr>
          <w:szCs w:val="28"/>
        </w:rPr>
        <w:t xml:space="preserve">пленарного засідання </w:t>
      </w:r>
      <w:r>
        <w:rPr>
          <w:szCs w:val="28"/>
        </w:rPr>
        <w:t xml:space="preserve">шістнадцятої </w:t>
      </w:r>
      <w:r w:rsidRPr="00C8727C">
        <w:rPr>
          <w:szCs w:val="28"/>
        </w:rPr>
        <w:t xml:space="preserve">(позачергової) сесії </w:t>
      </w:r>
    </w:p>
    <w:p w:rsidR="00B82629" w:rsidRPr="00C8727C" w:rsidRDefault="00B82629" w:rsidP="003A4440">
      <w:pPr>
        <w:pStyle w:val="Title"/>
        <w:tabs>
          <w:tab w:val="center" w:pos="4844"/>
        </w:tabs>
        <w:rPr>
          <w:szCs w:val="28"/>
        </w:rPr>
      </w:pPr>
      <w:r w:rsidRPr="00C8727C">
        <w:rPr>
          <w:szCs w:val="28"/>
        </w:rPr>
        <w:t>Марківської селищної ради</w:t>
      </w:r>
    </w:p>
    <w:p w:rsidR="00B82629" w:rsidRPr="00C8727C" w:rsidRDefault="00B82629" w:rsidP="003A4440">
      <w:pPr>
        <w:pStyle w:val="Title"/>
        <w:tabs>
          <w:tab w:val="center" w:pos="4844"/>
        </w:tabs>
        <w:rPr>
          <w:szCs w:val="28"/>
        </w:rPr>
      </w:pPr>
      <w:r w:rsidRPr="00C8727C">
        <w:rPr>
          <w:szCs w:val="28"/>
        </w:rPr>
        <w:t>сьомого скликання</w:t>
      </w:r>
    </w:p>
    <w:p w:rsidR="00B82629" w:rsidRPr="00C8727C" w:rsidRDefault="00B82629" w:rsidP="00E27A85">
      <w:pPr>
        <w:pStyle w:val="Title"/>
        <w:ind w:firstLine="708"/>
        <w:jc w:val="left"/>
        <w:rPr>
          <w:i/>
          <w:szCs w:val="28"/>
        </w:rPr>
      </w:pPr>
    </w:p>
    <w:p w:rsidR="00B82629" w:rsidRPr="00C8727C" w:rsidRDefault="00B82629" w:rsidP="00E27A85">
      <w:pPr>
        <w:pStyle w:val="Title"/>
        <w:ind w:firstLine="708"/>
        <w:jc w:val="left"/>
        <w:rPr>
          <w:i/>
          <w:szCs w:val="28"/>
        </w:rPr>
      </w:pPr>
      <w:r>
        <w:rPr>
          <w:i/>
          <w:szCs w:val="28"/>
        </w:rPr>
        <w:t>28</w:t>
      </w:r>
      <w:r w:rsidRPr="00C8727C">
        <w:rPr>
          <w:i/>
          <w:szCs w:val="28"/>
        </w:rPr>
        <w:t xml:space="preserve"> квітня 2020 року</w:t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</w:t>
      </w:r>
      <w:r w:rsidRPr="00C8727C">
        <w:rPr>
          <w:i/>
          <w:szCs w:val="28"/>
        </w:rPr>
        <w:t>Початок: 1</w:t>
      </w:r>
      <w:r>
        <w:rPr>
          <w:i/>
          <w:szCs w:val="28"/>
        </w:rPr>
        <w:t>4</w:t>
      </w:r>
      <w:r w:rsidRPr="00C8727C">
        <w:rPr>
          <w:i/>
          <w:szCs w:val="28"/>
        </w:rPr>
        <w:t>.00</w:t>
      </w:r>
    </w:p>
    <w:p w:rsidR="00B82629" w:rsidRPr="00C8727C" w:rsidRDefault="00B82629" w:rsidP="00E27A85">
      <w:pPr>
        <w:pStyle w:val="Title"/>
        <w:ind w:firstLine="708"/>
        <w:jc w:val="left"/>
        <w:rPr>
          <w:szCs w:val="28"/>
        </w:rPr>
      </w:pPr>
      <w:r w:rsidRPr="00C8727C">
        <w:rPr>
          <w:szCs w:val="28"/>
        </w:rPr>
        <w:t>смт Марківка</w:t>
      </w:r>
      <w:r w:rsidRPr="00C8727C">
        <w:rPr>
          <w:szCs w:val="28"/>
        </w:rPr>
        <w:tab/>
      </w:r>
      <w:r w:rsidRPr="00C8727C">
        <w:rPr>
          <w:szCs w:val="28"/>
        </w:rPr>
        <w:tab/>
        <w:t xml:space="preserve">             </w:t>
      </w:r>
      <w:r>
        <w:rPr>
          <w:szCs w:val="28"/>
        </w:rPr>
        <w:t xml:space="preserve">     </w:t>
      </w:r>
      <w:r w:rsidRPr="00C8727C">
        <w:rPr>
          <w:szCs w:val="28"/>
        </w:rPr>
        <w:t>Зала засідань райдержадміністрації</w:t>
      </w:r>
    </w:p>
    <w:p w:rsidR="00B82629" w:rsidRPr="00C8727C" w:rsidRDefault="00B82629" w:rsidP="00F63323">
      <w:pPr>
        <w:tabs>
          <w:tab w:val="left" w:pos="9180"/>
        </w:tabs>
        <w:jc w:val="center"/>
        <w:rPr>
          <w:sz w:val="28"/>
          <w:szCs w:val="28"/>
          <w:lang w:val="uk-UA"/>
        </w:rPr>
      </w:pPr>
    </w:p>
    <w:p w:rsidR="00B82629" w:rsidRDefault="00B82629" w:rsidP="00EA6767">
      <w:pPr>
        <w:ind w:firstLine="708"/>
        <w:jc w:val="both"/>
        <w:rPr>
          <w:sz w:val="28"/>
          <w:szCs w:val="28"/>
          <w:lang w:val="uk-UA"/>
        </w:rPr>
      </w:pPr>
    </w:p>
    <w:p w:rsidR="00B82629" w:rsidRPr="00322AD3" w:rsidRDefault="00B82629" w:rsidP="00EA6767">
      <w:pPr>
        <w:ind w:firstLine="708"/>
        <w:jc w:val="both"/>
        <w:rPr>
          <w:sz w:val="28"/>
          <w:szCs w:val="28"/>
          <w:lang w:val="uk-UA"/>
        </w:rPr>
      </w:pPr>
      <w:r w:rsidRPr="00141FA1">
        <w:rPr>
          <w:sz w:val="28"/>
          <w:szCs w:val="28"/>
          <w:lang w:val="uk-UA"/>
        </w:rPr>
        <w:t xml:space="preserve">1. </w:t>
      </w:r>
      <w:r w:rsidRPr="00322AD3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виділення коштів із бюджету Марківської селищної ради на співфінансування забезпечення належних санітарно-гігієнічних умов</w:t>
      </w:r>
      <w:r w:rsidRPr="00322AD3">
        <w:rPr>
          <w:sz w:val="28"/>
          <w:szCs w:val="28"/>
          <w:lang w:val="uk-UA"/>
        </w:rPr>
        <w:t>.</w:t>
      </w:r>
    </w:p>
    <w:p w:rsidR="00B82629" w:rsidRPr="00141FA1" w:rsidRDefault="00B82629" w:rsidP="00EA6767">
      <w:pPr>
        <w:ind w:right="175" w:firstLine="708"/>
        <w:jc w:val="both"/>
        <w:rPr>
          <w:sz w:val="28"/>
          <w:szCs w:val="28"/>
          <w:lang w:val="uk-UA"/>
        </w:rPr>
      </w:pPr>
      <w:r w:rsidRPr="00141FA1">
        <w:rPr>
          <w:b/>
          <w:i/>
          <w:sz w:val="28"/>
          <w:szCs w:val="28"/>
          <w:lang w:val="uk-UA"/>
        </w:rPr>
        <w:t>Доповідає</w:t>
      </w:r>
      <w:r w:rsidRPr="00141FA1">
        <w:rPr>
          <w:sz w:val="28"/>
          <w:szCs w:val="28"/>
          <w:lang w:val="uk-UA"/>
        </w:rPr>
        <w:t xml:space="preserve">: начальник відділу </w:t>
      </w:r>
      <w:r>
        <w:rPr>
          <w:sz w:val="28"/>
          <w:szCs w:val="28"/>
          <w:lang w:val="uk-UA"/>
        </w:rPr>
        <w:t>освіти</w:t>
      </w:r>
      <w:r w:rsidRPr="00141FA1">
        <w:rPr>
          <w:sz w:val="28"/>
          <w:szCs w:val="28"/>
          <w:lang w:val="uk-UA"/>
        </w:rPr>
        <w:t xml:space="preserve"> Марківської селищної ради      </w:t>
      </w:r>
      <w:r>
        <w:rPr>
          <w:sz w:val="28"/>
          <w:szCs w:val="28"/>
          <w:lang w:val="uk-UA"/>
        </w:rPr>
        <w:t>Анатолій Бородавка</w:t>
      </w:r>
      <w:r w:rsidRPr="00141FA1">
        <w:rPr>
          <w:sz w:val="28"/>
          <w:szCs w:val="28"/>
          <w:lang w:val="uk-UA"/>
        </w:rPr>
        <w:t>.</w:t>
      </w:r>
    </w:p>
    <w:p w:rsidR="00B82629" w:rsidRPr="00322AD3" w:rsidRDefault="00B82629" w:rsidP="00746F13">
      <w:pPr>
        <w:ind w:firstLine="708"/>
        <w:jc w:val="both"/>
        <w:rPr>
          <w:sz w:val="27"/>
          <w:szCs w:val="27"/>
          <w:lang w:val="uk-UA"/>
        </w:rPr>
      </w:pPr>
    </w:p>
    <w:p w:rsidR="00B82629" w:rsidRDefault="00B82629" w:rsidP="003065FA">
      <w:pPr>
        <w:ind w:firstLine="708"/>
        <w:jc w:val="both"/>
        <w:rPr>
          <w:sz w:val="28"/>
          <w:szCs w:val="28"/>
          <w:lang w:val="uk-UA"/>
        </w:rPr>
      </w:pPr>
      <w:r w:rsidRPr="003065FA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Про внесення змін до Програми розвитку надання соціальних послуг у Марківській селищній раді на 2020-2022 роки.</w:t>
      </w:r>
    </w:p>
    <w:p w:rsidR="00B82629" w:rsidRDefault="00B82629" w:rsidP="006D4C09">
      <w:pPr>
        <w:ind w:right="175" w:firstLine="708"/>
        <w:jc w:val="both"/>
        <w:rPr>
          <w:sz w:val="28"/>
          <w:szCs w:val="28"/>
          <w:lang w:val="uk-UA"/>
        </w:rPr>
      </w:pPr>
      <w:r w:rsidRPr="003065FA">
        <w:rPr>
          <w:b/>
          <w:i/>
          <w:sz w:val="28"/>
          <w:szCs w:val="28"/>
          <w:lang w:val="uk-UA"/>
        </w:rPr>
        <w:t>Доповідає</w:t>
      </w:r>
      <w:r w:rsidRPr="003065FA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завідувач відділенням соціальної допомоги вдома – заступник директора комунальної установи «Центр надання соціальних послуг» Марківської селищної ради Оксана Гармаш.</w:t>
      </w:r>
    </w:p>
    <w:p w:rsidR="00B82629" w:rsidRDefault="00B82629" w:rsidP="003065FA">
      <w:pPr>
        <w:ind w:firstLine="708"/>
        <w:jc w:val="both"/>
        <w:rPr>
          <w:sz w:val="28"/>
          <w:szCs w:val="28"/>
          <w:lang w:val="uk-UA"/>
        </w:rPr>
      </w:pPr>
    </w:p>
    <w:p w:rsidR="00B82629" w:rsidRPr="003065FA" w:rsidRDefault="00B82629" w:rsidP="003065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3065FA">
        <w:rPr>
          <w:sz w:val="28"/>
          <w:szCs w:val="28"/>
        </w:rPr>
        <w:t>Про внесення змін до бюджету Марківської селищної ради на       2020 рік.</w:t>
      </w:r>
    </w:p>
    <w:p w:rsidR="00B82629" w:rsidRPr="003065FA" w:rsidRDefault="00B82629" w:rsidP="003065FA">
      <w:pPr>
        <w:ind w:right="175" w:firstLine="708"/>
        <w:jc w:val="both"/>
        <w:rPr>
          <w:sz w:val="28"/>
          <w:szCs w:val="28"/>
          <w:lang w:val="uk-UA"/>
        </w:rPr>
      </w:pPr>
      <w:r w:rsidRPr="003065FA">
        <w:rPr>
          <w:b/>
          <w:i/>
          <w:sz w:val="28"/>
          <w:szCs w:val="28"/>
          <w:lang w:val="uk-UA"/>
        </w:rPr>
        <w:t>Доповідає</w:t>
      </w:r>
      <w:r w:rsidRPr="003065FA">
        <w:rPr>
          <w:sz w:val="28"/>
          <w:szCs w:val="28"/>
          <w:lang w:val="uk-UA"/>
        </w:rPr>
        <w:t xml:space="preserve">: начальник відділу </w:t>
      </w:r>
      <w:r>
        <w:rPr>
          <w:sz w:val="28"/>
          <w:szCs w:val="28"/>
          <w:lang w:val="uk-UA"/>
        </w:rPr>
        <w:t xml:space="preserve">бухгалтерського обліку та звітності – головний бухгалтер </w:t>
      </w:r>
      <w:r w:rsidRPr="003065FA">
        <w:rPr>
          <w:sz w:val="28"/>
          <w:szCs w:val="28"/>
          <w:lang w:val="uk-UA"/>
        </w:rPr>
        <w:t xml:space="preserve">Марківської селищної ради </w:t>
      </w:r>
      <w:r>
        <w:rPr>
          <w:sz w:val="28"/>
          <w:szCs w:val="28"/>
          <w:lang w:val="uk-UA"/>
        </w:rPr>
        <w:t>Алла Житник</w:t>
      </w:r>
      <w:r w:rsidRPr="003065FA">
        <w:rPr>
          <w:sz w:val="28"/>
          <w:szCs w:val="28"/>
          <w:lang w:val="uk-UA"/>
        </w:rPr>
        <w:t>.</w:t>
      </w:r>
    </w:p>
    <w:p w:rsidR="00B82629" w:rsidRDefault="00B82629" w:rsidP="00C041BC">
      <w:pPr>
        <w:ind w:firstLine="708"/>
        <w:jc w:val="both"/>
        <w:rPr>
          <w:sz w:val="27"/>
          <w:szCs w:val="27"/>
          <w:lang w:val="uk-UA"/>
        </w:rPr>
      </w:pPr>
    </w:p>
    <w:p w:rsidR="00B82629" w:rsidRDefault="00B82629" w:rsidP="00C041BC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4. </w:t>
      </w:r>
      <w:r w:rsidRPr="000279AA">
        <w:rPr>
          <w:sz w:val="27"/>
          <w:szCs w:val="27"/>
          <w:lang w:val="uk-UA"/>
        </w:rPr>
        <w:t>Різне.</w:t>
      </w:r>
    </w:p>
    <w:p w:rsidR="00B82629" w:rsidRDefault="00B82629" w:rsidP="003925BC">
      <w:pPr>
        <w:jc w:val="both"/>
        <w:rPr>
          <w:sz w:val="27"/>
          <w:szCs w:val="27"/>
          <w:lang w:val="uk-UA"/>
        </w:rPr>
      </w:pPr>
    </w:p>
    <w:p w:rsidR="00B82629" w:rsidRDefault="00B82629" w:rsidP="003925BC">
      <w:pPr>
        <w:jc w:val="both"/>
        <w:rPr>
          <w:sz w:val="27"/>
          <w:szCs w:val="27"/>
          <w:lang w:val="uk-UA"/>
        </w:rPr>
      </w:pPr>
    </w:p>
    <w:p w:rsidR="00B82629" w:rsidRPr="000279AA" w:rsidRDefault="00B82629" w:rsidP="003925BC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Селищний голова                                                                                  Ігор ДЗЮБА</w:t>
      </w:r>
    </w:p>
    <w:sectPr w:rsidR="00B82629" w:rsidRPr="000279AA" w:rsidSect="000279AA">
      <w:pgSz w:w="11906" w:h="16838"/>
      <w:pgMar w:top="567" w:right="1134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629" w:rsidRDefault="00B82629" w:rsidP="00D96CE1">
      <w:r>
        <w:separator/>
      </w:r>
    </w:p>
  </w:endnote>
  <w:endnote w:type="continuationSeparator" w:id="0">
    <w:p w:rsidR="00B82629" w:rsidRDefault="00B82629" w:rsidP="00D96C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629" w:rsidRDefault="00B82629" w:rsidP="00D96CE1">
      <w:r>
        <w:separator/>
      </w:r>
    </w:p>
  </w:footnote>
  <w:footnote w:type="continuationSeparator" w:id="0">
    <w:p w:rsidR="00B82629" w:rsidRDefault="00B82629" w:rsidP="00D96C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374E"/>
    <w:multiLevelType w:val="hybridMultilevel"/>
    <w:tmpl w:val="A058DD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17165E"/>
    <w:multiLevelType w:val="hybridMultilevel"/>
    <w:tmpl w:val="284670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E220708"/>
    <w:multiLevelType w:val="hybridMultilevel"/>
    <w:tmpl w:val="6EDA021A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244F13"/>
    <w:multiLevelType w:val="hybridMultilevel"/>
    <w:tmpl w:val="C9A08CDC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09B6B26"/>
    <w:multiLevelType w:val="hybridMultilevel"/>
    <w:tmpl w:val="AE1CDCCC"/>
    <w:lvl w:ilvl="0" w:tplc="7C50A2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0E7E05"/>
    <w:multiLevelType w:val="hybridMultilevel"/>
    <w:tmpl w:val="668212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E2E3C58"/>
    <w:multiLevelType w:val="hybridMultilevel"/>
    <w:tmpl w:val="76CC1060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4A893B14"/>
    <w:multiLevelType w:val="hybridMultilevel"/>
    <w:tmpl w:val="3E0E1AA6"/>
    <w:lvl w:ilvl="0" w:tplc="FBFA35E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5C754869"/>
    <w:multiLevelType w:val="hybridMultilevel"/>
    <w:tmpl w:val="2E5A85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249CD2">
      <w:start w:val="1"/>
      <w:numFmt w:val="bullet"/>
      <w:lvlText w:val="-"/>
      <w:lvlJc w:val="left"/>
      <w:pPr>
        <w:ind w:left="2685" w:hanging="705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6B6B0A"/>
    <w:multiLevelType w:val="hybridMultilevel"/>
    <w:tmpl w:val="3B14C0D6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E78470B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F5A26C6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125B7A"/>
    <w:multiLevelType w:val="hybridMultilevel"/>
    <w:tmpl w:val="0794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A736E48"/>
    <w:multiLevelType w:val="hybridMultilevel"/>
    <w:tmpl w:val="2DDA5F7A"/>
    <w:lvl w:ilvl="0" w:tplc="FB129D1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8"/>
  </w:num>
  <w:num w:numId="5">
    <w:abstractNumId w:val="12"/>
  </w:num>
  <w:num w:numId="6">
    <w:abstractNumId w:val="6"/>
  </w:num>
  <w:num w:numId="7">
    <w:abstractNumId w:val="9"/>
  </w:num>
  <w:num w:numId="8">
    <w:abstractNumId w:val="4"/>
  </w:num>
  <w:num w:numId="9">
    <w:abstractNumId w:val="2"/>
  </w:num>
  <w:num w:numId="10">
    <w:abstractNumId w:val="3"/>
  </w:num>
  <w:num w:numId="11">
    <w:abstractNumId w:val="5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722F"/>
    <w:rsid w:val="0000017F"/>
    <w:rsid w:val="00000760"/>
    <w:rsid w:val="00000CCD"/>
    <w:rsid w:val="000011A2"/>
    <w:rsid w:val="00001DB8"/>
    <w:rsid w:val="00001F17"/>
    <w:rsid w:val="000026FD"/>
    <w:rsid w:val="00002867"/>
    <w:rsid w:val="000036AD"/>
    <w:rsid w:val="00003D8E"/>
    <w:rsid w:val="00004257"/>
    <w:rsid w:val="0000438E"/>
    <w:rsid w:val="00004D86"/>
    <w:rsid w:val="00004E36"/>
    <w:rsid w:val="0000716C"/>
    <w:rsid w:val="000073A5"/>
    <w:rsid w:val="00007589"/>
    <w:rsid w:val="00007C33"/>
    <w:rsid w:val="00007FCE"/>
    <w:rsid w:val="00010347"/>
    <w:rsid w:val="000103B7"/>
    <w:rsid w:val="00010D72"/>
    <w:rsid w:val="00010FAE"/>
    <w:rsid w:val="00011178"/>
    <w:rsid w:val="0001185C"/>
    <w:rsid w:val="000119A4"/>
    <w:rsid w:val="00012178"/>
    <w:rsid w:val="00012573"/>
    <w:rsid w:val="0001300F"/>
    <w:rsid w:val="000138C5"/>
    <w:rsid w:val="00013F4A"/>
    <w:rsid w:val="000144A8"/>
    <w:rsid w:val="00014F0B"/>
    <w:rsid w:val="0001668B"/>
    <w:rsid w:val="00016825"/>
    <w:rsid w:val="00016F2B"/>
    <w:rsid w:val="00017361"/>
    <w:rsid w:val="000201B4"/>
    <w:rsid w:val="00020832"/>
    <w:rsid w:val="00021C19"/>
    <w:rsid w:val="00021C2D"/>
    <w:rsid w:val="00022286"/>
    <w:rsid w:val="00023D84"/>
    <w:rsid w:val="000250F0"/>
    <w:rsid w:val="000252F4"/>
    <w:rsid w:val="00025872"/>
    <w:rsid w:val="00026149"/>
    <w:rsid w:val="000264A3"/>
    <w:rsid w:val="000265F2"/>
    <w:rsid w:val="000266E9"/>
    <w:rsid w:val="0002686F"/>
    <w:rsid w:val="0002722F"/>
    <w:rsid w:val="000274BC"/>
    <w:rsid w:val="00027523"/>
    <w:rsid w:val="00027690"/>
    <w:rsid w:val="000279AA"/>
    <w:rsid w:val="00027B41"/>
    <w:rsid w:val="00027B93"/>
    <w:rsid w:val="00027CAB"/>
    <w:rsid w:val="00027D23"/>
    <w:rsid w:val="000300FE"/>
    <w:rsid w:val="00033399"/>
    <w:rsid w:val="000335BC"/>
    <w:rsid w:val="00034325"/>
    <w:rsid w:val="000355C5"/>
    <w:rsid w:val="0003564A"/>
    <w:rsid w:val="00035BE1"/>
    <w:rsid w:val="000360E5"/>
    <w:rsid w:val="000363FD"/>
    <w:rsid w:val="00036523"/>
    <w:rsid w:val="00036608"/>
    <w:rsid w:val="00036A71"/>
    <w:rsid w:val="00036A7C"/>
    <w:rsid w:val="00036AC5"/>
    <w:rsid w:val="000370EB"/>
    <w:rsid w:val="0003718F"/>
    <w:rsid w:val="00037331"/>
    <w:rsid w:val="00037739"/>
    <w:rsid w:val="00037ADA"/>
    <w:rsid w:val="00037B7C"/>
    <w:rsid w:val="00040250"/>
    <w:rsid w:val="00041286"/>
    <w:rsid w:val="00041A26"/>
    <w:rsid w:val="00041CEF"/>
    <w:rsid w:val="00042CA8"/>
    <w:rsid w:val="00044718"/>
    <w:rsid w:val="000457CE"/>
    <w:rsid w:val="00045829"/>
    <w:rsid w:val="00045F53"/>
    <w:rsid w:val="00046021"/>
    <w:rsid w:val="0004640F"/>
    <w:rsid w:val="0004654E"/>
    <w:rsid w:val="0004668E"/>
    <w:rsid w:val="0004672C"/>
    <w:rsid w:val="000473D6"/>
    <w:rsid w:val="00047B07"/>
    <w:rsid w:val="00047BA2"/>
    <w:rsid w:val="00047E95"/>
    <w:rsid w:val="000509F3"/>
    <w:rsid w:val="00050CCE"/>
    <w:rsid w:val="00050F10"/>
    <w:rsid w:val="00051B8F"/>
    <w:rsid w:val="00052308"/>
    <w:rsid w:val="00052462"/>
    <w:rsid w:val="0005313D"/>
    <w:rsid w:val="00053620"/>
    <w:rsid w:val="00055883"/>
    <w:rsid w:val="00055E1B"/>
    <w:rsid w:val="000560DA"/>
    <w:rsid w:val="00056453"/>
    <w:rsid w:val="00056994"/>
    <w:rsid w:val="0005700C"/>
    <w:rsid w:val="000570C8"/>
    <w:rsid w:val="00057631"/>
    <w:rsid w:val="00060155"/>
    <w:rsid w:val="000603AA"/>
    <w:rsid w:val="0006053C"/>
    <w:rsid w:val="000606C0"/>
    <w:rsid w:val="000620B9"/>
    <w:rsid w:val="000623D6"/>
    <w:rsid w:val="00062508"/>
    <w:rsid w:val="0006289E"/>
    <w:rsid w:val="00062919"/>
    <w:rsid w:val="00062F81"/>
    <w:rsid w:val="00063A14"/>
    <w:rsid w:val="00063ACF"/>
    <w:rsid w:val="000645FA"/>
    <w:rsid w:val="00064B40"/>
    <w:rsid w:val="0006549E"/>
    <w:rsid w:val="00065926"/>
    <w:rsid w:val="000661C3"/>
    <w:rsid w:val="000662FA"/>
    <w:rsid w:val="00066975"/>
    <w:rsid w:val="00066A16"/>
    <w:rsid w:val="00066DA2"/>
    <w:rsid w:val="0006772B"/>
    <w:rsid w:val="00067757"/>
    <w:rsid w:val="00070309"/>
    <w:rsid w:val="000703AD"/>
    <w:rsid w:val="000704C1"/>
    <w:rsid w:val="000707DC"/>
    <w:rsid w:val="00071076"/>
    <w:rsid w:val="0007108B"/>
    <w:rsid w:val="0007189C"/>
    <w:rsid w:val="00072C0E"/>
    <w:rsid w:val="00072D26"/>
    <w:rsid w:val="000731DF"/>
    <w:rsid w:val="00073FBE"/>
    <w:rsid w:val="00074839"/>
    <w:rsid w:val="00074953"/>
    <w:rsid w:val="00074F12"/>
    <w:rsid w:val="00075774"/>
    <w:rsid w:val="000772BF"/>
    <w:rsid w:val="00077DA8"/>
    <w:rsid w:val="000803DB"/>
    <w:rsid w:val="000804A0"/>
    <w:rsid w:val="00080892"/>
    <w:rsid w:val="00080967"/>
    <w:rsid w:val="000812BD"/>
    <w:rsid w:val="00081EC0"/>
    <w:rsid w:val="000823D7"/>
    <w:rsid w:val="00082AB9"/>
    <w:rsid w:val="00083220"/>
    <w:rsid w:val="000838E4"/>
    <w:rsid w:val="000843A2"/>
    <w:rsid w:val="00084934"/>
    <w:rsid w:val="00085E8F"/>
    <w:rsid w:val="00086E9E"/>
    <w:rsid w:val="00087796"/>
    <w:rsid w:val="000906A2"/>
    <w:rsid w:val="0009087D"/>
    <w:rsid w:val="000908FD"/>
    <w:rsid w:val="0009102A"/>
    <w:rsid w:val="000917E0"/>
    <w:rsid w:val="000917EB"/>
    <w:rsid w:val="00091DD1"/>
    <w:rsid w:val="00092679"/>
    <w:rsid w:val="00092894"/>
    <w:rsid w:val="000928F9"/>
    <w:rsid w:val="00092F99"/>
    <w:rsid w:val="0009379A"/>
    <w:rsid w:val="000944DD"/>
    <w:rsid w:val="00094A78"/>
    <w:rsid w:val="00094F90"/>
    <w:rsid w:val="00095E05"/>
    <w:rsid w:val="00095E0A"/>
    <w:rsid w:val="000976B4"/>
    <w:rsid w:val="000A004F"/>
    <w:rsid w:val="000A0620"/>
    <w:rsid w:val="000A064A"/>
    <w:rsid w:val="000A0AD6"/>
    <w:rsid w:val="000A0B56"/>
    <w:rsid w:val="000A0BB3"/>
    <w:rsid w:val="000A1821"/>
    <w:rsid w:val="000A194B"/>
    <w:rsid w:val="000A1BEA"/>
    <w:rsid w:val="000A20B0"/>
    <w:rsid w:val="000A270B"/>
    <w:rsid w:val="000A294A"/>
    <w:rsid w:val="000A314A"/>
    <w:rsid w:val="000A38AB"/>
    <w:rsid w:val="000A3C8B"/>
    <w:rsid w:val="000A40D6"/>
    <w:rsid w:val="000A4859"/>
    <w:rsid w:val="000A4E44"/>
    <w:rsid w:val="000A5253"/>
    <w:rsid w:val="000A5290"/>
    <w:rsid w:val="000A5495"/>
    <w:rsid w:val="000A552F"/>
    <w:rsid w:val="000A5C84"/>
    <w:rsid w:val="000A5DAF"/>
    <w:rsid w:val="000A5DF7"/>
    <w:rsid w:val="000A65B5"/>
    <w:rsid w:val="000A7103"/>
    <w:rsid w:val="000A71DE"/>
    <w:rsid w:val="000A75B7"/>
    <w:rsid w:val="000A766F"/>
    <w:rsid w:val="000B05C5"/>
    <w:rsid w:val="000B0B41"/>
    <w:rsid w:val="000B19F7"/>
    <w:rsid w:val="000B1CC3"/>
    <w:rsid w:val="000B1D5A"/>
    <w:rsid w:val="000B215C"/>
    <w:rsid w:val="000B33AF"/>
    <w:rsid w:val="000B3472"/>
    <w:rsid w:val="000B3716"/>
    <w:rsid w:val="000B3F40"/>
    <w:rsid w:val="000B5CDE"/>
    <w:rsid w:val="000B6FC3"/>
    <w:rsid w:val="000B71DF"/>
    <w:rsid w:val="000B7234"/>
    <w:rsid w:val="000B7E47"/>
    <w:rsid w:val="000C01EC"/>
    <w:rsid w:val="000C08E6"/>
    <w:rsid w:val="000C0BCA"/>
    <w:rsid w:val="000C0BE0"/>
    <w:rsid w:val="000C1362"/>
    <w:rsid w:val="000C1A55"/>
    <w:rsid w:val="000C28FC"/>
    <w:rsid w:val="000C319E"/>
    <w:rsid w:val="000C37AA"/>
    <w:rsid w:val="000C3D29"/>
    <w:rsid w:val="000C4629"/>
    <w:rsid w:val="000C4F1B"/>
    <w:rsid w:val="000C5424"/>
    <w:rsid w:val="000C5BE4"/>
    <w:rsid w:val="000C63C0"/>
    <w:rsid w:val="000C691B"/>
    <w:rsid w:val="000C70C1"/>
    <w:rsid w:val="000C7170"/>
    <w:rsid w:val="000C77BB"/>
    <w:rsid w:val="000D070B"/>
    <w:rsid w:val="000D0755"/>
    <w:rsid w:val="000D0913"/>
    <w:rsid w:val="000D0ECD"/>
    <w:rsid w:val="000D13B0"/>
    <w:rsid w:val="000D140A"/>
    <w:rsid w:val="000D1A68"/>
    <w:rsid w:val="000D1EDE"/>
    <w:rsid w:val="000D2BCD"/>
    <w:rsid w:val="000D3319"/>
    <w:rsid w:val="000D3566"/>
    <w:rsid w:val="000D35D4"/>
    <w:rsid w:val="000D3C41"/>
    <w:rsid w:val="000D4013"/>
    <w:rsid w:val="000D4EE8"/>
    <w:rsid w:val="000D5C2E"/>
    <w:rsid w:val="000D625C"/>
    <w:rsid w:val="000D69AF"/>
    <w:rsid w:val="000D6BC0"/>
    <w:rsid w:val="000D76CE"/>
    <w:rsid w:val="000D784C"/>
    <w:rsid w:val="000D7A4A"/>
    <w:rsid w:val="000D7C0B"/>
    <w:rsid w:val="000D7CE9"/>
    <w:rsid w:val="000E01D4"/>
    <w:rsid w:val="000E020E"/>
    <w:rsid w:val="000E1939"/>
    <w:rsid w:val="000E299B"/>
    <w:rsid w:val="000E523B"/>
    <w:rsid w:val="000E6819"/>
    <w:rsid w:val="000E68A8"/>
    <w:rsid w:val="000E76E8"/>
    <w:rsid w:val="000F0175"/>
    <w:rsid w:val="000F03A3"/>
    <w:rsid w:val="000F0EBE"/>
    <w:rsid w:val="000F1299"/>
    <w:rsid w:val="000F1C49"/>
    <w:rsid w:val="000F20F3"/>
    <w:rsid w:val="000F2420"/>
    <w:rsid w:val="000F2573"/>
    <w:rsid w:val="000F2B9B"/>
    <w:rsid w:val="000F2DA5"/>
    <w:rsid w:val="000F3121"/>
    <w:rsid w:val="000F3E1E"/>
    <w:rsid w:val="000F4388"/>
    <w:rsid w:val="000F4D99"/>
    <w:rsid w:val="000F5060"/>
    <w:rsid w:val="000F584E"/>
    <w:rsid w:val="000F63CA"/>
    <w:rsid w:val="000F651D"/>
    <w:rsid w:val="000F666F"/>
    <w:rsid w:val="000F745B"/>
    <w:rsid w:val="000F7967"/>
    <w:rsid w:val="000F79FA"/>
    <w:rsid w:val="00100133"/>
    <w:rsid w:val="00100161"/>
    <w:rsid w:val="001011ED"/>
    <w:rsid w:val="001012D8"/>
    <w:rsid w:val="00101922"/>
    <w:rsid w:val="00101EF6"/>
    <w:rsid w:val="00101FAC"/>
    <w:rsid w:val="0010205D"/>
    <w:rsid w:val="00102595"/>
    <w:rsid w:val="00103039"/>
    <w:rsid w:val="0010306C"/>
    <w:rsid w:val="00103323"/>
    <w:rsid w:val="00103510"/>
    <w:rsid w:val="001036BB"/>
    <w:rsid w:val="00104B7D"/>
    <w:rsid w:val="00104F96"/>
    <w:rsid w:val="00104FD0"/>
    <w:rsid w:val="001061B6"/>
    <w:rsid w:val="001064C0"/>
    <w:rsid w:val="0010696C"/>
    <w:rsid w:val="00106A37"/>
    <w:rsid w:val="001073D0"/>
    <w:rsid w:val="001106B3"/>
    <w:rsid w:val="00110763"/>
    <w:rsid w:val="00110CD7"/>
    <w:rsid w:val="00110DDD"/>
    <w:rsid w:val="00112073"/>
    <w:rsid w:val="001127D7"/>
    <w:rsid w:val="00112AD7"/>
    <w:rsid w:val="001130B9"/>
    <w:rsid w:val="00113432"/>
    <w:rsid w:val="00113EC4"/>
    <w:rsid w:val="001146EB"/>
    <w:rsid w:val="00114A25"/>
    <w:rsid w:val="00114CD9"/>
    <w:rsid w:val="0011569D"/>
    <w:rsid w:val="00116837"/>
    <w:rsid w:val="00116F2F"/>
    <w:rsid w:val="001174E1"/>
    <w:rsid w:val="00117552"/>
    <w:rsid w:val="00117582"/>
    <w:rsid w:val="00117DA6"/>
    <w:rsid w:val="001206B6"/>
    <w:rsid w:val="00120C73"/>
    <w:rsid w:val="0012125B"/>
    <w:rsid w:val="001228C6"/>
    <w:rsid w:val="00123101"/>
    <w:rsid w:val="00124119"/>
    <w:rsid w:val="0012425B"/>
    <w:rsid w:val="001245A0"/>
    <w:rsid w:val="001248E5"/>
    <w:rsid w:val="0012493A"/>
    <w:rsid w:val="00124C09"/>
    <w:rsid w:val="00124CCC"/>
    <w:rsid w:val="001254B9"/>
    <w:rsid w:val="00125895"/>
    <w:rsid w:val="00126274"/>
    <w:rsid w:val="001264FD"/>
    <w:rsid w:val="001267C0"/>
    <w:rsid w:val="00126BD0"/>
    <w:rsid w:val="001276D2"/>
    <w:rsid w:val="00127864"/>
    <w:rsid w:val="00127D0A"/>
    <w:rsid w:val="00130238"/>
    <w:rsid w:val="001303F9"/>
    <w:rsid w:val="00130859"/>
    <w:rsid w:val="00130880"/>
    <w:rsid w:val="00130939"/>
    <w:rsid w:val="00130D49"/>
    <w:rsid w:val="0013220D"/>
    <w:rsid w:val="001337B7"/>
    <w:rsid w:val="00133918"/>
    <w:rsid w:val="00133D63"/>
    <w:rsid w:val="00134782"/>
    <w:rsid w:val="001347F8"/>
    <w:rsid w:val="00134AFB"/>
    <w:rsid w:val="00134EA9"/>
    <w:rsid w:val="001359E7"/>
    <w:rsid w:val="00136210"/>
    <w:rsid w:val="00136BB4"/>
    <w:rsid w:val="00136F12"/>
    <w:rsid w:val="0013771A"/>
    <w:rsid w:val="00140044"/>
    <w:rsid w:val="001403FB"/>
    <w:rsid w:val="00140720"/>
    <w:rsid w:val="00141176"/>
    <w:rsid w:val="001415FB"/>
    <w:rsid w:val="001416B7"/>
    <w:rsid w:val="00141AC5"/>
    <w:rsid w:val="00141D63"/>
    <w:rsid w:val="00141FA1"/>
    <w:rsid w:val="0014285F"/>
    <w:rsid w:val="00142FD0"/>
    <w:rsid w:val="0014386E"/>
    <w:rsid w:val="00143B2A"/>
    <w:rsid w:val="0014400D"/>
    <w:rsid w:val="00144285"/>
    <w:rsid w:val="00145185"/>
    <w:rsid w:val="001452C5"/>
    <w:rsid w:val="00145C60"/>
    <w:rsid w:val="001462AB"/>
    <w:rsid w:val="00147A97"/>
    <w:rsid w:val="00147C13"/>
    <w:rsid w:val="0015023A"/>
    <w:rsid w:val="0015060C"/>
    <w:rsid w:val="00150FE9"/>
    <w:rsid w:val="00151597"/>
    <w:rsid w:val="00151B1E"/>
    <w:rsid w:val="00151E36"/>
    <w:rsid w:val="00152403"/>
    <w:rsid w:val="00152585"/>
    <w:rsid w:val="00152DD2"/>
    <w:rsid w:val="001536BB"/>
    <w:rsid w:val="00154BA9"/>
    <w:rsid w:val="001566A6"/>
    <w:rsid w:val="001568E5"/>
    <w:rsid w:val="0015696D"/>
    <w:rsid w:val="001569CE"/>
    <w:rsid w:val="00156B64"/>
    <w:rsid w:val="00156BE8"/>
    <w:rsid w:val="00156F3E"/>
    <w:rsid w:val="00157027"/>
    <w:rsid w:val="001572FE"/>
    <w:rsid w:val="001573CC"/>
    <w:rsid w:val="00157991"/>
    <w:rsid w:val="00157C67"/>
    <w:rsid w:val="00157F50"/>
    <w:rsid w:val="00157FC0"/>
    <w:rsid w:val="00161396"/>
    <w:rsid w:val="00162350"/>
    <w:rsid w:val="00162449"/>
    <w:rsid w:val="00162474"/>
    <w:rsid w:val="00163419"/>
    <w:rsid w:val="001639C2"/>
    <w:rsid w:val="00163A24"/>
    <w:rsid w:val="0016443E"/>
    <w:rsid w:val="0016503D"/>
    <w:rsid w:val="0016575C"/>
    <w:rsid w:val="00165AA3"/>
    <w:rsid w:val="00165B4E"/>
    <w:rsid w:val="00165CA9"/>
    <w:rsid w:val="00166003"/>
    <w:rsid w:val="001667E2"/>
    <w:rsid w:val="00166CF8"/>
    <w:rsid w:val="0016708A"/>
    <w:rsid w:val="00167298"/>
    <w:rsid w:val="001673CB"/>
    <w:rsid w:val="001678D5"/>
    <w:rsid w:val="00171D96"/>
    <w:rsid w:val="00172B3C"/>
    <w:rsid w:val="00172F91"/>
    <w:rsid w:val="00173B74"/>
    <w:rsid w:val="00173E69"/>
    <w:rsid w:val="00173F20"/>
    <w:rsid w:val="001741E8"/>
    <w:rsid w:val="0017422F"/>
    <w:rsid w:val="00174701"/>
    <w:rsid w:val="001770C3"/>
    <w:rsid w:val="00177581"/>
    <w:rsid w:val="0017772C"/>
    <w:rsid w:val="001779E3"/>
    <w:rsid w:val="00177B04"/>
    <w:rsid w:val="001802AE"/>
    <w:rsid w:val="00180362"/>
    <w:rsid w:val="001808EC"/>
    <w:rsid w:val="00180AB2"/>
    <w:rsid w:val="0018157B"/>
    <w:rsid w:val="00181B79"/>
    <w:rsid w:val="00182BA7"/>
    <w:rsid w:val="00183C5E"/>
    <w:rsid w:val="00185F02"/>
    <w:rsid w:val="00186E08"/>
    <w:rsid w:val="00187BEC"/>
    <w:rsid w:val="0019052C"/>
    <w:rsid w:val="0019132A"/>
    <w:rsid w:val="001913D3"/>
    <w:rsid w:val="00191DDE"/>
    <w:rsid w:val="00192175"/>
    <w:rsid w:val="0019228D"/>
    <w:rsid w:val="00192479"/>
    <w:rsid w:val="00192989"/>
    <w:rsid w:val="00192A25"/>
    <w:rsid w:val="001931F9"/>
    <w:rsid w:val="00194BBF"/>
    <w:rsid w:val="00195516"/>
    <w:rsid w:val="00195A15"/>
    <w:rsid w:val="00195F47"/>
    <w:rsid w:val="00196766"/>
    <w:rsid w:val="00196CE4"/>
    <w:rsid w:val="00196DFE"/>
    <w:rsid w:val="00197560"/>
    <w:rsid w:val="001979EE"/>
    <w:rsid w:val="001A0C78"/>
    <w:rsid w:val="001A0F7B"/>
    <w:rsid w:val="001A0F83"/>
    <w:rsid w:val="001A1C42"/>
    <w:rsid w:val="001A1CFE"/>
    <w:rsid w:val="001A1DC0"/>
    <w:rsid w:val="001A1F63"/>
    <w:rsid w:val="001A2398"/>
    <w:rsid w:val="001A37B4"/>
    <w:rsid w:val="001A5475"/>
    <w:rsid w:val="001A6796"/>
    <w:rsid w:val="001A6AE8"/>
    <w:rsid w:val="001A788D"/>
    <w:rsid w:val="001A7B16"/>
    <w:rsid w:val="001B02BF"/>
    <w:rsid w:val="001B0511"/>
    <w:rsid w:val="001B0AED"/>
    <w:rsid w:val="001B0D0A"/>
    <w:rsid w:val="001B15CC"/>
    <w:rsid w:val="001B1F83"/>
    <w:rsid w:val="001B2124"/>
    <w:rsid w:val="001B2B7D"/>
    <w:rsid w:val="001B3086"/>
    <w:rsid w:val="001B31B0"/>
    <w:rsid w:val="001B3946"/>
    <w:rsid w:val="001B3FEE"/>
    <w:rsid w:val="001B5382"/>
    <w:rsid w:val="001B57E5"/>
    <w:rsid w:val="001B5E93"/>
    <w:rsid w:val="001B5F98"/>
    <w:rsid w:val="001B6149"/>
    <w:rsid w:val="001B6BC5"/>
    <w:rsid w:val="001B6FC6"/>
    <w:rsid w:val="001B73F5"/>
    <w:rsid w:val="001B757D"/>
    <w:rsid w:val="001B7930"/>
    <w:rsid w:val="001B7E5B"/>
    <w:rsid w:val="001C0406"/>
    <w:rsid w:val="001C0678"/>
    <w:rsid w:val="001C0D96"/>
    <w:rsid w:val="001C0FF8"/>
    <w:rsid w:val="001C1AB6"/>
    <w:rsid w:val="001C1B6F"/>
    <w:rsid w:val="001C1F9C"/>
    <w:rsid w:val="001C203B"/>
    <w:rsid w:val="001C208C"/>
    <w:rsid w:val="001C30E0"/>
    <w:rsid w:val="001C3487"/>
    <w:rsid w:val="001C3DFF"/>
    <w:rsid w:val="001C3F86"/>
    <w:rsid w:val="001C4090"/>
    <w:rsid w:val="001C48CC"/>
    <w:rsid w:val="001C4B51"/>
    <w:rsid w:val="001C552B"/>
    <w:rsid w:val="001C64D2"/>
    <w:rsid w:val="001C6A81"/>
    <w:rsid w:val="001C6B1E"/>
    <w:rsid w:val="001C7B9D"/>
    <w:rsid w:val="001C7D41"/>
    <w:rsid w:val="001D0E37"/>
    <w:rsid w:val="001D1145"/>
    <w:rsid w:val="001D1369"/>
    <w:rsid w:val="001D1408"/>
    <w:rsid w:val="001D14EB"/>
    <w:rsid w:val="001D1F63"/>
    <w:rsid w:val="001D257B"/>
    <w:rsid w:val="001D30DA"/>
    <w:rsid w:val="001D386F"/>
    <w:rsid w:val="001D3E4D"/>
    <w:rsid w:val="001D4617"/>
    <w:rsid w:val="001D4871"/>
    <w:rsid w:val="001D5502"/>
    <w:rsid w:val="001D5FB1"/>
    <w:rsid w:val="001D632E"/>
    <w:rsid w:val="001D6426"/>
    <w:rsid w:val="001D6489"/>
    <w:rsid w:val="001D78BB"/>
    <w:rsid w:val="001D7C57"/>
    <w:rsid w:val="001E0474"/>
    <w:rsid w:val="001E0A1E"/>
    <w:rsid w:val="001E0A80"/>
    <w:rsid w:val="001E0C87"/>
    <w:rsid w:val="001E0F7E"/>
    <w:rsid w:val="001E172D"/>
    <w:rsid w:val="001E1C4C"/>
    <w:rsid w:val="001E2693"/>
    <w:rsid w:val="001E2C2C"/>
    <w:rsid w:val="001E2E39"/>
    <w:rsid w:val="001E31D8"/>
    <w:rsid w:val="001E3763"/>
    <w:rsid w:val="001E3CC1"/>
    <w:rsid w:val="001E3E78"/>
    <w:rsid w:val="001E4390"/>
    <w:rsid w:val="001E4A68"/>
    <w:rsid w:val="001E4C3E"/>
    <w:rsid w:val="001E50EA"/>
    <w:rsid w:val="001E50F4"/>
    <w:rsid w:val="001E5384"/>
    <w:rsid w:val="001E6DA2"/>
    <w:rsid w:val="001F0A93"/>
    <w:rsid w:val="001F1341"/>
    <w:rsid w:val="001F1F48"/>
    <w:rsid w:val="001F20ED"/>
    <w:rsid w:val="001F263A"/>
    <w:rsid w:val="001F2BDA"/>
    <w:rsid w:val="001F2F5A"/>
    <w:rsid w:val="001F41F4"/>
    <w:rsid w:val="001F4A7C"/>
    <w:rsid w:val="001F4CA9"/>
    <w:rsid w:val="001F56D5"/>
    <w:rsid w:val="001F56FA"/>
    <w:rsid w:val="001F59C3"/>
    <w:rsid w:val="001F5CDC"/>
    <w:rsid w:val="001F650A"/>
    <w:rsid w:val="001F6BB4"/>
    <w:rsid w:val="001F6EBA"/>
    <w:rsid w:val="001F7201"/>
    <w:rsid w:val="001F7452"/>
    <w:rsid w:val="001F79EF"/>
    <w:rsid w:val="0020062F"/>
    <w:rsid w:val="00201630"/>
    <w:rsid w:val="002016F5"/>
    <w:rsid w:val="002022CF"/>
    <w:rsid w:val="00202498"/>
    <w:rsid w:val="00202821"/>
    <w:rsid w:val="00202B69"/>
    <w:rsid w:val="00202EB2"/>
    <w:rsid w:val="0020426B"/>
    <w:rsid w:val="00204896"/>
    <w:rsid w:val="00204DC7"/>
    <w:rsid w:val="00205280"/>
    <w:rsid w:val="00207A02"/>
    <w:rsid w:val="00207A29"/>
    <w:rsid w:val="0021007F"/>
    <w:rsid w:val="00210332"/>
    <w:rsid w:val="002105B0"/>
    <w:rsid w:val="00211BB7"/>
    <w:rsid w:val="00211F04"/>
    <w:rsid w:val="002120D0"/>
    <w:rsid w:val="00212AED"/>
    <w:rsid w:val="00212DFE"/>
    <w:rsid w:val="00212E80"/>
    <w:rsid w:val="00213251"/>
    <w:rsid w:val="00213F62"/>
    <w:rsid w:val="00214103"/>
    <w:rsid w:val="00215384"/>
    <w:rsid w:val="00215955"/>
    <w:rsid w:val="00215F01"/>
    <w:rsid w:val="002177B5"/>
    <w:rsid w:val="00217E80"/>
    <w:rsid w:val="00217EBE"/>
    <w:rsid w:val="0022047A"/>
    <w:rsid w:val="00220BC0"/>
    <w:rsid w:val="002211BB"/>
    <w:rsid w:val="00222303"/>
    <w:rsid w:val="00222356"/>
    <w:rsid w:val="00222FDC"/>
    <w:rsid w:val="00223045"/>
    <w:rsid w:val="0022345A"/>
    <w:rsid w:val="002235D5"/>
    <w:rsid w:val="00223D4E"/>
    <w:rsid w:val="00224999"/>
    <w:rsid w:val="00224FB0"/>
    <w:rsid w:val="00225A63"/>
    <w:rsid w:val="00226C9D"/>
    <w:rsid w:val="00226E4B"/>
    <w:rsid w:val="00227C30"/>
    <w:rsid w:val="00230463"/>
    <w:rsid w:val="002305EF"/>
    <w:rsid w:val="002305F2"/>
    <w:rsid w:val="00230F63"/>
    <w:rsid w:val="00231CCF"/>
    <w:rsid w:val="00231DD3"/>
    <w:rsid w:val="00231E59"/>
    <w:rsid w:val="00232348"/>
    <w:rsid w:val="00232D00"/>
    <w:rsid w:val="0023478C"/>
    <w:rsid w:val="00234FFD"/>
    <w:rsid w:val="0023593E"/>
    <w:rsid w:val="00235ABC"/>
    <w:rsid w:val="00235C4E"/>
    <w:rsid w:val="00236314"/>
    <w:rsid w:val="00236611"/>
    <w:rsid w:val="00236D9F"/>
    <w:rsid w:val="00237633"/>
    <w:rsid w:val="002377D1"/>
    <w:rsid w:val="002378D2"/>
    <w:rsid w:val="002403CA"/>
    <w:rsid w:val="00240752"/>
    <w:rsid w:val="00240AA7"/>
    <w:rsid w:val="00240B3C"/>
    <w:rsid w:val="002410D6"/>
    <w:rsid w:val="00241546"/>
    <w:rsid w:val="00241836"/>
    <w:rsid w:val="00241888"/>
    <w:rsid w:val="00242058"/>
    <w:rsid w:val="0024261C"/>
    <w:rsid w:val="002428E0"/>
    <w:rsid w:val="00243ED2"/>
    <w:rsid w:val="002441B9"/>
    <w:rsid w:val="002442A2"/>
    <w:rsid w:val="00244701"/>
    <w:rsid w:val="002450BC"/>
    <w:rsid w:val="00245554"/>
    <w:rsid w:val="00245A0D"/>
    <w:rsid w:val="00246E26"/>
    <w:rsid w:val="002471BD"/>
    <w:rsid w:val="00247253"/>
    <w:rsid w:val="0024732D"/>
    <w:rsid w:val="00247333"/>
    <w:rsid w:val="0024750F"/>
    <w:rsid w:val="00247D76"/>
    <w:rsid w:val="00247D9A"/>
    <w:rsid w:val="0025035E"/>
    <w:rsid w:val="00250AD9"/>
    <w:rsid w:val="00251EE0"/>
    <w:rsid w:val="0025241C"/>
    <w:rsid w:val="002526CA"/>
    <w:rsid w:val="00252FEB"/>
    <w:rsid w:val="00253269"/>
    <w:rsid w:val="0025473F"/>
    <w:rsid w:val="002549DE"/>
    <w:rsid w:val="00254ABB"/>
    <w:rsid w:val="00255726"/>
    <w:rsid w:val="002557A5"/>
    <w:rsid w:val="00255901"/>
    <w:rsid w:val="00255FAB"/>
    <w:rsid w:val="002567A4"/>
    <w:rsid w:val="00256B7A"/>
    <w:rsid w:val="00256DDD"/>
    <w:rsid w:val="00257FC8"/>
    <w:rsid w:val="002609B2"/>
    <w:rsid w:val="002620C6"/>
    <w:rsid w:val="00262BF5"/>
    <w:rsid w:val="00262D2B"/>
    <w:rsid w:val="00263FBA"/>
    <w:rsid w:val="002640EE"/>
    <w:rsid w:val="00264210"/>
    <w:rsid w:val="00264E33"/>
    <w:rsid w:val="00264EB5"/>
    <w:rsid w:val="002654B0"/>
    <w:rsid w:val="00265F39"/>
    <w:rsid w:val="00265F7E"/>
    <w:rsid w:val="00267189"/>
    <w:rsid w:val="00267C1C"/>
    <w:rsid w:val="002700BA"/>
    <w:rsid w:val="002705D2"/>
    <w:rsid w:val="00270955"/>
    <w:rsid w:val="002714D9"/>
    <w:rsid w:val="002715B7"/>
    <w:rsid w:val="00271986"/>
    <w:rsid w:val="00271993"/>
    <w:rsid w:val="00271C04"/>
    <w:rsid w:val="00271E8B"/>
    <w:rsid w:val="002724AD"/>
    <w:rsid w:val="00272D21"/>
    <w:rsid w:val="0027307A"/>
    <w:rsid w:val="002732A6"/>
    <w:rsid w:val="002746B2"/>
    <w:rsid w:val="00276A0D"/>
    <w:rsid w:val="00276AA0"/>
    <w:rsid w:val="002773E4"/>
    <w:rsid w:val="002778AF"/>
    <w:rsid w:val="00280230"/>
    <w:rsid w:val="0028036C"/>
    <w:rsid w:val="00280F6B"/>
    <w:rsid w:val="0028173A"/>
    <w:rsid w:val="00281AF2"/>
    <w:rsid w:val="00282970"/>
    <w:rsid w:val="00282ABE"/>
    <w:rsid w:val="00282D27"/>
    <w:rsid w:val="00283C6C"/>
    <w:rsid w:val="002846FE"/>
    <w:rsid w:val="00285D13"/>
    <w:rsid w:val="00285D84"/>
    <w:rsid w:val="002860FA"/>
    <w:rsid w:val="00286383"/>
    <w:rsid w:val="002869E9"/>
    <w:rsid w:val="00286BF4"/>
    <w:rsid w:val="00287B66"/>
    <w:rsid w:val="0029056B"/>
    <w:rsid w:val="002905F0"/>
    <w:rsid w:val="00290C95"/>
    <w:rsid w:val="002914B5"/>
    <w:rsid w:val="00291B63"/>
    <w:rsid w:val="00291D36"/>
    <w:rsid w:val="0029239E"/>
    <w:rsid w:val="00292565"/>
    <w:rsid w:val="002927C4"/>
    <w:rsid w:val="00292893"/>
    <w:rsid w:val="00292C84"/>
    <w:rsid w:val="00292E8B"/>
    <w:rsid w:val="00293E6C"/>
    <w:rsid w:val="00294B1A"/>
    <w:rsid w:val="00295595"/>
    <w:rsid w:val="0029576F"/>
    <w:rsid w:val="00295EB0"/>
    <w:rsid w:val="00296A64"/>
    <w:rsid w:val="00296AAD"/>
    <w:rsid w:val="00296C00"/>
    <w:rsid w:val="0029728A"/>
    <w:rsid w:val="002A0A57"/>
    <w:rsid w:val="002A0C9A"/>
    <w:rsid w:val="002A0FE3"/>
    <w:rsid w:val="002A0FF9"/>
    <w:rsid w:val="002A1A20"/>
    <w:rsid w:val="002A2162"/>
    <w:rsid w:val="002A2303"/>
    <w:rsid w:val="002A2C3E"/>
    <w:rsid w:val="002A3192"/>
    <w:rsid w:val="002A34F1"/>
    <w:rsid w:val="002A38FF"/>
    <w:rsid w:val="002A3B1A"/>
    <w:rsid w:val="002A3EBB"/>
    <w:rsid w:val="002A3EDF"/>
    <w:rsid w:val="002A428D"/>
    <w:rsid w:val="002A48A4"/>
    <w:rsid w:val="002A4920"/>
    <w:rsid w:val="002A4965"/>
    <w:rsid w:val="002A4D41"/>
    <w:rsid w:val="002A51D0"/>
    <w:rsid w:val="002A6F86"/>
    <w:rsid w:val="002A7051"/>
    <w:rsid w:val="002A7107"/>
    <w:rsid w:val="002A725E"/>
    <w:rsid w:val="002A74BE"/>
    <w:rsid w:val="002A74CE"/>
    <w:rsid w:val="002A7806"/>
    <w:rsid w:val="002A7849"/>
    <w:rsid w:val="002A7F34"/>
    <w:rsid w:val="002B0DCC"/>
    <w:rsid w:val="002B1532"/>
    <w:rsid w:val="002B21F7"/>
    <w:rsid w:val="002B33CB"/>
    <w:rsid w:val="002B3F9A"/>
    <w:rsid w:val="002B43CB"/>
    <w:rsid w:val="002B48EC"/>
    <w:rsid w:val="002B4B5E"/>
    <w:rsid w:val="002B5917"/>
    <w:rsid w:val="002B6002"/>
    <w:rsid w:val="002B62F2"/>
    <w:rsid w:val="002B6464"/>
    <w:rsid w:val="002B70F1"/>
    <w:rsid w:val="002B7F8A"/>
    <w:rsid w:val="002C0178"/>
    <w:rsid w:val="002C080A"/>
    <w:rsid w:val="002C0C6E"/>
    <w:rsid w:val="002C3676"/>
    <w:rsid w:val="002C3AED"/>
    <w:rsid w:val="002C3EE5"/>
    <w:rsid w:val="002C4015"/>
    <w:rsid w:val="002C421C"/>
    <w:rsid w:val="002C48CC"/>
    <w:rsid w:val="002C48F1"/>
    <w:rsid w:val="002C4EDF"/>
    <w:rsid w:val="002C5503"/>
    <w:rsid w:val="002C7008"/>
    <w:rsid w:val="002C78CB"/>
    <w:rsid w:val="002C7ECA"/>
    <w:rsid w:val="002D0131"/>
    <w:rsid w:val="002D0949"/>
    <w:rsid w:val="002D16F0"/>
    <w:rsid w:val="002D1EE3"/>
    <w:rsid w:val="002D22D8"/>
    <w:rsid w:val="002D2E7A"/>
    <w:rsid w:val="002D2FCA"/>
    <w:rsid w:val="002D3315"/>
    <w:rsid w:val="002D3592"/>
    <w:rsid w:val="002D373C"/>
    <w:rsid w:val="002D41A5"/>
    <w:rsid w:val="002D41FE"/>
    <w:rsid w:val="002D431D"/>
    <w:rsid w:val="002D4503"/>
    <w:rsid w:val="002D4D16"/>
    <w:rsid w:val="002D4FF6"/>
    <w:rsid w:val="002D51E6"/>
    <w:rsid w:val="002D5970"/>
    <w:rsid w:val="002D59CA"/>
    <w:rsid w:val="002D5FB7"/>
    <w:rsid w:val="002D6432"/>
    <w:rsid w:val="002D6677"/>
    <w:rsid w:val="002D6B3B"/>
    <w:rsid w:val="002D6E2D"/>
    <w:rsid w:val="002D785F"/>
    <w:rsid w:val="002D794F"/>
    <w:rsid w:val="002D79D9"/>
    <w:rsid w:val="002D7B88"/>
    <w:rsid w:val="002E07ED"/>
    <w:rsid w:val="002E148B"/>
    <w:rsid w:val="002E43C6"/>
    <w:rsid w:val="002E486E"/>
    <w:rsid w:val="002E4B60"/>
    <w:rsid w:val="002E50E5"/>
    <w:rsid w:val="002E542A"/>
    <w:rsid w:val="002E570D"/>
    <w:rsid w:val="002E5CF8"/>
    <w:rsid w:val="002E5F47"/>
    <w:rsid w:val="002E6E52"/>
    <w:rsid w:val="002E7564"/>
    <w:rsid w:val="002E7694"/>
    <w:rsid w:val="002E787E"/>
    <w:rsid w:val="002E7FD2"/>
    <w:rsid w:val="002F01C0"/>
    <w:rsid w:val="002F01E7"/>
    <w:rsid w:val="002F0805"/>
    <w:rsid w:val="002F086A"/>
    <w:rsid w:val="002F0A8C"/>
    <w:rsid w:val="002F0C61"/>
    <w:rsid w:val="002F183D"/>
    <w:rsid w:val="002F1B29"/>
    <w:rsid w:val="002F24B6"/>
    <w:rsid w:val="002F2C38"/>
    <w:rsid w:val="002F3104"/>
    <w:rsid w:val="002F334C"/>
    <w:rsid w:val="002F33A4"/>
    <w:rsid w:val="002F3622"/>
    <w:rsid w:val="002F3837"/>
    <w:rsid w:val="002F39F2"/>
    <w:rsid w:val="002F3B21"/>
    <w:rsid w:val="002F4509"/>
    <w:rsid w:val="002F4734"/>
    <w:rsid w:val="002F5184"/>
    <w:rsid w:val="002F5C4C"/>
    <w:rsid w:val="002F643E"/>
    <w:rsid w:val="002F65D7"/>
    <w:rsid w:val="002F6B84"/>
    <w:rsid w:val="002F6EC4"/>
    <w:rsid w:val="002F7003"/>
    <w:rsid w:val="002F734B"/>
    <w:rsid w:val="002F7C4A"/>
    <w:rsid w:val="003012B0"/>
    <w:rsid w:val="003022B2"/>
    <w:rsid w:val="003029FF"/>
    <w:rsid w:val="00302AB5"/>
    <w:rsid w:val="0030311E"/>
    <w:rsid w:val="003033A8"/>
    <w:rsid w:val="00303683"/>
    <w:rsid w:val="00303993"/>
    <w:rsid w:val="003039C7"/>
    <w:rsid w:val="00303FD2"/>
    <w:rsid w:val="0030404D"/>
    <w:rsid w:val="003041A1"/>
    <w:rsid w:val="003046C3"/>
    <w:rsid w:val="00304B42"/>
    <w:rsid w:val="00304FA2"/>
    <w:rsid w:val="00305339"/>
    <w:rsid w:val="00305763"/>
    <w:rsid w:val="003058A0"/>
    <w:rsid w:val="003059D2"/>
    <w:rsid w:val="00305AAA"/>
    <w:rsid w:val="00305E1A"/>
    <w:rsid w:val="00306158"/>
    <w:rsid w:val="0030618B"/>
    <w:rsid w:val="003065FA"/>
    <w:rsid w:val="00306651"/>
    <w:rsid w:val="00306A65"/>
    <w:rsid w:val="00307017"/>
    <w:rsid w:val="00307A1C"/>
    <w:rsid w:val="00307B7B"/>
    <w:rsid w:val="00307DAA"/>
    <w:rsid w:val="00307E6E"/>
    <w:rsid w:val="003108DD"/>
    <w:rsid w:val="00311058"/>
    <w:rsid w:val="003113AB"/>
    <w:rsid w:val="003116E4"/>
    <w:rsid w:val="003122C1"/>
    <w:rsid w:val="00312646"/>
    <w:rsid w:val="003130FB"/>
    <w:rsid w:val="00313272"/>
    <w:rsid w:val="0031361B"/>
    <w:rsid w:val="003140CF"/>
    <w:rsid w:val="0031505F"/>
    <w:rsid w:val="003153B3"/>
    <w:rsid w:val="00315EAE"/>
    <w:rsid w:val="0031642F"/>
    <w:rsid w:val="00317231"/>
    <w:rsid w:val="0031728C"/>
    <w:rsid w:val="00317567"/>
    <w:rsid w:val="00320059"/>
    <w:rsid w:val="00320541"/>
    <w:rsid w:val="0032096F"/>
    <w:rsid w:val="00320972"/>
    <w:rsid w:val="00320C84"/>
    <w:rsid w:val="0032148B"/>
    <w:rsid w:val="00322AD3"/>
    <w:rsid w:val="00322B2E"/>
    <w:rsid w:val="00322F7A"/>
    <w:rsid w:val="00323CE3"/>
    <w:rsid w:val="00323D9A"/>
    <w:rsid w:val="0032508F"/>
    <w:rsid w:val="003254C2"/>
    <w:rsid w:val="003259D9"/>
    <w:rsid w:val="00325B6A"/>
    <w:rsid w:val="00325F4A"/>
    <w:rsid w:val="00326072"/>
    <w:rsid w:val="0032687E"/>
    <w:rsid w:val="00326FCA"/>
    <w:rsid w:val="00327A48"/>
    <w:rsid w:val="00327AFA"/>
    <w:rsid w:val="00327DDE"/>
    <w:rsid w:val="0033019B"/>
    <w:rsid w:val="00330533"/>
    <w:rsid w:val="00330EDA"/>
    <w:rsid w:val="0033183A"/>
    <w:rsid w:val="00331C1F"/>
    <w:rsid w:val="00331DC6"/>
    <w:rsid w:val="00332013"/>
    <w:rsid w:val="0033250C"/>
    <w:rsid w:val="00333247"/>
    <w:rsid w:val="0033370E"/>
    <w:rsid w:val="00333F2B"/>
    <w:rsid w:val="0033445D"/>
    <w:rsid w:val="003347A7"/>
    <w:rsid w:val="00334A81"/>
    <w:rsid w:val="00335159"/>
    <w:rsid w:val="00335195"/>
    <w:rsid w:val="00335646"/>
    <w:rsid w:val="0033585E"/>
    <w:rsid w:val="00335965"/>
    <w:rsid w:val="00336108"/>
    <w:rsid w:val="003402CE"/>
    <w:rsid w:val="00340344"/>
    <w:rsid w:val="003408C5"/>
    <w:rsid w:val="00340EC3"/>
    <w:rsid w:val="00341676"/>
    <w:rsid w:val="003417FA"/>
    <w:rsid w:val="00342375"/>
    <w:rsid w:val="00343959"/>
    <w:rsid w:val="00343A21"/>
    <w:rsid w:val="00343D4B"/>
    <w:rsid w:val="003441A6"/>
    <w:rsid w:val="00344345"/>
    <w:rsid w:val="0034485E"/>
    <w:rsid w:val="00346753"/>
    <w:rsid w:val="00346E45"/>
    <w:rsid w:val="00346F69"/>
    <w:rsid w:val="0034738E"/>
    <w:rsid w:val="003474A9"/>
    <w:rsid w:val="0034755E"/>
    <w:rsid w:val="0035019F"/>
    <w:rsid w:val="00350380"/>
    <w:rsid w:val="00350C5D"/>
    <w:rsid w:val="00350D0E"/>
    <w:rsid w:val="00351318"/>
    <w:rsid w:val="0035136D"/>
    <w:rsid w:val="0035139D"/>
    <w:rsid w:val="003513CB"/>
    <w:rsid w:val="0035168A"/>
    <w:rsid w:val="00351735"/>
    <w:rsid w:val="00351792"/>
    <w:rsid w:val="0035183D"/>
    <w:rsid w:val="00352A42"/>
    <w:rsid w:val="00352C78"/>
    <w:rsid w:val="003530E6"/>
    <w:rsid w:val="00354A13"/>
    <w:rsid w:val="0035570D"/>
    <w:rsid w:val="00355BC3"/>
    <w:rsid w:val="00355EE2"/>
    <w:rsid w:val="00356233"/>
    <w:rsid w:val="00356E9C"/>
    <w:rsid w:val="00356F57"/>
    <w:rsid w:val="00357060"/>
    <w:rsid w:val="00357444"/>
    <w:rsid w:val="00357654"/>
    <w:rsid w:val="00357A00"/>
    <w:rsid w:val="00357A8B"/>
    <w:rsid w:val="00357AEE"/>
    <w:rsid w:val="00357C98"/>
    <w:rsid w:val="00357DED"/>
    <w:rsid w:val="00360A50"/>
    <w:rsid w:val="0036142E"/>
    <w:rsid w:val="003620DF"/>
    <w:rsid w:val="00362305"/>
    <w:rsid w:val="00362527"/>
    <w:rsid w:val="0036275F"/>
    <w:rsid w:val="003627BD"/>
    <w:rsid w:val="00362A5C"/>
    <w:rsid w:val="0036383B"/>
    <w:rsid w:val="00363849"/>
    <w:rsid w:val="00363A06"/>
    <w:rsid w:val="00363A1B"/>
    <w:rsid w:val="00363B7D"/>
    <w:rsid w:val="0036411E"/>
    <w:rsid w:val="003645D9"/>
    <w:rsid w:val="00364646"/>
    <w:rsid w:val="00365714"/>
    <w:rsid w:val="00365A49"/>
    <w:rsid w:val="003660AF"/>
    <w:rsid w:val="003664D8"/>
    <w:rsid w:val="00366B3B"/>
    <w:rsid w:val="0036774B"/>
    <w:rsid w:val="00367DBC"/>
    <w:rsid w:val="0037102B"/>
    <w:rsid w:val="00371939"/>
    <w:rsid w:val="003720C6"/>
    <w:rsid w:val="003727A5"/>
    <w:rsid w:val="0037343B"/>
    <w:rsid w:val="00373D16"/>
    <w:rsid w:val="00373D59"/>
    <w:rsid w:val="00373E86"/>
    <w:rsid w:val="0037436D"/>
    <w:rsid w:val="00374A0C"/>
    <w:rsid w:val="00374A7F"/>
    <w:rsid w:val="00374BDC"/>
    <w:rsid w:val="00374D5D"/>
    <w:rsid w:val="00374E4B"/>
    <w:rsid w:val="003763EC"/>
    <w:rsid w:val="00376DDD"/>
    <w:rsid w:val="00377291"/>
    <w:rsid w:val="00377DFC"/>
    <w:rsid w:val="003800C2"/>
    <w:rsid w:val="0038185D"/>
    <w:rsid w:val="00381D9A"/>
    <w:rsid w:val="00381E90"/>
    <w:rsid w:val="00382AED"/>
    <w:rsid w:val="00382B16"/>
    <w:rsid w:val="00382BBC"/>
    <w:rsid w:val="00383F6E"/>
    <w:rsid w:val="003842D2"/>
    <w:rsid w:val="00384737"/>
    <w:rsid w:val="003848C4"/>
    <w:rsid w:val="0038533F"/>
    <w:rsid w:val="00385690"/>
    <w:rsid w:val="00385AFA"/>
    <w:rsid w:val="003862FD"/>
    <w:rsid w:val="00387166"/>
    <w:rsid w:val="0038732D"/>
    <w:rsid w:val="003878C0"/>
    <w:rsid w:val="00387D3D"/>
    <w:rsid w:val="003900C7"/>
    <w:rsid w:val="0039056E"/>
    <w:rsid w:val="00390610"/>
    <w:rsid w:val="003918D9"/>
    <w:rsid w:val="00391B9E"/>
    <w:rsid w:val="003925BC"/>
    <w:rsid w:val="003929A0"/>
    <w:rsid w:val="00393603"/>
    <w:rsid w:val="0039421A"/>
    <w:rsid w:val="003946C8"/>
    <w:rsid w:val="00394DC1"/>
    <w:rsid w:val="00394E93"/>
    <w:rsid w:val="00394F64"/>
    <w:rsid w:val="0039636A"/>
    <w:rsid w:val="0039659C"/>
    <w:rsid w:val="00396F9E"/>
    <w:rsid w:val="00397175"/>
    <w:rsid w:val="00397235"/>
    <w:rsid w:val="003973C9"/>
    <w:rsid w:val="00397AD6"/>
    <w:rsid w:val="003A0547"/>
    <w:rsid w:val="003A06C5"/>
    <w:rsid w:val="003A1384"/>
    <w:rsid w:val="003A13C3"/>
    <w:rsid w:val="003A1E68"/>
    <w:rsid w:val="003A202C"/>
    <w:rsid w:val="003A22AA"/>
    <w:rsid w:val="003A36B5"/>
    <w:rsid w:val="003A36D3"/>
    <w:rsid w:val="003A3AF6"/>
    <w:rsid w:val="003A40C9"/>
    <w:rsid w:val="003A4440"/>
    <w:rsid w:val="003A519D"/>
    <w:rsid w:val="003A5901"/>
    <w:rsid w:val="003A5952"/>
    <w:rsid w:val="003A6C16"/>
    <w:rsid w:val="003B00C8"/>
    <w:rsid w:val="003B089B"/>
    <w:rsid w:val="003B0FA8"/>
    <w:rsid w:val="003B1A58"/>
    <w:rsid w:val="003B1DFF"/>
    <w:rsid w:val="003B1F1A"/>
    <w:rsid w:val="003B2515"/>
    <w:rsid w:val="003B25DA"/>
    <w:rsid w:val="003B2925"/>
    <w:rsid w:val="003B3087"/>
    <w:rsid w:val="003B31A5"/>
    <w:rsid w:val="003B34C3"/>
    <w:rsid w:val="003B3744"/>
    <w:rsid w:val="003B45AF"/>
    <w:rsid w:val="003B45B7"/>
    <w:rsid w:val="003B4A23"/>
    <w:rsid w:val="003B4C6F"/>
    <w:rsid w:val="003B53EE"/>
    <w:rsid w:val="003B5744"/>
    <w:rsid w:val="003B5979"/>
    <w:rsid w:val="003B59BA"/>
    <w:rsid w:val="003B6E95"/>
    <w:rsid w:val="003B764D"/>
    <w:rsid w:val="003B7718"/>
    <w:rsid w:val="003C033A"/>
    <w:rsid w:val="003C076B"/>
    <w:rsid w:val="003C081B"/>
    <w:rsid w:val="003C0E0A"/>
    <w:rsid w:val="003C1091"/>
    <w:rsid w:val="003C1390"/>
    <w:rsid w:val="003C166A"/>
    <w:rsid w:val="003C1DCB"/>
    <w:rsid w:val="003C21B1"/>
    <w:rsid w:val="003C29E9"/>
    <w:rsid w:val="003C2EF2"/>
    <w:rsid w:val="003C3409"/>
    <w:rsid w:val="003C3D41"/>
    <w:rsid w:val="003C4679"/>
    <w:rsid w:val="003C4798"/>
    <w:rsid w:val="003C4C29"/>
    <w:rsid w:val="003C51C4"/>
    <w:rsid w:val="003C5202"/>
    <w:rsid w:val="003C588C"/>
    <w:rsid w:val="003C5D8D"/>
    <w:rsid w:val="003C68FE"/>
    <w:rsid w:val="003C6E70"/>
    <w:rsid w:val="003D0AE6"/>
    <w:rsid w:val="003D10D4"/>
    <w:rsid w:val="003D14C2"/>
    <w:rsid w:val="003D1A4A"/>
    <w:rsid w:val="003D1AB4"/>
    <w:rsid w:val="003D1B36"/>
    <w:rsid w:val="003D1FBF"/>
    <w:rsid w:val="003D22C5"/>
    <w:rsid w:val="003D2EE6"/>
    <w:rsid w:val="003D3576"/>
    <w:rsid w:val="003D35FF"/>
    <w:rsid w:val="003D3657"/>
    <w:rsid w:val="003D3962"/>
    <w:rsid w:val="003D3A79"/>
    <w:rsid w:val="003D3BCF"/>
    <w:rsid w:val="003D3FDE"/>
    <w:rsid w:val="003D40ED"/>
    <w:rsid w:val="003D413B"/>
    <w:rsid w:val="003D458F"/>
    <w:rsid w:val="003D46F1"/>
    <w:rsid w:val="003D4D52"/>
    <w:rsid w:val="003D4ED5"/>
    <w:rsid w:val="003D517C"/>
    <w:rsid w:val="003D6B72"/>
    <w:rsid w:val="003D7544"/>
    <w:rsid w:val="003D7B42"/>
    <w:rsid w:val="003E014D"/>
    <w:rsid w:val="003E169A"/>
    <w:rsid w:val="003E1821"/>
    <w:rsid w:val="003E2585"/>
    <w:rsid w:val="003E2722"/>
    <w:rsid w:val="003E2778"/>
    <w:rsid w:val="003E4A2A"/>
    <w:rsid w:val="003E4DA5"/>
    <w:rsid w:val="003E5D08"/>
    <w:rsid w:val="003E6234"/>
    <w:rsid w:val="003E64ED"/>
    <w:rsid w:val="003E6D9F"/>
    <w:rsid w:val="003E7C81"/>
    <w:rsid w:val="003E7DED"/>
    <w:rsid w:val="003F0327"/>
    <w:rsid w:val="003F0B9D"/>
    <w:rsid w:val="003F149F"/>
    <w:rsid w:val="003F20DF"/>
    <w:rsid w:val="003F32AF"/>
    <w:rsid w:val="003F38D0"/>
    <w:rsid w:val="003F3B84"/>
    <w:rsid w:val="003F55A5"/>
    <w:rsid w:val="003F572D"/>
    <w:rsid w:val="003F5740"/>
    <w:rsid w:val="003F611E"/>
    <w:rsid w:val="003F6147"/>
    <w:rsid w:val="003F65BF"/>
    <w:rsid w:val="003F75F2"/>
    <w:rsid w:val="004002EC"/>
    <w:rsid w:val="00400D0B"/>
    <w:rsid w:val="0040124A"/>
    <w:rsid w:val="004017C6"/>
    <w:rsid w:val="00401BDF"/>
    <w:rsid w:val="00402349"/>
    <w:rsid w:val="00402981"/>
    <w:rsid w:val="00403319"/>
    <w:rsid w:val="00403CC7"/>
    <w:rsid w:val="00404489"/>
    <w:rsid w:val="00404CA6"/>
    <w:rsid w:val="00404DE9"/>
    <w:rsid w:val="0040542F"/>
    <w:rsid w:val="004058D0"/>
    <w:rsid w:val="00405A40"/>
    <w:rsid w:val="00406B06"/>
    <w:rsid w:val="00406E02"/>
    <w:rsid w:val="00406E6F"/>
    <w:rsid w:val="004073BD"/>
    <w:rsid w:val="00407B07"/>
    <w:rsid w:val="00407B86"/>
    <w:rsid w:val="0041035E"/>
    <w:rsid w:val="004106FE"/>
    <w:rsid w:val="004108E9"/>
    <w:rsid w:val="00410936"/>
    <w:rsid w:val="00410B4B"/>
    <w:rsid w:val="00411313"/>
    <w:rsid w:val="00411BC8"/>
    <w:rsid w:val="00412847"/>
    <w:rsid w:val="00412886"/>
    <w:rsid w:val="00413095"/>
    <w:rsid w:val="004130BB"/>
    <w:rsid w:val="004133A4"/>
    <w:rsid w:val="00413598"/>
    <w:rsid w:val="00413686"/>
    <w:rsid w:val="00413960"/>
    <w:rsid w:val="00413A8E"/>
    <w:rsid w:val="00414A55"/>
    <w:rsid w:val="0041521A"/>
    <w:rsid w:val="00415763"/>
    <w:rsid w:val="00416474"/>
    <w:rsid w:val="00416992"/>
    <w:rsid w:val="00417984"/>
    <w:rsid w:val="00417A70"/>
    <w:rsid w:val="00417BA0"/>
    <w:rsid w:val="00421934"/>
    <w:rsid w:val="004221DA"/>
    <w:rsid w:val="00422E37"/>
    <w:rsid w:val="00423083"/>
    <w:rsid w:val="00423944"/>
    <w:rsid w:val="00423A6B"/>
    <w:rsid w:val="004244FE"/>
    <w:rsid w:val="00424547"/>
    <w:rsid w:val="00424B1D"/>
    <w:rsid w:val="00424E82"/>
    <w:rsid w:val="00424E95"/>
    <w:rsid w:val="00425172"/>
    <w:rsid w:val="00425A50"/>
    <w:rsid w:val="0042608C"/>
    <w:rsid w:val="004263A9"/>
    <w:rsid w:val="00426A8D"/>
    <w:rsid w:val="00427150"/>
    <w:rsid w:val="00427527"/>
    <w:rsid w:val="00427957"/>
    <w:rsid w:val="00427D08"/>
    <w:rsid w:val="00427E67"/>
    <w:rsid w:val="00427F14"/>
    <w:rsid w:val="00430577"/>
    <w:rsid w:val="0043095A"/>
    <w:rsid w:val="00431197"/>
    <w:rsid w:val="0043204C"/>
    <w:rsid w:val="004320C6"/>
    <w:rsid w:val="004321C0"/>
    <w:rsid w:val="00432474"/>
    <w:rsid w:val="004337D3"/>
    <w:rsid w:val="00433A57"/>
    <w:rsid w:val="0043448C"/>
    <w:rsid w:val="00434E98"/>
    <w:rsid w:val="00434EB5"/>
    <w:rsid w:val="0043560B"/>
    <w:rsid w:val="00435F55"/>
    <w:rsid w:val="00436DB9"/>
    <w:rsid w:val="0044077B"/>
    <w:rsid w:val="00440EF2"/>
    <w:rsid w:val="0044109A"/>
    <w:rsid w:val="00442D09"/>
    <w:rsid w:val="00443269"/>
    <w:rsid w:val="00443BD1"/>
    <w:rsid w:val="00444203"/>
    <w:rsid w:val="0044497C"/>
    <w:rsid w:val="00444D15"/>
    <w:rsid w:val="00444D20"/>
    <w:rsid w:val="00444FCD"/>
    <w:rsid w:val="0044538E"/>
    <w:rsid w:val="0044567E"/>
    <w:rsid w:val="00445804"/>
    <w:rsid w:val="00445AA6"/>
    <w:rsid w:val="00446042"/>
    <w:rsid w:val="00446412"/>
    <w:rsid w:val="00446798"/>
    <w:rsid w:val="0044699B"/>
    <w:rsid w:val="00446DE7"/>
    <w:rsid w:val="00447089"/>
    <w:rsid w:val="00447326"/>
    <w:rsid w:val="00450A52"/>
    <w:rsid w:val="00450DBB"/>
    <w:rsid w:val="00450EEE"/>
    <w:rsid w:val="00451449"/>
    <w:rsid w:val="00451CD3"/>
    <w:rsid w:val="00451EB2"/>
    <w:rsid w:val="0045236F"/>
    <w:rsid w:val="004524CD"/>
    <w:rsid w:val="00452613"/>
    <w:rsid w:val="004529FB"/>
    <w:rsid w:val="004533C8"/>
    <w:rsid w:val="00454A64"/>
    <w:rsid w:val="00455C1D"/>
    <w:rsid w:val="00456B7C"/>
    <w:rsid w:val="004609AB"/>
    <w:rsid w:val="00460DED"/>
    <w:rsid w:val="00460FE0"/>
    <w:rsid w:val="00461DEE"/>
    <w:rsid w:val="004626B7"/>
    <w:rsid w:val="0046299E"/>
    <w:rsid w:val="00462BBE"/>
    <w:rsid w:val="00462D8F"/>
    <w:rsid w:val="0046346D"/>
    <w:rsid w:val="0046354E"/>
    <w:rsid w:val="00463E0E"/>
    <w:rsid w:val="0046405F"/>
    <w:rsid w:val="0046432C"/>
    <w:rsid w:val="0046442D"/>
    <w:rsid w:val="00464D69"/>
    <w:rsid w:val="004657D2"/>
    <w:rsid w:val="00465F41"/>
    <w:rsid w:val="004668A8"/>
    <w:rsid w:val="004668E6"/>
    <w:rsid w:val="00466A5F"/>
    <w:rsid w:val="004676A1"/>
    <w:rsid w:val="00467A00"/>
    <w:rsid w:val="00467BAE"/>
    <w:rsid w:val="00467D1F"/>
    <w:rsid w:val="00467D6E"/>
    <w:rsid w:val="00470789"/>
    <w:rsid w:val="004708BE"/>
    <w:rsid w:val="00470C6B"/>
    <w:rsid w:val="0047157A"/>
    <w:rsid w:val="004717ED"/>
    <w:rsid w:val="00472D95"/>
    <w:rsid w:val="00473102"/>
    <w:rsid w:val="00473BDF"/>
    <w:rsid w:val="00474B47"/>
    <w:rsid w:val="00474F48"/>
    <w:rsid w:val="004757F3"/>
    <w:rsid w:val="00476B15"/>
    <w:rsid w:val="00476CE0"/>
    <w:rsid w:val="00477533"/>
    <w:rsid w:val="00477845"/>
    <w:rsid w:val="004804F1"/>
    <w:rsid w:val="004815DC"/>
    <w:rsid w:val="004816A3"/>
    <w:rsid w:val="00481928"/>
    <w:rsid w:val="00481AD4"/>
    <w:rsid w:val="004820EF"/>
    <w:rsid w:val="0048271B"/>
    <w:rsid w:val="00482E17"/>
    <w:rsid w:val="00483530"/>
    <w:rsid w:val="00483877"/>
    <w:rsid w:val="004839E2"/>
    <w:rsid w:val="004850FB"/>
    <w:rsid w:val="00486060"/>
    <w:rsid w:val="00486211"/>
    <w:rsid w:val="00486674"/>
    <w:rsid w:val="00486CDA"/>
    <w:rsid w:val="00490043"/>
    <w:rsid w:val="0049008A"/>
    <w:rsid w:val="00490181"/>
    <w:rsid w:val="00490322"/>
    <w:rsid w:val="0049038A"/>
    <w:rsid w:val="004905C7"/>
    <w:rsid w:val="00490A43"/>
    <w:rsid w:val="00490A79"/>
    <w:rsid w:val="00490C4B"/>
    <w:rsid w:val="00490EDC"/>
    <w:rsid w:val="00491027"/>
    <w:rsid w:val="004913C3"/>
    <w:rsid w:val="004919C3"/>
    <w:rsid w:val="004923AB"/>
    <w:rsid w:val="00492515"/>
    <w:rsid w:val="00492EEF"/>
    <w:rsid w:val="004930EC"/>
    <w:rsid w:val="0049330D"/>
    <w:rsid w:val="00493326"/>
    <w:rsid w:val="00493397"/>
    <w:rsid w:val="00493AB2"/>
    <w:rsid w:val="00494E90"/>
    <w:rsid w:val="0049548D"/>
    <w:rsid w:val="00495659"/>
    <w:rsid w:val="004959DF"/>
    <w:rsid w:val="00495B2B"/>
    <w:rsid w:val="00495F6B"/>
    <w:rsid w:val="00496EED"/>
    <w:rsid w:val="00497727"/>
    <w:rsid w:val="00497F18"/>
    <w:rsid w:val="004A1AF7"/>
    <w:rsid w:val="004A1C1E"/>
    <w:rsid w:val="004A1ED1"/>
    <w:rsid w:val="004A23DE"/>
    <w:rsid w:val="004A2923"/>
    <w:rsid w:val="004A3828"/>
    <w:rsid w:val="004A3C4C"/>
    <w:rsid w:val="004A3D11"/>
    <w:rsid w:val="004A3E62"/>
    <w:rsid w:val="004A4F7F"/>
    <w:rsid w:val="004A5A2F"/>
    <w:rsid w:val="004A6322"/>
    <w:rsid w:val="004A634C"/>
    <w:rsid w:val="004A705C"/>
    <w:rsid w:val="004A71EF"/>
    <w:rsid w:val="004A7877"/>
    <w:rsid w:val="004B022C"/>
    <w:rsid w:val="004B03A5"/>
    <w:rsid w:val="004B05EA"/>
    <w:rsid w:val="004B0B7C"/>
    <w:rsid w:val="004B0FA5"/>
    <w:rsid w:val="004B144F"/>
    <w:rsid w:val="004B17F1"/>
    <w:rsid w:val="004B1BCC"/>
    <w:rsid w:val="004B2528"/>
    <w:rsid w:val="004B2D64"/>
    <w:rsid w:val="004B3513"/>
    <w:rsid w:val="004B3539"/>
    <w:rsid w:val="004B3A73"/>
    <w:rsid w:val="004B3A93"/>
    <w:rsid w:val="004B3F80"/>
    <w:rsid w:val="004B4A22"/>
    <w:rsid w:val="004B4D76"/>
    <w:rsid w:val="004B51C7"/>
    <w:rsid w:val="004B5338"/>
    <w:rsid w:val="004B57BE"/>
    <w:rsid w:val="004B6D42"/>
    <w:rsid w:val="004B6E31"/>
    <w:rsid w:val="004B7026"/>
    <w:rsid w:val="004B71F3"/>
    <w:rsid w:val="004B78D4"/>
    <w:rsid w:val="004C00D3"/>
    <w:rsid w:val="004C0F15"/>
    <w:rsid w:val="004C152A"/>
    <w:rsid w:val="004C16AF"/>
    <w:rsid w:val="004C260D"/>
    <w:rsid w:val="004C2B12"/>
    <w:rsid w:val="004C2B6B"/>
    <w:rsid w:val="004C2EC7"/>
    <w:rsid w:val="004C32B3"/>
    <w:rsid w:val="004C3D23"/>
    <w:rsid w:val="004C537E"/>
    <w:rsid w:val="004C5574"/>
    <w:rsid w:val="004C5E52"/>
    <w:rsid w:val="004C6FF5"/>
    <w:rsid w:val="004C7149"/>
    <w:rsid w:val="004C7C5E"/>
    <w:rsid w:val="004D0890"/>
    <w:rsid w:val="004D0E41"/>
    <w:rsid w:val="004D0FC4"/>
    <w:rsid w:val="004D19ED"/>
    <w:rsid w:val="004D1A5B"/>
    <w:rsid w:val="004D1C6D"/>
    <w:rsid w:val="004D30A6"/>
    <w:rsid w:val="004D317D"/>
    <w:rsid w:val="004D31D0"/>
    <w:rsid w:val="004D35CA"/>
    <w:rsid w:val="004D45A9"/>
    <w:rsid w:val="004D45EF"/>
    <w:rsid w:val="004D4A37"/>
    <w:rsid w:val="004D5060"/>
    <w:rsid w:val="004D551B"/>
    <w:rsid w:val="004D6696"/>
    <w:rsid w:val="004D6705"/>
    <w:rsid w:val="004D688A"/>
    <w:rsid w:val="004D6C23"/>
    <w:rsid w:val="004D7B07"/>
    <w:rsid w:val="004D7E94"/>
    <w:rsid w:val="004E00C6"/>
    <w:rsid w:val="004E1C1C"/>
    <w:rsid w:val="004E1E0B"/>
    <w:rsid w:val="004E25E3"/>
    <w:rsid w:val="004E3713"/>
    <w:rsid w:val="004E3A02"/>
    <w:rsid w:val="004E4D89"/>
    <w:rsid w:val="004E4EBD"/>
    <w:rsid w:val="004E4F98"/>
    <w:rsid w:val="004E520F"/>
    <w:rsid w:val="004E5728"/>
    <w:rsid w:val="004E59E3"/>
    <w:rsid w:val="004E6313"/>
    <w:rsid w:val="004E68DB"/>
    <w:rsid w:val="004E7742"/>
    <w:rsid w:val="004E7E8F"/>
    <w:rsid w:val="004F0A4E"/>
    <w:rsid w:val="004F0B25"/>
    <w:rsid w:val="004F12DF"/>
    <w:rsid w:val="004F1D64"/>
    <w:rsid w:val="004F1FE5"/>
    <w:rsid w:val="004F240A"/>
    <w:rsid w:val="004F28DD"/>
    <w:rsid w:val="004F2965"/>
    <w:rsid w:val="004F2DB3"/>
    <w:rsid w:val="004F2EEB"/>
    <w:rsid w:val="004F356C"/>
    <w:rsid w:val="004F384D"/>
    <w:rsid w:val="004F3E4E"/>
    <w:rsid w:val="004F4224"/>
    <w:rsid w:val="004F4225"/>
    <w:rsid w:val="004F4E02"/>
    <w:rsid w:val="004F6360"/>
    <w:rsid w:val="004F6AE6"/>
    <w:rsid w:val="004F714F"/>
    <w:rsid w:val="004F725A"/>
    <w:rsid w:val="004F7529"/>
    <w:rsid w:val="004F7641"/>
    <w:rsid w:val="00501E1A"/>
    <w:rsid w:val="00502360"/>
    <w:rsid w:val="00502AFA"/>
    <w:rsid w:val="00502BDA"/>
    <w:rsid w:val="00502CF1"/>
    <w:rsid w:val="00502DF4"/>
    <w:rsid w:val="00503512"/>
    <w:rsid w:val="00503999"/>
    <w:rsid w:val="00505112"/>
    <w:rsid w:val="00505E87"/>
    <w:rsid w:val="00506E7E"/>
    <w:rsid w:val="00506FB7"/>
    <w:rsid w:val="0050734A"/>
    <w:rsid w:val="00507BAF"/>
    <w:rsid w:val="00507C43"/>
    <w:rsid w:val="00507F40"/>
    <w:rsid w:val="0051004B"/>
    <w:rsid w:val="005107DA"/>
    <w:rsid w:val="00510AD6"/>
    <w:rsid w:val="00512E5C"/>
    <w:rsid w:val="00513436"/>
    <w:rsid w:val="005136BC"/>
    <w:rsid w:val="00514433"/>
    <w:rsid w:val="005145CB"/>
    <w:rsid w:val="00514F11"/>
    <w:rsid w:val="0051540F"/>
    <w:rsid w:val="005154A6"/>
    <w:rsid w:val="0051551E"/>
    <w:rsid w:val="00515604"/>
    <w:rsid w:val="00515DC8"/>
    <w:rsid w:val="00516241"/>
    <w:rsid w:val="00516B4E"/>
    <w:rsid w:val="00516DA9"/>
    <w:rsid w:val="00517690"/>
    <w:rsid w:val="00520B18"/>
    <w:rsid w:val="00521620"/>
    <w:rsid w:val="00521A04"/>
    <w:rsid w:val="00522B15"/>
    <w:rsid w:val="00522DD4"/>
    <w:rsid w:val="00523212"/>
    <w:rsid w:val="005239E4"/>
    <w:rsid w:val="00523A8F"/>
    <w:rsid w:val="00524889"/>
    <w:rsid w:val="00524A1A"/>
    <w:rsid w:val="005250BF"/>
    <w:rsid w:val="0052535B"/>
    <w:rsid w:val="005259EF"/>
    <w:rsid w:val="00525B92"/>
    <w:rsid w:val="00525C34"/>
    <w:rsid w:val="00526982"/>
    <w:rsid w:val="00526A56"/>
    <w:rsid w:val="00526C09"/>
    <w:rsid w:val="0053007F"/>
    <w:rsid w:val="00530661"/>
    <w:rsid w:val="00531294"/>
    <w:rsid w:val="00531740"/>
    <w:rsid w:val="005320F2"/>
    <w:rsid w:val="0053224D"/>
    <w:rsid w:val="00532DC8"/>
    <w:rsid w:val="00532F26"/>
    <w:rsid w:val="0053343C"/>
    <w:rsid w:val="00533FA4"/>
    <w:rsid w:val="005341B8"/>
    <w:rsid w:val="0053467F"/>
    <w:rsid w:val="00534A88"/>
    <w:rsid w:val="00534AD7"/>
    <w:rsid w:val="00534F79"/>
    <w:rsid w:val="00535693"/>
    <w:rsid w:val="00535D36"/>
    <w:rsid w:val="00535D6F"/>
    <w:rsid w:val="00535F0D"/>
    <w:rsid w:val="00536233"/>
    <w:rsid w:val="00537E2C"/>
    <w:rsid w:val="00537E6B"/>
    <w:rsid w:val="00537EBC"/>
    <w:rsid w:val="005402CA"/>
    <w:rsid w:val="0054101E"/>
    <w:rsid w:val="005417CA"/>
    <w:rsid w:val="00542218"/>
    <w:rsid w:val="00542934"/>
    <w:rsid w:val="00542AA5"/>
    <w:rsid w:val="00542D26"/>
    <w:rsid w:val="00543086"/>
    <w:rsid w:val="00544731"/>
    <w:rsid w:val="00546030"/>
    <w:rsid w:val="0054627E"/>
    <w:rsid w:val="00546636"/>
    <w:rsid w:val="005467DB"/>
    <w:rsid w:val="00546F3F"/>
    <w:rsid w:val="005475DE"/>
    <w:rsid w:val="00547670"/>
    <w:rsid w:val="00547D99"/>
    <w:rsid w:val="00550037"/>
    <w:rsid w:val="00550842"/>
    <w:rsid w:val="00550FB7"/>
    <w:rsid w:val="005514A1"/>
    <w:rsid w:val="005516FF"/>
    <w:rsid w:val="00551716"/>
    <w:rsid w:val="00551BF0"/>
    <w:rsid w:val="00551CB0"/>
    <w:rsid w:val="0055378F"/>
    <w:rsid w:val="00554031"/>
    <w:rsid w:val="0055426A"/>
    <w:rsid w:val="00554A10"/>
    <w:rsid w:val="00554D32"/>
    <w:rsid w:val="00555526"/>
    <w:rsid w:val="0055567E"/>
    <w:rsid w:val="00555E37"/>
    <w:rsid w:val="00555EEC"/>
    <w:rsid w:val="005566B9"/>
    <w:rsid w:val="00556783"/>
    <w:rsid w:val="005568FE"/>
    <w:rsid w:val="00557B9E"/>
    <w:rsid w:val="00557C65"/>
    <w:rsid w:val="00560625"/>
    <w:rsid w:val="00561294"/>
    <w:rsid w:val="00561BDA"/>
    <w:rsid w:val="00561CA6"/>
    <w:rsid w:val="005631BC"/>
    <w:rsid w:val="005632EB"/>
    <w:rsid w:val="005640A6"/>
    <w:rsid w:val="005644EC"/>
    <w:rsid w:val="005647F9"/>
    <w:rsid w:val="00564F0E"/>
    <w:rsid w:val="005666C4"/>
    <w:rsid w:val="00566D65"/>
    <w:rsid w:val="005673CE"/>
    <w:rsid w:val="00567627"/>
    <w:rsid w:val="005679AF"/>
    <w:rsid w:val="00567F77"/>
    <w:rsid w:val="0057020E"/>
    <w:rsid w:val="00570687"/>
    <w:rsid w:val="0057140D"/>
    <w:rsid w:val="0057164A"/>
    <w:rsid w:val="00571918"/>
    <w:rsid w:val="0057257F"/>
    <w:rsid w:val="005727F9"/>
    <w:rsid w:val="00573144"/>
    <w:rsid w:val="00573316"/>
    <w:rsid w:val="00573329"/>
    <w:rsid w:val="00574E30"/>
    <w:rsid w:val="00575A62"/>
    <w:rsid w:val="0057676F"/>
    <w:rsid w:val="00577621"/>
    <w:rsid w:val="00577887"/>
    <w:rsid w:val="00577A21"/>
    <w:rsid w:val="0058236F"/>
    <w:rsid w:val="00582E85"/>
    <w:rsid w:val="00583284"/>
    <w:rsid w:val="0058391F"/>
    <w:rsid w:val="00584045"/>
    <w:rsid w:val="005843E7"/>
    <w:rsid w:val="00584749"/>
    <w:rsid w:val="005847A4"/>
    <w:rsid w:val="00584E00"/>
    <w:rsid w:val="00585560"/>
    <w:rsid w:val="0058715C"/>
    <w:rsid w:val="00587D3A"/>
    <w:rsid w:val="005908F4"/>
    <w:rsid w:val="00591524"/>
    <w:rsid w:val="005919C0"/>
    <w:rsid w:val="00591BBF"/>
    <w:rsid w:val="0059273A"/>
    <w:rsid w:val="00592DD2"/>
    <w:rsid w:val="00592FA6"/>
    <w:rsid w:val="00592FF5"/>
    <w:rsid w:val="00593505"/>
    <w:rsid w:val="00593AD4"/>
    <w:rsid w:val="00593D1B"/>
    <w:rsid w:val="00593D6C"/>
    <w:rsid w:val="00593F74"/>
    <w:rsid w:val="005941CE"/>
    <w:rsid w:val="0059446A"/>
    <w:rsid w:val="00594879"/>
    <w:rsid w:val="00594AF4"/>
    <w:rsid w:val="00594BE3"/>
    <w:rsid w:val="00594E86"/>
    <w:rsid w:val="005951EB"/>
    <w:rsid w:val="005978FA"/>
    <w:rsid w:val="00597B3A"/>
    <w:rsid w:val="00597C43"/>
    <w:rsid w:val="00597D52"/>
    <w:rsid w:val="005A0307"/>
    <w:rsid w:val="005A04E1"/>
    <w:rsid w:val="005A09BD"/>
    <w:rsid w:val="005A1549"/>
    <w:rsid w:val="005A1889"/>
    <w:rsid w:val="005A2529"/>
    <w:rsid w:val="005A2930"/>
    <w:rsid w:val="005A2F30"/>
    <w:rsid w:val="005A34BC"/>
    <w:rsid w:val="005A35E5"/>
    <w:rsid w:val="005A3F56"/>
    <w:rsid w:val="005A465A"/>
    <w:rsid w:val="005A4E5E"/>
    <w:rsid w:val="005A597E"/>
    <w:rsid w:val="005A60E8"/>
    <w:rsid w:val="005A69C1"/>
    <w:rsid w:val="005A6D8C"/>
    <w:rsid w:val="005A6F6F"/>
    <w:rsid w:val="005A7298"/>
    <w:rsid w:val="005A7403"/>
    <w:rsid w:val="005A7E67"/>
    <w:rsid w:val="005B066C"/>
    <w:rsid w:val="005B0A19"/>
    <w:rsid w:val="005B0A1C"/>
    <w:rsid w:val="005B0AC3"/>
    <w:rsid w:val="005B0E8E"/>
    <w:rsid w:val="005B1DDA"/>
    <w:rsid w:val="005B1E00"/>
    <w:rsid w:val="005B2098"/>
    <w:rsid w:val="005B237F"/>
    <w:rsid w:val="005B259E"/>
    <w:rsid w:val="005B2B25"/>
    <w:rsid w:val="005B34D3"/>
    <w:rsid w:val="005B35FD"/>
    <w:rsid w:val="005B37AF"/>
    <w:rsid w:val="005B3932"/>
    <w:rsid w:val="005B3AAD"/>
    <w:rsid w:val="005B3F2A"/>
    <w:rsid w:val="005B3FC7"/>
    <w:rsid w:val="005B4542"/>
    <w:rsid w:val="005B45CE"/>
    <w:rsid w:val="005B45FB"/>
    <w:rsid w:val="005B47CC"/>
    <w:rsid w:val="005B49C9"/>
    <w:rsid w:val="005B4D8C"/>
    <w:rsid w:val="005B5DDB"/>
    <w:rsid w:val="005B6695"/>
    <w:rsid w:val="005B6A8E"/>
    <w:rsid w:val="005B6B49"/>
    <w:rsid w:val="005B6C79"/>
    <w:rsid w:val="005B7AA8"/>
    <w:rsid w:val="005C0E48"/>
    <w:rsid w:val="005C1233"/>
    <w:rsid w:val="005C1CDB"/>
    <w:rsid w:val="005C25AC"/>
    <w:rsid w:val="005C28D9"/>
    <w:rsid w:val="005C38A7"/>
    <w:rsid w:val="005C4340"/>
    <w:rsid w:val="005C4390"/>
    <w:rsid w:val="005C496D"/>
    <w:rsid w:val="005C5E90"/>
    <w:rsid w:val="005D04D0"/>
    <w:rsid w:val="005D0648"/>
    <w:rsid w:val="005D0984"/>
    <w:rsid w:val="005D1528"/>
    <w:rsid w:val="005D1537"/>
    <w:rsid w:val="005D1ADB"/>
    <w:rsid w:val="005D1BF1"/>
    <w:rsid w:val="005D1E1C"/>
    <w:rsid w:val="005D3539"/>
    <w:rsid w:val="005D3863"/>
    <w:rsid w:val="005D392C"/>
    <w:rsid w:val="005D3A3F"/>
    <w:rsid w:val="005D42A7"/>
    <w:rsid w:val="005D45CF"/>
    <w:rsid w:val="005D4679"/>
    <w:rsid w:val="005D47D6"/>
    <w:rsid w:val="005D543F"/>
    <w:rsid w:val="005D5AA2"/>
    <w:rsid w:val="005D5AE1"/>
    <w:rsid w:val="005D6052"/>
    <w:rsid w:val="005D61E4"/>
    <w:rsid w:val="005D635A"/>
    <w:rsid w:val="005D65D2"/>
    <w:rsid w:val="005D6AAC"/>
    <w:rsid w:val="005D737D"/>
    <w:rsid w:val="005E046C"/>
    <w:rsid w:val="005E18F4"/>
    <w:rsid w:val="005E1E2C"/>
    <w:rsid w:val="005E23A8"/>
    <w:rsid w:val="005E2F77"/>
    <w:rsid w:val="005E34C1"/>
    <w:rsid w:val="005E473E"/>
    <w:rsid w:val="005E4819"/>
    <w:rsid w:val="005E4E0B"/>
    <w:rsid w:val="005E50EB"/>
    <w:rsid w:val="005E51F4"/>
    <w:rsid w:val="005E5EB6"/>
    <w:rsid w:val="005E6E03"/>
    <w:rsid w:val="005E704A"/>
    <w:rsid w:val="005E744C"/>
    <w:rsid w:val="005E759E"/>
    <w:rsid w:val="005F0643"/>
    <w:rsid w:val="005F11DB"/>
    <w:rsid w:val="005F177F"/>
    <w:rsid w:val="005F1865"/>
    <w:rsid w:val="005F1935"/>
    <w:rsid w:val="005F1FF1"/>
    <w:rsid w:val="005F38AB"/>
    <w:rsid w:val="005F3F4E"/>
    <w:rsid w:val="005F42A8"/>
    <w:rsid w:val="005F5BAE"/>
    <w:rsid w:val="005F6B1D"/>
    <w:rsid w:val="005F6E16"/>
    <w:rsid w:val="005F75A6"/>
    <w:rsid w:val="005F78E4"/>
    <w:rsid w:val="00600089"/>
    <w:rsid w:val="0060008C"/>
    <w:rsid w:val="00600C4C"/>
    <w:rsid w:val="00601884"/>
    <w:rsid w:val="006023A6"/>
    <w:rsid w:val="006028FF"/>
    <w:rsid w:val="00602EB7"/>
    <w:rsid w:val="006037FE"/>
    <w:rsid w:val="00603CB6"/>
    <w:rsid w:val="00604523"/>
    <w:rsid w:val="0060478F"/>
    <w:rsid w:val="00605A48"/>
    <w:rsid w:val="00605D7A"/>
    <w:rsid w:val="00606474"/>
    <w:rsid w:val="00607034"/>
    <w:rsid w:val="00607B94"/>
    <w:rsid w:val="00607DC3"/>
    <w:rsid w:val="00611613"/>
    <w:rsid w:val="006119B2"/>
    <w:rsid w:val="00611D68"/>
    <w:rsid w:val="00611DDC"/>
    <w:rsid w:val="00612D21"/>
    <w:rsid w:val="00612FFD"/>
    <w:rsid w:val="0061349F"/>
    <w:rsid w:val="0061352A"/>
    <w:rsid w:val="006138D0"/>
    <w:rsid w:val="0061425A"/>
    <w:rsid w:val="00614DC5"/>
    <w:rsid w:val="006151CB"/>
    <w:rsid w:val="00616821"/>
    <w:rsid w:val="00616D09"/>
    <w:rsid w:val="00616DC9"/>
    <w:rsid w:val="00617529"/>
    <w:rsid w:val="00620AF4"/>
    <w:rsid w:val="00620CA7"/>
    <w:rsid w:val="00620FF8"/>
    <w:rsid w:val="0062117F"/>
    <w:rsid w:val="006216B4"/>
    <w:rsid w:val="0062350D"/>
    <w:rsid w:val="006235A0"/>
    <w:rsid w:val="006249A7"/>
    <w:rsid w:val="00624A3D"/>
    <w:rsid w:val="00624F3D"/>
    <w:rsid w:val="006252BC"/>
    <w:rsid w:val="006253C1"/>
    <w:rsid w:val="006259BC"/>
    <w:rsid w:val="006275E2"/>
    <w:rsid w:val="00627A75"/>
    <w:rsid w:val="00627FE1"/>
    <w:rsid w:val="00630618"/>
    <w:rsid w:val="00630736"/>
    <w:rsid w:val="00631A6F"/>
    <w:rsid w:val="00632682"/>
    <w:rsid w:val="00632CF5"/>
    <w:rsid w:val="00632F30"/>
    <w:rsid w:val="006331F5"/>
    <w:rsid w:val="0063358C"/>
    <w:rsid w:val="006335DB"/>
    <w:rsid w:val="00633613"/>
    <w:rsid w:val="00633A0F"/>
    <w:rsid w:val="00633A41"/>
    <w:rsid w:val="00633E04"/>
    <w:rsid w:val="00633F17"/>
    <w:rsid w:val="00635662"/>
    <w:rsid w:val="00635BB0"/>
    <w:rsid w:val="00636029"/>
    <w:rsid w:val="00636A98"/>
    <w:rsid w:val="0063754D"/>
    <w:rsid w:val="00637A0C"/>
    <w:rsid w:val="00640B98"/>
    <w:rsid w:val="00641564"/>
    <w:rsid w:val="00641613"/>
    <w:rsid w:val="00641794"/>
    <w:rsid w:val="00641806"/>
    <w:rsid w:val="00641B81"/>
    <w:rsid w:val="00641D76"/>
    <w:rsid w:val="0064200E"/>
    <w:rsid w:val="0064241A"/>
    <w:rsid w:val="00642A8C"/>
    <w:rsid w:val="00642FF5"/>
    <w:rsid w:val="00643376"/>
    <w:rsid w:val="00643895"/>
    <w:rsid w:val="0064449C"/>
    <w:rsid w:val="006444F5"/>
    <w:rsid w:val="00644EBF"/>
    <w:rsid w:val="00645008"/>
    <w:rsid w:val="0064524C"/>
    <w:rsid w:val="006457E6"/>
    <w:rsid w:val="00645CB2"/>
    <w:rsid w:val="00645CD4"/>
    <w:rsid w:val="006461E8"/>
    <w:rsid w:val="006464EE"/>
    <w:rsid w:val="006465F9"/>
    <w:rsid w:val="00647849"/>
    <w:rsid w:val="00647A8E"/>
    <w:rsid w:val="006500E8"/>
    <w:rsid w:val="00650AF6"/>
    <w:rsid w:val="00650DB6"/>
    <w:rsid w:val="00651718"/>
    <w:rsid w:val="0065187F"/>
    <w:rsid w:val="00651EAC"/>
    <w:rsid w:val="00651EB3"/>
    <w:rsid w:val="00652064"/>
    <w:rsid w:val="00652A94"/>
    <w:rsid w:val="00652D05"/>
    <w:rsid w:val="006536B7"/>
    <w:rsid w:val="0065423B"/>
    <w:rsid w:val="0065525F"/>
    <w:rsid w:val="006555A8"/>
    <w:rsid w:val="006558AD"/>
    <w:rsid w:val="006558C3"/>
    <w:rsid w:val="0065646B"/>
    <w:rsid w:val="0065762D"/>
    <w:rsid w:val="006620B0"/>
    <w:rsid w:val="0066229B"/>
    <w:rsid w:val="006629F0"/>
    <w:rsid w:val="00662E02"/>
    <w:rsid w:val="0066324F"/>
    <w:rsid w:val="00663831"/>
    <w:rsid w:val="00663B3D"/>
    <w:rsid w:val="006644D8"/>
    <w:rsid w:val="00664BA9"/>
    <w:rsid w:val="00664BE0"/>
    <w:rsid w:val="00664E26"/>
    <w:rsid w:val="00665211"/>
    <w:rsid w:val="00665D15"/>
    <w:rsid w:val="00665E76"/>
    <w:rsid w:val="006665FA"/>
    <w:rsid w:val="006676F8"/>
    <w:rsid w:val="00667ED1"/>
    <w:rsid w:val="00667F29"/>
    <w:rsid w:val="00667FA5"/>
    <w:rsid w:val="0067079C"/>
    <w:rsid w:val="00670C81"/>
    <w:rsid w:val="00670D61"/>
    <w:rsid w:val="00670FD7"/>
    <w:rsid w:val="00671774"/>
    <w:rsid w:val="00671C4E"/>
    <w:rsid w:val="006722C0"/>
    <w:rsid w:val="006723E3"/>
    <w:rsid w:val="00672406"/>
    <w:rsid w:val="00672A4B"/>
    <w:rsid w:val="0067326D"/>
    <w:rsid w:val="00674094"/>
    <w:rsid w:val="00674B25"/>
    <w:rsid w:val="00674C7A"/>
    <w:rsid w:val="00675AFC"/>
    <w:rsid w:val="006763FA"/>
    <w:rsid w:val="006765B2"/>
    <w:rsid w:val="0067691C"/>
    <w:rsid w:val="00676B6D"/>
    <w:rsid w:val="00676C44"/>
    <w:rsid w:val="00677911"/>
    <w:rsid w:val="00677AA2"/>
    <w:rsid w:val="00680671"/>
    <w:rsid w:val="0068073B"/>
    <w:rsid w:val="006807F5"/>
    <w:rsid w:val="0068188C"/>
    <w:rsid w:val="00681C13"/>
    <w:rsid w:val="00681D71"/>
    <w:rsid w:val="00681F5B"/>
    <w:rsid w:val="0068293D"/>
    <w:rsid w:val="00683269"/>
    <w:rsid w:val="0068423E"/>
    <w:rsid w:val="00684A05"/>
    <w:rsid w:val="00684AD5"/>
    <w:rsid w:val="00684E65"/>
    <w:rsid w:val="00684EB6"/>
    <w:rsid w:val="006852B9"/>
    <w:rsid w:val="006855EE"/>
    <w:rsid w:val="00685818"/>
    <w:rsid w:val="00685ACF"/>
    <w:rsid w:val="00685DA4"/>
    <w:rsid w:val="00686626"/>
    <w:rsid w:val="0068671D"/>
    <w:rsid w:val="006870ED"/>
    <w:rsid w:val="00687319"/>
    <w:rsid w:val="00687953"/>
    <w:rsid w:val="00687C0E"/>
    <w:rsid w:val="00687F5C"/>
    <w:rsid w:val="0069009B"/>
    <w:rsid w:val="00690A9C"/>
    <w:rsid w:val="00690DA9"/>
    <w:rsid w:val="00690EA3"/>
    <w:rsid w:val="006916DA"/>
    <w:rsid w:val="00691F9E"/>
    <w:rsid w:val="0069255E"/>
    <w:rsid w:val="00692949"/>
    <w:rsid w:val="00692F12"/>
    <w:rsid w:val="00693E3C"/>
    <w:rsid w:val="00694500"/>
    <w:rsid w:val="006945F4"/>
    <w:rsid w:val="00694602"/>
    <w:rsid w:val="00695C3D"/>
    <w:rsid w:val="006963B7"/>
    <w:rsid w:val="00696419"/>
    <w:rsid w:val="006966AE"/>
    <w:rsid w:val="0069686F"/>
    <w:rsid w:val="00696C80"/>
    <w:rsid w:val="00697694"/>
    <w:rsid w:val="00697F4E"/>
    <w:rsid w:val="006A024D"/>
    <w:rsid w:val="006A0586"/>
    <w:rsid w:val="006A0B24"/>
    <w:rsid w:val="006A1091"/>
    <w:rsid w:val="006A183B"/>
    <w:rsid w:val="006A1FD8"/>
    <w:rsid w:val="006A22CA"/>
    <w:rsid w:val="006A24B1"/>
    <w:rsid w:val="006A2B74"/>
    <w:rsid w:val="006A2C67"/>
    <w:rsid w:val="006A3344"/>
    <w:rsid w:val="006A33CF"/>
    <w:rsid w:val="006A33DE"/>
    <w:rsid w:val="006A3936"/>
    <w:rsid w:val="006A3DAF"/>
    <w:rsid w:val="006A3DD3"/>
    <w:rsid w:val="006A4747"/>
    <w:rsid w:val="006A4EBB"/>
    <w:rsid w:val="006A5644"/>
    <w:rsid w:val="006A6241"/>
    <w:rsid w:val="006A6D3B"/>
    <w:rsid w:val="006A6F61"/>
    <w:rsid w:val="006A7B0B"/>
    <w:rsid w:val="006B2531"/>
    <w:rsid w:val="006B314A"/>
    <w:rsid w:val="006B3163"/>
    <w:rsid w:val="006B3C9B"/>
    <w:rsid w:val="006B3DBF"/>
    <w:rsid w:val="006B3E8A"/>
    <w:rsid w:val="006B5F2C"/>
    <w:rsid w:val="006B6091"/>
    <w:rsid w:val="006B6164"/>
    <w:rsid w:val="006B6352"/>
    <w:rsid w:val="006B6CAE"/>
    <w:rsid w:val="006B7E6F"/>
    <w:rsid w:val="006C04FA"/>
    <w:rsid w:val="006C139D"/>
    <w:rsid w:val="006C219B"/>
    <w:rsid w:val="006C29B0"/>
    <w:rsid w:val="006C2DD9"/>
    <w:rsid w:val="006C3765"/>
    <w:rsid w:val="006C38AF"/>
    <w:rsid w:val="006C39AC"/>
    <w:rsid w:val="006C4318"/>
    <w:rsid w:val="006C44B3"/>
    <w:rsid w:val="006C4A20"/>
    <w:rsid w:val="006C4D6A"/>
    <w:rsid w:val="006C5290"/>
    <w:rsid w:val="006C5340"/>
    <w:rsid w:val="006C5CB3"/>
    <w:rsid w:val="006C5DE0"/>
    <w:rsid w:val="006C6502"/>
    <w:rsid w:val="006C6AD4"/>
    <w:rsid w:val="006C701C"/>
    <w:rsid w:val="006C70A9"/>
    <w:rsid w:val="006C770E"/>
    <w:rsid w:val="006C7CB0"/>
    <w:rsid w:val="006D02D2"/>
    <w:rsid w:val="006D03FE"/>
    <w:rsid w:val="006D0F58"/>
    <w:rsid w:val="006D1730"/>
    <w:rsid w:val="006D1B80"/>
    <w:rsid w:val="006D1FC5"/>
    <w:rsid w:val="006D21D1"/>
    <w:rsid w:val="006D379F"/>
    <w:rsid w:val="006D3B5B"/>
    <w:rsid w:val="006D4C09"/>
    <w:rsid w:val="006D5199"/>
    <w:rsid w:val="006D5774"/>
    <w:rsid w:val="006D63C3"/>
    <w:rsid w:val="006D650C"/>
    <w:rsid w:val="006D6C22"/>
    <w:rsid w:val="006D72B8"/>
    <w:rsid w:val="006D7B3A"/>
    <w:rsid w:val="006D7ED9"/>
    <w:rsid w:val="006D7EF7"/>
    <w:rsid w:val="006E0512"/>
    <w:rsid w:val="006E0C64"/>
    <w:rsid w:val="006E12C0"/>
    <w:rsid w:val="006E1A02"/>
    <w:rsid w:val="006E1AB0"/>
    <w:rsid w:val="006E1B2B"/>
    <w:rsid w:val="006E263C"/>
    <w:rsid w:val="006E2F27"/>
    <w:rsid w:val="006E33C6"/>
    <w:rsid w:val="006E4179"/>
    <w:rsid w:val="006E41EE"/>
    <w:rsid w:val="006E429C"/>
    <w:rsid w:val="006E5079"/>
    <w:rsid w:val="006E517C"/>
    <w:rsid w:val="006E51C1"/>
    <w:rsid w:val="006E68B9"/>
    <w:rsid w:val="006E69E7"/>
    <w:rsid w:val="006E790E"/>
    <w:rsid w:val="006E79F4"/>
    <w:rsid w:val="006F0A5E"/>
    <w:rsid w:val="006F1750"/>
    <w:rsid w:val="006F1E94"/>
    <w:rsid w:val="006F2794"/>
    <w:rsid w:val="006F2F0F"/>
    <w:rsid w:val="006F3532"/>
    <w:rsid w:val="006F3704"/>
    <w:rsid w:val="006F406D"/>
    <w:rsid w:val="006F47AF"/>
    <w:rsid w:val="006F4C30"/>
    <w:rsid w:val="006F5515"/>
    <w:rsid w:val="006F6E4F"/>
    <w:rsid w:val="006F6F47"/>
    <w:rsid w:val="006F7186"/>
    <w:rsid w:val="006F71B1"/>
    <w:rsid w:val="006F7368"/>
    <w:rsid w:val="006F7553"/>
    <w:rsid w:val="006F7CC2"/>
    <w:rsid w:val="00700732"/>
    <w:rsid w:val="00700A4A"/>
    <w:rsid w:val="00701171"/>
    <w:rsid w:val="00701702"/>
    <w:rsid w:val="0070203E"/>
    <w:rsid w:val="0070258A"/>
    <w:rsid w:val="00702AD3"/>
    <w:rsid w:val="00703193"/>
    <w:rsid w:val="0070332A"/>
    <w:rsid w:val="00703360"/>
    <w:rsid w:val="007036BF"/>
    <w:rsid w:val="0070473C"/>
    <w:rsid w:val="00704B5F"/>
    <w:rsid w:val="00704C77"/>
    <w:rsid w:val="00704DB6"/>
    <w:rsid w:val="007057D9"/>
    <w:rsid w:val="0070602A"/>
    <w:rsid w:val="0070653E"/>
    <w:rsid w:val="007066FE"/>
    <w:rsid w:val="007067A6"/>
    <w:rsid w:val="00706C6C"/>
    <w:rsid w:val="00707101"/>
    <w:rsid w:val="00707287"/>
    <w:rsid w:val="007072A9"/>
    <w:rsid w:val="007076B8"/>
    <w:rsid w:val="00707E77"/>
    <w:rsid w:val="00710520"/>
    <w:rsid w:val="00710E72"/>
    <w:rsid w:val="00711B32"/>
    <w:rsid w:val="00713306"/>
    <w:rsid w:val="007135B5"/>
    <w:rsid w:val="00713E62"/>
    <w:rsid w:val="007142CD"/>
    <w:rsid w:val="0071474C"/>
    <w:rsid w:val="007155B6"/>
    <w:rsid w:val="00715BEA"/>
    <w:rsid w:val="007169C0"/>
    <w:rsid w:val="00716B84"/>
    <w:rsid w:val="00717551"/>
    <w:rsid w:val="0072014A"/>
    <w:rsid w:val="007208C7"/>
    <w:rsid w:val="00721BE0"/>
    <w:rsid w:val="007227A5"/>
    <w:rsid w:val="007229AF"/>
    <w:rsid w:val="0072432D"/>
    <w:rsid w:val="007257B2"/>
    <w:rsid w:val="0072666E"/>
    <w:rsid w:val="00726974"/>
    <w:rsid w:val="007269FB"/>
    <w:rsid w:val="00726A63"/>
    <w:rsid w:val="00727805"/>
    <w:rsid w:val="0073005C"/>
    <w:rsid w:val="00730EE5"/>
    <w:rsid w:val="00731328"/>
    <w:rsid w:val="007321CD"/>
    <w:rsid w:val="007323D7"/>
    <w:rsid w:val="00732966"/>
    <w:rsid w:val="00732D71"/>
    <w:rsid w:val="00733209"/>
    <w:rsid w:val="0073407B"/>
    <w:rsid w:val="0073428F"/>
    <w:rsid w:val="00734396"/>
    <w:rsid w:val="00734D99"/>
    <w:rsid w:val="00735CBF"/>
    <w:rsid w:val="00735DA0"/>
    <w:rsid w:val="00736B54"/>
    <w:rsid w:val="00736F59"/>
    <w:rsid w:val="0073721D"/>
    <w:rsid w:val="00740115"/>
    <w:rsid w:val="00740ECE"/>
    <w:rsid w:val="007424E5"/>
    <w:rsid w:val="007427EA"/>
    <w:rsid w:val="00742B87"/>
    <w:rsid w:val="00743266"/>
    <w:rsid w:val="007438F1"/>
    <w:rsid w:val="00745226"/>
    <w:rsid w:val="00745B08"/>
    <w:rsid w:val="00745E66"/>
    <w:rsid w:val="00745FF2"/>
    <w:rsid w:val="00746492"/>
    <w:rsid w:val="007465AB"/>
    <w:rsid w:val="007468A1"/>
    <w:rsid w:val="007468A5"/>
    <w:rsid w:val="00746F13"/>
    <w:rsid w:val="00747BBB"/>
    <w:rsid w:val="00750CBC"/>
    <w:rsid w:val="0075119F"/>
    <w:rsid w:val="00751F03"/>
    <w:rsid w:val="0075212A"/>
    <w:rsid w:val="00752B39"/>
    <w:rsid w:val="00752B61"/>
    <w:rsid w:val="0075318F"/>
    <w:rsid w:val="007539FC"/>
    <w:rsid w:val="007544E0"/>
    <w:rsid w:val="0075535B"/>
    <w:rsid w:val="007568F4"/>
    <w:rsid w:val="00756D6C"/>
    <w:rsid w:val="00756FC4"/>
    <w:rsid w:val="007576F0"/>
    <w:rsid w:val="00757CB0"/>
    <w:rsid w:val="00757DAD"/>
    <w:rsid w:val="00760473"/>
    <w:rsid w:val="007608A7"/>
    <w:rsid w:val="00760F59"/>
    <w:rsid w:val="007613D4"/>
    <w:rsid w:val="00761A6C"/>
    <w:rsid w:val="0076299E"/>
    <w:rsid w:val="00763098"/>
    <w:rsid w:val="007630C6"/>
    <w:rsid w:val="00763304"/>
    <w:rsid w:val="0076372D"/>
    <w:rsid w:val="00763827"/>
    <w:rsid w:val="00763883"/>
    <w:rsid w:val="00763C26"/>
    <w:rsid w:val="00763DF9"/>
    <w:rsid w:val="00763F1C"/>
    <w:rsid w:val="007641EC"/>
    <w:rsid w:val="00764717"/>
    <w:rsid w:val="00764B0C"/>
    <w:rsid w:val="007653F1"/>
    <w:rsid w:val="007658E7"/>
    <w:rsid w:val="00765BB0"/>
    <w:rsid w:val="00765E1D"/>
    <w:rsid w:val="00767316"/>
    <w:rsid w:val="00767343"/>
    <w:rsid w:val="007673B9"/>
    <w:rsid w:val="00767878"/>
    <w:rsid w:val="00767B4F"/>
    <w:rsid w:val="007700ED"/>
    <w:rsid w:val="00770209"/>
    <w:rsid w:val="00770B49"/>
    <w:rsid w:val="00771B37"/>
    <w:rsid w:val="00771E66"/>
    <w:rsid w:val="00771ED1"/>
    <w:rsid w:val="0077305A"/>
    <w:rsid w:val="0077347D"/>
    <w:rsid w:val="00773884"/>
    <w:rsid w:val="00773D6D"/>
    <w:rsid w:val="00774395"/>
    <w:rsid w:val="0077442B"/>
    <w:rsid w:val="00774774"/>
    <w:rsid w:val="00774941"/>
    <w:rsid w:val="00774A66"/>
    <w:rsid w:val="00774F00"/>
    <w:rsid w:val="00775B18"/>
    <w:rsid w:val="00776716"/>
    <w:rsid w:val="00776742"/>
    <w:rsid w:val="00776E93"/>
    <w:rsid w:val="0077702A"/>
    <w:rsid w:val="0077727D"/>
    <w:rsid w:val="00777449"/>
    <w:rsid w:val="00777FF1"/>
    <w:rsid w:val="007800CB"/>
    <w:rsid w:val="00780533"/>
    <w:rsid w:val="00780810"/>
    <w:rsid w:val="00780DAC"/>
    <w:rsid w:val="00781019"/>
    <w:rsid w:val="00781944"/>
    <w:rsid w:val="0078194A"/>
    <w:rsid w:val="00782188"/>
    <w:rsid w:val="007825D3"/>
    <w:rsid w:val="00782A52"/>
    <w:rsid w:val="00782CDA"/>
    <w:rsid w:val="00782EE3"/>
    <w:rsid w:val="00782FB9"/>
    <w:rsid w:val="00784836"/>
    <w:rsid w:val="00784D6F"/>
    <w:rsid w:val="00785881"/>
    <w:rsid w:val="00786FAD"/>
    <w:rsid w:val="007870B1"/>
    <w:rsid w:val="007873F3"/>
    <w:rsid w:val="00787480"/>
    <w:rsid w:val="007877AF"/>
    <w:rsid w:val="00787E89"/>
    <w:rsid w:val="00791439"/>
    <w:rsid w:val="00791C60"/>
    <w:rsid w:val="00791E4E"/>
    <w:rsid w:val="00791F11"/>
    <w:rsid w:val="00792002"/>
    <w:rsid w:val="00792653"/>
    <w:rsid w:val="0079312C"/>
    <w:rsid w:val="0079314C"/>
    <w:rsid w:val="00793526"/>
    <w:rsid w:val="0079395C"/>
    <w:rsid w:val="00793D87"/>
    <w:rsid w:val="007949DE"/>
    <w:rsid w:val="00794FB6"/>
    <w:rsid w:val="00795FEF"/>
    <w:rsid w:val="007962C4"/>
    <w:rsid w:val="00796388"/>
    <w:rsid w:val="00796BC9"/>
    <w:rsid w:val="0079716B"/>
    <w:rsid w:val="007976C7"/>
    <w:rsid w:val="00797DF9"/>
    <w:rsid w:val="00797EA1"/>
    <w:rsid w:val="007A10C9"/>
    <w:rsid w:val="007A117E"/>
    <w:rsid w:val="007A255B"/>
    <w:rsid w:val="007A2991"/>
    <w:rsid w:val="007A2EEB"/>
    <w:rsid w:val="007A3C7F"/>
    <w:rsid w:val="007A545C"/>
    <w:rsid w:val="007A57F9"/>
    <w:rsid w:val="007A5E5B"/>
    <w:rsid w:val="007A5E99"/>
    <w:rsid w:val="007A5F32"/>
    <w:rsid w:val="007A5FE9"/>
    <w:rsid w:val="007A62B1"/>
    <w:rsid w:val="007A6B46"/>
    <w:rsid w:val="007B0034"/>
    <w:rsid w:val="007B0629"/>
    <w:rsid w:val="007B09B0"/>
    <w:rsid w:val="007B14C6"/>
    <w:rsid w:val="007B19FC"/>
    <w:rsid w:val="007B1B5E"/>
    <w:rsid w:val="007B31C6"/>
    <w:rsid w:val="007B3F13"/>
    <w:rsid w:val="007B4108"/>
    <w:rsid w:val="007B4FF0"/>
    <w:rsid w:val="007B5210"/>
    <w:rsid w:val="007B5752"/>
    <w:rsid w:val="007B5D8B"/>
    <w:rsid w:val="007B6B9A"/>
    <w:rsid w:val="007B793E"/>
    <w:rsid w:val="007C00D5"/>
    <w:rsid w:val="007C02AF"/>
    <w:rsid w:val="007C0380"/>
    <w:rsid w:val="007C04F8"/>
    <w:rsid w:val="007C0758"/>
    <w:rsid w:val="007C162E"/>
    <w:rsid w:val="007C2888"/>
    <w:rsid w:val="007C2966"/>
    <w:rsid w:val="007C338D"/>
    <w:rsid w:val="007C36CC"/>
    <w:rsid w:val="007C3FDD"/>
    <w:rsid w:val="007C4128"/>
    <w:rsid w:val="007C486C"/>
    <w:rsid w:val="007C4D04"/>
    <w:rsid w:val="007C639B"/>
    <w:rsid w:val="007C69E9"/>
    <w:rsid w:val="007C6F8B"/>
    <w:rsid w:val="007C72DE"/>
    <w:rsid w:val="007C7660"/>
    <w:rsid w:val="007D0292"/>
    <w:rsid w:val="007D0511"/>
    <w:rsid w:val="007D0A51"/>
    <w:rsid w:val="007D0B90"/>
    <w:rsid w:val="007D0DFB"/>
    <w:rsid w:val="007D0F8A"/>
    <w:rsid w:val="007D15D3"/>
    <w:rsid w:val="007D15D8"/>
    <w:rsid w:val="007D213D"/>
    <w:rsid w:val="007D2B26"/>
    <w:rsid w:val="007D3141"/>
    <w:rsid w:val="007D3235"/>
    <w:rsid w:val="007D47D8"/>
    <w:rsid w:val="007D4EF2"/>
    <w:rsid w:val="007D52D8"/>
    <w:rsid w:val="007D63B2"/>
    <w:rsid w:val="007D6AB3"/>
    <w:rsid w:val="007D6B7D"/>
    <w:rsid w:val="007D6E32"/>
    <w:rsid w:val="007D700B"/>
    <w:rsid w:val="007D719A"/>
    <w:rsid w:val="007D7345"/>
    <w:rsid w:val="007D7355"/>
    <w:rsid w:val="007D78F3"/>
    <w:rsid w:val="007D7A02"/>
    <w:rsid w:val="007D7B70"/>
    <w:rsid w:val="007E04B7"/>
    <w:rsid w:val="007E0F49"/>
    <w:rsid w:val="007E1B08"/>
    <w:rsid w:val="007E2394"/>
    <w:rsid w:val="007E2727"/>
    <w:rsid w:val="007E2BE4"/>
    <w:rsid w:val="007E43BC"/>
    <w:rsid w:val="007E4A99"/>
    <w:rsid w:val="007E4AF5"/>
    <w:rsid w:val="007E509F"/>
    <w:rsid w:val="007E546F"/>
    <w:rsid w:val="007E5575"/>
    <w:rsid w:val="007E5809"/>
    <w:rsid w:val="007E62FF"/>
    <w:rsid w:val="007E6393"/>
    <w:rsid w:val="007E6871"/>
    <w:rsid w:val="007E6F98"/>
    <w:rsid w:val="007E70B8"/>
    <w:rsid w:val="007E7433"/>
    <w:rsid w:val="007F0AA2"/>
    <w:rsid w:val="007F1679"/>
    <w:rsid w:val="007F196B"/>
    <w:rsid w:val="007F1BC5"/>
    <w:rsid w:val="007F1C63"/>
    <w:rsid w:val="007F208D"/>
    <w:rsid w:val="007F243E"/>
    <w:rsid w:val="007F548E"/>
    <w:rsid w:val="007F59E6"/>
    <w:rsid w:val="007F690C"/>
    <w:rsid w:val="007F6A53"/>
    <w:rsid w:val="007F6B0C"/>
    <w:rsid w:val="007F6EE2"/>
    <w:rsid w:val="007F7204"/>
    <w:rsid w:val="007F7543"/>
    <w:rsid w:val="007F76FA"/>
    <w:rsid w:val="00800046"/>
    <w:rsid w:val="00800092"/>
    <w:rsid w:val="00801E1E"/>
    <w:rsid w:val="00803B85"/>
    <w:rsid w:val="00803D41"/>
    <w:rsid w:val="00803D46"/>
    <w:rsid w:val="00803F7B"/>
    <w:rsid w:val="00804E9D"/>
    <w:rsid w:val="00805508"/>
    <w:rsid w:val="00805BF2"/>
    <w:rsid w:val="00805E17"/>
    <w:rsid w:val="00806934"/>
    <w:rsid w:val="00806990"/>
    <w:rsid w:val="00806CA9"/>
    <w:rsid w:val="00806D43"/>
    <w:rsid w:val="00806E42"/>
    <w:rsid w:val="00806EAB"/>
    <w:rsid w:val="0080759C"/>
    <w:rsid w:val="00807688"/>
    <w:rsid w:val="0080787E"/>
    <w:rsid w:val="008101FC"/>
    <w:rsid w:val="008102ED"/>
    <w:rsid w:val="00810932"/>
    <w:rsid w:val="008115D0"/>
    <w:rsid w:val="008119B0"/>
    <w:rsid w:val="00811E7B"/>
    <w:rsid w:val="00811E95"/>
    <w:rsid w:val="008123B2"/>
    <w:rsid w:val="0081311F"/>
    <w:rsid w:val="008132BB"/>
    <w:rsid w:val="008137E7"/>
    <w:rsid w:val="008142AE"/>
    <w:rsid w:val="00814380"/>
    <w:rsid w:val="00814BAD"/>
    <w:rsid w:val="0081538B"/>
    <w:rsid w:val="00816382"/>
    <w:rsid w:val="008164D8"/>
    <w:rsid w:val="00816DAB"/>
    <w:rsid w:val="00816FA0"/>
    <w:rsid w:val="008171DA"/>
    <w:rsid w:val="0081747A"/>
    <w:rsid w:val="008203B4"/>
    <w:rsid w:val="00820D66"/>
    <w:rsid w:val="0082167D"/>
    <w:rsid w:val="0082328C"/>
    <w:rsid w:val="008242F5"/>
    <w:rsid w:val="00824A7B"/>
    <w:rsid w:val="00825B65"/>
    <w:rsid w:val="00825BAA"/>
    <w:rsid w:val="00825D55"/>
    <w:rsid w:val="008261C8"/>
    <w:rsid w:val="008262DD"/>
    <w:rsid w:val="00826C1B"/>
    <w:rsid w:val="00826D81"/>
    <w:rsid w:val="00827093"/>
    <w:rsid w:val="008271AF"/>
    <w:rsid w:val="00830745"/>
    <w:rsid w:val="00830F59"/>
    <w:rsid w:val="0083156C"/>
    <w:rsid w:val="00832051"/>
    <w:rsid w:val="00832490"/>
    <w:rsid w:val="0083269C"/>
    <w:rsid w:val="008326F8"/>
    <w:rsid w:val="008327C2"/>
    <w:rsid w:val="008337DE"/>
    <w:rsid w:val="00833CD9"/>
    <w:rsid w:val="00834109"/>
    <w:rsid w:val="0083500E"/>
    <w:rsid w:val="00835046"/>
    <w:rsid w:val="008350BE"/>
    <w:rsid w:val="00835543"/>
    <w:rsid w:val="00835696"/>
    <w:rsid w:val="00835D91"/>
    <w:rsid w:val="00835F3F"/>
    <w:rsid w:val="00836BD0"/>
    <w:rsid w:val="008370C0"/>
    <w:rsid w:val="00837940"/>
    <w:rsid w:val="0084010E"/>
    <w:rsid w:val="0084133C"/>
    <w:rsid w:val="00841519"/>
    <w:rsid w:val="008418BB"/>
    <w:rsid w:val="00841DEB"/>
    <w:rsid w:val="0084381E"/>
    <w:rsid w:val="00843877"/>
    <w:rsid w:val="00843B14"/>
    <w:rsid w:val="00843D1D"/>
    <w:rsid w:val="00843E73"/>
    <w:rsid w:val="00844361"/>
    <w:rsid w:val="00844CBF"/>
    <w:rsid w:val="0084521A"/>
    <w:rsid w:val="008457EE"/>
    <w:rsid w:val="00846171"/>
    <w:rsid w:val="00846517"/>
    <w:rsid w:val="00846C4B"/>
    <w:rsid w:val="00846EA9"/>
    <w:rsid w:val="00846ED4"/>
    <w:rsid w:val="00846F0B"/>
    <w:rsid w:val="00847927"/>
    <w:rsid w:val="0084793C"/>
    <w:rsid w:val="00847E27"/>
    <w:rsid w:val="00847FB1"/>
    <w:rsid w:val="0085040E"/>
    <w:rsid w:val="00850C2C"/>
    <w:rsid w:val="00851041"/>
    <w:rsid w:val="00851BA6"/>
    <w:rsid w:val="00851E8E"/>
    <w:rsid w:val="0085214B"/>
    <w:rsid w:val="00853678"/>
    <w:rsid w:val="00854C59"/>
    <w:rsid w:val="00854E3D"/>
    <w:rsid w:val="0085530F"/>
    <w:rsid w:val="0085562E"/>
    <w:rsid w:val="008556A1"/>
    <w:rsid w:val="00855FF9"/>
    <w:rsid w:val="0085609C"/>
    <w:rsid w:val="00856C31"/>
    <w:rsid w:val="00856DCF"/>
    <w:rsid w:val="00856EE4"/>
    <w:rsid w:val="0085792D"/>
    <w:rsid w:val="00857C41"/>
    <w:rsid w:val="0086126F"/>
    <w:rsid w:val="0086168E"/>
    <w:rsid w:val="00861DF2"/>
    <w:rsid w:val="00863380"/>
    <w:rsid w:val="00863761"/>
    <w:rsid w:val="00863F83"/>
    <w:rsid w:val="00866217"/>
    <w:rsid w:val="008665E1"/>
    <w:rsid w:val="008669D4"/>
    <w:rsid w:val="00867AAB"/>
    <w:rsid w:val="00870730"/>
    <w:rsid w:val="008709E6"/>
    <w:rsid w:val="00870A19"/>
    <w:rsid w:val="00870EAA"/>
    <w:rsid w:val="0087118E"/>
    <w:rsid w:val="00871444"/>
    <w:rsid w:val="0087181C"/>
    <w:rsid w:val="008719F4"/>
    <w:rsid w:val="00871BBF"/>
    <w:rsid w:val="00872868"/>
    <w:rsid w:val="008735CC"/>
    <w:rsid w:val="008737AE"/>
    <w:rsid w:val="00873A9E"/>
    <w:rsid w:val="008741FC"/>
    <w:rsid w:val="008746FB"/>
    <w:rsid w:val="00875D5D"/>
    <w:rsid w:val="00876085"/>
    <w:rsid w:val="00876328"/>
    <w:rsid w:val="00876F4A"/>
    <w:rsid w:val="00877686"/>
    <w:rsid w:val="00877FFC"/>
    <w:rsid w:val="0088004D"/>
    <w:rsid w:val="0088037E"/>
    <w:rsid w:val="008803E8"/>
    <w:rsid w:val="00880A26"/>
    <w:rsid w:val="00880DE5"/>
    <w:rsid w:val="008810E1"/>
    <w:rsid w:val="0088118A"/>
    <w:rsid w:val="00881BA7"/>
    <w:rsid w:val="00881F61"/>
    <w:rsid w:val="00882059"/>
    <w:rsid w:val="00882150"/>
    <w:rsid w:val="00883200"/>
    <w:rsid w:val="0088388E"/>
    <w:rsid w:val="00883989"/>
    <w:rsid w:val="0088407B"/>
    <w:rsid w:val="00884871"/>
    <w:rsid w:val="00884E63"/>
    <w:rsid w:val="00885B9A"/>
    <w:rsid w:val="00885F41"/>
    <w:rsid w:val="00886917"/>
    <w:rsid w:val="00886E0C"/>
    <w:rsid w:val="00887980"/>
    <w:rsid w:val="00890C1D"/>
    <w:rsid w:val="008910A4"/>
    <w:rsid w:val="00891921"/>
    <w:rsid w:val="00891CC3"/>
    <w:rsid w:val="00891D6B"/>
    <w:rsid w:val="00891F7B"/>
    <w:rsid w:val="0089210D"/>
    <w:rsid w:val="008932D1"/>
    <w:rsid w:val="00893D42"/>
    <w:rsid w:val="00893E61"/>
    <w:rsid w:val="0089428A"/>
    <w:rsid w:val="008947DD"/>
    <w:rsid w:val="00894B1D"/>
    <w:rsid w:val="008956B8"/>
    <w:rsid w:val="00895BB1"/>
    <w:rsid w:val="00895D3D"/>
    <w:rsid w:val="008963F6"/>
    <w:rsid w:val="00896425"/>
    <w:rsid w:val="008966E4"/>
    <w:rsid w:val="0089730A"/>
    <w:rsid w:val="008973E2"/>
    <w:rsid w:val="008975C2"/>
    <w:rsid w:val="00897B48"/>
    <w:rsid w:val="00897C5A"/>
    <w:rsid w:val="00897D04"/>
    <w:rsid w:val="00897E67"/>
    <w:rsid w:val="008A0126"/>
    <w:rsid w:val="008A06C3"/>
    <w:rsid w:val="008A13CD"/>
    <w:rsid w:val="008A1404"/>
    <w:rsid w:val="008A1FB7"/>
    <w:rsid w:val="008A2181"/>
    <w:rsid w:val="008A2583"/>
    <w:rsid w:val="008A2813"/>
    <w:rsid w:val="008A2A25"/>
    <w:rsid w:val="008A2DE2"/>
    <w:rsid w:val="008A3010"/>
    <w:rsid w:val="008A4707"/>
    <w:rsid w:val="008A49A8"/>
    <w:rsid w:val="008A4D74"/>
    <w:rsid w:val="008A54CF"/>
    <w:rsid w:val="008A5AE4"/>
    <w:rsid w:val="008A69FB"/>
    <w:rsid w:val="008A6EAF"/>
    <w:rsid w:val="008A72BB"/>
    <w:rsid w:val="008B0131"/>
    <w:rsid w:val="008B0396"/>
    <w:rsid w:val="008B0841"/>
    <w:rsid w:val="008B1FEC"/>
    <w:rsid w:val="008B2711"/>
    <w:rsid w:val="008B369D"/>
    <w:rsid w:val="008B3F01"/>
    <w:rsid w:val="008B3FA8"/>
    <w:rsid w:val="008B43F1"/>
    <w:rsid w:val="008B4482"/>
    <w:rsid w:val="008B47F7"/>
    <w:rsid w:val="008B4D76"/>
    <w:rsid w:val="008B4DF6"/>
    <w:rsid w:val="008B4FEB"/>
    <w:rsid w:val="008B563E"/>
    <w:rsid w:val="008B5D72"/>
    <w:rsid w:val="008B63D3"/>
    <w:rsid w:val="008B79B9"/>
    <w:rsid w:val="008B7BD9"/>
    <w:rsid w:val="008C0174"/>
    <w:rsid w:val="008C2277"/>
    <w:rsid w:val="008C2736"/>
    <w:rsid w:val="008C2E72"/>
    <w:rsid w:val="008C3872"/>
    <w:rsid w:val="008C391D"/>
    <w:rsid w:val="008C4128"/>
    <w:rsid w:val="008C421E"/>
    <w:rsid w:val="008C4885"/>
    <w:rsid w:val="008C49CD"/>
    <w:rsid w:val="008C4E14"/>
    <w:rsid w:val="008C4EE2"/>
    <w:rsid w:val="008C4FA1"/>
    <w:rsid w:val="008C5AE0"/>
    <w:rsid w:val="008C5C30"/>
    <w:rsid w:val="008C5DBD"/>
    <w:rsid w:val="008C6043"/>
    <w:rsid w:val="008C695E"/>
    <w:rsid w:val="008C6F0C"/>
    <w:rsid w:val="008C6F49"/>
    <w:rsid w:val="008C727A"/>
    <w:rsid w:val="008C77BC"/>
    <w:rsid w:val="008C7919"/>
    <w:rsid w:val="008C797E"/>
    <w:rsid w:val="008C7C8F"/>
    <w:rsid w:val="008D0338"/>
    <w:rsid w:val="008D0856"/>
    <w:rsid w:val="008D08AD"/>
    <w:rsid w:val="008D0C80"/>
    <w:rsid w:val="008D0E48"/>
    <w:rsid w:val="008D1F8C"/>
    <w:rsid w:val="008D23B7"/>
    <w:rsid w:val="008D3D85"/>
    <w:rsid w:val="008D3F8F"/>
    <w:rsid w:val="008D443E"/>
    <w:rsid w:val="008D443F"/>
    <w:rsid w:val="008D4B0B"/>
    <w:rsid w:val="008D4B27"/>
    <w:rsid w:val="008D5898"/>
    <w:rsid w:val="008D5B94"/>
    <w:rsid w:val="008D5D4C"/>
    <w:rsid w:val="008D69FF"/>
    <w:rsid w:val="008D6D65"/>
    <w:rsid w:val="008D70C5"/>
    <w:rsid w:val="008E0096"/>
    <w:rsid w:val="008E0255"/>
    <w:rsid w:val="008E04C2"/>
    <w:rsid w:val="008E07D9"/>
    <w:rsid w:val="008E0B26"/>
    <w:rsid w:val="008E0B2B"/>
    <w:rsid w:val="008E11E5"/>
    <w:rsid w:val="008E17C7"/>
    <w:rsid w:val="008E189D"/>
    <w:rsid w:val="008E18B1"/>
    <w:rsid w:val="008E2318"/>
    <w:rsid w:val="008E311C"/>
    <w:rsid w:val="008E3225"/>
    <w:rsid w:val="008E32D0"/>
    <w:rsid w:val="008E39F7"/>
    <w:rsid w:val="008E3AA0"/>
    <w:rsid w:val="008E4516"/>
    <w:rsid w:val="008E5161"/>
    <w:rsid w:val="008E51FE"/>
    <w:rsid w:val="008E529D"/>
    <w:rsid w:val="008E542A"/>
    <w:rsid w:val="008E5F97"/>
    <w:rsid w:val="008E601A"/>
    <w:rsid w:val="008E692B"/>
    <w:rsid w:val="008E6A1B"/>
    <w:rsid w:val="008E6A4E"/>
    <w:rsid w:val="008E7B84"/>
    <w:rsid w:val="008F0357"/>
    <w:rsid w:val="008F0AB1"/>
    <w:rsid w:val="008F0BD6"/>
    <w:rsid w:val="008F0BE8"/>
    <w:rsid w:val="008F0D17"/>
    <w:rsid w:val="008F1080"/>
    <w:rsid w:val="008F159F"/>
    <w:rsid w:val="008F183E"/>
    <w:rsid w:val="008F18B7"/>
    <w:rsid w:val="008F2AB2"/>
    <w:rsid w:val="008F2C86"/>
    <w:rsid w:val="008F3397"/>
    <w:rsid w:val="008F360B"/>
    <w:rsid w:val="008F37C8"/>
    <w:rsid w:val="008F3911"/>
    <w:rsid w:val="008F4C6B"/>
    <w:rsid w:val="008F512F"/>
    <w:rsid w:val="008F5309"/>
    <w:rsid w:val="008F5D32"/>
    <w:rsid w:val="008F5E84"/>
    <w:rsid w:val="008F61F0"/>
    <w:rsid w:val="008F62AC"/>
    <w:rsid w:val="008F6AA6"/>
    <w:rsid w:val="008F6BAE"/>
    <w:rsid w:val="008F7152"/>
    <w:rsid w:val="008F73FA"/>
    <w:rsid w:val="008F7D81"/>
    <w:rsid w:val="009004CD"/>
    <w:rsid w:val="00900763"/>
    <w:rsid w:val="00900B84"/>
    <w:rsid w:val="009010B1"/>
    <w:rsid w:val="00902943"/>
    <w:rsid w:val="00904471"/>
    <w:rsid w:val="009052C7"/>
    <w:rsid w:val="00905418"/>
    <w:rsid w:val="009061EF"/>
    <w:rsid w:val="009063FF"/>
    <w:rsid w:val="009065F3"/>
    <w:rsid w:val="009069CE"/>
    <w:rsid w:val="00906BEE"/>
    <w:rsid w:val="00906E39"/>
    <w:rsid w:val="00907BA8"/>
    <w:rsid w:val="00910C27"/>
    <w:rsid w:val="00910D16"/>
    <w:rsid w:val="00911007"/>
    <w:rsid w:val="009110A0"/>
    <w:rsid w:val="00911C69"/>
    <w:rsid w:val="00912B13"/>
    <w:rsid w:val="00913195"/>
    <w:rsid w:val="00913E4B"/>
    <w:rsid w:val="0091419D"/>
    <w:rsid w:val="00914908"/>
    <w:rsid w:val="00915080"/>
    <w:rsid w:val="009154C9"/>
    <w:rsid w:val="00915682"/>
    <w:rsid w:val="00915BC3"/>
    <w:rsid w:val="009160ED"/>
    <w:rsid w:val="00916549"/>
    <w:rsid w:val="00916802"/>
    <w:rsid w:val="0091781A"/>
    <w:rsid w:val="00917B25"/>
    <w:rsid w:val="00920926"/>
    <w:rsid w:val="00920C08"/>
    <w:rsid w:val="00920E0B"/>
    <w:rsid w:val="0092178E"/>
    <w:rsid w:val="00921F02"/>
    <w:rsid w:val="00922162"/>
    <w:rsid w:val="0092278C"/>
    <w:rsid w:val="009229B4"/>
    <w:rsid w:val="00922C13"/>
    <w:rsid w:val="0092420C"/>
    <w:rsid w:val="009248C1"/>
    <w:rsid w:val="009253AC"/>
    <w:rsid w:val="00925926"/>
    <w:rsid w:val="00926C8D"/>
    <w:rsid w:val="009278BA"/>
    <w:rsid w:val="0093194A"/>
    <w:rsid w:val="00931EB8"/>
    <w:rsid w:val="00932CD4"/>
    <w:rsid w:val="00933001"/>
    <w:rsid w:val="00933032"/>
    <w:rsid w:val="00933C8C"/>
    <w:rsid w:val="009342FC"/>
    <w:rsid w:val="009348EB"/>
    <w:rsid w:val="0093495E"/>
    <w:rsid w:val="00934A60"/>
    <w:rsid w:val="00934C7C"/>
    <w:rsid w:val="00934EEF"/>
    <w:rsid w:val="0093549A"/>
    <w:rsid w:val="00935607"/>
    <w:rsid w:val="009358B3"/>
    <w:rsid w:val="00935A9D"/>
    <w:rsid w:val="0093627F"/>
    <w:rsid w:val="00936889"/>
    <w:rsid w:val="00937A92"/>
    <w:rsid w:val="00937ED5"/>
    <w:rsid w:val="00940920"/>
    <w:rsid w:val="00940C3A"/>
    <w:rsid w:val="00940F09"/>
    <w:rsid w:val="0094197C"/>
    <w:rsid w:val="00942BF9"/>
    <w:rsid w:val="00942C91"/>
    <w:rsid w:val="00942CB3"/>
    <w:rsid w:val="00942DDC"/>
    <w:rsid w:val="009437EA"/>
    <w:rsid w:val="0094419B"/>
    <w:rsid w:val="00944213"/>
    <w:rsid w:val="0094471D"/>
    <w:rsid w:val="00944B93"/>
    <w:rsid w:val="00944B9B"/>
    <w:rsid w:val="00944E77"/>
    <w:rsid w:val="00944FE8"/>
    <w:rsid w:val="00945780"/>
    <w:rsid w:val="00947B0F"/>
    <w:rsid w:val="00947D95"/>
    <w:rsid w:val="00950168"/>
    <w:rsid w:val="0095047A"/>
    <w:rsid w:val="00951171"/>
    <w:rsid w:val="0095166B"/>
    <w:rsid w:val="00951850"/>
    <w:rsid w:val="00952019"/>
    <w:rsid w:val="00953C2E"/>
    <w:rsid w:val="00953F39"/>
    <w:rsid w:val="009540B1"/>
    <w:rsid w:val="009544ED"/>
    <w:rsid w:val="00954BD4"/>
    <w:rsid w:val="00954EEE"/>
    <w:rsid w:val="009550AF"/>
    <w:rsid w:val="0095622D"/>
    <w:rsid w:val="00956A9D"/>
    <w:rsid w:val="009570E6"/>
    <w:rsid w:val="00957C7F"/>
    <w:rsid w:val="00957D2C"/>
    <w:rsid w:val="00957E00"/>
    <w:rsid w:val="00960A7C"/>
    <w:rsid w:val="00961376"/>
    <w:rsid w:val="009616E3"/>
    <w:rsid w:val="00961B9E"/>
    <w:rsid w:val="009625C1"/>
    <w:rsid w:val="00962772"/>
    <w:rsid w:val="00962A03"/>
    <w:rsid w:val="00962D81"/>
    <w:rsid w:val="0096386F"/>
    <w:rsid w:val="00963951"/>
    <w:rsid w:val="00963B24"/>
    <w:rsid w:val="00963BE6"/>
    <w:rsid w:val="00964619"/>
    <w:rsid w:val="00964A2F"/>
    <w:rsid w:val="009653EA"/>
    <w:rsid w:val="00965A33"/>
    <w:rsid w:val="00965BA5"/>
    <w:rsid w:val="00966C8D"/>
    <w:rsid w:val="009671F0"/>
    <w:rsid w:val="00967AF6"/>
    <w:rsid w:val="00967D6D"/>
    <w:rsid w:val="0097071A"/>
    <w:rsid w:val="00971F16"/>
    <w:rsid w:val="00972042"/>
    <w:rsid w:val="0097236F"/>
    <w:rsid w:val="0097277E"/>
    <w:rsid w:val="009739B9"/>
    <w:rsid w:val="00973EF3"/>
    <w:rsid w:val="009740A3"/>
    <w:rsid w:val="0097463A"/>
    <w:rsid w:val="00974E05"/>
    <w:rsid w:val="00974E4E"/>
    <w:rsid w:val="0097521D"/>
    <w:rsid w:val="00975689"/>
    <w:rsid w:val="00975975"/>
    <w:rsid w:val="00975D52"/>
    <w:rsid w:val="00976B01"/>
    <w:rsid w:val="00977293"/>
    <w:rsid w:val="009777F3"/>
    <w:rsid w:val="00977BA6"/>
    <w:rsid w:val="00977DBF"/>
    <w:rsid w:val="00977E5F"/>
    <w:rsid w:val="00980C4F"/>
    <w:rsid w:val="009812EE"/>
    <w:rsid w:val="00981715"/>
    <w:rsid w:val="009821F3"/>
    <w:rsid w:val="0098521E"/>
    <w:rsid w:val="00985685"/>
    <w:rsid w:val="00985F00"/>
    <w:rsid w:val="009869F4"/>
    <w:rsid w:val="00986C70"/>
    <w:rsid w:val="00987B51"/>
    <w:rsid w:val="00987EBB"/>
    <w:rsid w:val="00987F2D"/>
    <w:rsid w:val="00990166"/>
    <w:rsid w:val="00990179"/>
    <w:rsid w:val="00990B34"/>
    <w:rsid w:val="009910B1"/>
    <w:rsid w:val="0099144A"/>
    <w:rsid w:val="00991F27"/>
    <w:rsid w:val="00992111"/>
    <w:rsid w:val="00992AB8"/>
    <w:rsid w:val="00992EDA"/>
    <w:rsid w:val="009937F3"/>
    <w:rsid w:val="00995C27"/>
    <w:rsid w:val="00995C81"/>
    <w:rsid w:val="00996247"/>
    <w:rsid w:val="00996395"/>
    <w:rsid w:val="009968F1"/>
    <w:rsid w:val="0099721A"/>
    <w:rsid w:val="009975CF"/>
    <w:rsid w:val="009977F0"/>
    <w:rsid w:val="00997822"/>
    <w:rsid w:val="00997A91"/>
    <w:rsid w:val="009A0046"/>
    <w:rsid w:val="009A0E93"/>
    <w:rsid w:val="009A121D"/>
    <w:rsid w:val="009A1AD9"/>
    <w:rsid w:val="009A1E94"/>
    <w:rsid w:val="009A1EEC"/>
    <w:rsid w:val="009A271A"/>
    <w:rsid w:val="009A2A3C"/>
    <w:rsid w:val="009A2B46"/>
    <w:rsid w:val="009A2C19"/>
    <w:rsid w:val="009A31F0"/>
    <w:rsid w:val="009A33D7"/>
    <w:rsid w:val="009A35CE"/>
    <w:rsid w:val="009A3FD0"/>
    <w:rsid w:val="009A40E6"/>
    <w:rsid w:val="009A44B9"/>
    <w:rsid w:val="009A4658"/>
    <w:rsid w:val="009A4998"/>
    <w:rsid w:val="009A5F41"/>
    <w:rsid w:val="009A6080"/>
    <w:rsid w:val="009A6440"/>
    <w:rsid w:val="009A6EE0"/>
    <w:rsid w:val="009A7A80"/>
    <w:rsid w:val="009A7C3C"/>
    <w:rsid w:val="009B07B3"/>
    <w:rsid w:val="009B0F14"/>
    <w:rsid w:val="009B19BF"/>
    <w:rsid w:val="009B1B8A"/>
    <w:rsid w:val="009B294D"/>
    <w:rsid w:val="009B3CE9"/>
    <w:rsid w:val="009B4168"/>
    <w:rsid w:val="009B4299"/>
    <w:rsid w:val="009B5353"/>
    <w:rsid w:val="009B5C3B"/>
    <w:rsid w:val="009B6177"/>
    <w:rsid w:val="009B63E0"/>
    <w:rsid w:val="009B659F"/>
    <w:rsid w:val="009B6654"/>
    <w:rsid w:val="009B6BA9"/>
    <w:rsid w:val="009C0370"/>
    <w:rsid w:val="009C0E5E"/>
    <w:rsid w:val="009C1031"/>
    <w:rsid w:val="009C1405"/>
    <w:rsid w:val="009C196B"/>
    <w:rsid w:val="009C1A0A"/>
    <w:rsid w:val="009C245D"/>
    <w:rsid w:val="009C2D94"/>
    <w:rsid w:val="009C314B"/>
    <w:rsid w:val="009C3164"/>
    <w:rsid w:val="009C38DF"/>
    <w:rsid w:val="009C3938"/>
    <w:rsid w:val="009C41CC"/>
    <w:rsid w:val="009C42FC"/>
    <w:rsid w:val="009C4BD2"/>
    <w:rsid w:val="009C5023"/>
    <w:rsid w:val="009C578A"/>
    <w:rsid w:val="009C5E99"/>
    <w:rsid w:val="009C5FD8"/>
    <w:rsid w:val="009C638D"/>
    <w:rsid w:val="009C653A"/>
    <w:rsid w:val="009C65AA"/>
    <w:rsid w:val="009C6720"/>
    <w:rsid w:val="009C69C8"/>
    <w:rsid w:val="009C6F91"/>
    <w:rsid w:val="009C7404"/>
    <w:rsid w:val="009C7B6F"/>
    <w:rsid w:val="009D0C37"/>
    <w:rsid w:val="009D1407"/>
    <w:rsid w:val="009D23B3"/>
    <w:rsid w:val="009D2EB4"/>
    <w:rsid w:val="009D39CF"/>
    <w:rsid w:val="009D3A6A"/>
    <w:rsid w:val="009D3B61"/>
    <w:rsid w:val="009D4AAF"/>
    <w:rsid w:val="009D4CA9"/>
    <w:rsid w:val="009D5A52"/>
    <w:rsid w:val="009D62E9"/>
    <w:rsid w:val="009D63DC"/>
    <w:rsid w:val="009D6A16"/>
    <w:rsid w:val="009D6DD8"/>
    <w:rsid w:val="009D7041"/>
    <w:rsid w:val="009D76B6"/>
    <w:rsid w:val="009D7935"/>
    <w:rsid w:val="009D7AF0"/>
    <w:rsid w:val="009D7CC5"/>
    <w:rsid w:val="009E0306"/>
    <w:rsid w:val="009E0447"/>
    <w:rsid w:val="009E1191"/>
    <w:rsid w:val="009E2515"/>
    <w:rsid w:val="009E31AF"/>
    <w:rsid w:val="009E3A4D"/>
    <w:rsid w:val="009E3CC0"/>
    <w:rsid w:val="009E41DF"/>
    <w:rsid w:val="009E4634"/>
    <w:rsid w:val="009E4D41"/>
    <w:rsid w:val="009E542A"/>
    <w:rsid w:val="009E5D16"/>
    <w:rsid w:val="009E61EE"/>
    <w:rsid w:val="009E68F8"/>
    <w:rsid w:val="009E79BA"/>
    <w:rsid w:val="009F0598"/>
    <w:rsid w:val="009F0FE2"/>
    <w:rsid w:val="009F13D6"/>
    <w:rsid w:val="009F148C"/>
    <w:rsid w:val="009F1944"/>
    <w:rsid w:val="009F2DA3"/>
    <w:rsid w:val="009F2EE4"/>
    <w:rsid w:val="009F3C37"/>
    <w:rsid w:val="009F3C61"/>
    <w:rsid w:val="009F42AE"/>
    <w:rsid w:val="009F4973"/>
    <w:rsid w:val="009F4A0E"/>
    <w:rsid w:val="009F5167"/>
    <w:rsid w:val="009F53A3"/>
    <w:rsid w:val="009F58B1"/>
    <w:rsid w:val="009F59F1"/>
    <w:rsid w:val="009F5DB0"/>
    <w:rsid w:val="009F62A4"/>
    <w:rsid w:val="009F6D08"/>
    <w:rsid w:val="009F7BF6"/>
    <w:rsid w:val="009F7ECB"/>
    <w:rsid w:val="00A01092"/>
    <w:rsid w:val="00A0156D"/>
    <w:rsid w:val="00A016CB"/>
    <w:rsid w:val="00A01C6F"/>
    <w:rsid w:val="00A01F3A"/>
    <w:rsid w:val="00A02B58"/>
    <w:rsid w:val="00A03284"/>
    <w:rsid w:val="00A03AA9"/>
    <w:rsid w:val="00A03B4A"/>
    <w:rsid w:val="00A03DCE"/>
    <w:rsid w:val="00A04248"/>
    <w:rsid w:val="00A04348"/>
    <w:rsid w:val="00A05270"/>
    <w:rsid w:val="00A062A9"/>
    <w:rsid w:val="00A06B6C"/>
    <w:rsid w:val="00A0716D"/>
    <w:rsid w:val="00A07316"/>
    <w:rsid w:val="00A073D9"/>
    <w:rsid w:val="00A07BBA"/>
    <w:rsid w:val="00A112ED"/>
    <w:rsid w:val="00A1198B"/>
    <w:rsid w:val="00A127B5"/>
    <w:rsid w:val="00A128C2"/>
    <w:rsid w:val="00A12C9A"/>
    <w:rsid w:val="00A1378B"/>
    <w:rsid w:val="00A14143"/>
    <w:rsid w:val="00A14460"/>
    <w:rsid w:val="00A14710"/>
    <w:rsid w:val="00A1479D"/>
    <w:rsid w:val="00A147DE"/>
    <w:rsid w:val="00A14904"/>
    <w:rsid w:val="00A1742A"/>
    <w:rsid w:val="00A177E6"/>
    <w:rsid w:val="00A17999"/>
    <w:rsid w:val="00A17C34"/>
    <w:rsid w:val="00A219BF"/>
    <w:rsid w:val="00A21A0E"/>
    <w:rsid w:val="00A226EB"/>
    <w:rsid w:val="00A22735"/>
    <w:rsid w:val="00A22BAF"/>
    <w:rsid w:val="00A22C9D"/>
    <w:rsid w:val="00A234F3"/>
    <w:rsid w:val="00A24A8D"/>
    <w:rsid w:val="00A24DE1"/>
    <w:rsid w:val="00A25A06"/>
    <w:rsid w:val="00A25A4D"/>
    <w:rsid w:val="00A25BF6"/>
    <w:rsid w:val="00A27233"/>
    <w:rsid w:val="00A27699"/>
    <w:rsid w:val="00A27A4E"/>
    <w:rsid w:val="00A27B38"/>
    <w:rsid w:val="00A31A4D"/>
    <w:rsid w:val="00A31DF1"/>
    <w:rsid w:val="00A32A45"/>
    <w:rsid w:val="00A32B6A"/>
    <w:rsid w:val="00A33460"/>
    <w:rsid w:val="00A3354E"/>
    <w:rsid w:val="00A354EF"/>
    <w:rsid w:val="00A359C4"/>
    <w:rsid w:val="00A35D18"/>
    <w:rsid w:val="00A3600C"/>
    <w:rsid w:val="00A363C1"/>
    <w:rsid w:val="00A363EC"/>
    <w:rsid w:val="00A36832"/>
    <w:rsid w:val="00A37E23"/>
    <w:rsid w:val="00A37EF4"/>
    <w:rsid w:val="00A400F4"/>
    <w:rsid w:val="00A40EEA"/>
    <w:rsid w:val="00A416F0"/>
    <w:rsid w:val="00A418C8"/>
    <w:rsid w:val="00A41A34"/>
    <w:rsid w:val="00A41B59"/>
    <w:rsid w:val="00A422AF"/>
    <w:rsid w:val="00A42603"/>
    <w:rsid w:val="00A431AE"/>
    <w:rsid w:val="00A4323A"/>
    <w:rsid w:val="00A43298"/>
    <w:rsid w:val="00A43436"/>
    <w:rsid w:val="00A438F6"/>
    <w:rsid w:val="00A43D8F"/>
    <w:rsid w:val="00A45308"/>
    <w:rsid w:val="00A468F4"/>
    <w:rsid w:val="00A47AC7"/>
    <w:rsid w:val="00A47B78"/>
    <w:rsid w:val="00A47C4B"/>
    <w:rsid w:val="00A47CF3"/>
    <w:rsid w:val="00A50065"/>
    <w:rsid w:val="00A50CE1"/>
    <w:rsid w:val="00A515AA"/>
    <w:rsid w:val="00A518C8"/>
    <w:rsid w:val="00A519D1"/>
    <w:rsid w:val="00A51E2C"/>
    <w:rsid w:val="00A51F6F"/>
    <w:rsid w:val="00A53058"/>
    <w:rsid w:val="00A530B5"/>
    <w:rsid w:val="00A534B1"/>
    <w:rsid w:val="00A5365D"/>
    <w:rsid w:val="00A5366C"/>
    <w:rsid w:val="00A544C8"/>
    <w:rsid w:val="00A545BE"/>
    <w:rsid w:val="00A54AC8"/>
    <w:rsid w:val="00A54DE5"/>
    <w:rsid w:val="00A55564"/>
    <w:rsid w:val="00A55DAE"/>
    <w:rsid w:val="00A561A2"/>
    <w:rsid w:val="00A56503"/>
    <w:rsid w:val="00A567C4"/>
    <w:rsid w:val="00A56997"/>
    <w:rsid w:val="00A56C9D"/>
    <w:rsid w:val="00A572C0"/>
    <w:rsid w:val="00A5730D"/>
    <w:rsid w:val="00A574A3"/>
    <w:rsid w:val="00A57B60"/>
    <w:rsid w:val="00A57E3D"/>
    <w:rsid w:val="00A60E95"/>
    <w:rsid w:val="00A60EC4"/>
    <w:rsid w:val="00A619AB"/>
    <w:rsid w:val="00A61D01"/>
    <w:rsid w:val="00A61F53"/>
    <w:rsid w:val="00A621E8"/>
    <w:rsid w:val="00A623B9"/>
    <w:rsid w:val="00A62837"/>
    <w:rsid w:val="00A62A3E"/>
    <w:rsid w:val="00A63342"/>
    <w:rsid w:val="00A63F27"/>
    <w:rsid w:val="00A64036"/>
    <w:rsid w:val="00A64199"/>
    <w:rsid w:val="00A64855"/>
    <w:rsid w:val="00A6488C"/>
    <w:rsid w:val="00A65678"/>
    <w:rsid w:val="00A6568C"/>
    <w:rsid w:val="00A65A3B"/>
    <w:rsid w:val="00A65E9D"/>
    <w:rsid w:val="00A65F22"/>
    <w:rsid w:val="00A66324"/>
    <w:rsid w:val="00A66E54"/>
    <w:rsid w:val="00A707F0"/>
    <w:rsid w:val="00A7159D"/>
    <w:rsid w:val="00A71644"/>
    <w:rsid w:val="00A71D6D"/>
    <w:rsid w:val="00A728F3"/>
    <w:rsid w:val="00A72A33"/>
    <w:rsid w:val="00A72BC5"/>
    <w:rsid w:val="00A72C53"/>
    <w:rsid w:val="00A72DFF"/>
    <w:rsid w:val="00A73965"/>
    <w:rsid w:val="00A74ABA"/>
    <w:rsid w:val="00A74CA3"/>
    <w:rsid w:val="00A757A3"/>
    <w:rsid w:val="00A75937"/>
    <w:rsid w:val="00A760AD"/>
    <w:rsid w:val="00A761B5"/>
    <w:rsid w:val="00A7651F"/>
    <w:rsid w:val="00A7655C"/>
    <w:rsid w:val="00A7673E"/>
    <w:rsid w:val="00A76CCA"/>
    <w:rsid w:val="00A76D41"/>
    <w:rsid w:val="00A77309"/>
    <w:rsid w:val="00A773A5"/>
    <w:rsid w:val="00A77798"/>
    <w:rsid w:val="00A77E3D"/>
    <w:rsid w:val="00A800F2"/>
    <w:rsid w:val="00A8068D"/>
    <w:rsid w:val="00A80749"/>
    <w:rsid w:val="00A808FF"/>
    <w:rsid w:val="00A80C91"/>
    <w:rsid w:val="00A80F66"/>
    <w:rsid w:val="00A81564"/>
    <w:rsid w:val="00A818D3"/>
    <w:rsid w:val="00A8192C"/>
    <w:rsid w:val="00A8192E"/>
    <w:rsid w:val="00A84019"/>
    <w:rsid w:val="00A851F0"/>
    <w:rsid w:val="00A85ECF"/>
    <w:rsid w:val="00A86CCC"/>
    <w:rsid w:val="00A872B4"/>
    <w:rsid w:val="00A87A0A"/>
    <w:rsid w:val="00A87FD8"/>
    <w:rsid w:val="00A90169"/>
    <w:rsid w:val="00A901C7"/>
    <w:rsid w:val="00A90FEB"/>
    <w:rsid w:val="00A9152B"/>
    <w:rsid w:val="00A91764"/>
    <w:rsid w:val="00A918EE"/>
    <w:rsid w:val="00A92964"/>
    <w:rsid w:val="00A92A4A"/>
    <w:rsid w:val="00A93057"/>
    <w:rsid w:val="00A93995"/>
    <w:rsid w:val="00A93BDF"/>
    <w:rsid w:val="00A93FD7"/>
    <w:rsid w:val="00A94F5C"/>
    <w:rsid w:val="00A95100"/>
    <w:rsid w:val="00A958A3"/>
    <w:rsid w:val="00A96E78"/>
    <w:rsid w:val="00A974C7"/>
    <w:rsid w:val="00A97B23"/>
    <w:rsid w:val="00AA0006"/>
    <w:rsid w:val="00AA039C"/>
    <w:rsid w:val="00AA06B9"/>
    <w:rsid w:val="00AA0C95"/>
    <w:rsid w:val="00AA0DF2"/>
    <w:rsid w:val="00AA0F0E"/>
    <w:rsid w:val="00AA131D"/>
    <w:rsid w:val="00AA22B9"/>
    <w:rsid w:val="00AA3027"/>
    <w:rsid w:val="00AA304C"/>
    <w:rsid w:val="00AA31EB"/>
    <w:rsid w:val="00AA32B1"/>
    <w:rsid w:val="00AA3310"/>
    <w:rsid w:val="00AA33A5"/>
    <w:rsid w:val="00AA3434"/>
    <w:rsid w:val="00AA3D28"/>
    <w:rsid w:val="00AA456E"/>
    <w:rsid w:val="00AA4A64"/>
    <w:rsid w:val="00AA52D9"/>
    <w:rsid w:val="00AA5FF3"/>
    <w:rsid w:val="00AA72FA"/>
    <w:rsid w:val="00AA73CF"/>
    <w:rsid w:val="00AA79FF"/>
    <w:rsid w:val="00AA7FC6"/>
    <w:rsid w:val="00AB0AF1"/>
    <w:rsid w:val="00AB1827"/>
    <w:rsid w:val="00AB2C22"/>
    <w:rsid w:val="00AB3CEB"/>
    <w:rsid w:val="00AB4380"/>
    <w:rsid w:val="00AB44C2"/>
    <w:rsid w:val="00AB4519"/>
    <w:rsid w:val="00AB45F3"/>
    <w:rsid w:val="00AB477E"/>
    <w:rsid w:val="00AB4C9B"/>
    <w:rsid w:val="00AB5AC7"/>
    <w:rsid w:val="00AB6381"/>
    <w:rsid w:val="00AB6591"/>
    <w:rsid w:val="00AB6DC1"/>
    <w:rsid w:val="00AB70F1"/>
    <w:rsid w:val="00AB77F1"/>
    <w:rsid w:val="00AB78B6"/>
    <w:rsid w:val="00AB7D2C"/>
    <w:rsid w:val="00AC014E"/>
    <w:rsid w:val="00AC054E"/>
    <w:rsid w:val="00AC0893"/>
    <w:rsid w:val="00AC0A2B"/>
    <w:rsid w:val="00AC0C2C"/>
    <w:rsid w:val="00AC15D1"/>
    <w:rsid w:val="00AC1C7E"/>
    <w:rsid w:val="00AC1FEE"/>
    <w:rsid w:val="00AC2AE4"/>
    <w:rsid w:val="00AC303E"/>
    <w:rsid w:val="00AC37B4"/>
    <w:rsid w:val="00AC426D"/>
    <w:rsid w:val="00AC5624"/>
    <w:rsid w:val="00AC655C"/>
    <w:rsid w:val="00AC6DAE"/>
    <w:rsid w:val="00AC6E93"/>
    <w:rsid w:val="00AC7685"/>
    <w:rsid w:val="00AD04E2"/>
    <w:rsid w:val="00AD0C70"/>
    <w:rsid w:val="00AD0DC4"/>
    <w:rsid w:val="00AD0E67"/>
    <w:rsid w:val="00AD1462"/>
    <w:rsid w:val="00AD14A3"/>
    <w:rsid w:val="00AD15E3"/>
    <w:rsid w:val="00AD249B"/>
    <w:rsid w:val="00AD269B"/>
    <w:rsid w:val="00AD3595"/>
    <w:rsid w:val="00AD414F"/>
    <w:rsid w:val="00AD4AF3"/>
    <w:rsid w:val="00AD517B"/>
    <w:rsid w:val="00AD5188"/>
    <w:rsid w:val="00AD51BB"/>
    <w:rsid w:val="00AD5723"/>
    <w:rsid w:val="00AD6062"/>
    <w:rsid w:val="00AD6727"/>
    <w:rsid w:val="00AD67AC"/>
    <w:rsid w:val="00AD67E8"/>
    <w:rsid w:val="00AD6948"/>
    <w:rsid w:val="00AD771C"/>
    <w:rsid w:val="00AD7744"/>
    <w:rsid w:val="00AE0438"/>
    <w:rsid w:val="00AE0AB5"/>
    <w:rsid w:val="00AE0D09"/>
    <w:rsid w:val="00AE0D82"/>
    <w:rsid w:val="00AE118E"/>
    <w:rsid w:val="00AE1586"/>
    <w:rsid w:val="00AE1DCD"/>
    <w:rsid w:val="00AE23AC"/>
    <w:rsid w:val="00AE272B"/>
    <w:rsid w:val="00AE2730"/>
    <w:rsid w:val="00AE279F"/>
    <w:rsid w:val="00AE28F0"/>
    <w:rsid w:val="00AE2A3D"/>
    <w:rsid w:val="00AE399A"/>
    <w:rsid w:val="00AE45C9"/>
    <w:rsid w:val="00AE4DE9"/>
    <w:rsid w:val="00AE4E6B"/>
    <w:rsid w:val="00AE5973"/>
    <w:rsid w:val="00AE5B5F"/>
    <w:rsid w:val="00AE5C8F"/>
    <w:rsid w:val="00AE7C20"/>
    <w:rsid w:val="00AF0613"/>
    <w:rsid w:val="00AF0A17"/>
    <w:rsid w:val="00AF0A64"/>
    <w:rsid w:val="00AF1B2A"/>
    <w:rsid w:val="00AF25A1"/>
    <w:rsid w:val="00AF29BF"/>
    <w:rsid w:val="00AF319B"/>
    <w:rsid w:val="00AF330F"/>
    <w:rsid w:val="00AF3FDE"/>
    <w:rsid w:val="00AF404D"/>
    <w:rsid w:val="00AF40F4"/>
    <w:rsid w:val="00AF43C5"/>
    <w:rsid w:val="00AF5437"/>
    <w:rsid w:val="00AF58B9"/>
    <w:rsid w:val="00AF6510"/>
    <w:rsid w:val="00AF726E"/>
    <w:rsid w:val="00AF7371"/>
    <w:rsid w:val="00AF73B6"/>
    <w:rsid w:val="00AF7476"/>
    <w:rsid w:val="00AF78CF"/>
    <w:rsid w:val="00AF7AFA"/>
    <w:rsid w:val="00AF7BAC"/>
    <w:rsid w:val="00AF7D38"/>
    <w:rsid w:val="00B00ACE"/>
    <w:rsid w:val="00B01236"/>
    <w:rsid w:val="00B01F87"/>
    <w:rsid w:val="00B023C7"/>
    <w:rsid w:val="00B03415"/>
    <w:rsid w:val="00B037B1"/>
    <w:rsid w:val="00B03E24"/>
    <w:rsid w:val="00B03F16"/>
    <w:rsid w:val="00B041C6"/>
    <w:rsid w:val="00B04B6D"/>
    <w:rsid w:val="00B05DA3"/>
    <w:rsid w:val="00B06040"/>
    <w:rsid w:val="00B061DB"/>
    <w:rsid w:val="00B0685B"/>
    <w:rsid w:val="00B07002"/>
    <w:rsid w:val="00B0703E"/>
    <w:rsid w:val="00B0711A"/>
    <w:rsid w:val="00B071C1"/>
    <w:rsid w:val="00B075F3"/>
    <w:rsid w:val="00B10092"/>
    <w:rsid w:val="00B1035B"/>
    <w:rsid w:val="00B103E7"/>
    <w:rsid w:val="00B106B4"/>
    <w:rsid w:val="00B10819"/>
    <w:rsid w:val="00B1123A"/>
    <w:rsid w:val="00B128B5"/>
    <w:rsid w:val="00B12952"/>
    <w:rsid w:val="00B13546"/>
    <w:rsid w:val="00B13AF0"/>
    <w:rsid w:val="00B1431F"/>
    <w:rsid w:val="00B14800"/>
    <w:rsid w:val="00B14F96"/>
    <w:rsid w:val="00B15271"/>
    <w:rsid w:val="00B158E6"/>
    <w:rsid w:val="00B168B7"/>
    <w:rsid w:val="00B16F4C"/>
    <w:rsid w:val="00B1710B"/>
    <w:rsid w:val="00B17286"/>
    <w:rsid w:val="00B17562"/>
    <w:rsid w:val="00B17705"/>
    <w:rsid w:val="00B17CF0"/>
    <w:rsid w:val="00B17DF4"/>
    <w:rsid w:val="00B204F9"/>
    <w:rsid w:val="00B20525"/>
    <w:rsid w:val="00B2185B"/>
    <w:rsid w:val="00B22548"/>
    <w:rsid w:val="00B22628"/>
    <w:rsid w:val="00B22751"/>
    <w:rsid w:val="00B2290A"/>
    <w:rsid w:val="00B232C1"/>
    <w:rsid w:val="00B236DA"/>
    <w:rsid w:val="00B236E7"/>
    <w:rsid w:val="00B23705"/>
    <w:rsid w:val="00B24821"/>
    <w:rsid w:val="00B251FF"/>
    <w:rsid w:val="00B256FF"/>
    <w:rsid w:val="00B25D41"/>
    <w:rsid w:val="00B25F9E"/>
    <w:rsid w:val="00B26301"/>
    <w:rsid w:val="00B26BB7"/>
    <w:rsid w:val="00B26C2D"/>
    <w:rsid w:val="00B27D35"/>
    <w:rsid w:val="00B30E62"/>
    <w:rsid w:val="00B30F19"/>
    <w:rsid w:val="00B314AC"/>
    <w:rsid w:val="00B314E7"/>
    <w:rsid w:val="00B3174E"/>
    <w:rsid w:val="00B3187F"/>
    <w:rsid w:val="00B31BA7"/>
    <w:rsid w:val="00B320CE"/>
    <w:rsid w:val="00B326E2"/>
    <w:rsid w:val="00B32CC9"/>
    <w:rsid w:val="00B33256"/>
    <w:rsid w:val="00B3347D"/>
    <w:rsid w:val="00B33537"/>
    <w:rsid w:val="00B340FA"/>
    <w:rsid w:val="00B343F8"/>
    <w:rsid w:val="00B34A26"/>
    <w:rsid w:val="00B34FE6"/>
    <w:rsid w:val="00B3540F"/>
    <w:rsid w:val="00B3542C"/>
    <w:rsid w:val="00B35ACB"/>
    <w:rsid w:val="00B36511"/>
    <w:rsid w:val="00B36903"/>
    <w:rsid w:val="00B37344"/>
    <w:rsid w:val="00B4019D"/>
    <w:rsid w:val="00B4049F"/>
    <w:rsid w:val="00B405BD"/>
    <w:rsid w:val="00B40BB5"/>
    <w:rsid w:val="00B4107E"/>
    <w:rsid w:val="00B41107"/>
    <w:rsid w:val="00B417EC"/>
    <w:rsid w:val="00B41E36"/>
    <w:rsid w:val="00B4215F"/>
    <w:rsid w:val="00B4239C"/>
    <w:rsid w:val="00B43276"/>
    <w:rsid w:val="00B433FB"/>
    <w:rsid w:val="00B443D2"/>
    <w:rsid w:val="00B446F1"/>
    <w:rsid w:val="00B44778"/>
    <w:rsid w:val="00B44AD5"/>
    <w:rsid w:val="00B44F3E"/>
    <w:rsid w:val="00B4649E"/>
    <w:rsid w:val="00B46669"/>
    <w:rsid w:val="00B466CE"/>
    <w:rsid w:val="00B467F8"/>
    <w:rsid w:val="00B46968"/>
    <w:rsid w:val="00B46B88"/>
    <w:rsid w:val="00B46CDF"/>
    <w:rsid w:val="00B46D74"/>
    <w:rsid w:val="00B50C0F"/>
    <w:rsid w:val="00B51827"/>
    <w:rsid w:val="00B51BE2"/>
    <w:rsid w:val="00B51FA6"/>
    <w:rsid w:val="00B529EE"/>
    <w:rsid w:val="00B53495"/>
    <w:rsid w:val="00B53645"/>
    <w:rsid w:val="00B54126"/>
    <w:rsid w:val="00B5446E"/>
    <w:rsid w:val="00B54864"/>
    <w:rsid w:val="00B54BAB"/>
    <w:rsid w:val="00B54F6A"/>
    <w:rsid w:val="00B55022"/>
    <w:rsid w:val="00B562BA"/>
    <w:rsid w:val="00B56981"/>
    <w:rsid w:val="00B56ADC"/>
    <w:rsid w:val="00B56C0C"/>
    <w:rsid w:val="00B56CEF"/>
    <w:rsid w:val="00B5747C"/>
    <w:rsid w:val="00B602CC"/>
    <w:rsid w:val="00B607BC"/>
    <w:rsid w:val="00B60829"/>
    <w:rsid w:val="00B60C38"/>
    <w:rsid w:val="00B60E84"/>
    <w:rsid w:val="00B60F95"/>
    <w:rsid w:val="00B60FCD"/>
    <w:rsid w:val="00B61146"/>
    <w:rsid w:val="00B61360"/>
    <w:rsid w:val="00B6138D"/>
    <w:rsid w:val="00B61423"/>
    <w:rsid w:val="00B614F7"/>
    <w:rsid w:val="00B61546"/>
    <w:rsid w:val="00B61C03"/>
    <w:rsid w:val="00B62F33"/>
    <w:rsid w:val="00B6315E"/>
    <w:rsid w:val="00B634EE"/>
    <w:rsid w:val="00B63D8D"/>
    <w:rsid w:val="00B63EEE"/>
    <w:rsid w:val="00B6441C"/>
    <w:rsid w:val="00B64617"/>
    <w:rsid w:val="00B64A14"/>
    <w:rsid w:val="00B6541C"/>
    <w:rsid w:val="00B65F3D"/>
    <w:rsid w:val="00B6687B"/>
    <w:rsid w:val="00B66913"/>
    <w:rsid w:val="00B67C16"/>
    <w:rsid w:val="00B7047D"/>
    <w:rsid w:val="00B70736"/>
    <w:rsid w:val="00B7080A"/>
    <w:rsid w:val="00B70D77"/>
    <w:rsid w:val="00B713D6"/>
    <w:rsid w:val="00B71E0A"/>
    <w:rsid w:val="00B71E5D"/>
    <w:rsid w:val="00B724CF"/>
    <w:rsid w:val="00B72C58"/>
    <w:rsid w:val="00B73365"/>
    <w:rsid w:val="00B73BFC"/>
    <w:rsid w:val="00B74C8D"/>
    <w:rsid w:val="00B74D21"/>
    <w:rsid w:val="00B7555A"/>
    <w:rsid w:val="00B75E2E"/>
    <w:rsid w:val="00B75EE7"/>
    <w:rsid w:val="00B761C4"/>
    <w:rsid w:val="00B770ED"/>
    <w:rsid w:val="00B77A86"/>
    <w:rsid w:val="00B77AD4"/>
    <w:rsid w:val="00B77AD6"/>
    <w:rsid w:val="00B8118F"/>
    <w:rsid w:val="00B81319"/>
    <w:rsid w:val="00B82629"/>
    <w:rsid w:val="00B83339"/>
    <w:rsid w:val="00B8359E"/>
    <w:rsid w:val="00B83936"/>
    <w:rsid w:val="00B83F44"/>
    <w:rsid w:val="00B8413C"/>
    <w:rsid w:val="00B844AA"/>
    <w:rsid w:val="00B84627"/>
    <w:rsid w:val="00B84989"/>
    <w:rsid w:val="00B855A4"/>
    <w:rsid w:val="00B85660"/>
    <w:rsid w:val="00B85AD3"/>
    <w:rsid w:val="00B85FF1"/>
    <w:rsid w:val="00B863E7"/>
    <w:rsid w:val="00B86B39"/>
    <w:rsid w:val="00B86E5F"/>
    <w:rsid w:val="00B87B33"/>
    <w:rsid w:val="00B87D51"/>
    <w:rsid w:val="00B9086F"/>
    <w:rsid w:val="00B90C0E"/>
    <w:rsid w:val="00B91B17"/>
    <w:rsid w:val="00B922E5"/>
    <w:rsid w:val="00B92E69"/>
    <w:rsid w:val="00B92FE5"/>
    <w:rsid w:val="00B93489"/>
    <w:rsid w:val="00B93B89"/>
    <w:rsid w:val="00B9432E"/>
    <w:rsid w:val="00B94942"/>
    <w:rsid w:val="00B95182"/>
    <w:rsid w:val="00B958A1"/>
    <w:rsid w:val="00B95CD7"/>
    <w:rsid w:val="00B963E0"/>
    <w:rsid w:val="00B97716"/>
    <w:rsid w:val="00BA07EB"/>
    <w:rsid w:val="00BA0886"/>
    <w:rsid w:val="00BA09A5"/>
    <w:rsid w:val="00BA0D33"/>
    <w:rsid w:val="00BA16FB"/>
    <w:rsid w:val="00BA1820"/>
    <w:rsid w:val="00BA1BA0"/>
    <w:rsid w:val="00BA1E8C"/>
    <w:rsid w:val="00BA2315"/>
    <w:rsid w:val="00BA237D"/>
    <w:rsid w:val="00BA392C"/>
    <w:rsid w:val="00BA3A94"/>
    <w:rsid w:val="00BA3C13"/>
    <w:rsid w:val="00BA3F7D"/>
    <w:rsid w:val="00BA4102"/>
    <w:rsid w:val="00BA423D"/>
    <w:rsid w:val="00BA4336"/>
    <w:rsid w:val="00BA4D0B"/>
    <w:rsid w:val="00BA4F87"/>
    <w:rsid w:val="00BA51C6"/>
    <w:rsid w:val="00BA5391"/>
    <w:rsid w:val="00BA5581"/>
    <w:rsid w:val="00BA5674"/>
    <w:rsid w:val="00BA601F"/>
    <w:rsid w:val="00BA6358"/>
    <w:rsid w:val="00BA680D"/>
    <w:rsid w:val="00BA6A4D"/>
    <w:rsid w:val="00BA7109"/>
    <w:rsid w:val="00BB0147"/>
    <w:rsid w:val="00BB063B"/>
    <w:rsid w:val="00BB08B1"/>
    <w:rsid w:val="00BB0C5E"/>
    <w:rsid w:val="00BB12C9"/>
    <w:rsid w:val="00BB1A48"/>
    <w:rsid w:val="00BB1A68"/>
    <w:rsid w:val="00BB22E1"/>
    <w:rsid w:val="00BB250F"/>
    <w:rsid w:val="00BB25AF"/>
    <w:rsid w:val="00BB28A9"/>
    <w:rsid w:val="00BB31FB"/>
    <w:rsid w:val="00BB4170"/>
    <w:rsid w:val="00BB41AA"/>
    <w:rsid w:val="00BB47FF"/>
    <w:rsid w:val="00BB4830"/>
    <w:rsid w:val="00BB5A55"/>
    <w:rsid w:val="00BB5E38"/>
    <w:rsid w:val="00BB61C0"/>
    <w:rsid w:val="00BB678D"/>
    <w:rsid w:val="00BB6893"/>
    <w:rsid w:val="00BB6CF3"/>
    <w:rsid w:val="00BB6D7B"/>
    <w:rsid w:val="00BB6D7F"/>
    <w:rsid w:val="00BB72D2"/>
    <w:rsid w:val="00BB7670"/>
    <w:rsid w:val="00BB7994"/>
    <w:rsid w:val="00BB7A02"/>
    <w:rsid w:val="00BB7E46"/>
    <w:rsid w:val="00BB7E77"/>
    <w:rsid w:val="00BC057D"/>
    <w:rsid w:val="00BC19D2"/>
    <w:rsid w:val="00BC1E80"/>
    <w:rsid w:val="00BC1F16"/>
    <w:rsid w:val="00BC2A2E"/>
    <w:rsid w:val="00BC2BD2"/>
    <w:rsid w:val="00BC2F48"/>
    <w:rsid w:val="00BC3255"/>
    <w:rsid w:val="00BC3929"/>
    <w:rsid w:val="00BC3AC5"/>
    <w:rsid w:val="00BC3D6B"/>
    <w:rsid w:val="00BC4214"/>
    <w:rsid w:val="00BC465D"/>
    <w:rsid w:val="00BC46DA"/>
    <w:rsid w:val="00BC472A"/>
    <w:rsid w:val="00BC5058"/>
    <w:rsid w:val="00BC59BF"/>
    <w:rsid w:val="00BC5A74"/>
    <w:rsid w:val="00BC5DCC"/>
    <w:rsid w:val="00BC73EA"/>
    <w:rsid w:val="00BC7B08"/>
    <w:rsid w:val="00BC7DA3"/>
    <w:rsid w:val="00BD056A"/>
    <w:rsid w:val="00BD0601"/>
    <w:rsid w:val="00BD0A16"/>
    <w:rsid w:val="00BD1236"/>
    <w:rsid w:val="00BD20B9"/>
    <w:rsid w:val="00BD2713"/>
    <w:rsid w:val="00BD28B9"/>
    <w:rsid w:val="00BD2B56"/>
    <w:rsid w:val="00BD2C7E"/>
    <w:rsid w:val="00BD30E3"/>
    <w:rsid w:val="00BD3426"/>
    <w:rsid w:val="00BD3A58"/>
    <w:rsid w:val="00BD3C71"/>
    <w:rsid w:val="00BD4107"/>
    <w:rsid w:val="00BD4515"/>
    <w:rsid w:val="00BD5491"/>
    <w:rsid w:val="00BD5A31"/>
    <w:rsid w:val="00BD6717"/>
    <w:rsid w:val="00BD671F"/>
    <w:rsid w:val="00BD75C4"/>
    <w:rsid w:val="00BD79D7"/>
    <w:rsid w:val="00BD7C2E"/>
    <w:rsid w:val="00BD7C82"/>
    <w:rsid w:val="00BE029E"/>
    <w:rsid w:val="00BE034E"/>
    <w:rsid w:val="00BE04B7"/>
    <w:rsid w:val="00BE0815"/>
    <w:rsid w:val="00BE08B4"/>
    <w:rsid w:val="00BE0D76"/>
    <w:rsid w:val="00BE0EE0"/>
    <w:rsid w:val="00BE0FC9"/>
    <w:rsid w:val="00BE14E1"/>
    <w:rsid w:val="00BE174C"/>
    <w:rsid w:val="00BE1E97"/>
    <w:rsid w:val="00BE2345"/>
    <w:rsid w:val="00BE272F"/>
    <w:rsid w:val="00BE2A80"/>
    <w:rsid w:val="00BE2FFB"/>
    <w:rsid w:val="00BE37C0"/>
    <w:rsid w:val="00BE4642"/>
    <w:rsid w:val="00BE4C46"/>
    <w:rsid w:val="00BE5D5E"/>
    <w:rsid w:val="00BE6071"/>
    <w:rsid w:val="00BE705F"/>
    <w:rsid w:val="00BE7197"/>
    <w:rsid w:val="00BE71B4"/>
    <w:rsid w:val="00BE7550"/>
    <w:rsid w:val="00BE7BDD"/>
    <w:rsid w:val="00BF0AA5"/>
    <w:rsid w:val="00BF185C"/>
    <w:rsid w:val="00BF1ACA"/>
    <w:rsid w:val="00BF1BEE"/>
    <w:rsid w:val="00BF1D45"/>
    <w:rsid w:val="00BF285C"/>
    <w:rsid w:val="00BF29D7"/>
    <w:rsid w:val="00BF3EA2"/>
    <w:rsid w:val="00BF3F5C"/>
    <w:rsid w:val="00BF42F9"/>
    <w:rsid w:val="00BF43E0"/>
    <w:rsid w:val="00BF5130"/>
    <w:rsid w:val="00BF5159"/>
    <w:rsid w:val="00BF5205"/>
    <w:rsid w:val="00BF61F4"/>
    <w:rsid w:val="00BF6546"/>
    <w:rsid w:val="00BF6578"/>
    <w:rsid w:val="00BF6A8A"/>
    <w:rsid w:val="00BF6BFF"/>
    <w:rsid w:val="00BF6F42"/>
    <w:rsid w:val="00BF6F45"/>
    <w:rsid w:val="00C00111"/>
    <w:rsid w:val="00C004BD"/>
    <w:rsid w:val="00C010B4"/>
    <w:rsid w:val="00C01EAC"/>
    <w:rsid w:val="00C020BE"/>
    <w:rsid w:val="00C02548"/>
    <w:rsid w:val="00C032E1"/>
    <w:rsid w:val="00C0339F"/>
    <w:rsid w:val="00C038D0"/>
    <w:rsid w:val="00C03C73"/>
    <w:rsid w:val="00C041BC"/>
    <w:rsid w:val="00C04476"/>
    <w:rsid w:val="00C051EC"/>
    <w:rsid w:val="00C05230"/>
    <w:rsid w:val="00C057C0"/>
    <w:rsid w:val="00C05C1A"/>
    <w:rsid w:val="00C0657B"/>
    <w:rsid w:val="00C067DF"/>
    <w:rsid w:val="00C06FB4"/>
    <w:rsid w:val="00C079B8"/>
    <w:rsid w:val="00C07C71"/>
    <w:rsid w:val="00C105D4"/>
    <w:rsid w:val="00C1097A"/>
    <w:rsid w:val="00C10B5B"/>
    <w:rsid w:val="00C112C0"/>
    <w:rsid w:val="00C117BA"/>
    <w:rsid w:val="00C11E99"/>
    <w:rsid w:val="00C122C8"/>
    <w:rsid w:val="00C13D8A"/>
    <w:rsid w:val="00C145BE"/>
    <w:rsid w:val="00C14A60"/>
    <w:rsid w:val="00C160E1"/>
    <w:rsid w:val="00C1704A"/>
    <w:rsid w:val="00C17589"/>
    <w:rsid w:val="00C17B54"/>
    <w:rsid w:val="00C17C87"/>
    <w:rsid w:val="00C20392"/>
    <w:rsid w:val="00C21E68"/>
    <w:rsid w:val="00C21F6D"/>
    <w:rsid w:val="00C226C3"/>
    <w:rsid w:val="00C22D58"/>
    <w:rsid w:val="00C22D84"/>
    <w:rsid w:val="00C24821"/>
    <w:rsid w:val="00C25349"/>
    <w:rsid w:val="00C257AA"/>
    <w:rsid w:val="00C2598F"/>
    <w:rsid w:val="00C25B3F"/>
    <w:rsid w:val="00C25C93"/>
    <w:rsid w:val="00C2617D"/>
    <w:rsid w:val="00C26D8C"/>
    <w:rsid w:val="00C2753F"/>
    <w:rsid w:val="00C278BD"/>
    <w:rsid w:val="00C27918"/>
    <w:rsid w:val="00C27A83"/>
    <w:rsid w:val="00C27CBC"/>
    <w:rsid w:val="00C30B8A"/>
    <w:rsid w:val="00C32FD9"/>
    <w:rsid w:val="00C331FF"/>
    <w:rsid w:val="00C33EB0"/>
    <w:rsid w:val="00C34115"/>
    <w:rsid w:val="00C34576"/>
    <w:rsid w:val="00C347A2"/>
    <w:rsid w:val="00C35189"/>
    <w:rsid w:val="00C35408"/>
    <w:rsid w:val="00C35675"/>
    <w:rsid w:val="00C3573B"/>
    <w:rsid w:val="00C35773"/>
    <w:rsid w:val="00C35DB2"/>
    <w:rsid w:val="00C35EDF"/>
    <w:rsid w:val="00C37064"/>
    <w:rsid w:val="00C37089"/>
    <w:rsid w:val="00C37949"/>
    <w:rsid w:val="00C40035"/>
    <w:rsid w:val="00C402FF"/>
    <w:rsid w:val="00C40851"/>
    <w:rsid w:val="00C40F3D"/>
    <w:rsid w:val="00C41852"/>
    <w:rsid w:val="00C41CAB"/>
    <w:rsid w:val="00C41DF9"/>
    <w:rsid w:val="00C41F84"/>
    <w:rsid w:val="00C424BE"/>
    <w:rsid w:val="00C42F56"/>
    <w:rsid w:val="00C438B7"/>
    <w:rsid w:val="00C43BC7"/>
    <w:rsid w:val="00C442EE"/>
    <w:rsid w:val="00C443AB"/>
    <w:rsid w:val="00C448E0"/>
    <w:rsid w:val="00C44EFD"/>
    <w:rsid w:val="00C45754"/>
    <w:rsid w:val="00C47D91"/>
    <w:rsid w:val="00C507EE"/>
    <w:rsid w:val="00C51149"/>
    <w:rsid w:val="00C5130F"/>
    <w:rsid w:val="00C517EA"/>
    <w:rsid w:val="00C524C3"/>
    <w:rsid w:val="00C52D90"/>
    <w:rsid w:val="00C53D04"/>
    <w:rsid w:val="00C53FBB"/>
    <w:rsid w:val="00C544B5"/>
    <w:rsid w:val="00C547A8"/>
    <w:rsid w:val="00C548CB"/>
    <w:rsid w:val="00C56467"/>
    <w:rsid w:val="00C56789"/>
    <w:rsid w:val="00C574B6"/>
    <w:rsid w:val="00C57666"/>
    <w:rsid w:val="00C57B5F"/>
    <w:rsid w:val="00C601BF"/>
    <w:rsid w:val="00C60561"/>
    <w:rsid w:val="00C607F9"/>
    <w:rsid w:val="00C60D57"/>
    <w:rsid w:val="00C61D6E"/>
    <w:rsid w:val="00C628E4"/>
    <w:rsid w:val="00C629E9"/>
    <w:rsid w:val="00C633FF"/>
    <w:rsid w:val="00C63B2D"/>
    <w:rsid w:val="00C64290"/>
    <w:rsid w:val="00C642CC"/>
    <w:rsid w:val="00C64417"/>
    <w:rsid w:val="00C64421"/>
    <w:rsid w:val="00C6490E"/>
    <w:rsid w:val="00C6555A"/>
    <w:rsid w:val="00C656A7"/>
    <w:rsid w:val="00C65D47"/>
    <w:rsid w:val="00C65F31"/>
    <w:rsid w:val="00C6769A"/>
    <w:rsid w:val="00C67D33"/>
    <w:rsid w:val="00C70165"/>
    <w:rsid w:val="00C70581"/>
    <w:rsid w:val="00C71086"/>
    <w:rsid w:val="00C71459"/>
    <w:rsid w:val="00C716E1"/>
    <w:rsid w:val="00C71E33"/>
    <w:rsid w:val="00C72425"/>
    <w:rsid w:val="00C7268F"/>
    <w:rsid w:val="00C729DF"/>
    <w:rsid w:val="00C72B74"/>
    <w:rsid w:val="00C731FA"/>
    <w:rsid w:val="00C732F7"/>
    <w:rsid w:val="00C73419"/>
    <w:rsid w:val="00C73F25"/>
    <w:rsid w:val="00C74C35"/>
    <w:rsid w:val="00C755C7"/>
    <w:rsid w:val="00C75A67"/>
    <w:rsid w:val="00C75F2D"/>
    <w:rsid w:val="00C769EE"/>
    <w:rsid w:val="00C76C50"/>
    <w:rsid w:val="00C76D0C"/>
    <w:rsid w:val="00C77415"/>
    <w:rsid w:val="00C77B1C"/>
    <w:rsid w:val="00C80556"/>
    <w:rsid w:val="00C808E2"/>
    <w:rsid w:val="00C80F06"/>
    <w:rsid w:val="00C81EA3"/>
    <w:rsid w:val="00C82028"/>
    <w:rsid w:val="00C824A6"/>
    <w:rsid w:val="00C8278D"/>
    <w:rsid w:val="00C82EFA"/>
    <w:rsid w:val="00C8350E"/>
    <w:rsid w:val="00C8418F"/>
    <w:rsid w:val="00C85560"/>
    <w:rsid w:val="00C855B2"/>
    <w:rsid w:val="00C85725"/>
    <w:rsid w:val="00C85D82"/>
    <w:rsid w:val="00C863C9"/>
    <w:rsid w:val="00C870E8"/>
    <w:rsid w:val="00C8727C"/>
    <w:rsid w:val="00C9011C"/>
    <w:rsid w:val="00C901AC"/>
    <w:rsid w:val="00C909A3"/>
    <w:rsid w:val="00C90C83"/>
    <w:rsid w:val="00C914BD"/>
    <w:rsid w:val="00C91818"/>
    <w:rsid w:val="00C91B36"/>
    <w:rsid w:val="00C91DFA"/>
    <w:rsid w:val="00C92B80"/>
    <w:rsid w:val="00C92FED"/>
    <w:rsid w:val="00C93A65"/>
    <w:rsid w:val="00C93AEC"/>
    <w:rsid w:val="00C94012"/>
    <w:rsid w:val="00C94347"/>
    <w:rsid w:val="00C94F45"/>
    <w:rsid w:val="00C950D0"/>
    <w:rsid w:val="00C95554"/>
    <w:rsid w:val="00C9682F"/>
    <w:rsid w:val="00C96B36"/>
    <w:rsid w:val="00CA03EB"/>
    <w:rsid w:val="00CA0424"/>
    <w:rsid w:val="00CA04CE"/>
    <w:rsid w:val="00CA094F"/>
    <w:rsid w:val="00CA0D4B"/>
    <w:rsid w:val="00CA1356"/>
    <w:rsid w:val="00CA197F"/>
    <w:rsid w:val="00CA1A6A"/>
    <w:rsid w:val="00CA1DC6"/>
    <w:rsid w:val="00CA25AF"/>
    <w:rsid w:val="00CA2E93"/>
    <w:rsid w:val="00CA3D23"/>
    <w:rsid w:val="00CA4693"/>
    <w:rsid w:val="00CA470E"/>
    <w:rsid w:val="00CA49CD"/>
    <w:rsid w:val="00CA4D8E"/>
    <w:rsid w:val="00CA504A"/>
    <w:rsid w:val="00CA5316"/>
    <w:rsid w:val="00CA5BF1"/>
    <w:rsid w:val="00CA5DD6"/>
    <w:rsid w:val="00CA5DEF"/>
    <w:rsid w:val="00CA6460"/>
    <w:rsid w:val="00CA7048"/>
    <w:rsid w:val="00CA7203"/>
    <w:rsid w:val="00CA7EAC"/>
    <w:rsid w:val="00CB0434"/>
    <w:rsid w:val="00CB13E6"/>
    <w:rsid w:val="00CB173A"/>
    <w:rsid w:val="00CB19E7"/>
    <w:rsid w:val="00CB237F"/>
    <w:rsid w:val="00CB2453"/>
    <w:rsid w:val="00CB2AE0"/>
    <w:rsid w:val="00CB2B57"/>
    <w:rsid w:val="00CB2F04"/>
    <w:rsid w:val="00CB33F7"/>
    <w:rsid w:val="00CB35EE"/>
    <w:rsid w:val="00CB3DCD"/>
    <w:rsid w:val="00CB4531"/>
    <w:rsid w:val="00CB4534"/>
    <w:rsid w:val="00CB487D"/>
    <w:rsid w:val="00CB5314"/>
    <w:rsid w:val="00CB57D4"/>
    <w:rsid w:val="00CB6BEF"/>
    <w:rsid w:val="00CB6E45"/>
    <w:rsid w:val="00CB7C1D"/>
    <w:rsid w:val="00CC086A"/>
    <w:rsid w:val="00CC1561"/>
    <w:rsid w:val="00CC1890"/>
    <w:rsid w:val="00CC2BB7"/>
    <w:rsid w:val="00CC32B5"/>
    <w:rsid w:val="00CC3CD6"/>
    <w:rsid w:val="00CC4079"/>
    <w:rsid w:val="00CC55A5"/>
    <w:rsid w:val="00CC55BE"/>
    <w:rsid w:val="00CC71A9"/>
    <w:rsid w:val="00CC72A4"/>
    <w:rsid w:val="00CC73C7"/>
    <w:rsid w:val="00CC7E02"/>
    <w:rsid w:val="00CD0174"/>
    <w:rsid w:val="00CD044B"/>
    <w:rsid w:val="00CD04DF"/>
    <w:rsid w:val="00CD05A0"/>
    <w:rsid w:val="00CD0C7A"/>
    <w:rsid w:val="00CD0DE2"/>
    <w:rsid w:val="00CD149E"/>
    <w:rsid w:val="00CD23F5"/>
    <w:rsid w:val="00CD2646"/>
    <w:rsid w:val="00CD292E"/>
    <w:rsid w:val="00CD3181"/>
    <w:rsid w:val="00CD3435"/>
    <w:rsid w:val="00CD3685"/>
    <w:rsid w:val="00CD3773"/>
    <w:rsid w:val="00CD3D20"/>
    <w:rsid w:val="00CD3DF8"/>
    <w:rsid w:val="00CD3F54"/>
    <w:rsid w:val="00CD459B"/>
    <w:rsid w:val="00CD464C"/>
    <w:rsid w:val="00CD4C18"/>
    <w:rsid w:val="00CD4CD3"/>
    <w:rsid w:val="00CD506C"/>
    <w:rsid w:val="00CD5D2D"/>
    <w:rsid w:val="00CD6AD9"/>
    <w:rsid w:val="00CD6ED4"/>
    <w:rsid w:val="00CD7456"/>
    <w:rsid w:val="00CD78E1"/>
    <w:rsid w:val="00CD7C1C"/>
    <w:rsid w:val="00CD7DC6"/>
    <w:rsid w:val="00CE04BD"/>
    <w:rsid w:val="00CE22E9"/>
    <w:rsid w:val="00CE269F"/>
    <w:rsid w:val="00CE282D"/>
    <w:rsid w:val="00CE2898"/>
    <w:rsid w:val="00CE29CE"/>
    <w:rsid w:val="00CE36D9"/>
    <w:rsid w:val="00CE37DF"/>
    <w:rsid w:val="00CE39B4"/>
    <w:rsid w:val="00CE4A55"/>
    <w:rsid w:val="00CE4A99"/>
    <w:rsid w:val="00CE52C4"/>
    <w:rsid w:val="00CE541C"/>
    <w:rsid w:val="00CE589B"/>
    <w:rsid w:val="00CE5C6E"/>
    <w:rsid w:val="00CE65BB"/>
    <w:rsid w:val="00CE6AF8"/>
    <w:rsid w:val="00CE6DED"/>
    <w:rsid w:val="00CE7480"/>
    <w:rsid w:val="00CE764D"/>
    <w:rsid w:val="00CE7809"/>
    <w:rsid w:val="00CF00E5"/>
    <w:rsid w:val="00CF05EC"/>
    <w:rsid w:val="00CF0A29"/>
    <w:rsid w:val="00CF0B5F"/>
    <w:rsid w:val="00CF12CD"/>
    <w:rsid w:val="00CF13C4"/>
    <w:rsid w:val="00CF14BD"/>
    <w:rsid w:val="00CF16A8"/>
    <w:rsid w:val="00CF18F3"/>
    <w:rsid w:val="00CF1DF1"/>
    <w:rsid w:val="00CF2120"/>
    <w:rsid w:val="00CF2377"/>
    <w:rsid w:val="00CF25AB"/>
    <w:rsid w:val="00CF29FE"/>
    <w:rsid w:val="00CF4215"/>
    <w:rsid w:val="00CF48A8"/>
    <w:rsid w:val="00CF5203"/>
    <w:rsid w:val="00CF5340"/>
    <w:rsid w:val="00CF580D"/>
    <w:rsid w:val="00CF5E24"/>
    <w:rsid w:val="00CF66EB"/>
    <w:rsid w:val="00CF7853"/>
    <w:rsid w:val="00CF7CAA"/>
    <w:rsid w:val="00CF7E46"/>
    <w:rsid w:val="00CF7F7C"/>
    <w:rsid w:val="00D00434"/>
    <w:rsid w:val="00D00CA8"/>
    <w:rsid w:val="00D018C6"/>
    <w:rsid w:val="00D01F76"/>
    <w:rsid w:val="00D02B92"/>
    <w:rsid w:val="00D04F59"/>
    <w:rsid w:val="00D05F1A"/>
    <w:rsid w:val="00D0637C"/>
    <w:rsid w:val="00D0638B"/>
    <w:rsid w:val="00D066D6"/>
    <w:rsid w:val="00D06AE8"/>
    <w:rsid w:val="00D06B90"/>
    <w:rsid w:val="00D07175"/>
    <w:rsid w:val="00D07598"/>
    <w:rsid w:val="00D079BF"/>
    <w:rsid w:val="00D07C4D"/>
    <w:rsid w:val="00D07C82"/>
    <w:rsid w:val="00D100A7"/>
    <w:rsid w:val="00D104A7"/>
    <w:rsid w:val="00D106A1"/>
    <w:rsid w:val="00D106E2"/>
    <w:rsid w:val="00D10798"/>
    <w:rsid w:val="00D119CD"/>
    <w:rsid w:val="00D119D9"/>
    <w:rsid w:val="00D11DCD"/>
    <w:rsid w:val="00D12694"/>
    <w:rsid w:val="00D1305B"/>
    <w:rsid w:val="00D13EF4"/>
    <w:rsid w:val="00D14325"/>
    <w:rsid w:val="00D148AD"/>
    <w:rsid w:val="00D15237"/>
    <w:rsid w:val="00D16A9F"/>
    <w:rsid w:val="00D16FAC"/>
    <w:rsid w:val="00D17874"/>
    <w:rsid w:val="00D17AB4"/>
    <w:rsid w:val="00D17D43"/>
    <w:rsid w:val="00D207FD"/>
    <w:rsid w:val="00D2250F"/>
    <w:rsid w:val="00D22A3A"/>
    <w:rsid w:val="00D22F18"/>
    <w:rsid w:val="00D230AD"/>
    <w:rsid w:val="00D231FF"/>
    <w:rsid w:val="00D24582"/>
    <w:rsid w:val="00D24819"/>
    <w:rsid w:val="00D24C5D"/>
    <w:rsid w:val="00D25383"/>
    <w:rsid w:val="00D26B39"/>
    <w:rsid w:val="00D27C22"/>
    <w:rsid w:val="00D27EA8"/>
    <w:rsid w:val="00D30015"/>
    <w:rsid w:val="00D301CE"/>
    <w:rsid w:val="00D30287"/>
    <w:rsid w:val="00D31568"/>
    <w:rsid w:val="00D31745"/>
    <w:rsid w:val="00D31D2B"/>
    <w:rsid w:val="00D320BE"/>
    <w:rsid w:val="00D33845"/>
    <w:rsid w:val="00D33ED0"/>
    <w:rsid w:val="00D3405F"/>
    <w:rsid w:val="00D34CE5"/>
    <w:rsid w:val="00D34D53"/>
    <w:rsid w:val="00D35A8F"/>
    <w:rsid w:val="00D35BB1"/>
    <w:rsid w:val="00D36555"/>
    <w:rsid w:val="00D36628"/>
    <w:rsid w:val="00D36723"/>
    <w:rsid w:val="00D36849"/>
    <w:rsid w:val="00D370EF"/>
    <w:rsid w:val="00D377E6"/>
    <w:rsid w:val="00D37DF1"/>
    <w:rsid w:val="00D403AA"/>
    <w:rsid w:val="00D403C5"/>
    <w:rsid w:val="00D40958"/>
    <w:rsid w:val="00D4134C"/>
    <w:rsid w:val="00D4157D"/>
    <w:rsid w:val="00D41630"/>
    <w:rsid w:val="00D41C0D"/>
    <w:rsid w:val="00D42136"/>
    <w:rsid w:val="00D437DD"/>
    <w:rsid w:val="00D43A1B"/>
    <w:rsid w:val="00D43B13"/>
    <w:rsid w:val="00D43E5F"/>
    <w:rsid w:val="00D44A6F"/>
    <w:rsid w:val="00D4502E"/>
    <w:rsid w:val="00D455F3"/>
    <w:rsid w:val="00D45B70"/>
    <w:rsid w:val="00D45E9F"/>
    <w:rsid w:val="00D463AE"/>
    <w:rsid w:val="00D46902"/>
    <w:rsid w:val="00D50B43"/>
    <w:rsid w:val="00D50FED"/>
    <w:rsid w:val="00D513F2"/>
    <w:rsid w:val="00D517FB"/>
    <w:rsid w:val="00D52022"/>
    <w:rsid w:val="00D52AC6"/>
    <w:rsid w:val="00D54784"/>
    <w:rsid w:val="00D54A69"/>
    <w:rsid w:val="00D54FAC"/>
    <w:rsid w:val="00D5502E"/>
    <w:rsid w:val="00D556BA"/>
    <w:rsid w:val="00D55745"/>
    <w:rsid w:val="00D566CB"/>
    <w:rsid w:val="00D5671A"/>
    <w:rsid w:val="00D5672B"/>
    <w:rsid w:val="00D56C18"/>
    <w:rsid w:val="00D56EC3"/>
    <w:rsid w:val="00D574D2"/>
    <w:rsid w:val="00D57869"/>
    <w:rsid w:val="00D6067B"/>
    <w:rsid w:val="00D613DD"/>
    <w:rsid w:val="00D61EA3"/>
    <w:rsid w:val="00D627A5"/>
    <w:rsid w:val="00D636BC"/>
    <w:rsid w:val="00D63A61"/>
    <w:rsid w:val="00D645DA"/>
    <w:rsid w:val="00D646AE"/>
    <w:rsid w:val="00D64A21"/>
    <w:rsid w:val="00D64F6A"/>
    <w:rsid w:val="00D64F9C"/>
    <w:rsid w:val="00D64FF5"/>
    <w:rsid w:val="00D653B8"/>
    <w:rsid w:val="00D65B05"/>
    <w:rsid w:val="00D66446"/>
    <w:rsid w:val="00D664C3"/>
    <w:rsid w:val="00D666F1"/>
    <w:rsid w:val="00D670AF"/>
    <w:rsid w:val="00D67768"/>
    <w:rsid w:val="00D677E3"/>
    <w:rsid w:val="00D67A6A"/>
    <w:rsid w:val="00D71005"/>
    <w:rsid w:val="00D71264"/>
    <w:rsid w:val="00D7241B"/>
    <w:rsid w:val="00D72DAA"/>
    <w:rsid w:val="00D733BD"/>
    <w:rsid w:val="00D73CD4"/>
    <w:rsid w:val="00D74080"/>
    <w:rsid w:val="00D748B6"/>
    <w:rsid w:val="00D74B0C"/>
    <w:rsid w:val="00D74CC2"/>
    <w:rsid w:val="00D7501F"/>
    <w:rsid w:val="00D7569F"/>
    <w:rsid w:val="00D7593A"/>
    <w:rsid w:val="00D759DA"/>
    <w:rsid w:val="00D75D9D"/>
    <w:rsid w:val="00D7612D"/>
    <w:rsid w:val="00D763A0"/>
    <w:rsid w:val="00D76E1B"/>
    <w:rsid w:val="00D76E3E"/>
    <w:rsid w:val="00D77013"/>
    <w:rsid w:val="00D77A21"/>
    <w:rsid w:val="00D77E66"/>
    <w:rsid w:val="00D80953"/>
    <w:rsid w:val="00D80EF5"/>
    <w:rsid w:val="00D81D62"/>
    <w:rsid w:val="00D8281B"/>
    <w:rsid w:val="00D82C68"/>
    <w:rsid w:val="00D83381"/>
    <w:rsid w:val="00D83FB0"/>
    <w:rsid w:val="00D84B94"/>
    <w:rsid w:val="00D8504D"/>
    <w:rsid w:val="00D85A11"/>
    <w:rsid w:val="00D85F7F"/>
    <w:rsid w:val="00D8672D"/>
    <w:rsid w:val="00D86777"/>
    <w:rsid w:val="00D86C67"/>
    <w:rsid w:val="00D86EC2"/>
    <w:rsid w:val="00D86F75"/>
    <w:rsid w:val="00D87C18"/>
    <w:rsid w:val="00D90A9A"/>
    <w:rsid w:val="00D90EF6"/>
    <w:rsid w:val="00D90F6F"/>
    <w:rsid w:val="00D91005"/>
    <w:rsid w:val="00D92516"/>
    <w:rsid w:val="00D92637"/>
    <w:rsid w:val="00D92F02"/>
    <w:rsid w:val="00D92F4E"/>
    <w:rsid w:val="00D9355A"/>
    <w:rsid w:val="00D937D9"/>
    <w:rsid w:val="00D94D5A"/>
    <w:rsid w:val="00D954BD"/>
    <w:rsid w:val="00D9558F"/>
    <w:rsid w:val="00D960C9"/>
    <w:rsid w:val="00D96461"/>
    <w:rsid w:val="00D96651"/>
    <w:rsid w:val="00D96684"/>
    <w:rsid w:val="00D96CE1"/>
    <w:rsid w:val="00D96F84"/>
    <w:rsid w:val="00D97238"/>
    <w:rsid w:val="00DA15B3"/>
    <w:rsid w:val="00DA1C5B"/>
    <w:rsid w:val="00DA26E6"/>
    <w:rsid w:val="00DA26F3"/>
    <w:rsid w:val="00DA2D23"/>
    <w:rsid w:val="00DA3043"/>
    <w:rsid w:val="00DA37C9"/>
    <w:rsid w:val="00DA397B"/>
    <w:rsid w:val="00DA488B"/>
    <w:rsid w:val="00DA4D00"/>
    <w:rsid w:val="00DA4D29"/>
    <w:rsid w:val="00DA59B4"/>
    <w:rsid w:val="00DA6305"/>
    <w:rsid w:val="00DA65A6"/>
    <w:rsid w:val="00DA69D9"/>
    <w:rsid w:val="00DA700E"/>
    <w:rsid w:val="00DA7356"/>
    <w:rsid w:val="00DA73AA"/>
    <w:rsid w:val="00DA77FF"/>
    <w:rsid w:val="00DB0509"/>
    <w:rsid w:val="00DB0CB7"/>
    <w:rsid w:val="00DB123C"/>
    <w:rsid w:val="00DB142D"/>
    <w:rsid w:val="00DB1640"/>
    <w:rsid w:val="00DB16ED"/>
    <w:rsid w:val="00DB1B09"/>
    <w:rsid w:val="00DB2ED5"/>
    <w:rsid w:val="00DB303B"/>
    <w:rsid w:val="00DB3B92"/>
    <w:rsid w:val="00DB425A"/>
    <w:rsid w:val="00DB453E"/>
    <w:rsid w:val="00DB46D3"/>
    <w:rsid w:val="00DB499E"/>
    <w:rsid w:val="00DB49F3"/>
    <w:rsid w:val="00DB49F9"/>
    <w:rsid w:val="00DB4C60"/>
    <w:rsid w:val="00DB52C9"/>
    <w:rsid w:val="00DB5301"/>
    <w:rsid w:val="00DB641E"/>
    <w:rsid w:val="00DB678A"/>
    <w:rsid w:val="00DB69E7"/>
    <w:rsid w:val="00DB71D4"/>
    <w:rsid w:val="00DB7415"/>
    <w:rsid w:val="00DB74FF"/>
    <w:rsid w:val="00DC08C9"/>
    <w:rsid w:val="00DC0F43"/>
    <w:rsid w:val="00DC15D1"/>
    <w:rsid w:val="00DC1D7F"/>
    <w:rsid w:val="00DC288A"/>
    <w:rsid w:val="00DC305B"/>
    <w:rsid w:val="00DC31BB"/>
    <w:rsid w:val="00DC42EA"/>
    <w:rsid w:val="00DC4B83"/>
    <w:rsid w:val="00DC60C8"/>
    <w:rsid w:val="00DC6590"/>
    <w:rsid w:val="00DC66E2"/>
    <w:rsid w:val="00DC7044"/>
    <w:rsid w:val="00DC7194"/>
    <w:rsid w:val="00DC796E"/>
    <w:rsid w:val="00DC7D57"/>
    <w:rsid w:val="00DD0B08"/>
    <w:rsid w:val="00DD1055"/>
    <w:rsid w:val="00DD1B63"/>
    <w:rsid w:val="00DD29F1"/>
    <w:rsid w:val="00DD2AD1"/>
    <w:rsid w:val="00DD3B1F"/>
    <w:rsid w:val="00DD3C39"/>
    <w:rsid w:val="00DD4166"/>
    <w:rsid w:val="00DD4EA8"/>
    <w:rsid w:val="00DD4F1E"/>
    <w:rsid w:val="00DD4F93"/>
    <w:rsid w:val="00DD5256"/>
    <w:rsid w:val="00DD5391"/>
    <w:rsid w:val="00DD545B"/>
    <w:rsid w:val="00DD57E6"/>
    <w:rsid w:val="00DD5ACC"/>
    <w:rsid w:val="00DD5DC9"/>
    <w:rsid w:val="00DD5DF8"/>
    <w:rsid w:val="00DD60ED"/>
    <w:rsid w:val="00DD622E"/>
    <w:rsid w:val="00DD6941"/>
    <w:rsid w:val="00DD6B4F"/>
    <w:rsid w:val="00DD7238"/>
    <w:rsid w:val="00DD7CC3"/>
    <w:rsid w:val="00DE02F3"/>
    <w:rsid w:val="00DE1CB6"/>
    <w:rsid w:val="00DE216B"/>
    <w:rsid w:val="00DE21BB"/>
    <w:rsid w:val="00DE25E6"/>
    <w:rsid w:val="00DE2883"/>
    <w:rsid w:val="00DE28C0"/>
    <w:rsid w:val="00DE2A73"/>
    <w:rsid w:val="00DE2CCD"/>
    <w:rsid w:val="00DE2D7F"/>
    <w:rsid w:val="00DE3135"/>
    <w:rsid w:val="00DE31AF"/>
    <w:rsid w:val="00DE34CD"/>
    <w:rsid w:val="00DE364E"/>
    <w:rsid w:val="00DE36C1"/>
    <w:rsid w:val="00DE3821"/>
    <w:rsid w:val="00DE3865"/>
    <w:rsid w:val="00DE3B97"/>
    <w:rsid w:val="00DE3EBA"/>
    <w:rsid w:val="00DE41D8"/>
    <w:rsid w:val="00DE4331"/>
    <w:rsid w:val="00DE4CBD"/>
    <w:rsid w:val="00DE4F5E"/>
    <w:rsid w:val="00DE500A"/>
    <w:rsid w:val="00DE531D"/>
    <w:rsid w:val="00DE5BAE"/>
    <w:rsid w:val="00DE6CC0"/>
    <w:rsid w:val="00DE7581"/>
    <w:rsid w:val="00DE7751"/>
    <w:rsid w:val="00DE7D9E"/>
    <w:rsid w:val="00DF111E"/>
    <w:rsid w:val="00DF1635"/>
    <w:rsid w:val="00DF1B0B"/>
    <w:rsid w:val="00DF209D"/>
    <w:rsid w:val="00DF235F"/>
    <w:rsid w:val="00DF23DB"/>
    <w:rsid w:val="00DF31AD"/>
    <w:rsid w:val="00DF3A3A"/>
    <w:rsid w:val="00DF3B3C"/>
    <w:rsid w:val="00DF3F71"/>
    <w:rsid w:val="00DF4F6D"/>
    <w:rsid w:val="00DF528C"/>
    <w:rsid w:val="00DF5680"/>
    <w:rsid w:val="00DF6038"/>
    <w:rsid w:val="00DF6847"/>
    <w:rsid w:val="00DF691C"/>
    <w:rsid w:val="00DF75A1"/>
    <w:rsid w:val="00DF7EE1"/>
    <w:rsid w:val="00E002C4"/>
    <w:rsid w:val="00E004A5"/>
    <w:rsid w:val="00E01393"/>
    <w:rsid w:val="00E023A5"/>
    <w:rsid w:val="00E02662"/>
    <w:rsid w:val="00E0332D"/>
    <w:rsid w:val="00E034AB"/>
    <w:rsid w:val="00E037F2"/>
    <w:rsid w:val="00E05BA2"/>
    <w:rsid w:val="00E05DE5"/>
    <w:rsid w:val="00E06294"/>
    <w:rsid w:val="00E0681A"/>
    <w:rsid w:val="00E06BA8"/>
    <w:rsid w:val="00E07184"/>
    <w:rsid w:val="00E0735C"/>
    <w:rsid w:val="00E07B47"/>
    <w:rsid w:val="00E105F7"/>
    <w:rsid w:val="00E10736"/>
    <w:rsid w:val="00E10999"/>
    <w:rsid w:val="00E112AB"/>
    <w:rsid w:val="00E1157C"/>
    <w:rsid w:val="00E1216B"/>
    <w:rsid w:val="00E1232F"/>
    <w:rsid w:val="00E1267E"/>
    <w:rsid w:val="00E12CE1"/>
    <w:rsid w:val="00E135B0"/>
    <w:rsid w:val="00E135CB"/>
    <w:rsid w:val="00E13D54"/>
    <w:rsid w:val="00E1424C"/>
    <w:rsid w:val="00E1454B"/>
    <w:rsid w:val="00E14E10"/>
    <w:rsid w:val="00E153D5"/>
    <w:rsid w:val="00E15DDC"/>
    <w:rsid w:val="00E164C1"/>
    <w:rsid w:val="00E16BF8"/>
    <w:rsid w:val="00E17144"/>
    <w:rsid w:val="00E177BE"/>
    <w:rsid w:val="00E177EB"/>
    <w:rsid w:val="00E17B88"/>
    <w:rsid w:val="00E17D5C"/>
    <w:rsid w:val="00E17EDF"/>
    <w:rsid w:val="00E20196"/>
    <w:rsid w:val="00E202DE"/>
    <w:rsid w:val="00E20358"/>
    <w:rsid w:val="00E207CD"/>
    <w:rsid w:val="00E21504"/>
    <w:rsid w:val="00E218DE"/>
    <w:rsid w:val="00E21B74"/>
    <w:rsid w:val="00E22F5F"/>
    <w:rsid w:val="00E24798"/>
    <w:rsid w:val="00E248B7"/>
    <w:rsid w:val="00E24AD2"/>
    <w:rsid w:val="00E259C0"/>
    <w:rsid w:val="00E25D4A"/>
    <w:rsid w:val="00E26042"/>
    <w:rsid w:val="00E26FEE"/>
    <w:rsid w:val="00E2729C"/>
    <w:rsid w:val="00E2753C"/>
    <w:rsid w:val="00E276DB"/>
    <w:rsid w:val="00E27930"/>
    <w:rsid w:val="00E27A85"/>
    <w:rsid w:val="00E30458"/>
    <w:rsid w:val="00E30D3E"/>
    <w:rsid w:val="00E3132E"/>
    <w:rsid w:val="00E31995"/>
    <w:rsid w:val="00E32082"/>
    <w:rsid w:val="00E32B15"/>
    <w:rsid w:val="00E33F7B"/>
    <w:rsid w:val="00E34C71"/>
    <w:rsid w:val="00E3560E"/>
    <w:rsid w:val="00E365E6"/>
    <w:rsid w:val="00E3684E"/>
    <w:rsid w:val="00E36DEF"/>
    <w:rsid w:val="00E36E8F"/>
    <w:rsid w:val="00E36EB5"/>
    <w:rsid w:val="00E37386"/>
    <w:rsid w:val="00E37794"/>
    <w:rsid w:val="00E37939"/>
    <w:rsid w:val="00E37D8D"/>
    <w:rsid w:val="00E37DCC"/>
    <w:rsid w:val="00E40A5A"/>
    <w:rsid w:val="00E4169C"/>
    <w:rsid w:val="00E417B7"/>
    <w:rsid w:val="00E419AF"/>
    <w:rsid w:val="00E419F9"/>
    <w:rsid w:val="00E41D15"/>
    <w:rsid w:val="00E4264E"/>
    <w:rsid w:val="00E433C9"/>
    <w:rsid w:val="00E43512"/>
    <w:rsid w:val="00E43E2B"/>
    <w:rsid w:val="00E440A0"/>
    <w:rsid w:val="00E44668"/>
    <w:rsid w:val="00E452CE"/>
    <w:rsid w:val="00E45486"/>
    <w:rsid w:val="00E45854"/>
    <w:rsid w:val="00E46063"/>
    <w:rsid w:val="00E4624F"/>
    <w:rsid w:val="00E4640F"/>
    <w:rsid w:val="00E46FE9"/>
    <w:rsid w:val="00E47593"/>
    <w:rsid w:val="00E508AC"/>
    <w:rsid w:val="00E50DAF"/>
    <w:rsid w:val="00E50E72"/>
    <w:rsid w:val="00E510C8"/>
    <w:rsid w:val="00E51260"/>
    <w:rsid w:val="00E516F6"/>
    <w:rsid w:val="00E517FA"/>
    <w:rsid w:val="00E5277A"/>
    <w:rsid w:val="00E52E33"/>
    <w:rsid w:val="00E5315E"/>
    <w:rsid w:val="00E53200"/>
    <w:rsid w:val="00E53417"/>
    <w:rsid w:val="00E53FD5"/>
    <w:rsid w:val="00E5409D"/>
    <w:rsid w:val="00E54167"/>
    <w:rsid w:val="00E54288"/>
    <w:rsid w:val="00E55277"/>
    <w:rsid w:val="00E5677A"/>
    <w:rsid w:val="00E5751B"/>
    <w:rsid w:val="00E575D5"/>
    <w:rsid w:val="00E605E0"/>
    <w:rsid w:val="00E606C4"/>
    <w:rsid w:val="00E60852"/>
    <w:rsid w:val="00E61D85"/>
    <w:rsid w:val="00E63AB8"/>
    <w:rsid w:val="00E63B70"/>
    <w:rsid w:val="00E63F59"/>
    <w:rsid w:val="00E645A7"/>
    <w:rsid w:val="00E645E6"/>
    <w:rsid w:val="00E654AE"/>
    <w:rsid w:val="00E65687"/>
    <w:rsid w:val="00E65716"/>
    <w:rsid w:val="00E66043"/>
    <w:rsid w:val="00E66350"/>
    <w:rsid w:val="00E66916"/>
    <w:rsid w:val="00E669ED"/>
    <w:rsid w:val="00E66F38"/>
    <w:rsid w:val="00E67170"/>
    <w:rsid w:val="00E709B4"/>
    <w:rsid w:val="00E70E1D"/>
    <w:rsid w:val="00E713D1"/>
    <w:rsid w:val="00E7156F"/>
    <w:rsid w:val="00E71750"/>
    <w:rsid w:val="00E7192A"/>
    <w:rsid w:val="00E71EA6"/>
    <w:rsid w:val="00E72118"/>
    <w:rsid w:val="00E72393"/>
    <w:rsid w:val="00E7294B"/>
    <w:rsid w:val="00E72A6E"/>
    <w:rsid w:val="00E72EB9"/>
    <w:rsid w:val="00E72F53"/>
    <w:rsid w:val="00E73FA4"/>
    <w:rsid w:val="00E74610"/>
    <w:rsid w:val="00E74A77"/>
    <w:rsid w:val="00E758AB"/>
    <w:rsid w:val="00E75AE9"/>
    <w:rsid w:val="00E7662A"/>
    <w:rsid w:val="00E76BEE"/>
    <w:rsid w:val="00E80724"/>
    <w:rsid w:val="00E817F1"/>
    <w:rsid w:val="00E818FF"/>
    <w:rsid w:val="00E82493"/>
    <w:rsid w:val="00E827F7"/>
    <w:rsid w:val="00E82CBE"/>
    <w:rsid w:val="00E830EC"/>
    <w:rsid w:val="00E83394"/>
    <w:rsid w:val="00E835A5"/>
    <w:rsid w:val="00E841D6"/>
    <w:rsid w:val="00E84815"/>
    <w:rsid w:val="00E84935"/>
    <w:rsid w:val="00E853F3"/>
    <w:rsid w:val="00E855C3"/>
    <w:rsid w:val="00E85757"/>
    <w:rsid w:val="00E859A1"/>
    <w:rsid w:val="00E85D81"/>
    <w:rsid w:val="00E85F1A"/>
    <w:rsid w:val="00E8649B"/>
    <w:rsid w:val="00E86518"/>
    <w:rsid w:val="00E86896"/>
    <w:rsid w:val="00E86B70"/>
    <w:rsid w:val="00E86C23"/>
    <w:rsid w:val="00E901B8"/>
    <w:rsid w:val="00E90A5F"/>
    <w:rsid w:val="00E90C93"/>
    <w:rsid w:val="00E90CF3"/>
    <w:rsid w:val="00E9126E"/>
    <w:rsid w:val="00E91622"/>
    <w:rsid w:val="00E91A24"/>
    <w:rsid w:val="00E928BC"/>
    <w:rsid w:val="00E929B3"/>
    <w:rsid w:val="00E939CB"/>
    <w:rsid w:val="00E93FD9"/>
    <w:rsid w:val="00E94F39"/>
    <w:rsid w:val="00E95779"/>
    <w:rsid w:val="00E9580A"/>
    <w:rsid w:val="00E96D47"/>
    <w:rsid w:val="00E96DA4"/>
    <w:rsid w:val="00E97738"/>
    <w:rsid w:val="00E97DFD"/>
    <w:rsid w:val="00E97F51"/>
    <w:rsid w:val="00EA06C7"/>
    <w:rsid w:val="00EA08D7"/>
    <w:rsid w:val="00EA0C2E"/>
    <w:rsid w:val="00EA14B9"/>
    <w:rsid w:val="00EA1606"/>
    <w:rsid w:val="00EA1C56"/>
    <w:rsid w:val="00EA1E88"/>
    <w:rsid w:val="00EA25BE"/>
    <w:rsid w:val="00EA2769"/>
    <w:rsid w:val="00EA2B74"/>
    <w:rsid w:val="00EA2DB4"/>
    <w:rsid w:val="00EA32D6"/>
    <w:rsid w:val="00EA3CCA"/>
    <w:rsid w:val="00EA4061"/>
    <w:rsid w:val="00EA4930"/>
    <w:rsid w:val="00EA4A1F"/>
    <w:rsid w:val="00EA4ACD"/>
    <w:rsid w:val="00EA4BCE"/>
    <w:rsid w:val="00EA4E08"/>
    <w:rsid w:val="00EA54E4"/>
    <w:rsid w:val="00EA6767"/>
    <w:rsid w:val="00EA7592"/>
    <w:rsid w:val="00EB0402"/>
    <w:rsid w:val="00EB17A8"/>
    <w:rsid w:val="00EB24BA"/>
    <w:rsid w:val="00EB2EA3"/>
    <w:rsid w:val="00EB3269"/>
    <w:rsid w:val="00EB326B"/>
    <w:rsid w:val="00EB390C"/>
    <w:rsid w:val="00EB47C7"/>
    <w:rsid w:val="00EB4968"/>
    <w:rsid w:val="00EB507F"/>
    <w:rsid w:val="00EB5496"/>
    <w:rsid w:val="00EB5B90"/>
    <w:rsid w:val="00EB5E28"/>
    <w:rsid w:val="00EB62D5"/>
    <w:rsid w:val="00EB7DB5"/>
    <w:rsid w:val="00EC00D6"/>
    <w:rsid w:val="00EC0203"/>
    <w:rsid w:val="00EC0BCA"/>
    <w:rsid w:val="00EC11BF"/>
    <w:rsid w:val="00EC1A3C"/>
    <w:rsid w:val="00EC268D"/>
    <w:rsid w:val="00EC26AB"/>
    <w:rsid w:val="00EC28D2"/>
    <w:rsid w:val="00EC32B9"/>
    <w:rsid w:val="00EC3BE9"/>
    <w:rsid w:val="00EC3DFB"/>
    <w:rsid w:val="00EC43D3"/>
    <w:rsid w:val="00EC4879"/>
    <w:rsid w:val="00EC4A8F"/>
    <w:rsid w:val="00EC534A"/>
    <w:rsid w:val="00EC568C"/>
    <w:rsid w:val="00EC569C"/>
    <w:rsid w:val="00EC5C88"/>
    <w:rsid w:val="00EC5D1C"/>
    <w:rsid w:val="00EC5F92"/>
    <w:rsid w:val="00EC6836"/>
    <w:rsid w:val="00EC6C60"/>
    <w:rsid w:val="00EC7341"/>
    <w:rsid w:val="00EC74CB"/>
    <w:rsid w:val="00ED0067"/>
    <w:rsid w:val="00ED0075"/>
    <w:rsid w:val="00ED044B"/>
    <w:rsid w:val="00ED05D4"/>
    <w:rsid w:val="00ED082B"/>
    <w:rsid w:val="00ED0BCF"/>
    <w:rsid w:val="00ED1942"/>
    <w:rsid w:val="00ED2012"/>
    <w:rsid w:val="00ED216D"/>
    <w:rsid w:val="00ED241F"/>
    <w:rsid w:val="00ED2B59"/>
    <w:rsid w:val="00ED2D47"/>
    <w:rsid w:val="00ED2F7F"/>
    <w:rsid w:val="00ED312E"/>
    <w:rsid w:val="00ED3883"/>
    <w:rsid w:val="00ED410D"/>
    <w:rsid w:val="00ED44D6"/>
    <w:rsid w:val="00ED49D6"/>
    <w:rsid w:val="00ED4DE7"/>
    <w:rsid w:val="00ED56D0"/>
    <w:rsid w:val="00ED5AC0"/>
    <w:rsid w:val="00ED656B"/>
    <w:rsid w:val="00ED6606"/>
    <w:rsid w:val="00ED7746"/>
    <w:rsid w:val="00ED7BBD"/>
    <w:rsid w:val="00ED7F48"/>
    <w:rsid w:val="00EE02A0"/>
    <w:rsid w:val="00EE04E7"/>
    <w:rsid w:val="00EE0AA5"/>
    <w:rsid w:val="00EE1600"/>
    <w:rsid w:val="00EE19DC"/>
    <w:rsid w:val="00EE2785"/>
    <w:rsid w:val="00EE326F"/>
    <w:rsid w:val="00EE3635"/>
    <w:rsid w:val="00EE3811"/>
    <w:rsid w:val="00EE3B31"/>
    <w:rsid w:val="00EE4BDC"/>
    <w:rsid w:val="00EE54FA"/>
    <w:rsid w:val="00EE57A1"/>
    <w:rsid w:val="00EE582D"/>
    <w:rsid w:val="00EE5A4C"/>
    <w:rsid w:val="00EE607F"/>
    <w:rsid w:val="00EE654D"/>
    <w:rsid w:val="00EE6711"/>
    <w:rsid w:val="00EE6A28"/>
    <w:rsid w:val="00EE6DD1"/>
    <w:rsid w:val="00EE6F9E"/>
    <w:rsid w:val="00EE72D0"/>
    <w:rsid w:val="00EE786A"/>
    <w:rsid w:val="00EE7E43"/>
    <w:rsid w:val="00EF0145"/>
    <w:rsid w:val="00EF0704"/>
    <w:rsid w:val="00EF0DA9"/>
    <w:rsid w:val="00EF1385"/>
    <w:rsid w:val="00EF159B"/>
    <w:rsid w:val="00EF176A"/>
    <w:rsid w:val="00EF18E2"/>
    <w:rsid w:val="00EF1C30"/>
    <w:rsid w:val="00EF20A6"/>
    <w:rsid w:val="00EF247C"/>
    <w:rsid w:val="00EF24A8"/>
    <w:rsid w:val="00EF2586"/>
    <w:rsid w:val="00EF3319"/>
    <w:rsid w:val="00EF37C8"/>
    <w:rsid w:val="00EF3F89"/>
    <w:rsid w:val="00EF49C0"/>
    <w:rsid w:val="00EF5F5B"/>
    <w:rsid w:val="00EF60BC"/>
    <w:rsid w:val="00EF65C7"/>
    <w:rsid w:val="00EF69FA"/>
    <w:rsid w:val="00EF7568"/>
    <w:rsid w:val="00EF7C29"/>
    <w:rsid w:val="00F0132F"/>
    <w:rsid w:val="00F015AD"/>
    <w:rsid w:val="00F020F1"/>
    <w:rsid w:val="00F025F2"/>
    <w:rsid w:val="00F02730"/>
    <w:rsid w:val="00F02B21"/>
    <w:rsid w:val="00F031D3"/>
    <w:rsid w:val="00F0402E"/>
    <w:rsid w:val="00F05C40"/>
    <w:rsid w:val="00F05F4A"/>
    <w:rsid w:val="00F0603B"/>
    <w:rsid w:val="00F06265"/>
    <w:rsid w:val="00F06916"/>
    <w:rsid w:val="00F06F13"/>
    <w:rsid w:val="00F0761F"/>
    <w:rsid w:val="00F077CF"/>
    <w:rsid w:val="00F07E8A"/>
    <w:rsid w:val="00F1068E"/>
    <w:rsid w:val="00F10D88"/>
    <w:rsid w:val="00F10FA5"/>
    <w:rsid w:val="00F1110A"/>
    <w:rsid w:val="00F11329"/>
    <w:rsid w:val="00F113F4"/>
    <w:rsid w:val="00F11F51"/>
    <w:rsid w:val="00F12463"/>
    <w:rsid w:val="00F129E4"/>
    <w:rsid w:val="00F12AF9"/>
    <w:rsid w:val="00F12C92"/>
    <w:rsid w:val="00F12EEB"/>
    <w:rsid w:val="00F12F11"/>
    <w:rsid w:val="00F13536"/>
    <w:rsid w:val="00F13C69"/>
    <w:rsid w:val="00F14C75"/>
    <w:rsid w:val="00F14DCE"/>
    <w:rsid w:val="00F15116"/>
    <w:rsid w:val="00F15202"/>
    <w:rsid w:val="00F154AD"/>
    <w:rsid w:val="00F1554A"/>
    <w:rsid w:val="00F156FD"/>
    <w:rsid w:val="00F156FE"/>
    <w:rsid w:val="00F16007"/>
    <w:rsid w:val="00F1658F"/>
    <w:rsid w:val="00F166D9"/>
    <w:rsid w:val="00F1695A"/>
    <w:rsid w:val="00F17A6E"/>
    <w:rsid w:val="00F20334"/>
    <w:rsid w:val="00F205F7"/>
    <w:rsid w:val="00F20847"/>
    <w:rsid w:val="00F20DD9"/>
    <w:rsid w:val="00F2130B"/>
    <w:rsid w:val="00F21BC4"/>
    <w:rsid w:val="00F2209F"/>
    <w:rsid w:val="00F224C6"/>
    <w:rsid w:val="00F24D76"/>
    <w:rsid w:val="00F256E2"/>
    <w:rsid w:val="00F25A43"/>
    <w:rsid w:val="00F25A80"/>
    <w:rsid w:val="00F261D2"/>
    <w:rsid w:val="00F2638D"/>
    <w:rsid w:val="00F2639E"/>
    <w:rsid w:val="00F26883"/>
    <w:rsid w:val="00F269E7"/>
    <w:rsid w:val="00F26A5C"/>
    <w:rsid w:val="00F26E3E"/>
    <w:rsid w:val="00F27191"/>
    <w:rsid w:val="00F279F9"/>
    <w:rsid w:val="00F301D7"/>
    <w:rsid w:val="00F303E5"/>
    <w:rsid w:val="00F310EE"/>
    <w:rsid w:val="00F313A4"/>
    <w:rsid w:val="00F31818"/>
    <w:rsid w:val="00F32137"/>
    <w:rsid w:val="00F33139"/>
    <w:rsid w:val="00F331EB"/>
    <w:rsid w:val="00F33B42"/>
    <w:rsid w:val="00F34441"/>
    <w:rsid w:val="00F34442"/>
    <w:rsid w:val="00F3476D"/>
    <w:rsid w:val="00F347BF"/>
    <w:rsid w:val="00F34ACD"/>
    <w:rsid w:val="00F350BB"/>
    <w:rsid w:val="00F35191"/>
    <w:rsid w:val="00F35219"/>
    <w:rsid w:val="00F356FA"/>
    <w:rsid w:val="00F358DC"/>
    <w:rsid w:val="00F359F8"/>
    <w:rsid w:val="00F3706C"/>
    <w:rsid w:val="00F37135"/>
    <w:rsid w:val="00F372EB"/>
    <w:rsid w:val="00F373D9"/>
    <w:rsid w:val="00F37C0E"/>
    <w:rsid w:val="00F37D28"/>
    <w:rsid w:val="00F411BD"/>
    <w:rsid w:val="00F41A69"/>
    <w:rsid w:val="00F41F20"/>
    <w:rsid w:val="00F42849"/>
    <w:rsid w:val="00F43491"/>
    <w:rsid w:val="00F44122"/>
    <w:rsid w:val="00F44518"/>
    <w:rsid w:val="00F4461D"/>
    <w:rsid w:val="00F45045"/>
    <w:rsid w:val="00F45612"/>
    <w:rsid w:val="00F45B1B"/>
    <w:rsid w:val="00F46A89"/>
    <w:rsid w:val="00F47B54"/>
    <w:rsid w:val="00F50AA5"/>
    <w:rsid w:val="00F52238"/>
    <w:rsid w:val="00F526D2"/>
    <w:rsid w:val="00F52A89"/>
    <w:rsid w:val="00F52E8F"/>
    <w:rsid w:val="00F5352B"/>
    <w:rsid w:val="00F53C08"/>
    <w:rsid w:val="00F53EAB"/>
    <w:rsid w:val="00F53F5E"/>
    <w:rsid w:val="00F5414F"/>
    <w:rsid w:val="00F54721"/>
    <w:rsid w:val="00F54772"/>
    <w:rsid w:val="00F549B5"/>
    <w:rsid w:val="00F555AD"/>
    <w:rsid w:val="00F558F7"/>
    <w:rsid w:val="00F55B5D"/>
    <w:rsid w:val="00F55C99"/>
    <w:rsid w:val="00F55F8D"/>
    <w:rsid w:val="00F56E84"/>
    <w:rsid w:val="00F570AE"/>
    <w:rsid w:val="00F57307"/>
    <w:rsid w:val="00F60258"/>
    <w:rsid w:val="00F603EB"/>
    <w:rsid w:val="00F60A20"/>
    <w:rsid w:val="00F60BC5"/>
    <w:rsid w:val="00F60C82"/>
    <w:rsid w:val="00F60DC5"/>
    <w:rsid w:val="00F616F4"/>
    <w:rsid w:val="00F61F55"/>
    <w:rsid w:val="00F626EF"/>
    <w:rsid w:val="00F62D0C"/>
    <w:rsid w:val="00F63323"/>
    <w:rsid w:val="00F6438D"/>
    <w:rsid w:val="00F649BB"/>
    <w:rsid w:val="00F64B0F"/>
    <w:rsid w:val="00F66E3F"/>
    <w:rsid w:val="00F67806"/>
    <w:rsid w:val="00F70436"/>
    <w:rsid w:val="00F70673"/>
    <w:rsid w:val="00F70D01"/>
    <w:rsid w:val="00F714BE"/>
    <w:rsid w:val="00F72887"/>
    <w:rsid w:val="00F73621"/>
    <w:rsid w:val="00F73A24"/>
    <w:rsid w:val="00F73F18"/>
    <w:rsid w:val="00F75584"/>
    <w:rsid w:val="00F75816"/>
    <w:rsid w:val="00F7586B"/>
    <w:rsid w:val="00F7658E"/>
    <w:rsid w:val="00F76CFD"/>
    <w:rsid w:val="00F77100"/>
    <w:rsid w:val="00F7730D"/>
    <w:rsid w:val="00F7758B"/>
    <w:rsid w:val="00F775EA"/>
    <w:rsid w:val="00F77907"/>
    <w:rsid w:val="00F805E6"/>
    <w:rsid w:val="00F80E5F"/>
    <w:rsid w:val="00F81913"/>
    <w:rsid w:val="00F82160"/>
    <w:rsid w:val="00F82A44"/>
    <w:rsid w:val="00F82DE9"/>
    <w:rsid w:val="00F83929"/>
    <w:rsid w:val="00F83EC7"/>
    <w:rsid w:val="00F842C9"/>
    <w:rsid w:val="00F84D4C"/>
    <w:rsid w:val="00F85010"/>
    <w:rsid w:val="00F85055"/>
    <w:rsid w:val="00F86256"/>
    <w:rsid w:val="00F86450"/>
    <w:rsid w:val="00F866F3"/>
    <w:rsid w:val="00F8675A"/>
    <w:rsid w:val="00F875B1"/>
    <w:rsid w:val="00F876CA"/>
    <w:rsid w:val="00F9077B"/>
    <w:rsid w:val="00F90BC9"/>
    <w:rsid w:val="00F914A3"/>
    <w:rsid w:val="00F9189B"/>
    <w:rsid w:val="00F923E9"/>
    <w:rsid w:val="00F9263E"/>
    <w:rsid w:val="00F92E8B"/>
    <w:rsid w:val="00F940F0"/>
    <w:rsid w:val="00F941D8"/>
    <w:rsid w:val="00F951F7"/>
    <w:rsid w:val="00F953F3"/>
    <w:rsid w:val="00F95423"/>
    <w:rsid w:val="00F9592A"/>
    <w:rsid w:val="00F959D2"/>
    <w:rsid w:val="00F964E4"/>
    <w:rsid w:val="00F96702"/>
    <w:rsid w:val="00F9789A"/>
    <w:rsid w:val="00F97C40"/>
    <w:rsid w:val="00F97D1A"/>
    <w:rsid w:val="00FA0717"/>
    <w:rsid w:val="00FA1713"/>
    <w:rsid w:val="00FA23CB"/>
    <w:rsid w:val="00FA2AA1"/>
    <w:rsid w:val="00FA2C4B"/>
    <w:rsid w:val="00FA346E"/>
    <w:rsid w:val="00FA3ABD"/>
    <w:rsid w:val="00FA4880"/>
    <w:rsid w:val="00FA60E1"/>
    <w:rsid w:val="00FA656C"/>
    <w:rsid w:val="00FA72BD"/>
    <w:rsid w:val="00FA7501"/>
    <w:rsid w:val="00FA79E1"/>
    <w:rsid w:val="00FA7BE7"/>
    <w:rsid w:val="00FA7EDF"/>
    <w:rsid w:val="00FB030F"/>
    <w:rsid w:val="00FB0982"/>
    <w:rsid w:val="00FB0B18"/>
    <w:rsid w:val="00FB111A"/>
    <w:rsid w:val="00FB11AA"/>
    <w:rsid w:val="00FB1A07"/>
    <w:rsid w:val="00FB3614"/>
    <w:rsid w:val="00FB4096"/>
    <w:rsid w:val="00FB41C7"/>
    <w:rsid w:val="00FB4384"/>
    <w:rsid w:val="00FB45C7"/>
    <w:rsid w:val="00FB4662"/>
    <w:rsid w:val="00FB480C"/>
    <w:rsid w:val="00FB4F0A"/>
    <w:rsid w:val="00FB6032"/>
    <w:rsid w:val="00FB681F"/>
    <w:rsid w:val="00FB6FD2"/>
    <w:rsid w:val="00FB70DC"/>
    <w:rsid w:val="00FB76E1"/>
    <w:rsid w:val="00FB7761"/>
    <w:rsid w:val="00FC01E2"/>
    <w:rsid w:val="00FC033C"/>
    <w:rsid w:val="00FC0C56"/>
    <w:rsid w:val="00FC21FA"/>
    <w:rsid w:val="00FC2CDD"/>
    <w:rsid w:val="00FC37AE"/>
    <w:rsid w:val="00FC38D6"/>
    <w:rsid w:val="00FC4338"/>
    <w:rsid w:val="00FC4739"/>
    <w:rsid w:val="00FC4788"/>
    <w:rsid w:val="00FC4E5D"/>
    <w:rsid w:val="00FC50AD"/>
    <w:rsid w:val="00FC50C1"/>
    <w:rsid w:val="00FC61EC"/>
    <w:rsid w:val="00FC68A6"/>
    <w:rsid w:val="00FC6A8D"/>
    <w:rsid w:val="00FD0827"/>
    <w:rsid w:val="00FD109B"/>
    <w:rsid w:val="00FD10C5"/>
    <w:rsid w:val="00FD1235"/>
    <w:rsid w:val="00FD13A5"/>
    <w:rsid w:val="00FD1AD8"/>
    <w:rsid w:val="00FD1FB0"/>
    <w:rsid w:val="00FD2B33"/>
    <w:rsid w:val="00FD2C64"/>
    <w:rsid w:val="00FD4308"/>
    <w:rsid w:val="00FD52BD"/>
    <w:rsid w:val="00FD55F0"/>
    <w:rsid w:val="00FD5850"/>
    <w:rsid w:val="00FD5B63"/>
    <w:rsid w:val="00FD601F"/>
    <w:rsid w:val="00FD6105"/>
    <w:rsid w:val="00FD6243"/>
    <w:rsid w:val="00FD6720"/>
    <w:rsid w:val="00FD6907"/>
    <w:rsid w:val="00FD6D2D"/>
    <w:rsid w:val="00FD6E94"/>
    <w:rsid w:val="00FD7557"/>
    <w:rsid w:val="00FD7BC6"/>
    <w:rsid w:val="00FD7D1E"/>
    <w:rsid w:val="00FD7DED"/>
    <w:rsid w:val="00FE0794"/>
    <w:rsid w:val="00FE19BE"/>
    <w:rsid w:val="00FE19C6"/>
    <w:rsid w:val="00FE231F"/>
    <w:rsid w:val="00FE3279"/>
    <w:rsid w:val="00FE3C5A"/>
    <w:rsid w:val="00FE3FB6"/>
    <w:rsid w:val="00FE410A"/>
    <w:rsid w:val="00FE48F6"/>
    <w:rsid w:val="00FE5065"/>
    <w:rsid w:val="00FE58CC"/>
    <w:rsid w:val="00FE5F3B"/>
    <w:rsid w:val="00FE641F"/>
    <w:rsid w:val="00FE6A93"/>
    <w:rsid w:val="00FE6D51"/>
    <w:rsid w:val="00FE78F3"/>
    <w:rsid w:val="00FE7D24"/>
    <w:rsid w:val="00FF0A6A"/>
    <w:rsid w:val="00FF0A87"/>
    <w:rsid w:val="00FF10B9"/>
    <w:rsid w:val="00FF1273"/>
    <w:rsid w:val="00FF1EF3"/>
    <w:rsid w:val="00FF23B3"/>
    <w:rsid w:val="00FF23C9"/>
    <w:rsid w:val="00FF2CAE"/>
    <w:rsid w:val="00FF3098"/>
    <w:rsid w:val="00FF3216"/>
    <w:rsid w:val="00FF3D29"/>
    <w:rsid w:val="00FF44E5"/>
    <w:rsid w:val="00FF508B"/>
    <w:rsid w:val="00FF5121"/>
    <w:rsid w:val="00FF60DF"/>
    <w:rsid w:val="00FF63C7"/>
    <w:rsid w:val="00FF66D6"/>
    <w:rsid w:val="00FF704C"/>
    <w:rsid w:val="00FF7753"/>
    <w:rsid w:val="00FF7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677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E7564"/>
    <w:pPr>
      <w:keepNext/>
      <w:outlineLvl w:val="0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E7564"/>
    <w:rPr>
      <w:rFonts w:cs="Times New Roman"/>
      <w:sz w:val="28"/>
      <w:szCs w:val="28"/>
      <w:lang w:val="uk-UA" w:eastAsia="ru-RU" w:bidi="ar-SA"/>
    </w:rPr>
  </w:style>
  <w:style w:type="paragraph" w:styleId="BodyTextIndent">
    <w:name w:val="Body Text Indent"/>
    <w:basedOn w:val="Normal"/>
    <w:link w:val="BodyTextIndentChar"/>
    <w:uiPriority w:val="99"/>
    <w:rsid w:val="006852B9"/>
    <w:pPr>
      <w:ind w:firstLine="720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17A6E"/>
    <w:rPr>
      <w:rFonts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03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7A6E"/>
    <w:rPr>
      <w:rFonts w:cs="Times New Roman"/>
      <w:sz w:val="2"/>
      <w:lang w:val="ru-RU" w:eastAsia="ru-RU"/>
    </w:rPr>
  </w:style>
  <w:style w:type="table" w:styleId="TableGrid">
    <w:name w:val="Table Grid"/>
    <w:basedOn w:val="TableNormal"/>
    <w:uiPriority w:val="99"/>
    <w:rsid w:val="005F193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703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6CE1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6CE1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E786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E786A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5C1CD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C1CDB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51540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1540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1540F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154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1540F"/>
    <w:rPr>
      <w:b/>
      <w:bCs/>
    </w:rPr>
  </w:style>
  <w:style w:type="paragraph" w:styleId="Title">
    <w:name w:val="Title"/>
    <w:basedOn w:val="Normal"/>
    <w:link w:val="TitleChar"/>
    <w:uiPriority w:val="99"/>
    <w:qFormat/>
    <w:rsid w:val="003A4440"/>
    <w:pPr>
      <w:jc w:val="center"/>
    </w:pPr>
    <w:rPr>
      <w:sz w:val="28"/>
      <w:szCs w:val="20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3A4440"/>
    <w:rPr>
      <w:rFonts w:cs="Times New Roman"/>
      <w:sz w:val="28"/>
      <w:lang w:val="uk-UA"/>
    </w:rPr>
  </w:style>
  <w:style w:type="paragraph" w:customStyle="1" w:styleId="a">
    <w:name w:val="Знак Знак Знак Знак"/>
    <w:basedOn w:val="Normal"/>
    <w:uiPriority w:val="99"/>
    <w:rsid w:val="003A4440"/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aliases w:val="Обычный (Web),Обычный (Web)1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Normal"/>
    <w:link w:val="NormalWebChar"/>
    <w:uiPriority w:val="99"/>
    <w:rsid w:val="00DD5391"/>
    <w:pPr>
      <w:spacing w:before="100" w:beforeAutospacing="1" w:after="100" w:afterAutospacing="1"/>
    </w:pPr>
    <w:rPr>
      <w:szCs w:val="20"/>
      <w:lang w:val="uk-UA" w:eastAsia="uk-UA"/>
    </w:rPr>
  </w:style>
  <w:style w:type="paragraph" w:customStyle="1" w:styleId="a0">
    <w:name w:val="Абзац списка"/>
    <w:basedOn w:val="Normal"/>
    <w:uiPriority w:val="99"/>
    <w:rsid w:val="00C27CBC"/>
    <w:pPr>
      <w:ind w:left="720"/>
      <w:contextualSpacing/>
    </w:pPr>
  </w:style>
  <w:style w:type="paragraph" w:customStyle="1" w:styleId="a1">
    <w:name w:val="Без интервала"/>
    <w:uiPriority w:val="99"/>
    <w:rsid w:val="008A69FB"/>
    <w:rPr>
      <w:rFonts w:ascii="Calibri" w:hAnsi="Calibri"/>
      <w:lang w:val="ru-RU"/>
    </w:rPr>
  </w:style>
  <w:style w:type="paragraph" w:styleId="BodyText2">
    <w:name w:val="Body Text 2"/>
    <w:basedOn w:val="Normal"/>
    <w:link w:val="BodyText2Char"/>
    <w:uiPriority w:val="99"/>
    <w:rsid w:val="00E7294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F4388"/>
    <w:rPr>
      <w:rFonts w:cs="Times New Roman"/>
      <w:sz w:val="24"/>
      <w:szCs w:val="24"/>
      <w:lang w:val="ru-RU" w:eastAsia="ru-RU"/>
    </w:rPr>
  </w:style>
  <w:style w:type="paragraph" w:styleId="NoSpacing">
    <w:name w:val="No Spacing"/>
    <w:uiPriority w:val="99"/>
    <w:qFormat/>
    <w:rsid w:val="000274BC"/>
    <w:rPr>
      <w:rFonts w:ascii="Calibri" w:hAnsi="Calibri"/>
      <w:lang w:val="ru-RU"/>
    </w:rPr>
  </w:style>
  <w:style w:type="character" w:customStyle="1" w:styleId="NormalWebChar">
    <w:name w:val="Normal (Web) Char"/>
    <w:aliases w:val="Обычный (Web) Char,Обычный (Web)1 Char,Обычный (веб) Знак2 Char,Обычный (веб) Знак1 Знак Char,Обычный (веб) Знак2 Знак1 Знак Char,Обычный (веб) Знак1 Знак Знак Знак Char,Обычный (веб) Знак Знак Знак Знак Знак Char"/>
    <w:link w:val="NormalWeb"/>
    <w:uiPriority w:val="99"/>
    <w:locked/>
    <w:rsid w:val="006E33C6"/>
    <w:rPr>
      <w:sz w:val="24"/>
      <w:lang w:val="uk-UA" w:eastAsia="uk-UA"/>
    </w:rPr>
  </w:style>
  <w:style w:type="character" w:styleId="Strong">
    <w:name w:val="Strong"/>
    <w:basedOn w:val="DefaultParagraphFont"/>
    <w:uiPriority w:val="99"/>
    <w:qFormat/>
    <w:locked/>
    <w:rsid w:val="006E33C6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483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682</TotalTime>
  <Pages>1</Pages>
  <Words>158</Words>
  <Characters>907</Characters>
  <Application>Microsoft Office Outlook</Application>
  <DocSecurity>0</DocSecurity>
  <Lines>0</Lines>
  <Paragraphs>0</Paragraphs>
  <ScaleCrop>false</ScaleCrop>
  <Company>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subject/>
  <dc:creator>WW</dc:creator>
  <cp:keywords/>
  <dc:description/>
  <cp:lastModifiedBy>Пользователь Windows</cp:lastModifiedBy>
  <cp:revision>232</cp:revision>
  <cp:lastPrinted>2020-04-27T12:53:00Z</cp:lastPrinted>
  <dcterms:created xsi:type="dcterms:W3CDTF">2020-02-04T16:26:00Z</dcterms:created>
  <dcterms:modified xsi:type="dcterms:W3CDTF">2020-04-29T05:30:00Z</dcterms:modified>
</cp:coreProperties>
</file>