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B7" w:rsidRPr="00BF3221" w:rsidRDefault="002361B7" w:rsidP="00EE048C">
      <w:pPr>
        <w:pStyle w:val="Heading1"/>
        <w:jc w:val="left"/>
        <w:rPr>
          <w:i/>
          <w:szCs w:val="24"/>
          <w:lang w:val="ru-RU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0.65pt;margin-top:-41.2pt;width:27.55pt;height:35.3pt;z-index:251658240;visibility:visible" filled="t" fillcolor="red" stroked="t" strokecolor="white">
            <v:imagedata r:id="rId5" o:title="" gain="546133f" blacklevel="-11796f"/>
          </v:shape>
        </w:pict>
      </w:r>
      <w:r>
        <w:rPr>
          <w:sz w:val="28"/>
          <w:szCs w:val="28"/>
        </w:rPr>
        <w:t xml:space="preserve">                          </w:t>
      </w:r>
      <w:r w:rsidRPr="0062739F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   </w:t>
      </w:r>
      <w:r w:rsidRPr="004716B4">
        <w:rPr>
          <w:sz w:val="28"/>
          <w:szCs w:val="28"/>
        </w:rPr>
        <w:t>МАРКІВСЬКА СЕЛИЩНА РАДА</w:t>
      </w:r>
      <w:r>
        <w:rPr>
          <w:sz w:val="28"/>
          <w:szCs w:val="28"/>
        </w:rPr>
        <w:t xml:space="preserve"> </w:t>
      </w:r>
      <w:r w:rsidRPr="0062739F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 xml:space="preserve">          </w:t>
      </w:r>
    </w:p>
    <w:p w:rsidR="002361B7" w:rsidRPr="004716B4" w:rsidRDefault="002361B7" w:rsidP="00112AA2">
      <w:pPr>
        <w:pStyle w:val="Heading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2361B7" w:rsidRPr="00A9207F" w:rsidRDefault="002361B7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1</w:t>
      </w:r>
      <w:r w:rsidRPr="00A3249B">
        <w:rPr>
          <w:b/>
          <w:bCs/>
          <w:sz w:val="28"/>
          <w:szCs w:val="28"/>
        </w:rPr>
        <w:t>2</w:t>
      </w:r>
      <w:r w:rsidRPr="00DD40F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СЕСІЯ 7 </w:t>
      </w:r>
      <w:r w:rsidRPr="004716B4">
        <w:rPr>
          <w:b/>
          <w:bCs/>
          <w:sz w:val="28"/>
          <w:szCs w:val="28"/>
          <w:lang w:val="uk-UA"/>
        </w:rPr>
        <w:t>СКЛИКАННЯ</w:t>
      </w:r>
    </w:p>
    <w:p w:rsidR="002361B7" w:rsidRPr="004716B4" w:rsidRDefault="002361B7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2361B7" w:rsidRPr="004716B4" w:rsidRDefault="002361B7" w:rsidP="00112AA2">
      <w:pPr>
        <w:pStyle w:val="BodyText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 xml:space="preserve">25 </w:t>
      </w:r>
      <w:r>
        <w:rPr>
          <w:bCs/>
          <w:szCs w:val="24"/>
        </w:rPr>
        <w:t>лютого</w:t>
      </w:r>
      <w:r w:rsidRPr="00DD40F6">
        <w:rPr>
          <w:bCs/>
          <w:szCs w:val="24"/>
        </w:rPr>
        <w:t xml:space="preserve"> </w:t>
      </w:r>
      <w:r>
        <w:rPr>
          <w:bCs/>
          <w:szCs w:val="24"/>
        </w:rPr>
        <w:t>2020</w:t>
      </w:r>
      <w:r w:rsidRPr="004716B4">
        <w:rPr>
          <w:bCs/>
          <w:szCs w:val="24"/>
        </w:rPr>
        <w:t xml:space="preserve"> року</w:t>
      </w:r>
    </w:p>
    <w:p w:rsidR="002361B7" w:rsidRPr="00DD40F6" w:rsidRDefault="002361B7" w:rsidP="00112AA2">
      <w:pPr>
        <w:pStyle w:val="BodyText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DD40F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DD40F6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>№</w:t>
      </w:r>
      <w:r w:rsidRPr="00DD40F6">
        <w:rPr>
          <w:bCs/>
          <w:szCs w:val="24"/>
        </w:rPr>
        <w:t xml:space="preserve"> </w:t>
      </w:r>
      <w:r w:rsidRPr="00642EEB">
        <w:rPr>
          <w:bCs/>
          <w:szCs w:val="24"/>
        </w:rPr>
        <w:t>12</w:t>
      </w:r>
      <w:r w:rsidRPr="00DD40F6">
        <w:rPr>
          <w:bCs/>
          <w:szCs w:val="24"/>
        </w:rPr>
        <w:t xml:space="preserve"> –</w:t>
      </w:r>
      <w:r>
        <w:rPr>
          <w:bCs/>
          <w:szCs w:val="24"/>
        </w:rPr>
        <w:t xml:space="preserve"> </w:t>
      </w:r>
      <w:r w:rsidRPr="00642EEB">
        <w:rPr>
          <w:bCs/>
          <w:szCs w:val="24"/>
        </w:rPr>
        <w:t>4</w:t>
      </w:r>
      <w:r>
        <w:rPr>
          <w:bCs/>
          <w:szCs w:val="24"/>
          <w:lang w:val="en-US"/>
        </w:rPr>
        <w:t>2</w:t>
      </w:r>
      <w:r w:rsidRPr="00DD40F6">
        <w:rPr>
          <w:bCs/>
          <w:szCs w:val="24"/>
        </w:rPr>
        <w:t>/</w:t>
      </w:r>
      <w:r>
        <w:rPr>
          <w:bCs/>
          <w:szCs w:val="24"/>
        </w:rPr>
        <w:t>2020</w:t>
      </w:r>
    </w:p>
    <w:p w:rsidR="002361B7" w:rsidRPr="00576117" w:rsidRDefault="002361B7" w:rsidP="00112AA2">
      <w:pPr>
        <w:pStyle w:val="BodyText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5045"/>
      </w:tblGrid>
      <w:tr w:rsidR="002361B7" w:rsidRPr="00E94FFC" w:rsidTr="00EC5597">
        <w:trPr>
          <w:trHeight w:val="1801"/>
        </w:trPr>
        <w:tc>
          <w:tcPr>
            <w:tcW w:w="5045" w:type="dxa"/>
          </w:tcPr>
          <w:p w:rsidR="002361B7" w:rsidRPr="00EC5597" w:rsidRDefault="002361B7" w:rsidP="00EC5597">
            <w:pPr>
              <w:pStyle w:val="BodyText2"/>
              <w:jc w:val="both"/>
              <w:rPr>
                <w:b w:val="0"/>
                <w:bCs/>
                <w:szCs w:val="24"/>
              </w:rPr>
            </w:pPr>
            <w:r w:rsidRPr="00EC5597"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 w:rsidRPr="00EC5597">
              <w:rPr>
                <w:b w:val="0"/>
                <w:szCs w:val="24"/>
              </w:rPr>
              <w:t xml:space="preserve">гр. Семенченко Ірині Сергіївні, для будівництва індивідуальних гаражів, що знаходиться в межах населеного пункту, </w:t>
            </w:r>
            <w:r w:rsidRPr="00EC5597">
              <w:rPr>
                <w:b w:val="0"/>
                <w:bCs/>
                <w:szCs w:val="24"/>
              </w:rPr>
              <w:t>на території, яка за даними державного земельного кадастру враховується в Марківській селищній раді  за адресою: смт. Марківка, пров.</w:t>
            </w:r>
            <w:r w:rsidRPr="00EC5597">
              <w:rPr>
                <w:b w:val="0"/>
                <w:szCs w:val="24"/>
              </w:rPr>
              <w:t xml:space="preserve"> Лермонтова, 14а/2, </w:t>
            </w:r>
            <w:r w:rsidRPr="00EC5597">
              <w:rPr>
                <w:b w:val="0"/>
                <w:bCs/>
                <w:szCs w:val="24"/>
              </w:rPr>
              <w:t>Марківського району Луганської області.</w:t>
            </w:r>
          </w:p>
        </w:tc>
      </w:tr>
    </w:tbl>
    <w:p w:rsidR="002361B7" w:rsidRPr="00634EDA" w:rsidRDefault="002361B7" w:rsidP="007D61F7">
      <w:pPr>
        <w:pStyle w:val="BodyText2"/>
        <w:ind w:firstLine="709"/>
        <w:jc w:val="both"/>
        <w:rPr>
          <w:b w:val="0"/>
          <w:szCs w:val="24"/>
        </w:rPr>
      </w:pPr>
    </w:p>
    <w:p w:rsidR="002361B7" w:rsidRPr="00253166" w:rsidRDefault="002361B7" w:rsidP="0094215A">
      <w:pPr>
        <w:pStyle w:val="BodyText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Pr="00E94FFC">
        <w:rPr>
          <w:b w:val="0"/>
          <w:szCs w:val="24"/>
        </w:rPr>
        <w:t xml:space="preserve"> </w:t>
      </w:r>
      <w:r>
        <w:rPr>
          <w:b w:val="0"/>
          <w:szCs w:val="24"/>
        </w:rPr>
        <w:t>Семенченко Ірини Сергіївни</w:t>
      </w:r>
      <w:r w:rsidRPr="00E94FFC">
        <w:rPr>
          <w:b w:val="0"/>
          <w:szCs w:val="24"/>
        </w:rPr>
        <w:t xml:space="preserve">, </w:t>
      </w:r>
      <w:r>
        <w:rPr>
          <w:b w:val="0"/>
          <w:szCs w:val="24"/>
        </w:rPr>
        <w:t>представником якої є Курілова Наталія Д</w:t>
      </w:r>
      <w:r w:rsidRPr="0094215A">
        <w:rPr>
          <w:b w:val="0"/>
          <w:szCs w:val="24"/>
        </w:rPr>
        <w:t>’</w:t>
      </w:r>
      <w:r>
        <w:rPr>
          <w:b w:val="0"/>
          <w:szCs w:val="24"/>
        </w:rPr>
        <w:t xml:space="preserve">єрдіївна, згідно </w:t>
      </w:r>
      <w:r w:rsidRPr="00A3249B">
        <w:rPr>
          <w:b w:val="0"/>
          <w:szCs w:val="24"/>
        </w:rPr>
        <w:t>довіреності ННН 861743 від 29.07.2019 року</w:t>
      </w:r>
      <w:r>
        <w:rPr>
          <w:b w:val="0"/>
          <w:szCs w:val="24"/>
        </w:rPr>
        <w:t xml:space="preserve">, </w:t>
      </w:r>
      <w:r w:rsidRPr="000F322C">
        <w:rPr>
          <w:b w:val="0"/>
          <w:szCs w:val="24"/>
        </w:rPr>
        <w:t>про</w:t>
      </w:r>
      <w:r>
        <w:rPr>
          <w:b w:val="0"/>
          <w:szCs w:val="24"/>
        </w:rPr>
        <w:t xml:space="preserve"> затвердження </w:t>
      </w:r>
      <w:r>
        <w:rPr>
          <w:b w:val="0"/>
          <w:bCs/>
          <w:szCs w:val="24"/>
        </w:rPr>
        <w:t>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 w:rsidRPr="000F322C">
        <w:rPr>
          <w:b w:val="0"/>
          <w:bCs/>
          <w:szCs w:val="24"/>
        </w:rPr>
        <w:t>власність</w:t>
      </w:r>
      <w:r>
        <w:rPr>
          <w:b w:val="0"/>
          <w:bCs/>
          <w:szCs w:val="24"/>
        </w:rPr>
        <w:t>,</w:t>
      </w:r>
      <w:r w:rsidRPr="000F322C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для будівництва індивідуальних гаражів, що знаходиться в межах населеного пункту,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Марківській селищній </w:t>
      </w:r>
      <w:r w:rsidRPr="00112AA2">
        <w:rPr>
          <w:b w:val="0"/>
          <w:bCs/>
          <w:szCs w:val="24"/>
        </w:rPr>
        <w:t xml:space="preserve">раді </w:t>
      </w:r>
      <w:r>
        <w:rPr>
          <w:b w:val="0"/>
          <w:bCs/>
          <w:szCs w:val="24"/>
        </w:rPr>
        <w:t>за адресою: смт. Марківка, пров.</w:t>
      </w:r>
      <w:r>
        <w:rPr>
          <w:b w:val="0"/>
          <w:szCs w:val="24"/>
        </w:rPr>
        <w:t xml:space="preserve"> Лермонтова, 14а/2</w:t>
      </w:r>
      <w:r>
        <w:rPr>
          <w:b w:val="0"/>
          <w:bCs/>
          <w:szCs w:val="24"/>
        </w:rPr>
        <w:t xml:space="preserve">, </w:t>
      </w:r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 xml:space="preserve">ького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</w:t>
      </w:r>
      <w:r>
        <w:rPr>
          <w:b w:val="0"/>
          <w:bCs/>
          <w:szCs w:val="24"/>
        </w:rPr>
        <w:t xml:space="preserve"> </w:t>
      </w:r>
      <w:r w:rsidRPr="00F36DDE">
        <w:rPr>
          <w:b w:val="0"/>
          <w:bCs/>
          <w:szCs w:val="24"/>
        </w:rPr>
        <w:t>12,</w:t>
      </w:r>
      <w:r>
        <w:rPr>
          <w:b w:val="0"/>
          <w:bCs/>
          <w:szCs w:val="24"/>
        </w:rPr>
        <w:t xml:space="preserve"> 118, </w:t>
      </w:r>
      <w:r w:rsidRPr="00F36DDE">
        <w:rPr>
          <w:b w:val="0"/>
          <w:bCs/>
          <w:szCs w:val="24"/>
        </w:rPr>
        <w:t>12</w:t>
      </w:r>
      <w:r>
        <w:rPr>
          <w:b w:val="0"/>
          <w:bCs/>
          <w:szCs w:val="24"/>
        </w:rPr>
        <w:t>1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122, </w:t>
      </w:r>
      <w:r w:rsidRPr="00F36DDE">
        <w:rPr>
          <w:b w:val="0"/>
          <w:bCs/>
          <w:szCs w:val="24"/>
        </w:rPr>
        <w:t>186 Земельного кодексу України</w:t>
      </w:r>
      <w:r w:rsidRPr="004716B4">
        <w:rPr>
          <w:b w:val="0"/>
          <w:bCs/>
          <w:i/>
          <w:szCs w:val="24"/>
        </w:rPr>
        <w:t>,</w:t>
      </w:r>
      <w:r w:rsidRPr="00B11401">
        <w:rPr>
          <w:b w:val="0"/>
          <w:szCs w:val="24"/>
        </w:rPr>
        <w:t xml:space="preserve"> </w:t>
      </w:r>
      <w:r w:rsidRPr="004716B4">
        <w:rPr>
          <w:b w:val="0"/>
          <w:bCs/>
          <w:szCs w:val="24"/>
        </w:rPr>
        <w:t xml:space="preserve">сесія селищної ради </w:t>
      </w:r>
    </w:p>
    <w:p w:rsidR="002361B7" w:rsidRPr="003A15C2" w:rsidRDefault="002361B7" w:rsidP="00641BAB">
      <w:pPr>
        <w:pStyle w:val="BodyText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2361B7" w:rsidRPr="00C91794" w:rsidRDefault="002361B7" w:rsidP="00641BAB">
      <w:pPr>
        <w:pStyle w:val="BodyText2"/>
        <w:numPr>
          <w:ilvl w:val="0"/>
          <w:numId w:val="2"/>
        </w:numPr>
        <w:jc w:val="both"/>
        <w:rPr>
          <w:b w:val="0"/>
          <w:bCs/>
          <w:szCs w:val="24"/>
        </w:rPr>
      </w:pPr>
      <w:r w:rsidRPr="00C91794"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bCs/>
          <w:szCs w:val="24"/>
        </w:rPr>
        <w:t>гр.</w:t>
      </w:r>
      <w:r>
        <w:rPr>
          <w:b w:val="0"/>
          <w:szCs w:val="24"/>
          <w:lang w:val="ru-RU"/>
        </w:rPr>
        <w:t xml:space="preserve"> Семенченко Ірині Сергіївні</w:t>
      </w:r>
      <w:r>
        <w:rPr>
          <w:b w:val="0"/>
          <w:bCs/>
          <w:szCs w:val="24"/>
          <w:lang w:val="ru-RU"/>
        </w:rPr>
        <w:t xml:space="preserve">, </w:t>
      </w:r>
      <w:r w:rsidRPr="00C91794">
        <w:rPr>
          <w:b w:val="0"/>
          <w:szCs w:val="24"/>
        </w:rPr>
        <w:t>для</w:t>
      </w:r>
      <w:r>
        <w:rPr>
          <w:b w:val="0"/>
          <w:szCs w:val="24"/>
        </w:rPr>
        <w:t xml:space="preserve"> будівництва індивідуальних гаражів</w:t>
      </w:r>
      <w:r w:rsidRPr="00C91794">
        <w:rPr>
          <w:b w:val="0"/>
          <w:szCs w:val="24"/>
        </w:rPr>
        <w:t xml:space="preserve">, </w:t>
      </w:r>
      <w:r>
        <w:rPr>
          <w:b w:val="0"/>
          <w:szCs w:val="24"/>
        </w:rPr>
        <w:t xml:space="preserve">що знаходиться в межах населеного пункту, на </w:t>
      </w:r>
      <w:r w:rsidRPr="00C91794">
        <w:rPr>
          <w:b w:val="0"/>
          <w:bCs/>
          <w:szCs w:val="24"/>
        </w:rPr>
        <w:t xml:space="preserve">території, яка за даними </w:t>
      </w:r>
      <w:r w:rsidRPr="00C91794">
        <w:rPr>
          <w:b w:val="0"/>
          <w:bCs/>
          <w:szCs w:val="24"/>
          <w:lang w:val="ru-RU"/>
        </w:rPr>
        <w:t>Д</w:t>
      </w:r>
      <w:r w:rsidRPr="00C91794">
        <w:rPr>
          <w:b w:val="0"/>
          <w:bCs/>
          <w:szCs w:val="24"/>
        </w:rPr>
        <w:t>ержавного земельного кадастру враховується</w:t>
      </w:r>
      <w:r w:rsidRPr="00C91794">
        <w:rPr>
          <w:b w:val="0"/>
          <w:bCs/>
          <w:szCs w:val="24"/>
          <w:lang w:val="ru-RU"/>
        </w:rPr>
        <w:t xml:space="preserve"> </w:t>
      </w:r>
      <w:r w:rsidRPr="00C91794">
        <w:rPr>
          <w:b w:val="0"/>
          <w:bCs/>
          <w:szCs w:val="24"/>
        </w:rPr>
        <w:t>в Марківській селищній</w:t>
      </w:r>
      <w:r w:rsidRPr="00C91794">
        <w:rPr>
          <w:b w:val="0"/>
          <w:bCs/>
          <w:szCs w:val="24"/>
          <w:lang w:val="ru-RU"/>
        </w:rPr>
        <w:t xml:space="preserve"> </w:t>
      </w:r>
      <w:r w:rsidRPr="00C91794">
        <w:rPr>
          <w:b w:val="0"/>
          <w:bCs/>
          <w:szCs w:val="24"/>
        </w:rPr>
        <w:t xml:space="preserve">раді </w:t>
      </w:r>
      <w:r>
        <w:rPr>
          <w:b w:val="0"/>
          <w:bCs/>
          <w:szCs w:val="24"/>
        </w:rPr>
        <w:t>за адресою: смт. Марківка, пров.</w:t>
      </w:r>
      <w:r>
        <w:rPr>
          <w:b w:val="0"/>
          <w:szCs w:val="24"/>
        </w:rPr>
        <w:t xml:space="preserve"> Лермонтова, 14а/2</w:t>
      </w:r>
      <w:r>
        <w:rPr>
          <w:b w:val="0"/>
          <w:bCs/>
          <w:szCs w:val="24"/>
        </w:rPr>
        <w:t xml:space="preserve">, </w:t>
      </w:r>
      <w:r w:rsidRPr="00C91794">
        <w:rPr>
          <w:b w:val="0"/>
          <w:bCs/>
          <w:szCs w:val="24"/>
        </w:rPr>
        <w:t>Марківського району Луганської області;</w:t>
      </w:r>
    </w:p>
    <w:p w:rsidR="002361B7" w:rsidRPr="00C91794" w:rsidRDefault="002361B7" w:rsidP="00641BAB">
      <w:pPr>
        <w:pStyle w:val="BodyText2"/>
        <w:numPr>
          <w:ilvl w:val="0"/>
          <w:numId w:val="2"/>
        </w:numPr>
        <w:jc w:val="both"/>
        <w:rPr>
          <w:b w:val="0"/>
          <w:szCs w:val="24"/>
        </w:rPr>
      </w:pPr>
      <w:r w:rsidRPr="00C91794">
        <w:rPr>
          <w:b w:val="0"/>
          <w:bCs/>
          <w:szCs w:val="24"/>
        </w:rPr>
        <w:t xml:space="preserve">Передати у приватну власність </w:t>
      </w:r>
      <w:r>
        <w:rPr>
          <w:b w:val="0"/>
          <w:bCs/>
          <w:szCs w:val="24"/>
        </w:rPr>
        <w:t xml:space="preserve">гр. </w:t>
      </w:r>
      <w:r>
        <w:rPr>
          <w:b w:val="0"/>
          <w:szCs w:val="24"/>
          <w:lang w:val="ru-RU"/>
        </w:rPr>
        <w:t>Семенченко Ірині Сергіївні</w:t>
      </w:r>
      <w:r>
        <w:rPr>
          <w:b w:val="0"/>
          <w:bCs/>
          <w:szCs w:val="24"/>
        </w:rPr>
        <w:t xml:space="preserve">, </w:t>
      </w:r>
      <w:r w:rsidRPr="00C91794">
        <w:rPr>
          <w:b w:val="0"/>
          <w:bCs/>
          <w:szCs w:val="24"/>
        </w:rPr>
        <w:t>земельну ділянку</w:t>
      </w:r>
      <w:r>
        <w:rPr>
          <w:b w:val="0"/>
          <w:bCs/>
          <w:szCs w:val="24"/>
        </w:rPr>
        <w:t>,</w:t>
      </w:r>
      <w:r w:rsidRPr="00C91794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загальною площею 0,0100 </w:t>
      </w:r>
      <w:r w:rsidRPr="00C91794">
        <w:rPr>
          <w:b w:val="0"/>
          <w:szCs w:val="24"/>
        </w:rPr>
        <w:t>га</w:t>
      </w:r>
      <w:r>
        <w:rPr>
          <w:b w:val="0"/>
          <w:szCs w:val="24"/>
        </w:rPr>
        <w:t xml:space="preserve"> </w:t>
      </w:r>
      <w:r w:rsidRPr="00C91794">
        <w:rPr>
          <w:b w:val="0"/>
          <w:szCs w:val="24"/>
        </w:rPr>
        <w:t xml:space="preserve">(кадастровий номер </w:t>
      </w:r>
      <w:r w:rsidRPr="00C91794">
        <w:rPr>
          <w:b w:val="0"/>
          <w:bCs/>
          <w:szCs w:val="24"/>
        </w:rPr>
        <w:t>4</w:t>
      </w:r>
      <w:r>
        <w:rPr>
          <w:b w:val="0"/>
          <w:bCs/>
          <w:szCs w:val="24"/>
        </w:rPr>
        <w:t>4</w:t>
      </w:r>
      <w:r w:rsidRPr="00C91794">
        <w:rPr>
          <w:b w:val="0"/>
          <w:bCs/>
          <w:szCs w:val="24"/>
        </w:rPr>
        <w:t>22555100:0</w:t>
      </w:r>
      <w:r>
        <w:rPr>
          <w:b w:val="0"/>
          <w:bCs/>
          <w:szCs w:val="24"/>
        </w:rPr>
        <w:t>7:003</w:t>
      </w:r>
      <w:r w:rsidRPr="00C91794">
        <w:rPr>
          <w:b w:val="0"/>
          <w:bCs/>
          <w:szCs w:val="24"/>
        </w:rPr>
        <w:t>:0</w:t>
      </w:r>
      <w:r>
        <w:rPr>
          <w:b w:val="0"/>
          <w:bCs/>
          <w:szCs w:val="24"/>
        </w:rPr>
        <w:t>196</w:t>
      </w:r>
      <w:r w:rsidRPr="00C91794">
        <w:rPr>
          <w:b w:val="0"/>
          <w:bCs/>
          <w:szCs w:val="24"/>
        </w:rPr>
        <w:t>)</w:t>
      </w:r>
      <w:r w:rsidRPr="00C91794">
        <w:rPr>
          <w:b w:val="0"/>
          <w:szCs w:val="24"/>
        </w:rPr>
        <w:t xml:space="preserve"> – для </w:t>
      </w:r>
      <w:r>
        <w:rPr>
          <w:b w:val="0"/>
          <w:szCs w:val="24"/>
        </w:rPr>
        <w:t xml:space="preserve">  будівництва індивідуальних гаражів (угіддя – землі під будівлями та спорудами транспорту – 0,0100 га</w:t>
      </w:r>
      <w:r w:rsidRPr="00C91794">
        <w:rPr>
          <w:b w:val="0"/>
          <w:szCs w:val="24"/>
        </w:rPr>
        <w:t>) за рахунок земель</w:t>
      </w:r>
      <w:r>
        <w:rPr>
          <w:b w:val="0"/>
          <w:szCs w:val="24"/>
        </w:rPr>
        <w:t xml:space="preserve"> житлової та громадської забудови</w:t>
      </w:r>
      <w:r w:rsidRPr="00C91794">
        <w:rPr>
          <w:b w:val="0"/>
          <w:szCs w:val="24"/>
        </w:rPr>
        <w:t>, за адресою: 92400, Луганська обл., Марківський р-н, с</w:t>
      </w:r>
      <w:r>
        <w:rPr>
          <w:b w:val="0"/>
          <w:szCs w:val="24"/>
        </w:rPr>
        <w:t xml:space="preserve">мт. Марківка, </w:t>
      </w:r>
      <w:r>
        <w:rPr>
          <w:b w:val="0"/>
          <w:bCs/>
          <w:szCs w:val="24"/>
        </w:rPr>
        <w:t>пров.</w:t>
      </w:r>
      <w:r>
        <w:rPr>
          <w:b w:val="0"/>
          <w:szCs w:val="24"/>
        </w:rPr>
        <w:t xml:space="preserve"> Лермонтова, 14а/2, </w:t>
      </w:r>
      <w:r w:rsidRPr="00C91794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Марківській селищній  раді Марківського району Луганської області. </w:t>
      </w:r>
    </w:p>
    <w:p w:rsidR="002361B7" w:rsidRPr="009836E3" w:rsidRDefault="002361B7" w:rsidP="00AE09E5">
      <w:pPr>
        <w:pStyle w:val="ListParagraph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2361B7" w:rsidRPr="009C3D78" w:rsidRDefault="002361B7" w:rsidP="00AE09E5">
      <w:pPr>
        <w:pStyle w:val="ListParagraph"/>
        <w:jc w:val="both"/>
        <w:rPr>
          <w:bCs/>
          <w:sz w:val="24"/>
          <w:szCs w:val="24"/>
        </w:rPr>
      </w:pPr>
    </w:p>
    <w:p w:rsidR="002361B7" w:rsidRDefault="002361B7" w:rsidP="00AE09E5">
      <w:pPr>
        <w:pStyle w:val="BodyText2"/>
        <w:rPr>
          <w:bCs/>
          <w:i/>
          <w:sz w:val="22"/>
          <w:szCs w:val="22"/>
        </w:rPr>
      </w:pPr>
    </w:p>
    <w:p w:rsidR="002361B7" w:rsidRPr="003561F4" w:rsidRDefault="002361B7" w:rsidP="00AE09E5">
      <w:pPr>
        <w:pStyle w:val="BodyText2"/>
        <w:rPr>
          <w:bCs/>
          <w:szCs w:val="24"/>
        </w:rPr>
      </w:pPr>
      <w:r w:rsidRPr="003561F4">
        <w:rPr>
          <w:bCs/>
          <w:sz w:val="22"/>
          <w:szCs w:val="22"/>
        </w:rPr>
        <w:t xml:space="preserve">                     </w:t>
      </w:r>
      <w:r w:rsidRPr="003561F4">
        <w:rPr>
          <w:bCs/>
          <w:szCs w:val="24"/>
        </w:rPr>
        <w:t>Селищний голова                                                               Ігор ДЗЮБА</w:t>
      </w:r>
    </w:p>
    <w:p w:rsidR="002361B7" w:rsidRPr="000D4047" w:rsidRDefault="002361B7" w:rsidP="00AE09E5">
      <w:pPr>
        <w:pStyle w:val="ListParagraph"/>
        <w:ind w:left="495"/>
        <w:jc w:val="both"/>
        <w:rPr>
          <w:b/>
          <w:sz w:val="24"/>
          <w:szCs w:val="24"/>
          <w:lang w:val="uk-UA"/>
        </w:rPr>
      </w:pPr>
    </w:p>
    <w:sectPr w:rsidR="002361B7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22C"/>
    <w:rsid w:val="00022470"/>
    <w:rsid w:val="00031C60"/>
    <w:rsid w:val="00040F2F"/>
    <w:rsid w:val="00051CB6"/>
    <w:rsid w:val="00053666"/>
    <w:rsid w:val="00053F97"/>
    <w:rsid w:val="0006458B"/>
    <w:rsid w:val="000754D4"/>
    <w:rsid w:val="00075911"/>
    <w:rsid w:val="00092532"/>
    <w:rsid w:val="000B039D"/>
    <w:rsid w:val="000D244E"/>
    <w:rsid w:val="000D4047"/>
    <w:rsid w:val="000F322C"/>
    <w:rsid w:val="000F7971"/>
    <w:rsid w:val="0011157A"/>
    <w:rsid w:val="00112AA2"/>
    <w:rsid w:val="001138E3"/>
    <w:rsid w:val="00133054"/>
    <w:rsid w:val="0013413C"/>
    <w:rsid w:val="00140AA6"/>
    <w:rsid w:val="001550FB"/>
    <w:rsid w:val="001671F6"/>
    <w:rsid w:val="00175F32"/>
    <w:rsid w:val="00194650"/>
    <w:rsid w:val="001946F3"/>
    <w:rsid w:val="001A7AE9"/>
    <w:rsid w:val="001B59B5"/>
    <w:rsid w:val="001E1021"/>
    <w:rsid w:val="001E7A97"/>
    <w:rsid w:val="002274B3"/>
    <w:rsid w:val="002361B7"/>
    <w:rsid w:val="002364B0"/>
    <w:rsid w:val="00244B55"/>
    <w:rsid w:val="002519F5"/>
    <w:rsid w:val="00253166"/>
    <w:rsid w:val="002643A1"/>
    <w:rsid w:val="00264478"/>
    <w:rsid w:val="00276E5E"/>
    <w:rsid w:val="002902AF"/>
    <w:rsid w:val="002D0D15"/>
    <w:rsid w:val="002D3B64"/>
    <w:rsid w:val="002E6401"/>
    <w:rsid w:val="002E7A05"/>
    <w:rsid w:val="00302DA1"/>
    <w:rsid w:val="00312AF3"/>
    <w:rsid w:val="003143E8"/>
    <w:rsid w:val="00333EFB"/>
    <w:rsid w:val="003561F4"/>
    <w:rsid w:val="0037271B"/>
    <w:rsid w:val="00376A18"/>
    <w:rsid w:val="0039331F"/>
    <w:rsid w:val="003A15C2"/>
    <w:rsid w:val="003A5381"/>
    <w:rsid w:val="003E6A0D"/>
    <w:rsid w:val="004063DA"/>
    <w:rsid w:val="004224C8"/>
    <w:rsid w:val="00423226"/>
    <w:rsid w:val="00425AC2"/>
    <w:rsid w:val="0042746E"/>
    <w:rsid w:val="00463774"/>
    <w:rsid w:val="004716B4"/>
    <w:rsid w:val="004760B7"/>
    <w:rsid w:val="00493B01"/>
    <w:rsid w:val="004A12C8"/>
    <w:rsid w:val="00537B87"/>
    <w:rsid w:val="005458B2"/>
    <w:rsid w:val="0057343D"/>
    <w:rsid w:val="00576117"/>
    <w:rsid w:val="005B44B0"/>
    <w:rsid w:val="005B7F1D"/>
    <w:rsid w:val="00604343"/>
    <w:rsid w:val="0062739F"/>
    <w:rsid w:val="00634780"/>
    <w:rsid w:val="00634EDA"/>
    <w:rsid w:val="00641BAB"/>
    <w:rsid w:val="00642EEB"/>
    <w:rsid w:val="00666F00"/>
    <w:rsid w:val="0068499B"/>
    <w:rsid w:val="00696364"/>
    <w:rsid w:val="006A315B"/>
    <w:rsid w:val="006A7326"/>
    <w:rsid w:val="006B4BEC"/>
    <w:rsid w:val="006D3EA9"/>
    <w:rsid w:val="007206EE"/>
    <w:rsid w:val="00731E2D"/>
    <w:rsid w:val="00741C80"/>
    <w:rsid w:val="00742AC1"/>
    <w:rsid w:val="00775A5A"/>
    <w:rsid w:val="007B790D"/>
    <w:rsid w:val="007D61F7"/>
    <w:rsid w:val="007E6DFC"/>
    <w:rsid w:val="007F694E"/>
    <w:rsid w:val="00810C0F"/>
    <w:rsid w:val="00816B85"/>
    <w:rsid w:val="00826341"/>
    <w:rsid w:val="00842027"/>
    <w:rsid w:val="008541E3"/>
    <w:rsid w:val="00860BB2"/>
    <w:rsid w:val="00862082"/>
    <w:rsid w:val="008776A7"/>
    <w:rsid w:val="008C1131"/>
    <w:rsid w:val="008C122B"/>
    <w:rsid w:val="008D2E1C"/>
    <w:rsid w:val="008E21FE"/>
    <w:rsid w:val="008F42C3"/>
    <w:rsid w:val="00902373"/>
    <w:rsid w:val="009206FD"/>
    <w:rsid w:val="00926A8C"/>
    <w:rsid w:val="0094215A"/>
    <w:rsid w:val="009836E3"/>
    <w:rsid w:val="00986D41"/>
    <w:rsid w:val="00993F7E"/>
    <w:rsid w:val="009C3D78"/>
    <w:rsid w:val="009D6C08"/>
    <w:rsid w:val="009F3263"/>
    <w:rsid w:val="009F32CE"/>
    <w:rsid w:val="009F77B5"/>
    <w:rsid w:val="00A03E32"/>
    <w:rsid w:val="00A143C4"/>
    <w:rsid w:val="00A17388"/>
    <w:rsid w:val="00A22019"/>
    <w:rsid w:val="00A3249B"/>
    <w:rsid w:val="00A56B1D"/>
    <w:rsid w:val="00A62CBB"/>
    <w:rsid w:val="00A86D03"/>
    <w:rsid w:val="00A90801"/>
    <w:rsid w:val="00A9207F"/>
    <w:rsid w:val="00AE09E5"/>
    <w:rsid w:val="00AE3190"/>
    <w:rsid w:val="00AE522C"/>
    <w:rsid w:val="00AF0BB1"/>
    <w:rsid w:val="00AF0CDB"/>
    <w:rsid w:val="00AF2427"/>
    <w:rsid w:val="00B11401"/>
    <w:rsid w:val="00B4071D"/>
    <w:rsid w:val="00B543BB"/>
    <w:rsid w:val="00B84743"/>
    <w:rsid w:val="00BB6DC4"/>
    <w:rsid w:val="00BD7763"/>
    <w:rsid w:val="00BF3221"/>
    <w:rsid w:val="00C14AFA"/>
    <w:rsid w:val="00C2330C"/>
    <w:rsid w:val="00C327B4"/>
    <w:rsid w:val="00C348CD"/>
    <w:rsid w:val="00C45642"/>
    <w:rsid w:val="00C56AD4"/>
    <w:rsid w:val="00C75DC7"/>
    <w:rsid w:val="00C91794"/>
    <w:rsid w:val="00CC205A"/>
    <w:rsid w:val="00CC3427"/>
    <w:rsid w:val="00CC69F7"/>
    <w:rsid w:val="00CD0D2A"/>
    <w:rsid w:val="00CE5EC0"/>
    <w:rsid w:val="00D1563A"/>
    <w:rsid w:val="00D15A3C"/>
    <w:rsid w:val="00D17678"/>
    <w:rsid w:val="00D214D7"/>
    <w:rsid w:val="00D367E3"/>
    <w:rsid w:val="00D50DA0"/>
    <w:rsid w:val="00D510AC"/>
    <w:rsid w:val="00D53F4A"/>
    <w:rsid w:val="00D57993"/>
    <w:rsid w:val="00DB417E"/>
    <w:rsid w:val="00DC61A9"/>
    <w:rsid w:val="00DD2481"/>
    <w:rsid w:val="00DD40F6"/>
    <w:rsid w:val="00DD5639"/>
    <w:rsid w:val="00DE30A7"/>
    <w:rsid w:val="00E22D58"/>
    <w:rsid w:val="00E33BB0"/>
    <w:rsid w:val="00E515D7"/>
    <w:rsid w:val="00E94851"/>
    <w:rsid w:val="00E94FFC"/>
    <w:rsid w:val="00EC5597"/>
    <w:rsid w:val="00ED27DC"/>
    <w:rsid w:val="00ED3EC6"/>
    <w:rsid w:val="00EE048C"/>
    <w:rsid w:val="00EF6135"/>
    <w:rsid w:val="00F07FAC"/>
    <w:rsid w:val="00F142DA"/>
    <w:rsid w:val="00F24FB3"/>
    <w:rsid w:val="00F36DDE"/>
    <w:rsid w:val="00F40D12"/>
    <w:rsid w:val="00F672FC"/>
    <w:rsid w:val="00F86C2C"/>
    <w:rsid w:val="00F94F36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F322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0F322C"/>
    <w:pPr>
      <w:ind w:left="720"/>
      <w:contextualSpacing/>
    </w:pPr>
  </w:style>
  <w:style w:type="table" w:styleId="TableGrid">
    <w:name w:val="Table Grid"/>
    <w:basedOn w:val="TableNormal"/>
    <w:uiPriority w:val="99"/>
    <w:rsid w:val="00112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394</Words>
  <Characters>2250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МАРКІВСЬКА СЕЛИЩНА РАДА                 </dc:title>
  <dc:subject/>
  <dc:creator>User</dc:creator>
  <cp:keywords/>
  <dc:description/>
  <cp:lastModifiedBy>Пользователь Windows</cp:lastModifiedBy>
  <cp:revision>2</cp:revision>
  <cp:lastPrinted>2020-03-04T07:02:00Z</cp:lastPrinted>
  <dcterms:created xsi:type="dcterms:W3CDTF">2020-03-12T13:38:00Z</dcterms:created>
  <dcterms:modified xsi:type="dcterms:W3CDTF">2020-03-12T13:38:00Z</dcterms:modified>
</cp:coreProperties>
</file>