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3F" w:rsidRDefault="0098653F" w:rsidP="009E21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Додаток 3 до рішення сесії</w:t>
      </w:r>
    </w:p>
    <w:p w:rsidR="0098653F" w:rsidRDefault="0098653F" w:rsidP="009E21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98653F" w:rsidRDefault="0098653F" w:rsidP="009E217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98653F" w:rsidRDefault="0098653F" w:rsidP="005C4CEA">
      <w:pPr>
        <w:pStyle w:val="NoSpacing1"/>
        <w:tabs>
          <w:tab w:val="left" w:pos="6120"/>
        </w:tabs>
        <w:jc w:val="right"/>
        <w:rPr>
          <w:lang w:val="uk-UA"/>
        </w:rPr>
      </w:pPr>
    </w:p>
    <w:p w:rsidR="0098653F" w:rsidRDefault="0098653F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98653F" w:rsidRDefault="0098653F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bookmarkStart w:id="0" w:name="_GoBack"/>
      <w:bookmarkEnd w:id="0"/>
      <w:r>
        <w:rPr>
          <w:sz w:val="28"/>
          <w:szCs w:val="28"/>
          <w:lang w:val="uk-UA"/>
        </w:rPr>
        <w:t>таном на 31.08.2020 р.</w:t>
      </w:r>
    </w:p>
    <w:p w:rsidR="0098653F" w:rsidRDefault="0098653F" w:rsidP="005C4CEA">
      <w:pPr>
        <w:tabs>
          <w:tab w:val="left" w:pos="1995"/>
        </w:tabs>
        <w:jc w:val="center"/>
        <w:rPr>
          <w:lang w:val="uk-UA"/>
        </w:rPr>
      </w:pPr>
      <w:r>
        <w:rPr>
          <w:lang w:val="uk-UA"/>
        </w:rPr>
        <w:t xml:space="preserve">  КРИЗЬКОЇ ЗАГАЛЬНООСВІТНЬОЇ ШКОЛИ І-ІІІ</w:t>
      </w:r>
      <w:r w:rsidRPr="00C260EE">
        <w:rPr>
          <w:lang w:val="uk-UA"/>
        </w:rPr>
        <w:t xml:space="preserve"> </w:t>
      </w:r>
      <w:r>
        <w:rPr>
          <w:lang w:val="uk-UA"/>
        </w:rPr>
        <w:t>СТУПЕНІВ</w:t>
      </w:r>
      <w:r w:rsidRPr="002808DE">
        <w:rPr>
          <w:lang w:val="uk-UA"/>
        </w:rPr>
        <w:t xml:space="preserve"> МАРКІВСЬКОЇ СЕЛИЩНОЇ РАДИ ЛУГАНСЬКОЇ ОБЛАСТІ</w:t>
      </w:r>
    </w:p>
    <w:tbl>
      <w:tblPr>
        <w:tblW w:w="13087" w:type="dxa"/>
        <w:tblInd w:w="118" w:type="dxa"/>
        <w:tblLook w:val="00A0"/>
      </w:tblPr>
      <w:tblGrid>
        <w:gridCol w:w="485"/>
        <w:gridCol w:w="1614"/>
        <w:gridCol w:w="1187"/>
        <w:gridCol w:w="1110"/>
        <w:gridCol w:w="1257"/>
        <w:gridCol w:w="1117"/>
        <w:gridCol w:w="1117"/>
        <w:gridCol w:w="1169"/>
        <w:gridCol w:w="874"/>
        <w:gridCol w:w="820"/>
        <w:gridCol w:w="1400"/>
        <w:gridCol w:w="1091"/>
        <w:gridCol w:w="1427"/>
      </w:tblGrid>
      <w:tr w:rsidR="0098653F" w:rsidRPr="003071C5" w:rsidTr="006A6C7A">
        <w:trPr>
          <w:trHeight w:val="120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Default="0098653F" w:rsidP="006A6C7A">
            <w:r>
              <w:t>№</w:t>
            </w:r>
          </w:p>
          <w:p w:rsidR="0098653F" w:rsidRPr="00664A40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Pr="00664A40" w:rsidRDefault="0098653F" w:rsidP="006A6C7A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Pr="00664A40" w:rsidRDefault="0098653F" w:rsidP="006A6C7A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Pr="00951CB0" w:rsidRDefault="0098653F" w:rsidP="006A6C7A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Pr="00664A40" w:rsidRDefault="0098653F" w:rsidP="006A6C7A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Pr="00664A40" w:rsidRDefault="0098653F" w:rsidP="006A6C7A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98653F" w:rsidRDefault="0098653F" w:rsidP="006A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98653F" w:rsidRPr="00664A40" w:rsidRDefault="0098653F" w:rsidP="006A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Default="0098653F" w:rsidP="006A6C7A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98653F" w:rsidRPr="0033749C" w:rsidRDefault="0098653F" w:rsidP="006A6C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98653F" w:rsidRPr="00951CB0" w:rsidRDefault="0098653F" w:rsidP="006A6C7A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32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98653F" w:rsidRPr="003071C5" w:rsidRDefault="0098653F" w:rsidP="006A6C7A">
            <w:pPr>
              <w:jc w:val="center"/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8653F" w:rsidRPr="003071C5" w:rsidRDefault="0098653F" w:rsidP="006A6C7A">
            <w:r w:rsidRPr="00951CB0">
              <w:t>Фонд з\плати на місяць</w:t>
            </w:r>
            <w:r>
              <w:rPr>
                <w:lang w:val="uk-UA"/>
              </w:rPr>
              <w:t>,(грн.)</w:t>
            </w:r>
          </w:p>
        </w:tc>
      </w:tr>
      <w:tr w:rsidR="0098653F" w:rsidRPr="003071C5" w:rsidTr="006A6C7A">
        <w:trPr>
          <w:trHeight w:val="360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  <w:tc>
          <w:tcPr>
            <w:tcW w:w="1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  <w:tc>
          <w:tcPr>
            <w:tcW w:w="11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  <w:tc>
          <w:tcPr>
            <w:tcW w:w="1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Default="0098653F" w:rsidP="006A6C7A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98653F" w:rsidRDefault="0098653F" w:rsidP="006A6C7A">
            <w:r>
              <w:t>вання</w:t>
            </w:r>
          </w:p>
          <w:p w:rsidR="0098653F" w:rsidRDefault="0098653F" w:rsidP="006A6C7A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98653F" w:rsidRPr="00951CB0" w:rsidRDefault="0098653F" w:rsidP="006A6C7A">
            <w:r>
              <w:rPr>
                <w:lang w:val="uk-UA"/>
              </w:rPr>
              <w:t>(грн.)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Default="0098653F" w:rsidP="006A6C7A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98653F" w:rsidRPr="0033749C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Default="0098653F" w:rsidP="006A6C7A">
            <w:r w:rsidRPr="00951CB0">
              <w:t>особл.</w:t>
            </w:r>
          </w:p>
          <w:p w:rsidR="0098653F" w:rsidRDefault="0098653F" w:rsidP="006A6C7A">
            <w:r w:rsidRPr="00951CB0">
              <w:t>умови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98653F" w:rsidRPr="00664A40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5% (грн.)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Default="0098653F" w:rsidP="006A6C7A">
            <w:r>
              <w:t>дезінфекцію</w:t>
            </w:r>
          </w:p>
          <w:p w:rsidR="0098653F" w:rsidRDefault="0098653F" w:rsidP="006A6C7A">
            <w:r>
              <w:t>туалетів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98653F" w:rsidRPr="0033749C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Default="0098653F" w:rsidP="006A6C7A">
            <w:pPr>
              <w:rPr>
                <w:lang w:val="uk-UA"/>
              </w:rPr>
            </w:pPr>
            <w:r>
              <w:t>клас</w:t>
            </w:r>
            <w:r>
              <w:rPr>
                <w:lang w:val="uk-UA"/>
              </w:rPr>
              <w:t>-</w:t>
            </w:r>
          </w:p>
          <w:p w:rsidR="0098653F" w:rsidRDefault="0098653F" w:rsidP="006A6C7A">
            <w:r>
              <w:t>ність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водія</w:t>
            </w:r>
          </w:p>
          <w:p w:rsidR="0098653F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10%,25%</w:t>
            </w:r>
          </w:p>
          <w:p w:rsidR="0098653F" w:rsidRPr="00664A40" w:rsidRDefault="0098653F" w:rsidP="006A6C7A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53F" w:rsidRPr="003071C5" w:rsidRDefault="0098653F" w:rsidP="006A6C7A"/>
        </w:tc>
      </w:tr>
      <w:tr w:rsidR="0098653F" w:rsidRPr="003071C5" w:rsidTr="006A6C7A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6A6C7A" w:rsidRDefault="0098653F" w:rsidP="006A6C7A">
            <w:pPr>
              <w:jc w:val="right"/>
              <w:rPr>
                <w:lang w:val="uk-UA"/>
              </w:rPr>
            </w:pPr>
            <w:r w:rsidRPr="003071C5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>
              <w:t>П</w:t>
            </w:r>
            <w:r w:rsidRPr="003071C5">
              <w:t>едставки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18,83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center"/>
            </w:pPr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3005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146791</w:t>
            </w:r>
          </w:p>
        </w:tc>
      </w:tr>
      <w:tr w:rsidR="0098653F" w:rsidRPr="003071C5" w:rsidTr="006A6C7A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Директор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6452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1935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1935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10322</w:t>
            </w:r>
          </w:p>
        </w:tc>
      </w:tr>
      <w:tr w:rsidR="0098653F" w:rsidRPr="003071C5" w:rsidTr="006A6C7A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Заст. дир. з навч.-вих. роботи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5806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1742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1742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9290</w:t>
            </w:r>
          </w:p>
        </w:tc>
      </w:tr>
      <w:tr w:rsidR="0098653F" w:rsidRPr="003071C5" w:rsidTr="006A6C7A">
        <w:trPr>
          <w:trHeight w:val="45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Педагог-організатор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5249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1050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3674</w:t>
            </w:r>
          </w:p>
        </w:tc>
      </w:tr>
      <w:tr w:rsidR="0098653F" w:rsidRPr="003071C5" w:rsidTr="006A6C7A">
        <w:trPr>
          <w:trHeight w:val="67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Практичний психолог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4902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980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490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1593</w:t>
            </w:r>
          </w:p>
        </w:tc>
      </w:tr>
      <w:tr w:rsidR="0098653F" w:rsidRPr="003071C5" w:rsidTr="006A6C7A">
        <w:trPr>
          <w:trHeight w:val="39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соціал.педагог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4555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911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1367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1708</w:t>
            </w:r>
          </w:p>
        </w:tc>
      </w:tr>
      <w:tr w:rsidR="0098653F" w:rsidRPr="003071C5" w:rsidTr="006A6C7A">
        <w:trPr>
          <w:trHeight w:val="39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Вихователь ГПД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653F" w:rsidRPr="003071C5" w:rsidRDefault="0098653F" w:rsidP="006A6C7A">
            <w:pPr>
              <w:jc w:val="right"/>
            </w:pPr>
            <w:r w:rsidRPr="003071C5">
              <w:t>5249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1575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3937</w:t>
            </w:r>
          </w:p>
        </w:tc>
      </w:tr>
      <w:tr w:rsidR="0098653F" w:rsidRPr="003071C5" w:rsidTr="006A6C7A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секретар- друкарка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2859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1430</w:t>
            </w:r>
          </w:p>
        </w:tc>
      </w:tr>
      <w:tr w:rsidR="0098653F" w:rsidRPr="003071C5" w:rsidTr="006A6C7A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6A6C7A" w:rsidRDefault="0098653F" w:rsidP="006A6C7A">
            <w:pPr>
              <w:jc w:val="right"/>
              <w:rPr>
                <w:lang w:val="uk-UA"/>
              </w:rPr>
            </w:pPr>
            <w:r>
              <w:t>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інженер-електронік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2859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1430</w:t>
            </w:r>
          </w:p>
        </w:tc>
      </w:tr>
      <w:tr w:rsidR="0098653F" w:rsidRPr="003071C5" w:rsidTr="006A6C7A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Прибиральник служб.приміщ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7560</w:t>
            </w:r>
          </w:p>
        </w:tc>
      </w:tr>
      <w:tr w:rsidR="0098653F" w:rsidRPr="003071C5" w:rsidTr="006A6C7A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Сторож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802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3093</w:t>
            </w:r>
          </w:p>
        </w:tc>
      </w:tr>
      <w:tr w:rsidR="0098653F" w:rsidRPr="003071C5" w:rsidTr="006A6C7A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Бібліотекар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3447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689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172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2154</w:t>
            </w:r>
          </w:p>
        </w:tc>
      </w:tr>
      <w:tr w:rsidR="0098653F" w:rsidRPr="003071C5" w:rsidTr="006A6C7A">
        <w:trPr>
          <w:trHeight w:val="3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Оператор котельні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2692</w:t>
            </w:r>
          </w:p>
        </w:tc>
      </w:tr>
      <w:tr w:rsidR="0098653F" w:rsidRPr="003071C5" w:rsidTr="006A6C7A">
        <w:trPr>
          <w:trHeight w:val="43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Оператор котел. сез.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2,75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7403</w:t>
            </w:r>
          </w:p>
        </w:tc>
      </w:tr>
      <w:tr w:rsidR="0098653F" w:rsidRPr="003071C5" w:rsidTr="006A6C7A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кухар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2670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1335</w:t>
            </w:r>
          </w:p>
        </w:tc>
      </w:tr>
      <w:tr w:rsidR="0098653F" w:rsidRPr="003071C5" w:rsidTr="006A6C7A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Підсобний робітник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0,5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1051</w:t>
            </w:r>
          </w:p>
        </w:tc>
      </w:tr>
      <w:tr w:rsidR="0098653F" w:rsidRPr="003071C5" w:rsidTr="006A6C7A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водій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2480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620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3100</w:t>
            </w:r>
          </w:p>
        </w:tc>
      </w:tr>
      <w:tr w:rsidR="0098653F" w:rsidRPr="003071C5" w:rsidTr="006A6C7A">
        <w:trPr>
          <w:trHeight w:val="64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>
              <w:t>18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Робітник з обслуг. і поточн.рем.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</w:pPr>
            <w:r w:rsidRPr="003071C5">
              <w:t>2102</w:t>
            </w:r>
          </w:p>
        </w:tc>
      </w:tr>
      <w:tr w:rsidR="0098653F" w:rsidRPr="003071C5" w:rsidTr="006A6C7A">
        <w:trPr>
          <w:trHeight w:val="3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Всього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r w:rsidRPr="003071C5"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34,58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59896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7668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8848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3005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172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229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620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653F" w:rsidRPr="003071C5" w:rsidRDefault="0098653F" w:rsidP="006A6C7A">
            <w:pPr>
              <w:jc w:val="right"/>
              <w:rPr>
                <w:b/>
                <w:bCs/>
              </w:rPr>
            </w:pPr>
            <w:r w:rsidRPr="003071C5">
              <w:rPr>
                <w:b/>
                <w:bCs/>
              </w:rPr>
              <w:t>210665</w:t>
            </w:r>
          </w:p>
        </w:tc>
      </w:tr>
    </w:tbl>
    <w:p w:rsidR="0098653F" w:rsidRDefault="0098653F" w:rsidP="00776FE8">
      <w:pPr>
        <w:rPr>
          <w:lang w:val="uk-UA"/>
        </w:rPr>
      </w:pPr>
    </w:p>
    <w:p w:rsidR="0098653F" w:rsidRDefault="0098653F" w:rsidP="00776FE8">
      <w:pPr>
        <w:rPr>
          <w:lang w:val="uk-UA"/>
        </w:rPr>
      </w:pPr>
    </w:p>
    <w:p w:rsidR="0098653F" w:rsidRPr="00946D5B" w:rsidRDefault="0098653F" w:rsidP="00776FE8">
      <w:pPr>
        <w:rPr>
          <w:sz w:val="28"/>
          <w:szCs w:val="28"/>
          <w:lang w:val="uk-UA"/>
        </w:rPr>
      </w:pPr>
      <w:r w:rsidRPr="00946D5B">
        <w:rPr>
          <w:sz w:val="28"/>
          <w:szCs w:val="28"/>
          <w:lang w:val="uk-UA"/>
        </w:rPr>
        <w:t xml:space="preserve">Селищний голова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  <w:r w:rsidRPr="00946D5B">
        <w:rPr>
          <w:sz w:val="28"/>
          <w:szCs w:val="28"/>
          <w:lang w:val="uk-UA"/>
        </w:rPr>
        <w:t xml:space="preserve">        Ігор ДЗЮБА</w:t>
      </w:r>
    </w:p>
    <w:sectPr w:rsidR="0098653F" w:rsidRPr="00946D5B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8690C"/>
    <w:rsid w:val="001410BF"/>
    <w:rsid w:val="00196967"/>
    <w:rsid w:val="002808DE"/>
    <w:rsid w:val="003071C5"/>
    <w:rsid w:val="0033749C"/>
    <w:rsid w:val="00346D0E"/>
    <w:rsid w:val="003C586F"/>
    <w:rsid w:val="00462DEF"/>
    <w:rsid w:val="004A4872"/>
    <w:rsid w:val="005C4CEA"/>
    <w:rsid w:val="00664A40"/>
    <w:rsid w:val="006A6C7A"/>
    <w:rsid w:val="00776FE8"/>
    <w:rsid w:val="0091260A"/>
    <w:rsid w:val="00922CD0"/>
    <w:rsid w:val="00946D5B"/>
    <w:rsid w:val="00951CB0"/>
    <w:rsid w:val="0098653F"/>
    <w:rsid w:val="009D45D1"/>
    <w:rsid w:val="009E2175"/>
    <w:rsid w:val="00AF4C8F"/>
    <w:rsid w:val="00AF63BC"/>
    <w:rsid w:val="00C260EE"/>
    <w:rsid w:val="00C53CF1"/>
    <w:rsid w:val="00C904E2"/>
    <w:rsid w:val="00CD4257"/>
    <w:rsid w:val="00D025C0"/>
    <w:rsid w:val="00DE344C"/>
    <w:rsid w:val="00DE3C40"/>
    <w:rsid w:val="00EA406B"/>
    <w:rsid w:val="00EC0802"/>
    <w:rsid w:val="00F4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321</Words>
  <Characters>1835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2020-08-12T12:13:00Z</cp:lastPrinted>
  <dcterms:created xsi:type="dcterms:W3CDTF">2019-01-08T12:10:00Z</dcterms:created>
  <dcterms:modified xsi:type="dcterms:W3CDTF">2020-08-25T11:11:00Z</dcterms:modified>
</cp:coreProperties>
</file>