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57D" w:rsidRPr="001929B3" w:rsidRDefault="0080257D" w:rsidP="003A4440">
      <w:pPr>
        <w:pStyle w:val="Title"/>
        <w:outlineLvl w:val="0"/>
        <w:rPr>
          <w:b/>
          <w:szCs w:val="28"/>
        </w:rPr>
      </w:pPr>
      <w:r w:rsidRPr="001929B3">
        <w:rPr>
          <w:b/>
          <w:szCs w:val="28"/>
        </w:rPr>
        <w:t xml:space="preserve">ПОРЯДОК ДЕННИЙ </w:t>
      </w:r>
    </w:p>
    <w:p w:rsidR="0080257D" w:rsidRPr="001929B3" w:rsidRDefault="0080257D" w:rsidP="003A4440">
      <w:pPr>
        <w:pStyle w:val="Title"/>
        <w:tabs>
          <w:tab w:val="center" w:pos="4844"/>
        </w:tabs>
        <w:rPr>
          <w:szCs w:val="28"/>
        </w:rPr>
      </w:pPr>
      <w:r w:rsidRPr="001929B3">
        <w:rPr>
          <w:szCs w:val="28"/>
        </w:rPr>
        <w:t xml:space="preserve">пленарного засідання </w:t>
      </w:r>
      <w:r>
        <w:rPr>
          <w:szCs w:val="28"/>
        </w:rPr>
        <w:t xml:space="preserve">третьої (позачергової) </w:t>
      </w:r>
      <w:r w:rsidRPr="001929B3">
        <w:rPr>
          <w:szCs w:val="28"/>
        </w:rPr>
        <w:t xml:space="preserve">сесії </w:t>
      </w:r>
    </w:p>
    <w:p w:rsidR="0080257D" w:rsidRPr="001929B3" w:rsidRDefault="0080257D" w:rsidP="003A4440">
      <w:pPr>
        <w:pStyle w:val="Title"/>
        <w:tabs>
          <w:tab w:val="center" w:pos="4844"/>
        </w:tabs>
        <w:rPr>
          <w:szCs w:val="28"/>
        </w:rPr>
      </w:pPr>
      <w:r w:rsidRPr="001929B3">
        <w:rPr>
          <w:szCs w:val="28"/>
        </w:rPr>
        <w:t>Марківської селищної ради</w:t>
      </w:r>
    </w:p>
    <w:p w:rsidR="0080257D" w:rsidRPr="001929B3" w:rsidRDefault="0080257D" w:rsidP="003A4440">
      <w:pPr>
        <w:pStyle w:val="Title"/>
        <w:tabs>
          <w:tab w:val="center" w:pos="4844"/>
        </w:tabs>
        <w:rPr>
          <w:szCs w:val="28"/>
        </w:rPr>
      </w:pPr>
      <w:r>
        <w:rPr>
          <w:szCs w:val="28"/>
        </w:rPr>
        <w:t>во</w:t>
      </w:r>
      <w:r w:rsidRPr="001929B3">
        <w:rPr>
          <w:szCs w:val="28"/>
        </w:rPr>
        <w:t>сьмого скликання</w:t>
      </w:r>
    </w:p>
    <w:p w:rsidR="0080257D" w:rsidRPr="001929B3" w:rsidRDefault="0080257D" w:rsidP="003A4440">
      <w:pPr>
        <w:pStyle w:val="Title"/>
        <w:jc w:val="left"/>
        <w:rPr>
          <w:szCs w:val="28"/>
        </w:rPr>
      </w:pPr>
    </w:p>
    <w:p w:rsidR="0080257D" w:rsidRPr="001929B3" w:rsidRDefault="0080257D" w:rsidP="00E27A85">
      <w:pPr>
        <w:pStyle w:val="Title"/>
        <w:ind w:firstLine="708"/>
        <w:jc w:val="left"/>
        <w:rPr>
          <w:i/>
          <w:szCs w:val="28"/>
        </w:rPr>
      </w:pPr>
      <w:r>
        <w:rPr>
          <w:i/>
          <w:szCs w:val="28"/>
          <w:lang w:val="ru-RU"/>
        </w:rPr>
        <w:t>25 січня</w:t>
      </w:r>
      <w:r w:rsidRPr="001929B3">
        <w:rPr>
          <w:i/>
          <w:szCs w:val="28"/>
          <w:lang w:val="ru-RU"/>
        </w:rPr>
        <w:t xml:space="preserve"> 202</w:t>
      </w:r>
      <w:r>
        <w:rPr>
          <w:i/>
          <w:szCs w:val="28"/>
          <w:lang w:val="ru-RU"/>
        </w:rPr>
        <w:t>1</w:t>
      </w:r>
      <w:r w:rsidRPr="001929B3">
        <w:rPr>
          <w:i/>
          <w:szCs w:val="28"/>
          <w:lang w:val="ru-RU"/>
        </w:rPr>
        <w:t xml:space="preserve"> року</w:t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</w:t>
      </w:r>
      <w:r w:rsidRPr="001929B3">
        <w:rPr>
          <w:i/>
          <w:szCs w:val="28"/>
        </w:rPr>
        <w:t>Початок: 1</w:t>
      </w:r>
      <w:r>
        <w:rPr>
          <w:i/>
          <w:szCs w:val="28"/>
        </w:rPr>
        <w:t>0</w:t>
      </w:r>
      <w:r w:rsidRPr="001929B3">
        <w:rPr>
          <w:i/>
          <w:szCs w:val="28"/>
        </w:rPr>
        <w:t>.00</w:t>
      </w:r>
    </w:p>
    <w:p w:rsidR="0080257D" w:rsidRPr="001929B3" w:rsidRDefault="0080257D" w:rsidP="00E27A85">
      <w:pPr>
        <w:pStyle w:val="Title"/>
        <w:ind w:firstLine="708"/>
        <w:jc w:val="left"/>
        <w:rPr>
          <w:szCs w:val="28"/>
        </w:rPr>
      </w:pPr>
      <w:r>
        <w:rPr>
          <w:szCs w:val="28"/>
        </w:rPr>
        <w:t>смт Марківка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</w:t>
      </w:r>
      <w:r w:rsidRPr="001929B3">
        <w:rPr>
          <w:szCs w:val="28"/>
        </w:rPr>
        <w:t>Зала засідань райдержадміністрації</w:t>
      </w:r>
    </w:p>
    <w:p w:rsidR="0080257D" w:rsidRPr="001929B3" w:rsidRDefault="0080257D" w:rsidP="00C533FC">
      <w:pPr>
        <w:ind w:firstLine="708"/>
        <w:jc w:val="both"/>
        <w:rPr>
          <w:sz w:val="28"/>
          <w:szCs w:val="28"/>
          <w:lang w:val="uk-UA"/>
        </w:rPr>
      </w:pPr>
    </w:p>
    <w:p w:rsidR="0080257D" w:rsidRDefault="0080257D" w:rsidP="00EE6EB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Про внесення змін до цільової Програми розвитку та фінансування фізичної культури та спорту Марківської селищної ради на 2020-2022 роки.</w:t>
      </w:r>
    </w:p>
    <w:p w:rsidR="0080257D" w:rsidRPr="002C46EB" w:rsidRDefault="0080257D" w:rsidP="00EE6EB6">
      <w:pPr>
        <w:ind w:right="175"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в.о. начальника відділу, спеціаліст І категорії відділу молоді та спорту Марківської селищної ради Анна Розовлян.</w:t>
      </w:r>
    </w:p>
    <w:p w:rsidR="0080257D" w:rsidRPr="00866981" w:rsidRDefault="0080257D" w:rsidP="00EE6E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Pr="00790D1C">
        <w:rPr>
          <w:sz w:val="28"/>
          <w:szCs w:val="28"/>
          <w:lang w:val="uk-UA"/>
        </w:rPr>
        <w:t>. Про внесення змін до структури Марківської селищної ради та її виконавчого комітету</w:t>
      </w:r>
      <w:r>
        <w:rPr>
          <w:sz w:val="28"/>
          <w:szCs w:val="28"/>
          <w:lang w:val="uk-UA"/>
        </w:rPr>
        <w:t>.</w:t>
      </w:r>
    </w:p>
    <w:p w:rsidR="0080257D" w:rsidRPr="002C46EB" w:rsidRDefault="0080257D" w:rsidP="00EE6EB6">
      <w:pPr>
        <w:ind w:right="175"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заступник селищного голови Галина Худик.</w:t>
      </w:r>
    </w:p>
    <w:p w:rsidR="0080257D" w:rsidRPr="00866981" w:rsidRDefault="0080257D" w:rsidP="002C4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866981">
        <w:rPr>
          <w:sz w:val="28"/>
          <w:szCs w:val="28"/>
          <w:lang w:val="uk-UA"/>
        </w:rPr>
        <w:t>. Про внесення змін до бюджету Кабичівської сільської ради на 2020 рік, 1230750300 (код бюджету).</w:t>
      </w:r>
    </w:p>
    <w:p w:rsidR="0080257D" w:rsidRPr="00797F7C" w:rsidRDefault="0080257D" w:rsidP="00DA51E0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начальник відділу фінансів Марківської селищної ради </w:t>
      </w:r>
      <w:r>
        <w:rPr>
          <w:sz w:val="28"/>
          <w:szCs w:val="28"/>
          <w:lang w:val="uk-UA"/>
        </w:rPr>
        <w:t xml:space="preserve">                 </w:t>
      </w:r>
      <w:r w:rsidRPr="00797F7C">
        <w:rPr>
          <w:sz w:val="28"/>
          <w:szCs w:val="28"/>
          <w:lang w:val="uk-UA"/>
        </w:rPr>
        <w:t>Ірина Кравцова.</w:t>
      </w:r>
    </w:p>
    <w:p w:rsidR="0080257D" w:rsidRPr="00D93E0A" w:rsidRDefault="0080257D" w:rsidP="00D93E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93E0A">
        <w:rPr>
          <w:sz w:val="28"/>
          <w:szCs w:val="28"/>
        </w:rPr>
        <w:t>. Про внесення змін до бюджету Марківської селищної ради на 202</w:t>
      </w:r>
      <w:r>
        <w:rPr>
          <w:sz w:val="28"/>
          <w:szCs w:val="28"/>
        </w:rPr>
        <w:t>1</w:t>
      </w:r>
      <w:r w:rsidRPr="00D93E0A">
        <w:rPr>
          <w:sz w:val="28"/>
          <w:szCs w:val="28"/>
        </w:rPr>
        <w:t xml:space="preserve"> рік.</w:t>
      </w:r>
    </w:p>
    <w:p w:rsidR="0080257D" w:rsidRPr="00D93E0A" w:rsidRDefault="0080257D" w:rsidP="00D93E0A">
      <w:pPr>
        <w:ind w:right="175" w:firstLine="708"/>
        <w:jc w:val="both"/>
        <w:rPr>
          <w:sz w:val="28"/>
          <w:szCs w:val="28"/>
          <w:lang w:val="uk-UA"/>
        </w:rPr>
      </w:pPr>
      <w:r w:rsidRPr="00D93E0A">
        <w:rPr>
          <w:b/>
          <w:i/>
          <w:sz w:val="28"/>
          <w:szCs w:val="28"/>
          <w:lang w:val="uk-UA"/>
        </w:rPr>
        <w:t>Доповідає</w:t>
      </w:r>
      <w:r w:rsidRPr="00D93E0A">
        <w:rPr>
          <w:sz w:val="28"/>
          <w:szCs w:val="28"/>
          <w:lang w:val="uk-UA"/>
        </w:rPr>
        <w:t xml:space="preserve">: начальник відділу фінансів Марківської селищної ради </w:t>
      </w:r>
      <w:r>
        <w:rPr>
          <w:sz w:val="28"/>
          <w:szCs w:val="28"/>
          <w:lang w:val="uk-UA"/>
        </w:rPr>
        <w:t xml:space="preserve">       </w:t>
      </w:r>
      <w:r w:rsidRPr="00D93E0A">
        <w:rPr>
          <w:sz w:val="28"/>
          <w:szCs w:val="28"/>
          <w:lang w:val="uk-UA"/>
        </w:rPr>
        <w:t>Ірина Кравцова.</w:t>
      </w:r>
    </w:p>
    <w:p w:rsidR="0080257D" w:rsidRPr="002C46EB" w:rsidRDefault="0080257D" w:rsidP="002C4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2C46EB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Про затвердження Стратегічного плану розвитку Марківської територіальної громади на 2021-2027 роки.</w:t>
      </w:r>
      <w:r w:rsidRPr="002C46EB">
        <w:rPr>
          <w:sz w:val="28"/>
          <w:szCs w:val="28"/>
          <w:lang w:val="uk-UA"/>
        </w:rPr>
        <w:t xml:space="preserve"> </w:t>
      </w:r>
    </w:p>
    <w:p w:rsidR="0080257D" w:rsidRPr="005240B0" w:rsidRDefault="0080257D" w:rsidP="00F842D7">
      <w:pPr>
        <w:ind w:right="175"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</w:t>
      </w:r>
      <w:r w:rsidRPr="005240B0">
        <w:rPr>
          <w:sz w:val="28"/>
          <w:szCs w:val="28"/>
          <w:lang w:val="uk-UA"/>
        </w:rPr>
        <w:t xml:space="preserve">: начальник відділу економічного розвитку, інвестицій та інформаційно-комунікаційних технологій Марківської селищної ради </w:t>
      </w:r>
      <w:r>
        <w:rPr>
          <w:sz w:val="28"/>
          <w:szCs w:val="28"/>
          <w:lang w:val="uk-UA"/>
        </w:rPr>
        <w:t xml:space="preserve"> </w:t>
      </w:r>
      <w:r w:rsidRPr="005240B0">
        <w:rPr>
          <w:sz w:val="28"/>
          <w:szCs w:val="28"/>
          <w:lang w:val="uk-UA"/>
        </w:rPr>
        <w:t>Вікторія Сиса.</w:t>
      </w:r>
    </w:p>
    <w:p w:rsidR="0080257D" w:rsidRDefault="0080257D" w:rsidP="002C4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2C46EB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Про затвердження Програми соціально-економічного розвитку Марківської територіальної громади на 2021 рік.</w:t>
      </w:r>
    </w:p>
    <w:p w:rsidR="0080257D" w:rsidRPr="005240B0" w:rsidRDefault="0080257D" w:rsidP="00F842D7">
      <w:pPr>
        <w:ind w:right="175"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</w:t>
      </w:r>
      <w:r w:rsidRPr="005240B0">
        <w:rPr>
          <w:sz w:val="28"/>
          <w:szCs w:val="28"/>
          <w:lang w:val="uk-UA"/>
        </w:rPr>
        <w:t xml:space="preserve">: начальник відділу економічного розвитку, інвестицій та інформаційно-комунікаційних технологій Марківської селищної ради </w:t>
      </w:r>
      <w:r>
        <w:rPr>
          <w:sz w:val="28"/>
          <w:szCs w:val="28"/>
          <w:lang w:val="uk-UA"/>
        </w:rPr>
        <w:t xml:space="preserve">      </w:t>
      </w:r>
      <w:r w:rsidRPr="005240B0">
        <w:rPr>
          <w:sz w:val="28"/>
          <w:szCs w:val="28"/>
          <w:lang w:val="uk-UA"/>
        </w:rPr>
        <w:t>Вікторія Сиса.</w:t>
      </w:r>
    </w:p>
    <w:p w:rsidR="0080257D" w:rsidRDefault="0080257D" w:rsidP="002C4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Про затвердження Програми з реалізації бюджету участі в Марківській територіальній громаді на 2021 рік.</w:t>
      </w:r>
    </w:p>
    <w:p w:rsidR="0080257D" w:rsidRPr="005240B0" w:rsidRDefault="0080257D" w:rsidP="00F842D7">
      <w:pPr>
        <w:ind w:right="175"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</w:t>
      </w:r>
      <w:r w:rsidRPr="005240B0">
        <w:rPr>
          <w:sz w:val="28"/>
          <w:szCs w:val="28"/>
          <w:lang w:val="uk-UA"/>
        </w:rPr>
        <w:t xml:space="preserve">: начальник відділу економічного розвитку, інвестицій та інформаційно-комунікаційних технологій Марківської селищної ради </w:t>
      </w:r>
      <w:r>
        <w:rPr>
          <w:sz w:val="28"/>
          <w:szCs w:val="28"/>
          <w:lang w:val="uk-UA"/>
        </w:rPr>
        <w:t xml:space="preserve"> </w:t>
      </w:r>
      <w:r w:rsidRPr="005240B0">
        <w:rPr>
          <w:sz w:val="28"/>
          <w:szCs w:val="28"/>
          <w:lang w:val="uk-UA"/>
        </w:rPr>
        <w:t>Вікторія Сиса.</w:t>
      </w:r>
    </w:p>
    <w:p w:rsidR="0080257D" w:rsidRPr="00B324C1" w:rsidRDefault="0080257D" w:rsidP="00DC480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Pr="00B324C1">
        <w:rPr>
          <w:sz w:val="28"/>
          <w:szCs w:val="28"/>
          <w:lang w:val="uk-UA"/>
        </w:rPr>
        <w:t>Про внесення змін до рішення Марківської селищної ради восьмого скликання від 24.12.2020 № 2/2 - 17/2020 «Про передачу дошкільних навчальних закладів на фінансування та утримання до відділу освіти Марківської селищної ради»</w:t>
      </w:r>
      <w:r>
        <w:rPr>
          <w:sz w:val="28"/>
          <w:szCs w:val="28"/>
          <w:lang w:val="uk-UA"/>
        </w:rPr>
        <w:t>.</w:t>
      </w:r>
    </w:p>
    <w:p w:rsidR="0080257D" w:rsidRPr="002C46EB" w:rsidRDefault="0080257D" w:rsidP="00DC480B">
      <w:pPr>
        <w:ind w:right="175" w:firstLine="708"/>
        <w:jc w:val="both"/>
        <w:rPr>
          <w:sz w:val="28"/>
          <w:szCs w:val="28"/>
          <w:lang w:val="uk-UA"/>
        </w:rPr>
      </w:pPr>
      <w:r w:rsidRPr="000542F0">
        <w:rPr>
          <w:b/>
          <w:i/>
          <w:sz w:val="28"/>
          <w:szCs w:val="28"/>
          <w:lang w:val="uk-UA"/>
        </w:rPr>
        <w:t>Доповідає</w:t>
      </w:r>
      <w:r w:rsidRPr="000542F0">
        <w:rPr>
          <w:sz w:val="28"/>
          <w:szCs w:val="28"/>
          <w:lang w:val="uk-UA"/>
        </w:rPr>
        <w:t>: начальник юридичного відділу Ігор Лигута.</w:t>
      </w:r>
    </w:p>
    <w:p w:rsidR="0080257D" w:rsidRDefault="0080257D" w:rsidP="00BF590F">
      <w:pPr>
        <w:ind w:firstLine="708"/>
        <w:jc w:val="both"/>
        <w:rPr>
          <w:sz w:val="28"/>
          <w:szCs w:val="28"/>
          <w:lang w:val="uk-UA"/>
        </w:rPr>
      </w:pPr>
      <w:r w:rsidRPr="00BF590F">
        <w:rPr>
          <w:sz w:val="28"/>
          <w:szCs w:val="28"/>
          <w:lang w:val="uk-UA"/>
        </w:rPr>
        <w:t>9. Про надання виконавчому комітету Марківської селищної ради Марківського району Луганської області повноваження щодо державної реєстрації прав на нерухоме майно та їх обтяжень, а також у сфері державної реєстрації юридичних осіб та фізичних осіб – підприємців</w:t>
      </w:r>
      <w:r>
        <w:rPr>
          <w:sz w:val="28"/>
          <w:szCs w:val="28"/>
          <w:lang w:val="uk-UA"/>
        </w:rPr>
        <w:t>.</w:t>
      </w:r>
    </w:p>
    <w:p w:rsidR="0080257D" w:rsidRPr="002C46EB" w:rsidRDefault="0080257D" w:rsidP="00BF590F">
      <w:pPr>
        <w:ind w:right="175" w:firstLine="708"/>
        <w:jc w:val="both"/>
        <w:rPr>
          <w:sz w:val="28"/>
          <w:szCs w:val="28"/>
          <w:lang w:val="uk-UA"/>
        </w:rPr>
      </w:pPr>
      <w:r w:rsidRPr="000542F0">
        <w:rPr>
          <w:b/>
          <w:i/>
          <w:sz w:val="28"/>
          <w:szCs w:val="28"/>
          <w:lang w:val="uk-UA"/>
        </w:rPr>
        <w:t>Доповідає</w:t>
      </w:r>
      <w:r w:rsidRPr="000542F0">
        <w:rPr>
          <w:sz w:val="28"/>
          <w:szCs w:val="28"/>
          <w:lang w:val="uk-UA"/>
        </w:rPr>
        <w:t>: секретар ради Надія Кривошлик.</w:t>
      </w:r>
    </w:p>
    <w:p w:rsidR="0080257D" w:rsidRPr="00295787" w:rsidRDefault="0080257D" w:rsidP="00295787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295787">
        <w:rPr>
          <w:bCs/>
          <w:sz w:val="28"/>
          <w:szCs w:val="28"/>
        </w:rPr>
        <w:t>Про затвердження Положення про старосту</w:t>
      </w:r>
      <w:r>
        <w:rPr>
          <w:bCs/>
          <w:sz w:val="28"/>
          <w:szCs w:val="28"/>
        </w:rPr>
        <w:t>.</w:t>
      </w:r>
    </w:p>
    <w:p w:rsidR="0080257D" w:rsidRPr="002C46EB" w:rsidRDefault="0080257D" w:rsidP="00295787">
      <w:pPr>
        <w:ind w:right="175"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секретар ради Надія Кривошлик.</w:t>
      </w:r>
    </w:p>
    <w:p w:rsidR="0080257D" w:rsidRPr="00570E21" w:rsidRDefault="0080257D" w:rsidP="00570E21">
      <w:pPr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Pr="00570E21">
        <w:rPr>
          <w:sz w:val="28"/>
          <w:szCs w:val="28"/>
          <w:lang w:val="uk-UA"/>
        </w:rPr>
        <w:t xml:space="preserve">. Про проведення конкурсу на заміщення вакантної посади керівника </w:t>
      </w:r>
      <w:r w:rsidRPr="00570E21">
        <w:rPr>
          <w:color w:val="000000"/>
          <w:sz w:val="28"/>
          <w:szCs w:val="28"/>
          <w:lang w:val="uk-UA"/>
        </w:rPr>
        <w:t xml:space="preserve">Комунального некомерційного підприємства </w:t>
      </w:r>
      <w:r w:rsidRPr="00570E21">
        <w:rPr>
          <w:sz w:val="28"/>
          <w:szCs w:val="28"/>
          <w:lang w:val="uk-UA"/>
        </w:rPr>
        <w:t>«Марківський центр первинної медико-санітарної допомоги» Марківської селищної ради</w:t>
      </w:r>
      <w:r>
        <w:rPr>
          <w:sz w:val="28"/>
          <w:szCs w:val="28"/>
          <w:lang w:val="uk-UA"/>
        </w:rPr>
        <w:t>.</w:t>
      </w:r>
    </w:p>
    <w:p w:rsidR="0080257D" w:rsidRPr="002C46EB" w:rsidRDefault="0080257D" w:rsidP="004068F5">
      <w:pPr>
        <w:ind w:right="175"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секретар ради Надія Кривошлик.</w:t>
      </w:r>
    </w:p>
    <w:p w:rsidR="0080257D" w:rsidRPr="003E15AE" w:rsidRDefault="0080257D" w:rsidP="002C4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 </w:t>
      </w:r>
      <w:r w:rsidRPr="003E15AE">
        <w:rPr>
          <w:bCs/>
          <w:sz w:val="28"/>
          <w:szCs w:val="28"/>
          <w:lang w:val="uk-UA"/>
        </w:rPr>
        <w:t>Про дострокове припинення повноважень депутата селищної ради</w:t>
      </w:r>
      <w:r>
        <w:rPr>
          <w:bCs/>
          <w:sz w:val="28"/>
          <w:szCs w:val="28"/>
          <w:lang w:val="uk-UA"/>
        </w:rPr>
        <w:t>.</w:t>
      </w:r>
    </w:p>
    <w:p w:rsidR="0080257D" w:rsidRPr="002C46EB" w:rsidRDefault="0080257D" w:rsidP="003E15AE">
      <w:pPr>
        <w:ind w:right="175"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секретар ради Надія Кривошлик.</w:t>
      </w:r>
    </w:p>
    <w:p w:rsidR="0080257D" w:rsidRPr="003E15AE" w:rsidRDefault="0080257D" w:rsidP="003E15A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</w:t>
      </w:r>
      <w:r w:rsidRPr="003E15AE">
        <w:rPr>
          <w:bCs/>
          <w:sz w:val="28"/>
          <w:szCs w:val="28"/>
          <w:lang w:val="uk-UA"/>
        </w:rPr>
        <w:t>Про дострокове припинення повноважень депутата селищної ради</w:t>
      </w:r>
      <w:r>
        <w:rPr>
          <w:bCs/>
          <w:sz w:val="28"/>
          <w:szCs w:val="28"/>
          <w:lang w:val="uk-UA"/>
        </w:rPr>
        <w:t>.</w:t>
      </w:r>
    </w:p>
    <w:p w:rsidR="0080257D" w:rsidRPr="002C46EB" w:rsidRDefault="0080257D" w:rsidP="003E15AE">
      <w:pPr>
        <w:ind w:right="175"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секретар ради Надія Кривошлик.</w:t>
      </w:r>
    </w:p>
    <w:p w:rsidR="0080257D" w:rsidRPr="00861C2E" w:rsidRDefault="0080257D" w:rsidP="00FE233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 </w:t>
      </w:r>
      <w:r w:rsidRPr="00861C2E">
        <w:rPr>
          <w:sz w:val="28"/>
          <w:szCs w:val="28"/>
          <w:lang w:val="uk-UA"/>
        </w:rPr>
        <w:t>Про прийняття  земельних ділянок державної власності у комунальну.</w:t>
      </w:r>
    </w:p>
    <w:p w:rsidR="0080257D" w:rsidRDefault="0080257D" w:rsidP="00FE2336">
      <w:pPr>
        <w:ind w:firstLine="708"/>
        <w:contextualSpacing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начальник</w:t>
      </w:r>
      <w:r w:rsidRPr="00082CFE">
        <w:rPr>
          <w:sz w:val="28"/>
          <w:szCs w:val="28"/>
          <w:lang w:val="uk-UA"/>
        </w:rPr>
        <w:t xml:space="preserve"> відділу земельних відносин </w:t>
      </w:r>
      <w:r>
        <w:rPr>
          <w:sz w:val="28"/>
          <w:szCs w:val="28"/>
          <w:lang w:val="uk-UA"/>
        </w:rPr>
        <w:t>Марківської селищної ради Олена</w:t>
      </w:r>
      <w:r w:rsidRPr="00082CFE">
        <w:rPr>
          <w:sz w:val="28"/>
          <w:szCs w:val="28"/>
          <w:lang w:val="uk-UA"/>
        </w:rPr>
        <w:t xml:space="preserve"> Самардаков</w:t>
      </w:r>
      <w:r>
        <w:rPr>
          <w:sz w:val="28"/>
          <w:szCs w:val="28"/>
          <w:lang w:val="uk-UA"/>
        </w:rPr>
        <w:t>а</w:t>
      </w:r>
      <w:r w:rsidRPr="00082CFE">
        <w:rPr>
          <w:sz w:val="28"/>
          <w:szCs w:val="28"/>
          <w:lang w:val="uk-UA"/>
        </w:rPr>
        <w:t>.</w:t>
      </w:r>
    </w:p>
    <w:p w:rsidR="0080257D" w:rsidRPr="00082CFE" w:rsidRDefault="0080257D" w:rsidP="00FE2336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 Про затвердження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в оренду приватному підприємству сільськогосподарська виробнича фірма «Агро», для ведення товарного сільськогосподарського виробництва (під нежитловою будівлею, токарним цехом) за рахунок земель сільськогосподарського призначення комунальної власності, розташованої в межах населеного пункту за адресою: Луганська область, Марківський район, смт Марківка, вул. Миру, 42п.</w:t>
      </w:r>
    </w:p>
    <w:p w:rsidR="0080257D" w:rsidRPr="008448FC" w:rsidRDefault="0080257D" w:rsidP="0031116B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>спеціаліст 2 категорії-землевпорядник відділу земельних відносин Марківської селищної ради Вікторія Рибалка.</w:t>
      </w:r>
    </w:p>
    <w:p w:rsidR="0080257D" w:rsidRPr="00082CFE" w:rsidRDefault="0080257D" w:rsidP="00EE3CB1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 Про затвердження проє</w:t>
      </w:r>
      <w:r w:rsidRPr="00082CFE">
        <w:rPr>
          <w:sz w:val="28"/>
          <w:szCs w:val="28"/>
          <w:lang w:val="uk-UA"/>
        </w:rPr>
        <w:t xml:space="preserve">кту землеустрою щодо відведення земельної ділянки в оренду приватному підприємству сільськогосподарська виробнича фірма «Агро», для ведення товарного сільськогосподарського виробництва (під нежитловою будівлею, складом запасних частин) за рахунок земель сільськогосподарського призначення комунальної власності, розташованої в межах населеного пункту за адресою: Луганська область, Марківський район, </w:t>
      </w:r>
      <w:r>
        <w:rPr>
          <w:sz w:val="28"/>
          <w:szCs w:val="28"/>
          <w:lang w:val="uk-UA"/>
        </w:rPr>
        <w:t>смт. Марківка, вул. Миру, 42р</w:t>
      </w:r>
      <w:r w:rsidRPr="00082CFE">
        <w:rPr>
          <w:sz w:val="28"/>
          <w:szCs w:val="28"/>
          <w:lang w:val="uk-UA"/>
        </w:rPr>
        <w:t>.</w:t>
      </w:r>
    </w:p>
    <w:p w:rsidR="0080257D" w:rsidRPr="008448FC" w:rsidRDefault="0080257D" w:rsidP="00CB2142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>спеціаліст 2 категорії-землевпорядник відділу земельних відносин Марківської селищної ради Вікторія Рибалка.</w:t>
      </w:r>
    </w:p>
    <w:p w:rsidR="0080257D" w:rsidRPr="00082CFE" w:rsidRDefault="0080257D" w:rsidP="00CB2142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 Про затвердження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в оренду приватному підприємству сільськогосподарська виробнича фірма «Агро», для ведення товарного сільськогосподарського виробництва (під нежитловою будівлею, пунктом очистки та подрібнення зерна) за рахунок земель сільськогосподарського призначення комунальної власності, розташованої в межах населеного пункту за адресою: Луганська область, Марківський район, смт. Марківка, вул. Миру, 42к.</w:t>
      </w:r>
    </w:p>
    <w:p w:rsidR="0080257D" w:rsidRPr="008448FC" w:rsidRDefault="0080257D" w:rsidP="00CB2142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>спеціаліст 2 категорії-землевпорядник відділу земельних відносин Марківської селищної ради Вікторія Рибалка.</w:t>
      </w:r>
    </w:p>
    <w:p w:rsidR="0080257D" w:rsidRPr="00082CFE" w:rsidRDefault="0080257D" w:rsidP="00CB2142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 Про затвердження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в оренду приватному підприємству сільськогосподарська виробнича фірма «Агро», для ведення товарного сільськогосподарського виробництва (під нежитловою будівлею, критим током) за рахунок земель сільськогосподарського призначення комунальної власності, розташованої в межах населеного пункту за адресою: Луганська область, Марківський район, смт Марківка, вул. Миру, 42и.</w:t>
      </w:r>
    </w:p>
    <w:p w:rsidR="0080257D" w:rsidRPr="008448FC" w:rsidRDefault="0080257D" w:rsidP="00CB2142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>спеціаліст 2 категорії-землевпорядник відділу земельних відносин Марківської селищної ради Вікторія Рибалка.</w:t>
      </w:r>
    </w:p>
    <w:p w:rsidR="0080257D" w:rsidRDefault="0080257D" w:rsidP="00FE2336">
      <w:pPr>
        <w:contextualSpacing/>
        <w:jc w:val="both"/>
        <w:rPr>
          <w:sz w:val="28"/>
          <w:szCs w:val="28"/>
          <w:lang w:val="uk-UA"/>
        </w:rPr>
      </w:pPr>
    </w:p>
    <w:p w:rsidR="0080257D" w:rsidRPr="00082CFE" w:rsidRDefault="0080257D" w:rsidP="00DC48B6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 Про затвердження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в оренду приватному підприємству сільськогосподарська виробнича фірма «Агро», для ведення товарного сільськогосподарського виробництва (під нежитловою будівлею, ремонтною майстернею) за рахунок земель сільськогосподарського призначення комунальної власності, розташованої в межах населеного пункту за адресою: Луганська область, Марківський район, смт Марківка, вул. Миру, 42м.</w:t>
      </w:r>
    </w:p>
    <w:p w:rsidR="0080257D" w:rsidRPr="008448FC" w:rsidRDefault="0080257D" w:rsidP="00DC48B6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>спеціаліст 2 категорії-землевпорядник відділу земельних відносин Марківської селищної ради Вікторія Рибалка.</w:t>
      </w:r>
    </w:p>
    <w:p w:rsidR="0080257D" w:rsidRPr="00082CFE" w:rsidRDefault="0080257D" w:rsidP="00DC48B6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20. </w:t>
      </w:r>
      <w:r w:rsidRPr="00082CFE">
        <w:rPr>
          <w:sz w:val="28"/>
          <w:szCs w:val="28"/>
          <w:lang w:val="uk-UA"/>
        </w:rPr>
        <w:t>Про з</w:t>
      </w:r>
      <w:r>
        <w:rPr>
          <w:sz w:val="28"/>
          <w:szCs w:val="28"/>
          <w:lang w:val="uk-UA"/>
        </w:rPr>
        <w:t>атвердження проє</w:t>
      </w:r>
      <w:r w:rsidRPr="00082CFE">
        <w:rPr>
          <w:sz w:val="28"/>
          <w:szCs w:val="28"/>
          <w:lang w:val="uk-UA"/>
        </w:rPr>
        <w:t xml:space="preserve">кту землеустрою щодо відведення земельної ділянки в оренду приватному підприємству сільськогосподарська виробнича фірма «Агро», для ведення товарного сільськогосподарського виробництва (під нежитловою будівлею, пунктом зважування зерна) за рахунок земель сільськогосподарського призначення комунальної власності, розташованої в межах населеного пункту за адресою: Луганська </w:t>
      </w:r>
      <w:r>
        <w:rPr>
          <w:sz w:val="28"/>
          <w:szCs w:val="28"/>
          <w:lang w:val="uk-UA"/>
        </w:rPr>
        <w:t>область, Марківський район, смт</w:t>
      </w:r>
      <w:r w:rsidRPr="00082CFE">
        <w:rPr>
          <w:sz w:val="28"/>
          <w:szCs w:val="28"/>
          <w:lang w:val="uk-UA"/>
        </w:rPr>
        <w:t xml:space="preserve"> Марківка, вул. Миру, 42л.</w:t>
      </w:r>
    </w:p>
    <w:p w:rsidR="0080257D" w:rsidRPr="008448FC" w:rsidRDefault="0080257D" w:rsidP="00DC48B6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>спеціаліст 2 категорії-землевпорядник відділу земельних відносин Марківської селищної ради Вікторія Рибалка.</w:t>
      </w:r>
    </w:p>
    <w:p w:rsidR="0080257D" w:rsidRPr="00082CFE" w:rsidRDefault="0080257D" w:rsidP="00DC48B6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21. </w:t>
      </w:r>
      <w:r w:rsidRPr="00082CFE">
        <w:rPr>
          <w:sz w:val="28"/>
          <w:szCs w:val="28"/>
          <w:lang w:val="uk-UA"/>
        </w:rPr>
        <w:t>Про затверд</w:t>
      </w:r>
      <w:r>
        <w:rPr>
          <w:sz w:val="28"/>
          <w:szCs w:val="28"/>
          <w:lang w:val="uk-UA"/>
        </w:rPr>
        <w:t>ження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 гр. Шевченко Антоніні Миколаївні, для ведення особистого селянського господарства, що знаходиться в межах населеного пункту, на території, яка за даними Державного земельного кадастру враховується в Марківській селищній раді за адресою: смт Марківка, вул. Вишнева, (в районі домоволодіння № 230), Марківського району Луганської області.</w:t>
      </w:r>
    </w:p>
    <w:p w:rsidR="0080257D" w:rsidRPr="008448FC" w:rsidRDefault="0080257D" w:rsidP="00DC48B6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>спеціаліст 2 категорії-землевпорядник відділу земельних відносин Марківської селищної ради Вікторія Рибалка.</w:t>
      </w:r>
    </w:p>
    <w:p w:rsidR="0080257D" w:rsidRPr="00082CFE" w:rsidRDefault="0080257D" w:rsidP="00DC48B6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22. </w:t>
      </w:r>
      <w:r w:rsidRPr="00082CF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місцевості), гр. Меженському Василю Васильовичу,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</w:t>
      </w:r>
      <w:r>
        <w:rPr>
          <w:sz w:val="28"/>
          <w:szCs w:val="28"/>
          <w:lang w:val="uk-UA"/>
        </w:rPr>
        <w:t xml:space="preserve"> Державного земельного кадастру</w:t>
      </w:r>
      <w:r w:rsidRPr="00082CFE">
        <w:rPr>
          <w:sz w:val="28"/>
          <w:szCs w:val="28"/>
          <w:lang w:val="uk-UA"/>
        </w:rPr>
        <w:t xml:space="preserve"> враховується в Марківській селищній раді за адресою: смт Марківка, вул. Центральна, 96, Марківського району Луганської області.</w:t>
      </w:r>
    </w:p>
    <w:p w:rsidR="0080257D" w:rsidRPr="008448FC" w:rsidRDefault="0080257D" w:rsidP="00DC48B6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>спеціаліст 2 категорії-землевпорядник відділу земельних відносин Марківської селищної ради Вікторія Рибалка.</w:t>
      </w:r>
    </w:p>
    <w:p w:rsidR="0080257D" w:rsidRPr="00082CFE" w:rsidRDefault="0080257D" w:rsidP="00DC48B6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23. </w:t>
      </w:r>
      <w:r w:rsidRPr="00082CF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місцевості), гр. Щербаку Максиму Сергійовичу,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</w:t>
      </w:r>
      <w:r>
        <w:rPr>
          <w:sz w:val="28"/>
          <w:szCs w:val="28"/>
          <w:lang w:val="uk-UA"/>
        </w:rPr>
        <w:t xml:space="preserve"> Державного земельного кадастру</w:t>
      </w:r>
      <w:r w:rsidRPr="00082CFE">
        <w:rPr>
          <w:sz w:val="28"/>
          <w:szCs w:val="28"/>
          <w:lang w:val="uk-UA"/>
        </w:rPr>
        <w:t xml:space="preserve"> враховується в Марківські</w:t>
      </w:r>
      <w:r>
        <w:rPr>
          <w:sz w:val="28"/>
          <w:szCs w:val="28"/>
          <w:lang w:val="uk-UA"/>
        </w:rPr>
        <w:t>й селищній раді за адресою: смт</w:t>
      </w:r>
      <w:r w:rsidRPr="00082CFE">
        <w:rPr>
          <w:sz w:val="28"/>
          <w:szCs w:val="28"/>
          <w:lang w:val="uk-UA"/>
        </w:rPr>
        <w:t xml:space="preserve"> Марківка, вул. Підгорна, 82, Марківського району Луганської області.</w:t>
      </w:r>
    </w:p>
    <w:p w:rsidR="0080257D" w:rsidRPr="008448FC" w:rsidRDefault="0080257D" w:rsidP="00DC48B6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>спеціаліст 2 категорії-землевпорядник відділу земельних відносин Марківської селищної ради Вікторія Рибалка.</w:t>
      </w:r>
    </w:p>
    <w:p w:rsidR="0080257D" w:rsidRPr="00082CFE" w:rsidRDefault="0080257D" w:rsidP="00DC48B6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 Про затвердження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 гр. Антоненко Катерині Дмитрівні, для будівництва індивідуальних гаражів, що знаходиться в межах населеного пункту, на території, яка за даними Державного земельного кадастру враховується в Марківській селищній раді  за адресою: смт Марківка, квартал Молодіжний, 10а-3/5, Марківського району Луганської області.</w:t>
      </w:r>
    </w:p>
    <w:p w:rsidR="0080257D" w:rsidRPr="008448FC" w:rsidRDefault="0080257D" w:rsidP="00DC48B6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>спеціаліст 2 категорії-землевпорядник відділу земельних відносин Марківської селищної ради Вікторія Рибалка.</w:t>
      </w:r>
    </w:p>
    <w:p w:rsidR="0080257D" w:rsidRPr="00082CFE" w:rsidRDefault="0080257D" w:rsidP="00DC48B6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25. </w:t>
      </w:r>
      <w:r w:rsidRPr="00082CFE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«Радянська Україна» сільськогосподарського призначення (контур № 313).</w:t>
      </w:r>
    </w:p>
    <w:p w:rsidR="0080257D" w:rsidRPr="008448FC" w:rsidRDefault="0080257D" w:rsidP="00DC48B6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>спеціаліст 2 категорії-землевпорядник відділу земельних відносин Марківської селищної ради Вікторія Рибалка.</w:t>
      </w:r>
    </w:p>
    <w:p w:rsidR="0080257D" w:rsidRPr="00082CFE" w:rsidRDefault="0080257D" w:rsidP="00DC48B6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26. </w:t>
      </w:r>
      <w:r w:rsidRPr="00082CFE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«Радянська Україна» сільськогосподарського призначення (контур № 206).</w:t>
      </w:r>
    </w:p>
    <w:p w:rsidR="0080257D" w:rsidRPr="008448FC" w:rsidRDefault="0080257D" w:rsidP="00DC48B6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>спеціаліст 2 категорії-землевпорядник відділу земельних відносин Марківської селищної ради Вікторія Рибалка.</w:t>
      </w:r>
    </w:p>
    <w:p w:rsidR="0080257D" w:rsidRPr="00082CFE" w:rsidRDefault="0080257D" w:rsidP="004F0063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27. </w:t>
      </w:r>
      <w:r w:rsidRPr="00082CFE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«Радянська Україна» сільськогосподарського призначення (контур № 40).</w:t>
      </w:r>
    </w:p>
    <w:p w:rsidR="0080257D" w:rsidRPr="008448FC" w:rsidRDefault="0080257D" w:rsidP="004F0063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>спеціаліст 2 категорії-землевпорядник відділу земельних відносин Марківської селищної ради Вікторія Рибалка.</w:t>
      </w:r>
    </w:p>
    <w:p w:rsidR="0080257D" w:rsidRPr="00082CFE" w:rsidRDefault="0080257D" w:rsidP="004F0063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28. </w:t>
      </w:r>
      <w:r w:rsidRPr="00082CFE">
        <w:rPr>
          <w:sz w:val="28"/>
          <w:szCs w:val="28"/>
          <w:lang w:val="uk-UA"/>
        </w:rPr>
        <w:t>Про надання дозволу на виготовлення звіту про експертну грошову оцінку земельної ділянки кадастровий номер 4422555100:06:002:0049, для будівництва та обслуговування будівель торгівлі, площею 0,0130 га, гр. Гапічу Олександру Вікторовичу, земельна діля</w:t>
      </w:r>
      <w:r>
        <w:rPr>
          <w:sz w:val="28"/>
          <w:szCs w:val="28"/>
          <w:lang w:val="uk-UA"/>
        </w:rPr>
        <w:t>нка розташована за адресою:                       смт</w:t>
      </w:r>
      <w:r w:rsidRPr="00082CFE">
        <w:rPr>
          <w:sz w:val="28"/>
          <w:szCs w:val="28"/>
          <w:lang w:val="uk-UA"/>
        </w:rPr>
        <w:t xml:space="preserve"> Марківка, пров. Поштовий, 3 «а».</w:t>
      </w:r>
    </w:p>
    <w:p w:rsidR="0080257D" w:rsidRPr="008448FC" w:rsidRDefault="0080257D" w:rsidP="004F0063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>спеціаліст 2 категорії-землевпорядник відділу земельних відносин Марківської селищної ради Вікторія Рибалка.</w:t>
      </w:r>
    </w:p>
    <w:p w:rsidR="0080257D" w:rsidRPr="00082CFE" w:rsidRDefault="0080257D" w:rsidP="004F0063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29. </w:t>
      </w:r>
      <w:r w:rsidRPr="00082CFE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>ння дозволу на виготовлення проє</w:t>
      </w:r>
      <w:r w:rsidRPr="00082CFE">
        <w:rPr>
          <w:sz w:val="28"/>
          <w:szCs w:val="28"/>
          <w:lang w:val="uk-UA"/>
        </w:rPr>
        <w:t xml:space="preserve">кту землеустрою щодо відведення земельної ділянки у приватну власність гр. Величку Сергію Івановичу, для ведення особистого селянського господарства, за адресою: </w:t>
      </w:r>
      <w:r>
        <w:rPr>
          <w:sz w:val="28"/>
          <w:szCs w:val="28"/>
          <w:lang w:val="uk-UA"/>
        </w:rPr>
        <w:t xml:space="preserve">             </w:t>
      </w:r>
      <w:r w:rsidRPr="00082CFE">
        <w:rPr>
          <w:sz w:val="28"/>
          <w:szCs w:val="28"/>
          <w:lang w:val="uk-UA"/>
        </w:rPr>
        <w:t>смт Марківка (в кінці домоволодіння № 24а по вул. Першотравнева), на території, яка за даними Державного земельного кадастру враховується в Марківській селищній раді Марківського району Луганської області.</w:t>
      </w:r>
    </w:p>
    <w:p w:rsidR="0080257D" w:rsidRPr="008448FC" w:rsidRDefault="0080257D" w:rsidP="004F0063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>спеціаліст 2 категорії-землевпорядник відділу земельних відносин Марківської селищної ради Вікторія Рибалка.</w:t>
      </w:r>
    </w:p>
    <w:p w:rsidR="0080257D" w:rsidRPr="00082CFE" w:rsidRDefault="0080257D" w:rsidP="004F0063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30. </w:t>
      </w:r>
      <w:r w:rsidRPr="00082CFE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меж земельної ділянки в натурі (на місцевості) гр. Корсун Ірині Юріївні, гр. Колодьку Олександру Олександровичу, для будівництва індивідуальних гаражів, розташованої в межах населеного пункту, на території, яка за даними Державного земельного кадастру враховується в Марківській селищній раді за адресою: смт Марківка, кв. Молодіжний, будинок 6а, гараж 1 Марківського району Луганської області.</w:t>
      </w:r>
    </w:p>
    <w:p w:rsidR="0080257D" w:rsidRPr="008448FC" w:rsidRDefault="0080257D" w:rsidP="004F0063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>спеціаліст 2 категорії-землевпорядник відділу земельних відносин Марківської селищної ради Вікторія Рибалка.</w:t>
      </w:r>
    </w:p>
    <w:p w:rsidR="0080257D" w:rsidRPr="00082CFE" w:rsidRDefault="0080257D" w:rsidP="004F0063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31. </w:t>
      </w:r>
      <w:r w:rsidRPr="00082CFE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«Радянська Україна» сільськогосподарського призначення (контур № 74).</w:t>
      </w:r>
    </w:p>
    <w:p w:rsidR="0080257D" w:rsidRPr="008448FC" w:rsidRDefault="0080257D" w:rsidP="004F0063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>спеціаліст 2 категорії-землевпорядник відділу земельних відносин Марківської селищної ради Вікторія Рибалка.</w:t>
      </w:r>
    </w:p>
    <w:p w:rsidR="0080257D" w:rsidRDefault="0080257D" w:rsidP="00FE2336">
      <w:pPr>
        <w:contextualSpacing/>
        <w:jc w:val="both"/>
        <w:rPr>
          <w:sz w:val="28"/>
          <w:szCs w:val="28"/>
          <w:lang w:val="uk-UA"/>
        </w:rPr>
      </w:pPr>
    </w:p>
    <w:p w:rsidR="0080257D" w:rsidRPr="00082CFE" w:rsidRDefault="0080257D" w:rsidP="004F0063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32. </w:t>
      </w:r>
      <w:r w:rsidRPr="00082CFE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«Радянська Україна» сільськогосподарського призначення (контур № 33).</w:t>
      </w:r>
    </w:p>
    <w:p w:rsidR="0080257D" w:rsidRPr="008448FC" w:rsidRDefault="0080257D" w:rsidP="004F0063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>спеціаліст 2 категорії-землевпорядник відділу земельних відносин Марківської селищної ради Вікторія Рибалка.</w:t>
      </w:r>
    </w:p>
    <w:p w:rsidR="0080257D" w:rsidRPr="00082CFE" w:rsidRDefault="0080257D" w:rsidP="004F0063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33. Про затвердження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 гр. Гайдаш Вікторії Євгенівні, для ведення особистого селянського господарства, що знаходиться в межах населеного пункту, на території, яка за даними Державного земельного кадастру враховується в Марківській селищній раді за адресою: смт Марківка, в районі вул. Родникової,  Марківського району Луганської області.</w:t>
      </w:r>
    </w:p>
    <w:p w:rsidR="0080257D" w:rsidRPr="008448FC" w:rsidRDefault="0080257D" w:rsidP="002F2DF4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>спеціаліст 2 категорії-землевпорядник відділу земельних відносин Марківської селищної ради Вікторія Рибалка.</w:t>
      </w:r>
    </w:p>
    <w:p w:rsidR="0080257D" w:rsidRPr="00082CFE" w:rsidRDefault="0080257D" w:rsidP="00EE3CB1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34. </w:t>
      </w:r>
      <w:r w:rsidRPr="00082CFE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</w:r>
      <w:r>
        <w:rPr>
          <w:sz w:val="28"/>
          <w:szCs w:val="28"/>
          <w:lang w:val="uk-UA"/>
        </w:rPr>
        <w:t xml:space="preserve">              </w:t>
      </w:r>
      <w:r w:rsidRPr="00082CFE">
        <w:rPr>
          <w:sz w:val="28"/>
          <w:szCs w:val="28"/>
          <w:lang w:val="uk-UA"/>
        </w:rPr>
        <w:t xml:space="preserve">гр. Колєсніку Ігору Миколайовичу, для будівництва і обслуговування житлового будинку, господарських будівель і споруд (присадибна ділянка), що знаходиться в межах </w:t>
      </w:r>
      <w:r>
        <w:rPr>
          <w:sz w:val="28"/>
          <w:szCs w:val="28"/>
          <w:lang w:val="uk-UA"/>
        </w:rPr>
        <w:t>населеного пункту смт</w:t>
      </w:r>
      <w:r w:rsidRPr="00082CFE">
        <w:rPr>
          <w:sz w:val="28"/>
          <w:szCs w:val="28"/>
          <w:lang w:val="uk-UA"/>
        </w:rPr>
        <w:t xml:space="preserve"> Марківка, вул. Степова, 4, на території, яка за даними Державного земельного кадастру враховується в Марківській селищній раді Марківського району Луганської області.</w:t>
      </w:r>
    </w:p>
    <w:p w:rsidR="0080257D" w:rsidRPr="008448FC" w:rsidRDefault="0080257D" w:rsidP="00400EB1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>спеціаліст 2 категорії-землевпорядник відділу земельних відносин Марківської селищної ради Вікторія Рибалка.</w:t>
      </w:r>
    </w:p>
    <w:p w:rsidR="0080257D" w:rsidRPr="00082CFE" w:rsidRDefault="0080257D" w:rsidP="00400EB1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35. </w:t>
      </w:r>
      <w:r w:rsidRPr="00082CF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місцевості), гр. Дудці Анатолію Івановичу,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Державного земельного кадастру враховується в Марківській селищній раді за адресою: смт Марківка, вул. Єременка, 136, Марківського району Луганської області.</w:t>
      </w:r>
    </w:p>
    <w:p w:rsidR="0080257D" w:rsidRPr="008448FC" w:rsidRDefault="0080257D" w:rsidP="00400EB1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>спеціаліст 2 категорії-землевпорядник відділу земельних відносин Марківської селищної ради Вікторія Рибалка.</w:t>
      </w:r>
    </w:p>
    <w:p w:rsidR="0080257D" w:rsidRPr="00082CFE" w:rsidRDefault="0080257D" w:rsidP="00A22AA1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36. Про затвердження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 гр. Коротуну Сергію Вікторовичу, для ведення особистого селянського господарства, що знаходиться в межах населеного пункту, на території, яка за даними Державного земельного кадастру враховується в Марківській селищній раді за адресою: смт Марківка (в районі об’їзної дороги), Марківського району Луганської області.</w:t>
      </w:r>
    </w:p>
    <w:p w:rsidR="0080257D" w:rsidRPr="008448FC" w:rsidRDefault="0080257D" w:rsidP="00796941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>спеціаліст 2 категорії-землевпорядник відділу земельних відносин Марківської селищної ради Вікторія Рибалка.</w:t>
      </w:r>
    </w:p>
    <w:p w:rsidR="0080257D" w:rsidRPr="00082CFE" w:rsidRDefault="0080257D" w:rsidP="00796941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37. Про затвердження проє</w:t>
      </w:r>
      <w:r w:rsidRPr="00082CFE">
        <w:rPr>
          <w:sz w:val="28"/>
          <w:szCs w:val="28"/>
          <w:lang w:val="uk-UA"/>
        </w:rPr>
        <w:t xml:space="preserve">кту землеустрою щодо відведення земельної ділянки в оренду ФГ «Агро-макс», для ведення товарного сільськогосподарського виробництва, що знаходиться в межах населеного пункту, на території, яка за даними Державного земельного кадастру враховується в Марківській селищній раді за адресою: смт Марківка, </w:t>
      </w:r>
      <w:r>
        <w:rPr>
          <w:sz w:val="28"/>
          <w:szCs w:val="28"/>
          <w:lang w:val="uk-UA"/>
        </w:rPr>
        <w:t xml:space="preserve">                       </w:t>
      </w:r>
      <w:r w:rsidRPr="00082CFE">
        <w:rPr>
          <w:sz w:val="28"/>
          <w:szCs w:val="28"/>
          <w:lang w:val="uk-UA"/>
        </w:rPr>
        <w:t>вул. Єременка, 137А, Марківського району Луганської області.</w:t>
      </w:r>
    </w:p>
    <w:p w:rsidR="0080257D" w:rsidRPr="008448FC" w:rsidRDefault="0080257D" w:rsidP="004C2411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>спеціаліст 2 категорії-землевпорядник відділу земельних відносин Марківської селищної ради Вікторія Рибалка.</w:t>
      </w:r>
    </w:p>
    <w:p w:rsidR="0080257D" w:rsidRDefault="0080257D" w:rsidP="00FE2336">
      <w:pPr>
        <w:contextualSpacing/>
        <w:jc w:val="both"/>
        <w:rPr>
          <w:sz w:val="28"/>
          <w:szCs w:val="28"/>
          <w:lang w:val="uk-UA"/>
        </w:rPr>
      </w:pPr>
    </w:p>
    <w:p w:rsidR="0080257D" w:rsidRPr="00082CFE" w:rsidRDefault="0080257D" w:rsidP="00076AA3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38. </w:t>
      </w:r>
      <w:r w:rsidRPr="00082CFE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в натурі (на місцевості) меж земельної ділянки (рілля) пай № 424, у приватну власність, гр. Багменко Раїсі Іванівні, що знаходиться </w:t>
      </w:r>
      <w:r>
        <w:rPr>
          <w:sz w:val="28"/>
          <w:szCs w:val="28"/>
          <w:lang w:val="uk-UA"/>
        </w:rPr>
        <w:t>за межами населеного пункту смт</w:t>
      </w:r>
      <w:r w:rsidRPr="00082CFE">
        <w:rPr>
          <w:sz w:val="28"/>
          <w:szCs w:val="28"/>
          <w:lang w:val="uk-UA"/>
        </w:rPr>
        <w:t xml:space="preserve"> Марківк</w:t>
      </w:r>
      <w:r>
        <w:rPr>
          <w:sz w:val="28"/>
          <w:szCs w:val="28"/>
          <w:lang w:val="uk-UA"/>
        </w:rPr>
        <w:t>а, на території, яка за даними Д</w:t>
      </w:r>
      <w:r w:rsidRPr="00082CFE">
        <w:rPr>
          <w:sz w:val="28"/>
          <w:szCs w:val="28"/>
          <w:lang w:val="uk-UA"/>
        </w:rPr>
        <w:t>ержавного земельного кадастру, враховується в Марківській селищній раді Марківського району Луганської області</w:t>
      </w:r>
      <w:r>
        <w:rPr>
          <w:sz w:val="28"/>
          <w:szCs w:val="28"/>
          <w:lang w:val="uk-UA"/>
        </w:rPr>
        <w:t>ю.</w:t>
      </w:r>
    </w:p>
    <w:p w:rsidR="0080257D" w:rsidRPr="008448FC" w:rsidRDefault="0080257D" w:rsidP="00767D90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>спеціаліст 2 категорії-землевпорядник відділу земельних відносин Марківської селищної ради Вікторія Рибалка.</w:t>
      </w:r>
    </w:p>
    <w:p w:rsidR="0080257D" w:rsidRPr="00082CFE" w:rsidRDefault="0080257D" w:rsidP="00767D90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39. </w:t>
      </w:r>
      <w:r w:rsidRPr="00082CFE">
        <w:rPr>
          <w:sz w:val="28"/>
          <w:szCs w:val="28"/>
          <w:lang w:val="uk-UA"/>
        </w:rPr>
        <w:t>Про затвердження п</w:t>
      </w:r>
      <w:r>
        <w:rPr>
          <w:sz w:val="28"/>
          <w:szCs w:val="28"/>
          <w:lang w:val="uk-UA"/>
        </w:rPr>
        <w:t>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в приватну власність гр. Онопрієнко Каріні Олександрівні, для ведення особистого селянськог</w:t>
      </w:r>
      <w:r>
        <w:rPr>
          <w:sz w:val="28"/>
          <w:szCs w:val="28"/>
          <w:lang w:val="uk-UA"/>
        </w:rPr>
        <w:t>о господарства, за адресою: смт</w:t>
      </w:r>
      <w:r w:rsidRPr="00082CFE">
        <w:rPr>
          <w:sz w:val="28"/>
          <w:szCs w:val="28"/>
          <w:lang w:val="uk-UA"/>
        </w:rPr>
        <w:t xml:space="preserve"> Марківка, (в кінці вул. Центральної), на території, яка за даними Державного земельного кадастру враховується в Марківській селищній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8448FC" w:rsidRDefault="0080257D" w:rsidP="00767D90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>спеціаліст 2 категорії-землевпорядник відділу земельних відносин Марківської селищної ради Вікторія Рибалка.</w:t>
      </w:r>
    </w:p>
    <w:p w:rsidR="0080257D" w:rsidRPr="00082CFE" w:rsidRDefault="0080257D" w:rsidP="00767D90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40. </w:t>
      </w:r>
      <w:r w:rsidRPr="00082CFE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>ння дозволу на виготовлення проє</w:t>
      </w:r>
      <w:r w:rsidRPr="00082CFE">
        <w:rPr>
          <w:sz w:val="28"/>
          <w:szCs w:val="28"/>
          <w:lang w:val="uk-UA"/>
        </w:rPr>
        <w:t xml:space="preserve">кту землеустрою щодо відведення земельної ділянки в оренду сільськогосподарському товариству з обмеженою відповідальністю </w:t>
      </w:r>
      <w:r>
        <w:rPr>
          <w:sz w:val="28"/>
          <w:szCs w:val="28"/>
          <w:lang w:val="uk-UA"/>
        </w:rPr>
        <w:t>«</w:t>
      </w:r>
      <w:r w:rsidRPr="00082CFE">
        <w:rPr>
          <w:sz w:val="28"/>
          <w:szCs w:val="28"/>
          <w:lang w:val="uk-UA"/>
        </w:rPr>
        <w:t>Фрунзе», терміном на 15 років для ведення товарного сільськогосподарського виробництва за рахунок земель сільськогосподарського призначення комунальної власності, розташованої в межах населеного пункту за адресою: с.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Височинівка, вул Миру, буд.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 xml:space="preserve">9, яка за даними Державного земельного кадастру враховується в Краснопільській сільській раді Марківського району Луганської області. </w:t>
      </w:r>
    </w:p>
    <w:p w:rsidR="0080257D" w:rsidRPr="00082CFE" w:rsidRDefault="0080257D" w:rsidP="00767D90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 xml:space="preserve">спеціаліст 2 категорії-землевпорядник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 xml:space="preserve">Сергій </w:t>
      </w:r>
      <w:r w:rsidRPr="00082CFE">
        <w:rPr>
          <w:sz w:val="28"/>
          <w:szCs w:val="28"/>
          <w:lang w:val="uk-UA"/>
        </w:rPr>
        <w:t>Ульченко</w:t>
      </w:r>
      <w:r>
        <w:rPr>
          <w:sz w:val="28"/>
          <w:szCs w:val="28"/>
          <w:lang w:val="uk-UA"/>
        </w:rPr>
        <w:t>.</w:t>
      </w:r>
    </w:p>
    <w:p w:rsidR="0080257D" w:rsidRPr="00082CFE" w:rsidRDefault="0080257D" w:rsidP="00A37760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41. </w:t>
      </w:r>
      <w:r w:rsidRPr="00082CFE">
        <w:rPr>
          <w:sz w:val="28"/>
          <w:szCs w:val="28"/>
          <w:lang w:val="uk-UA"/>
        </w:rPr>
        <w:t xml:space="preserve">Про надання дозволу </w:t>
      </w:r>
      <w:r>
        <w:rPr>
          <w:sz w:val="28"/>
          <w:szCs w:val="28"/>
          <w:lang w:val="uk-UA"/>
        </w:rPr>
        <w:t>на виготовлення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в оренду сільськогосподарському товариств</w:t>
      </w:r>
      <w:r>
        <w:rPr>
          <w:sz w:val="28"/>
          <w:szCs w:val="28"/>
          <w:lang w:val="uk-UA"/>
        </w:rPr>
        <w:t>у з обмеженою відповідальністю «</w:t>
      </w:r>
      <w:r w:rsidRPr="00082CFE">
        <w:rPr>
          <w:sz w:val="28"/>
          <w:szCs w:val="28"/>
          <w:lang w:val="uk-UA"/>
        </w:rPr>
        <w:t>Фрунзе», терміном на 15 років для ведення товарного сільськогосподарського виробництва за рахунок земель сільськогосподарського призначення комунальної власності, розташованої в межах населеного пункту за адресою: с.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Височинівка, вул Перемоги, 1в, яка за даними Державного земельного кадастру враховується в Краснопільській сільській раді Марківського району Луганської області.</w:t>
      </w:r>
    </w:p>
    <w:p w:rsidR="0080257D" w:rsidRPr="00082CFE" w:rsidRDefault="0080257D" w:rsidP="00A37760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 xml:space="preserve">спеціаліст 2 категорії-землевпорядник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 xml:space="preserve">Сергій </w:t>
      </w:r>
      <w:r w:rsidRPr="00082CFE">
        <w:rPr>
          <w:sz w:val="28"/>
          <w:szCs w:val="28"/>
          <w:lang w:val="uk-UA"/>
        </w:rPr>
        <w:t>Ульченко</w:t>
      </w:r>
      <w:r>
        <w:rPr>
          <w:sz w:val="28"/>
          <w:szCs w:val="28"/>
          <w:lang w:val="uk-UA"/>
        </w:rPr>
        <w:t>.</w:t>
      </w:r>
    </w:p>
    <w:p w:rsidR="0080257D" w:rsidRPr="00082CFE" w:rsidRDefault="0080257D" w:rsidP="00A37760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42. </w:t>
      </w:r>
      <w:r w:rsidRPr="00082CFE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>ння дозволу на виготовлення проє</w:t>
      </w:r>
      <w:r w:rsidRPr="00082CFE">
        <w:rPr>
          <w:sz w:val="28"/>
          <w:szCs w:val="28"/>
          <w:lang w:val="uk-UA"/>
        </w:rPr>
        <w:t xml:space="preserve">кту землеустрою щодо відведення земельної ділянки в оренду сільськогосподарському товариству з обмеженою відповідальністю </w:t>
      </w:r>
      <w:r>
        <w:rPr>
          <w:sz w:val="28"/>
          <w:szCs w:val="28"/>
          <w:lang w:val="uk-UA"/>
        </w:rPr>
        <w:t>«</w:t>
      </w:r>
      <w:r w:rsidRPr="00082CFE">
        <w:rPr>
          <w:sz w:val="28"/>
          <w:szCs w:val="28"/>
          <w:lang w:val="uk-UA"/>
        </w:rPr>
        <w:t>Фрунзе», терміном на 15 років для ведення товарного сільськогосподарського виробництва за рахунок земель сільськогосподарського призначення комунальної власності, розташованої в межах населеного пункту за адресою: с.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Височинівка, вул Шкільна, 50б, яка за даними Державного земельного кадастру враховується в Краснопільській сільській раді Марківського району Луганської області.</w:t>
      </w:r>
    </w:p>
    <w:p w:rsidR="0080257D" w:rsidRPr="00082CFE" w:rsidRDefault="0080257D" w:rsidP="00A37760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 xml:space="preserve">спеціаліст 2 категорії-землевпорядник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 xml:space="preserve">Сергій </w:t>
      </w:r>
      <w:r w:rsidRPr="00082CFE">
        <w:rPr>
          <w:sz w:val="28"/>
          <w:szCs w:val="28"/>
          <w:lang w:val="uk-UA"/>
        </w:rPr>
        <w:t>Ульченко</w:t>
      </w:r>
      <w:r>
        <w:rPr>
          <w:sz w:val="28"/>
          <w:szCs w:val="28"/>
          <w:lang w:val="uk-UA"/>
        </w:rPr>
        <w:t>.</w:t>
      </w:r>
    </w:p>
    <w:p w:rsidR="0080257D" w:rsidRPr="00082CFE" w:rsidRDefault="0080257D" w:rsidP="00A37760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43. </w:t>
      </w:r>
      <w:r w:rsidRPr="00082CFE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>ння дозволу на виготовлення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в оренду сільськогосподарському товариству з обмеженою відповідальністю «Фрунзе», терміном на 15 років для ведення товарного сільськогосподарського виробництва за рахунок земель сільськогосподарського призначення комунальної власності, розташованої в межах населеного пункту за адресою: с.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Височинівка, вул Перемоги, 2в, яка за даними Державного земельного кадастру враховується в Краснопільській сільській раді Марківського району Луганської області.</w:t>
      </w:r>
    </w:p>
    <w:p w:rsidR="0080257D" w:rsidRPr="00082CFE" w:rsidRDefault="0080257D" w:rsidP="00A37760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 xml:space="preserve">спеціаліст 2 категорії-землевпорядник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 xml:space="preserve">Сергій </w:t>
      </w:r>
      <w:r w:rsidRPr="00082CFE">
        <w:rPr>
          <w:sz w:val="28"/>
          <w:szCs w:val="28"/>
          <w:lang w:val="uk-UA"/>
        </w:rPr>
        <w:t>Ульченко</w:t>
      </w:r>
      <w:r>
        <w:rPr>
          <w:sz w:val="28"/>
          <w:szCs w:val="28"/>
          <w:lang w:val="uk-UA"/>
        </w:rPr>
        <w:t>.</w:t>
      </w:r>
    </w:p>
    <w:p w:rsidR="0080257D" w:rsidRPr="00082CFE" w:rsidRDefault="0080257D" w:rsidP="00A37760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44. </w:t>
      </w:r>
      <w:r w:rsidRPr="00082CFE">
        <w:rPr>
          <w:sz w:val="28"/>
          <w:szCs w:val="28"/>
          <w:lang w:val="uk-UA"/>
        </w:rPr>
        <w:t>Про надання дозволу на виготовлення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 xml:space="preserve">кту землеустрою щодо відведення земельної ділянки в оренду сільськогосподарському товариству з обмеженою відповідальністю </w:t>
      </w:r>
      <w:r>
        <w:rPr>
          <w:sz w:val="28"/>
          <w:szCs w:val="28"/>
          <w:lang w:val="uk-UA"/>
        </w:rPr>
        <w:t>«</w:t>
      </w:r>
      <w:r w:rsidRPr="00082CFE">
        <w:rPr>
          <w:sz w:val="28"/>
          <w:szCs w:val="28"/>
          <w:lang w:val="uk-UA"/>
        </w:rPr>
        <w:t>Фрунзе», терміном на 15 років для ведення товарного сільськогосподарського виробництва за рахунок земель сільськогосподарського призначення комунальної власності, розташованої в межах населеного пункту за адресою: с.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Височинівка, вул Перемоги, 2б, яка за даними Державного земельного кадастру враховується в Краснопільській сільській раді Марківського району Луганської області.</w:t>
      </w:r>
    </w:p>
    <w:p w:rsidR="0080257D" w:rsidRPr="00082CFE" w:rsidRDefault="0080257D" w:rsidP="00A37760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 xml:space="preserve">спеціаліст 2 категорії-землевпорядник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 xml:space="preserve">Сергій </w:t>
      </w:r>
      <w:r w:rsidRPr="00082CFE">
        <w:rPr>
          <w:sz w:val="28"/>
          <w:szCs w:val="28"/>
          <w:lang w:val="uk-UA"/>
        </w:rPr>
        <w:t>Ульченко</w:t>
      </w:r>
      <w:r>
        <w:rPr>
          <w:sz w:val="28"/>
          <w:szCs w:val="28"/>
          <w:lang w:val="uk-UA"/>
        </w:rPr>
        <w:t>.</w:t>
      </w:r>
    </w:p>
    <w:p w:rsidR="0080257D" w:rsidRPr="00082CFE" w:rsidRDefault="0080257D" w:rsidP="00A37760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45. </w:t>
      </w:r>
      <w:r w:rsidRPr="00082CFE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>ння дозволу на виготовлення проє</w:t>
      </w:r>
      <w:r w:rsidRPr="00082CFE">
        <w:rPr>
          <w:sz w:val="28"/>
          <w:szCs w:val="28"/>
          <w:lang w:val="uk-UA"/>
        </w:rPr>
        <w:t xml:space="preserve">кту землеустрою щодо відведення земельної ділянки в оренду сільськогосподарському товариству з обмеженою відповідальністю </w:t>
      </w:r>
      <w:r>
        <w:rPr>
          <w:sz w:val="28"/>
          <w:szCs w:val="28"/>
          <w:lang w:val="uk-UA"/>
        </w:rPr>
        <w:t>«</w:t>
      </w:r>
      <w:r w:rsidRPr="00082CFE">
        <w:rPr>
          <w:sz w:val="28"/>
          <w:szCs w:val="28"/>
          <w:lang w:val="uk-UA"/>
        </w:rPr>
        <w:t>Фрунзе», терміном на 15 років для ведення товарного сільськогосподарського виробництва за рахунок земель сільськогосподарського призначення комунальної власності, розташованої в межах населеного пункту за адресою: с.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Височинівка, вул Перемоги, 2а, яка за даними Державного земельного кадастру враховується в Краснопільській сільській раді Марківського району Луганської області.</w:t>
      </w:r>
    </w:p>
    <w:p w:rsidR="0080257D" w:rsidRPr="00082CFE" w:rsidRDefault="0080257D" w:rsidP="00CB720D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 xml:space="preserve">спеціаліст 2 категорії-землевпорядник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 xml:space="preserve">Сергій </w:t>
      </w:r>
      <w:r w:rsidRPr="00082CFE">
        <w:rPr>
          <w:sz w:val="28"/>
          <w:szCs w:val="28"/>
          <w:lang w:val="uk-UA"/>
        </w:rPr>
        <w:t>Ульченко</w:t>
      </w:r>
      <w:r>
        <w:rPr>
          <w:sz w:val="28"/>
          <w:szCs w:val="28"/>
          <w:lang w:val="uk-UA"/>
        </w:rPr>
        <w:t>.</w:t>
      </w:r>
    </w:p>
    <w:p w:rsidR="0080257D" w:rsidRPr="00082CFE" w:rsidRDefault="0080257D" w:rsidP="00CB720D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46. </w:t>
      </w:r>
      <w:r w:rsidRPr="00082CFE">
        <w:rPr>
          <w:sz w:val="28"/>
          <w:szCs w:val="28"/>
          <w:lang w:val="uk-UA"/>
        </w:rPr>
        <w:t>Про надання дозволу на виготовлення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в оренду сільськогосподарському товариству з обмеженою відповідальністю «Фрунзе», терміном на 15 років для ведення товарного сільськогосподарського виробництва за рахунок земель сільськогосподарського призначення комунальної власності, розташованої в межах населеного пункту за адресою: с.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Височинівка, вул Перемоги, 1а, яка за даними Державного земельного кадастру враховується в Краснопільській сільській раді Марківського району Луганської області.</w:t>
      </w:r>
    </w:p>
    <w:p w:rsidR="0080257D" w:rsidRPr="00082CFE" w:rsidRDefault="0080257D" w:rsidP="00CB720D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 xml:space="preserve">спеціаліст 2 категорії-землевпорядник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 xml:space="preserve">Сергій </w:t>
      </w:r>
      <w:r w:rsidRPr="00082CFE">
        <w:rPr>
          <w:sz w:val="28"/>
          <w:szCs w:val="28"/>
          <w:lang w:val="uk-UA"/>
        </w:rPr>
        <w:t>Ульченко</w:t>
      </w:r>
      <w:r>
        <w:rPr>
          <w:sz w:val="28"/>
          <w:szCs w:val="28"/>
          <w:lang w:val="uk-UA"/>
        </w:rPr>
        <w:t>.</w:t>
      </w:r>
    </w:p>
    <w:p w:rsidR="0080257D" w:rsidRPr="00082CFE" w:rsidRDefault="0080257D" w:rsidP="00CB720D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47. </w:t>
      </w:r>
      <w:r w:rsidRPr="00082CFE">
        <w:rPr>
          <w:sz w:val="28"/>
          <w:szCs w:val="28"/>
          <w:lang w:val="uk-UA"/>
        </w:rPr>
        <w:t>Про надання дозволу на</w:t>
      </w:r>
      <w:r>
        <w:rPr>
          <w:sz w:val="28"/>
          <w:szCs w:val="28"/>
          <w:lang w:val="uk-UA"/>
        </w:rPr>
        <w:t xml:space="preserve"> виготовлення проє</w:t>
      </w:r>
      <w:r w:rsidRPr="00082CFE">
        <w:rPr>
          <w:sz w:val="28"/>
          <w:szCs w:val="28"/>
          <w:lang w:val="uk-UA"/>
        </w:rPr>
        <w:t xml:space="preserve">кту землеустрою щодо відведення земельної ділянки в оренду сільськогосподарському товариству з обмеженою відповідальністю </w:t>
      </w:r>
      <w:r>
        <w:rPr>
          <w:sz w:val="28"/>
          <w:szCs w:val="28"/>
          <w:lang w:val="uk-UA"/>
        </w:rPr>
        <w:t>«</w:t>
      </w:r>
      <w:r w:rsidRPr="00082CFE">
        <w:rPr>
          <w:sz w:val="28"/>
          <w:szCs w:val="28"/>
          <w:lang w:val="uk-UA"/>
        </w:rPr>
        <w:t>Фрунзе», терміном на 15 років для ведення товарного сільськогосподарського виробництва за рахунок земель сільськогосподарського призначення комунальної власності, розташованої в межах населеного пункту за адресою: с.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Каськівка, вул Дружби 18а, 1б, яка за даними Державного земельного кадастру враховується в Краснопільській сільській раді Марківського району Луганської області.</w:t>
      </w:r>
    </w:p>
    <w:p w:rsidR="0080257D" w:rsidRPr="00082CFE" w:rsidRDefault="0080257D" w:rsidP="00CB720D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8448FC">
        <w:rPr>
          <w:sz w:val="28"/>
          <w:szCs w:val="28"/>
          <w:lang w:val="uk-UA"/>
        </w:rPr>
        <w:t xml:space="preserve">спеціаліст 2 категорії-землевпорядник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 xml:space="preserve">Сергій </w:t>
      </w:r>
      <w:r w:rsidRPr="00082CFE">
        <w:rPr>
          <w:sz w:val="28"/>
          <w:szCs w:val="28"/>
          <w:lang w:val="uk-UA"/>
        </w:rPr>
        <w:t>Ульченко</w:t>
      </w:r>
      <w:r>
        <w:rPr>
          <w:sz w:val="28"/>
          <w:szCs w:val="28"/>
          <w:lang w:val="uk-UA"/>
        </w:rPr>
        <w:t>.</w:t>
      </w:r>
    </w:p>
    <w:p w:rsidR="0080257D" w:rsidRDefault="0080257D" w:rsidP="00FE2336">
      <w:pPr>
        <w:contextualSpacing/>
        <w:jc w:val="both"/>
        <w:rPr>
          <w:sz w:val="28"/>
          <w:szCs w:val="28"/>
          <w:highlight w:val="yellow"/>
          <w:lang w:val="uk-UA"/>
        </w:rPr>
      </w:pPr>
    </w:p>
    <w:p w:rsidR="0080257D" w:rsidRPr="00082CFE" w:rsidRDefault="0080257D" w:rsidP="00CB720D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48. </w:t>
      </w:r>
      <w:r w:rsidRPr="00082CF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відновлення меж земельної ділянки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Ні</w:t>
      </w:r>
      <w:r>
        <w:rPr>
          <w:sz w:val="28"/>
          <w:szCs w:val="28"/>
          <w:lang w:val="uk-UA"/>
        </w:rPr>
        <w:t>коленко Руслані Русланівні в на</w:t>
      </w:r>
      <w:r w:rsidRPr="00082CFE">
        <w:rPr>
          <w:sz w:val="28"/>
          <w:szCs w:val="28"/>
          <w:lang w:val="uk-UA"/>
        </w:rPr>
        <w:t>турі на місцевості для ведення особистого селянського господарства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що знаходиться в межах населеного пункту с. Лобасове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території, яка за даними 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Сичанській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322F33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322F33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49. </w:t>
      </w:r>
      <w:r w:rsidRPr="00082CFE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меж земельної ділянки </w:t>
      </w:r>
      <w:r>
        <w:rPr>
          <w:sz w:val="28"/>
          <w:szCs w:val="28"/>
          <w:lang w:val="uk-UA"/>
        </w:rPr>
        <w:t>в натурі (</w:t>
      </w:r>
      <w:r w:rsidRPr="00082CFE">
        <w:rPr>
          <w:sz w:val="28"/>
          <w:szCs w:val="28"/>
          <w:lang w:val="uk-UA"/>
        </w:rPr>
        <w:t>на місцевості)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Дзюнькі Зінаїді Іванівні для ведення товарного сільськогосподарського виробництва розташованої за межами населеного пункту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 яка за даними 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Сичанській сільській раді Марківського району Луганської області (ділянка № 1441)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322F33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322F33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50. </w:t>
      </w:r>
      <w:r w:rsidRPr="00082CFE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меж земельної ділянки </w:t>
      </w:r>
      <w:r>
        <w:rPr>
          <w:sz w:val="28"/>
          <w:szCs w:val="28"/>
          <w:lang w:val="uk-UA"/>
        </w:rPr>
        <w:t xml:space="preserve">в натурі (на місцевості) </w:t>
      </w:r>
      <w:r w:rsidRPr="00082CFE">
        <w:rPr>
          <w:sz w:val="28"/>
          <w:szCs w:val="28"/>
          <w:lang w:val="uk-UA"/>
        </w:rPr>
        <w:t>гр. Дзюнькі Зінаїді Іванівні для ведення товарного сільськогосподарського виробництва розташованої за межами населеного пункту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 яка за даними 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Сичанській сільській раді Марківського району Луганської області (ділянка № 1442)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322F33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322F33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51. </w:t>
      </w:r>
      <w:r w:rsidRPr="00082CFE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меж земельної ділянки </w:t>
      </w:r>
      <w:r>
        <w:rPr>
          <w:sz w:val="28"/>
          <w:szCs w:val="28"/>
          <w:lang w:val="uk-UA"/>
        </w:rPr>
        <w:t>в натурі (</w:t>
      </w:r>
      <w:r w:rsidRPr="00082CFE">
        <w:rPr>
          <w:sz w:val="28"/>
          <w:szCs w:val="28"/>
          <w:lang w:val="uk-UA"/>
        </w:rPr>
        <w:t>на місцевості) гр. Дзюнькі Зінаїді Іванівні для ведення товарного сільськогосподарського виробництва розташованої за межами населеного пункту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 яка за даними 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Сичанській сільській раді Марківського району Луганської області (ділянка № 2375)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322F33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3271FB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52. </w:t>
      </w:r>
      <w:r w:rsidRPr="00082CFE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меж земельної ділянки </w:t>
      </w:r>
      <w:r>
        <w:rPr>
          <w:sz w:val="28"/>
          <w:szCs w:val="28"/>
          <w:lang w:val="uk-UA"/>
        </w:rPr>
        <w:t>в натурі (</w:t>
      </w:r>
      <w:r w:rsidRPr="00082CFE">
        <w:rPr>
          <w:sz w:val="28"/>
          <w:szCs w:val="28"/>
          <w:lang w:val="uk-UA"/>
        </w:rPr>
        <w:t>на місцевості)                   гр. Горобченко Сергію Миколайовичу для ведення товарного сільськогосподарського виробництва розташованої за межами населеного пункту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 яка за даними 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Сичанській сільській раді Марківського району Луганської області (ділянка № 2093)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322F33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322F33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53. </w:t>
      </w:r>
      <w:r w:rsidRPr="00082CFE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меж земельної ділянки </w:t>
      </w:r>
      <w:r>
        <w:rPr>
          <w:sz w:val="28"/>
          <w:szCs w:val="28"/>
          <w:lang w:val="uk-UA"/>
        </w:rPr>
        <w:t xml:space="preserve">в натурі </w:t>
      </w:r>
      <w:r w:rsidRPr="00082CFE">
        <w:rPr>
          <w:sz w:val="28"/>
          <w:szCs w:val="28"/>
          <w:lang w:val="uk-UA"/>
        </w:rPr>
        <w:t xml:space="preserve"> на місцевості) гр. Дзюнькі Зінаїді Іванівні для ведення товарного сільськогосподарського виробництва розташованої за межами населеного пункту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 яка за даними 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Сичанській сільській раді Марківського району Луганської області (ділянка № 2376)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322F33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322F33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54. </w:t>
      </w:r>
      <w:r w:rsidRPr="00082CFE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меж земельної ділянки</w:t>
      </w:r>
      <w:r>
        <w:rPr>
          <w:sz w:val="28"/>
          <w:szCs w:val="28"/>
          <w:lang w:val="uk-UA"/>
        </w:rPr>
        <w:t xml:space="preserve"> в натурі (</w:t>
      </w:r>
      <w:r w:rsidRPr="00082CFE">
        <w:rPr>
          <w:sz w:val="28"/>
          <w:szCs w:val="28"/>
          <w:lang w:val="uk-UA"/>
        </w:rPr>
        <w:t>на місцевості) гр. Ільюшенко Надії Іванівні для ведення товарного сільськогосподарського виробництва розташованої за межами населеного пункту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 яка за даними 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Сичанській сільській раді Марківського району Луганської області (ділянка № 1443)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322F33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322F33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55. </w:t>
      </w:r>
      <w:r w:rsidRPr="00082CFE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меж земельної ділянки в натурі (на місцевості)                   гр. Ільюшенко Надії Іванівні для ведення товарного сільськогосподарського виробництва розташованої за межами населеного пункту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 яка за даними 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Сичанській сільській раді Марківського району Луганської області (ділянка № 2374)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322F33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322F33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56. </w:t>
      </w:r>
      <w:r w:rsidRPr="00082CFE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меж земельної ділянки </w:t>
      </w:r>
      <w:r>
        <w:rPr>
          <w:sz w:val="28"/>
          <w:szCs w:val="28"/>
          <w:lang w:val="uk-UA"/>
        </w:rPr>
        <w:t>в натурі (</w:t>
      </w:r>
      <w:r w:rsidRPr="00082CFE">
        <w:rPr>
          <w:sz w:val="28"/>
          <w:szCs w:val="28"/>
          <w:lang w:val="uk-UA"/>
        </w:rPr>
        <w:t>на місцево</w:t>
      </w:r>
      <w:r>
        <w:rPr>
          <w:sz w:val="28"/>
          <w:szCs w:val="28"/>
          <w:lang w:val="uk-UA"/>
        </w:rPr>
        <w:t>сті)                   гр. Скибі</w:t>
      </w:r>
      <w:r w:rsidRPr="00082CFE">
        <w:rPr>
          <w:sz w:val="28"/>
          <w:szCs w:val="28"/>
          <w:lang w:val="uk-UA"/>
        </w:rPr>
        <w:t xml:space="preserve"> Олександр</w:t>
      </w:r>
      <w:r>
        <w:rPr>
          <w:sz w:val="28"/>
          <w:szCs w:val="28"/>
          <w:lang w:val="uk-UA"/>
        </w:rPr>
        <w:t>у</w:t>
      </w:r>
      <w:r w:rsidRPr="00082CFE">
        <w:rPr>
          <w:sz w:val="28"/>
          <w:szCs w:val="28"/>
          <w:lang w:val="uk-UA"/>
        </w:rPr>
        <w:t xml:space="preserve"> Валентинович</w:t>
      </w:r>
      <w:r>
        <w:rPr>
          <w:sz w:val="28"/>
          <w:szCs w:val="28"/>
          <w:lang w:val="uk-UA"/>
        </w:rPr>
        <w:t>у</w:t>
      </w:r>
      <w:r w:rsidRPr="00082CFE">
        <w:rPr>
          <w:sz w:val="28"/>
          <w:szCs w:val="28"/>
          <w:lang w:val="uk-UA"/>
        </w:rPr>
        <w:t xml:space="preserve"> для ведення товарного сільськогосподарського виробництва розташованої за межами населеного пункту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яка за даними </w:t>
      </w:r>
      <w:r>
        <w:rPr>
          <w:sz w:val="28"/>
          <w:szCs w:val="28"/>
          <w:lang w:val="uk-UA"/>
        </w:rPr>
        <w:t>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Сичанській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сільській раді Марківського району Луганської області (ділянка № 1445)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322F33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322F33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57</w:t>
      </w:r>
      <w:r w:rsidRPr="00322F33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</w:t>
      </w:r>
      <w:r w:rsidRPr="00322F33">
        <w:rPr>
          <w:sz w:val="28"/>
          <w:szCs w:val="28"/>
          <w:lang w:val="uk-UA"/>
        </w:rPr>
        <w:t>ро</w:t>
      </w:r>
      <w:r w:rsidRPr="00082CFE">
        <w:rPr>
          <w:sz w:val="28"/>
          <w:szCs w:val="28"/>
          <w:lang w:val="uk-UA"/>
        </w:rPr>
        <w:t xml:space="preserve"> надання дозволу на виготовлення технічної документації із землеустрою щодо встановлення меж земельної ділянки </w:t>
      </w:r>
      <w:r>
        <w:rPr>
          <w:sz w:val="28"/>
          <w:szCs w:val="28"/>
          <w:lang w:val="uk-UA"/>
        </w:rPr>
        <w:t>в натурі (</w:t>
      </w:r>
      <w:r w:rsidRPr="00082CFE">
        <w:rPr>
          <w:sz w:val="28"/>
          <w:szCs w:val="28"/>
          <w:lang w:val="uk-UA"/>
        </w:rPr>
        <w:t>на місцево</w:t>
      </w:r>
      <w:r>
        <w:rPr>
          <w:sz w:val="28"/>
          <w:szCs w:val="28"/>
          <w:lang w:val="uk-UA"/>
        </w:rPr>
        <w:t>сті)                   гр. Скибі</w:t>
      </w:r>
      <w:r w:rsidRPr="00082CFE">
        <w:rPr>
          <w:sz w:val="28"/>
          <w:szCs w:val="28"/>
          <w:lang w:val="uk-UA"/>
        </w:rPr>
        <w:t xml:space="preserve"> Олександр</w:t>
      </w:r>
      <w:r>
        <w:rPr>
          <w:sz w:val="28"/>
          <w:szCs w:val="28"/>
          <w:lang w:val="uk-UA"/>
        </w:rPr>
        <w:t>у</w:t>
      </w:r>
      <w:r w:rsidRPr="00082CFE">
        <w:rPr>
          <w:sz w:val="28"/>
          <w:szCs w:val="28"/>
          <w:lang w:val="uk-UA"/>
        </w:rPr>
        <w:t xml:space="preserve"> Валентинович</w:t>
      </w:r>
      <w:r>
        <w:rPr>
          <w:sz w:val="28"/>
          <w:szCs w:val="28"/>
          <w:lang w:val="uk-UA"/>
        </w:rPr>
        <w:t>у</w:t>
      </w:r>
      <w:r w:rsidRPr="00082CFE">
        <w:rPr>
          <w:sz w:val="28"/>
          <w:szCs w:val="28"/>
          <w:lang w:val="uk-UA"/>
        </w:rPr>
        <w:t xml:space="preserve"> для ведення товарного сільськогосподарського виробництва розташованої за межами населеного пункту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 яка за даними 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Сичанській сільській раді Марківського району Луганської області (ділянка № 2372)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322F33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322F33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58. </w:t>
      </w:r>
      <w:r w:rsidRPr="00082CFE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меж земельної ділянки в нат</w:t>
      </w:r>
      <w:r>
        <w:rPr>
          <w:sz w:val="28"/>
          <w:szCs w:val="28"/>
          <w:lang w:val="uk-UA"/>
        </w:rPr>
        <w:t>урі (</w:t>
      </w:r>
      <w:r w:rsidRPr="00082CFE">
        <w:rPr>
          <w:sz w:val="28"/>
          <w:szCs w:val="28"/>
          <w:lang w:val="uk-UA"/>
        </w:rPr>
        <w:t xml:space="preserve">на місцевості)  </w:t>
      </w:r>
      <w:r>
        <w:rPr>
          <w:sz w:val="28"/>
          <w:szCs w:val="28"/>
          <w:lang w:val="uk-UA"/>
        </w:rPr>
        <w:t xml:space="preserve">                 гр. Резнік Юлії</w:t>
      </w:r>
      <w:r w:rsidRPr="00082CFE">
        <w:rPr>
          <w:sz w:val="28"/>
          <w:szCs w:val="28"/>
          <w:lang w:val="uk-UA"/>
        </w:rPr>
        <w:t xml:space="preserve"> Костянтинівн</w:t>
      </w:r>
      <w:r>
        <w:rPr>
          <w:sz w:val="28"/>
          <w:szCs w:val="28"/>
          <w:lang w:val="uk-UA"/>
        </w:rPr>
        <w:t>і</w:t>
      </w:r>
      <w:r w:rsidRPr="00082CFE">
        <w:rPr>
          <w:sz w:val="28"/>
          <w:szCs w:val="28"/>
          <w:lang w:val="uk-UA"/>
        </w:rPr>
        <w:t xml:space="preserve"> для ведення товарного сільськогосподарського виробництва розташованої за межами населеного пункту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 яка за даними Д</w:t>
      </w:r>
      <w:r w:rsidRPr="00082CFE">
        <w:rPr>
          <w:sz w:val="28"/>
          <w:szCs w:val="28"/>
          <w:lang w:val="uk-UA"/>
        </w:rPr>
        <w:t xml:space="preserve">ержавного земельного кадастру враховується в </w:t>
      </w:r>
      <w:r>
        <w:rPr>
          <w:sz w:val="28"/>
          <w:szCs w:val="28"/>
          <w:lang w:val="uk-UA"/>
        </w:rPr>
        <w:t xml:space="preserve">Сичанській </w:t>
      </w:r>
      <w:r w:rsidRPr="00082CFE">
        <w:rPr>
          <w:sz w:val="28"/>
          <w:szCs w:val="28"/>
          <w:lang w:val="uk-UA"/>
        </w:rPr>
        <w:t>сільській раді Марківського району Луганської області (ділянка № 2377)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F86B1F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F86B1F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59. </w:t>
      </w:r>
      <w:r w:rsidRPr="00082CFE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меж земельної ділянки </w:t>
      </w:r>
      <w:r>
        <w:rPr>
          <w:sz w:val="28"/>
          <w:szCs w:val="28"/>
          <w:lang w:val="uk-UA"/>
        </w:rPr>
        <w:t>в натурі (</w:t>
      </w:r>
      <w:r w:rsidRPr="00082CFE">
        <w:rPr>
          <w:sz w:val="28"/>
          <w:szCs w:val="28"/>
          <w:lang w:val="uk-UA"/>
        </w:rPr>
        <w:t xml:space="preserve">на місцевості)  </w:t>
      </w:r>
      <w:r>
        <w:rPr>
          <w:sz w:val="28"/>
          <w:szCs w:val="28"/>
          <w:lang w:val="uk-UA"/>
        </w:rPr>
        <w:t xml:space="preserve">                 гр. Резнік Юлії Костянтинівні</w:t>
      </w:r>
      <w:r w:rsidRPr="00082CFE">
        <w:rPr>
          <w:sz w:val="28"/>
          <w:szCs w:val="28"/>
          <w:lang w:val="uk-UA"/>
        </w:rPr>
        <w:t xml:space="preserve"> для ведення товарного сільськогосподарського виробництва розташованої за межами населеного пункту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яка за даними 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Сичанській сільській раді Марківського району Луганської області (ділянка № 1440)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F86B1F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F86B1F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60. </w:t>
      </w:r>
      <w:r w:rsidRPr="00082CFE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  <w:r>
        <w:rPr>
          <w:sz w:val="28"/>
          <w:szCs w:val="28"/>
          <w:lang w:val="uk-UA"/>
        </w:rPr>
        <w:t>щодо встановлення меж земельної ділянки в натурі (</w:t>
      </w:r>
      <w:r w:rsidRPr="00082CFE">
        <w:rPr>
          <w:sz w:val="28"/>
          <w:szCs w:val="28"/>
          <w:lang w:val="uk-UA"/>
        </w:rPr>
        <w:t>на місцевості) гр. Білоус Ганні Андріївні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власниці сертифікату на право на земельну частку (пай) із земель колишнього КСП «Мирне»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для ведення товарного сільськогосподарського виробництва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розташованої за межами населеного пункту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 яка за даними 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Сичанській сільській раді Марківського району Луганської області (ділянка № 2053)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C066AF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C066AF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61. </w:t>
      </w:r>
      <w:r w:rsidRPr="00082CFE">
        <w:rPr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 комунальної власності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розташованої в межах населеного пункту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 яка за даними 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Сичан</w:t>
      </w:r>
      <w:r>
        <w:rPr>
          <w:sz w:val="28"/>
          <w:szCs w:val="28"/>
          <w:lang w:val="uk-UA"/>
        </w:rPr>
        <w:t>ській сільській раді за адресою</w:t>
      </w:r>
      <w:r w:rsidRPr="00082CFE">
        <w:rPr>
          <w:sz w:val="28"/>
          <w:szCs w:val="28"/>
          <w:lang w:val="uk-UA"/>
        </w:rPr>
        <w:t>: с.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Сичанське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вул. Мира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>Марківського району Луганської області.</w:t>
      </w:r>
    </w:p>
    <w:p w:rsidR="0080257D" w:rsidRPr="00322F33" w:rsidRDefault="0080257D" w:rsidP="00E7434E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E7434E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62. </w:t>
      </w:r>
      <w:r w:rsidRPr="00082CFE">
        <w:rPr>
          <w:sz w:val="28"/>
          <w:szCs w:val="28"/>
          <w:lang w:val="uk-UA"/>
        </w:rPr>
        <w:t>Про надання дозволу на виготовлення проекту землеустрою щод</w:t>
      </w:r>
      <w:r>
        <w:rPr>
          <w:sz w:val="28"/>
          <w:szCs w:val="28"/>
          <w:lang w:val="uk-UA"/>
        </w:rPr>
        <w:t>о відведення земельної ділянки у</w:t>
      </w:r>
      <w:r w:rsidRPr="00082CFE">
        <w:rPr>
          <w:sz w:val="28"/>
          <w:szCs w:val="28"/>
          <w:lang w:val="uk-UA"/>
        </w:rPr>
        <w:t xml:space="preserve"> приватну власність для ведення особистого селянського господарства гр. Барабаш Марії Василівни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розташованої в межах населеного пункту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яка за даними </w:t>
      </w:r>
      <w:r>
        <w:rPr>
          <w:sz w:val="28"/>
          <w:szCs w:val="28"/>
          <w:lang w:val="uk-UA"/>
        </w:rPr>
        <w:t>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Сичанській сільській раді за адресою: с.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Сичанське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Марківського району Луганської області.</w:t>
      </w:r>
    </w:p>
    <w:p w:rsidR="0080257D" w:rsidRPr="00322F33" w:rsidRDefault="0080257D" w:rsidP="00E7434E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E7434E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63. </w:t>
      </w:r>
      <w:r w:rsidRPr="00082CFE">
        <w:rPr>
          <w:sz w:val="28"/>
          <w:szCs w:val="28"/>
          <w:lang w:val="uk-UA"/>
        </w:rPr>
        <w:t>Про надання дозволу на розробку технічної документації</w:t>
      </w:r>
      <w:r>
        <w:rPr>
          <w:sz w:val="28"/>
          <w:szCs w:val="28"/>
          <w:lang w:val="uk-UA"/>
        </w:rPr>
        <w:t xml:space="preserve"> із землеустрою щодо інвентариз</w:t>
      </w:r>
      <w:r w:rsidRPr="00082CFE">
        <w:rPr>
          <w:sz w:val="28"/>
          <w:szCs w:val="28"/>
          <w:lang w:val="uk-UA"/>
        </w:rPr>
        <w:t>ації земель колишнього КСП «Марк</w:t>
      </w:r>
      <w:r>
        <w:rPr>
          <w:sz w:val="28"/>
          <w:szCs w:val="28"/>
          <w:lang w:val="uk-UA"/>
        </w:rPr>
        <w:t xml:space="preserve">івське» сільськогосподарського </w:t>
      </w:r>
      <w:r w:rsidRPr="00082CFE">
        <w:rPr>
          <w:sz w:val="28"/>
          <w:szCs w:val="28"/>
          <w:lang w:val="uk-UA"/>
        </w:rPr>
        <w:t>призначення (контур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№ 18)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233289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233289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64. </w:t>
      </w:r>
      <w:r w:rsidRPr="00082CFE">
        <w:rPr>
          <w:sz w:val="28"/>
          <w:szCs w:val="28"/>
          <w:lang w:val="uk-UA"/>
        </w:rPr>
        <w:t>Про надання дозволу на розробку технічної документації із землеустрою що</w:t>
      </w:r>
      <w:r>
        <w:rPr>
          <w:sz w:val="28"/>
          <w:szCs w:val="28"/>
          <w:lang w:val="uk-UA"/>
        </w:rPr>
        <w:t>до інвентариз</w:t>
      </w:r>
      <w:r w:rsidRPr="00082CFE">
        <w:rPr>
          <w:sz w:val="28"/>
          <w:szCs w:val="28"/>
          <w:lang w:val="uk-UA"/>
        </w:rPr>
        <w:t>ації земель колишнього КСП «Мирне» сільськогосподарського призначення (контур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№ 255)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233289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233289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65. </w:t>
      </w:r>
      <w:r w:rsidRPr="00082CFE">
        <w:rPr>
          <w:sz w:val="28"/>
          <w:szCs w:val="28"/>
          <w:lang w:val="uk-UA"/>
        </w:rPr>
        <w:t>Про надання дозволу на розробку технічної документації</w:t>
      </w:r>
      <w:r>
        <w:rPr>
          <w:sz w:val="28"/>
          <w:szCs w:val="28"/>
          <w:lang w:val="uk-UA"/>
        </w:rPr>
        <w:t xml:space="preserve"> із землеустрою щодо інвентариз</w:t>
      </w:r>
      <w:r w:rsidRPr="00082CFE">
        <w:rPr>
          <w:sz w:val="28"/>
          <w:szCs w:val="28"/>
          <w:lang w:val="uk-UA"/>
        </w:rPr>
        <w:t>ації земель колишнього КСП «Мирне» сільськогосподарського призначення (контур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№ 252)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233289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233289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66. </w:t>
      </w:r>
      <w:r w:rsidRPr="00082CFE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>ння дозволу на виготовлення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 зі зміною цільового призначення гр. Смолінець Марині Сергіївні, для ведення особистого селянського господарства, на території,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80257D" w:rsidRPr="00322F33" w:rsidRDefault="0080257D" w:rsidP="00233289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233289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67. </w:t>
      </w:r>
      <w:r w:rsidRPr="00082CFE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>ння дозволу на виготовлення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Білець Антоніні Анатоліївні, для ведення особистого селянського господарства, на території,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80257D" w:rsidRPr="00322F33" w:rsidRDefault="0080257D" w:rsidP="00233289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233289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68. </w:t>
      </w:r>
      <w:r w:rsidRPr="00082CFE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>ння дозволу на виготовлення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Рибянцевій Наталії Анатоліївни, для ведення особистого селянсько</w:t>
      </w:r>
      <w:r>
        <w:rPr>
          <w:sz w:val="28"/>
          <w:szCs w:val="28"/>
          <w:lang w:val="uk-UA"/>
        </w:rPr>
        <w:t xml:space="preserve">го господарства, на території, </w:t>
      </w:r>
      <w:r w:rsidRPr="00082CFE">
        <w:rPr>
          <w:sz w:val="28"/>
          <w:szCs w:val="28"/>
          <w:lang w:val="uk-UA"/>
        </w:rPr>
        <w:t>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80257D" w:rsidRPr="00322F33" w:rsidRDefault="0080257D" w:rsidP="00233289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233289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69. </w:t>
      </w:r>
      <w:r w:rsidRPr="00082CFE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>ння дозволу на виготовлення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гр. Коротуну Олексію Анатолійовичу, для ведення особистого селянського господарства, на території,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80257D" w:rsidRPr="00322F33" w:rsidRDefault="0080257D" w:rsidP="00233289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233289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70. </w:t>
      </w:r>
      <w:r w:rsidRPr="00082CFE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>ння дозволу на виготовлення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гр. Коротун Дар’ї Анатоліївні, для ведення особистого селянського господарства, на території,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80257D" w:rsidRPr="00322F33" w:rsidRDefault="0080257D" w:rsidP="00233289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233289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71. </w:t>
      </w:r>
      <w:r w:rsidRPr="00082CFE">
        <w:rPr>
          <w:sz w:val="28"/>
          <w:szCs w:val="28"/>
          <w:lang w:val="uk-UA"/>
        </w:rPr>
        <w:t>Про надання дозволу на виготовлення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гр. Коротун Альоні Іванівні, для ведення особистого селянсько</w:t>
      </w:r>
      <w:r>
        <w:rPr>
          <w:sz w:val="28"/>
          <w:szCs w:val="28"/>
          <w:lang w:val="uk-UA"/>
        </w:rPr>
        <w:t xml:space="preserve">го господарства, на території, </w:t>
      </w:r>
      <w:r w:rsidRPr="00082CFE">
        <w:rPr>
          <w:sz w:val="28"/>
          <w:szCs w:val="28"/>
          <w:lang w:val="uk-UA"/>
        </w:rPr>
        <w:t>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80257D" w:rsidRPr="00322F33" w:rsidRDefault="0080257D" w:rsidP="00233289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233289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72. </w:t>
      </w:r>
      <w:r w:rsidRPr="00082CFE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>ння дозволу на виготовлення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гр. Рибалка Наталії Петрівні, для ведення особистого селянсько</w:t>
      </w:r>
      <w:r>
        <w:rPr>
          <w:sz w:val="28"/>
          <w:szCs w:val="28"/>
          <w:lang w:val="uk-UA"/>
        </w:rPr>
        <w:t xml:space="preserve">го господарства, на території, </w:t>
      </w:r>
      <w:r w:rsidRPr="00082CFE">
        <w:rPr>
          <w:sz w:val="28"/>
          <w:szCs w:val="28"/>
          <w:lang w:val="uk-UA"/>
        </w:rPr>
        <w:t>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80257D" w:rsidRPr="00322F33" w:rsidRDefault="0080257D" w:rsidP="00233289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Default="0080257D" w:rsidP="00FE2336">
      <w:pPr>
        <w:contextualSpacing/>
        <w:jc w:val="both"/>
        <w:rPr>
          <w:sz w:val="28"/>
          <w:szCs w:val="28"/>
          <w:lang w:val="uk-UA"/>
        </w:rPr>
      </w:pPr>
    </w:p>
    <w:p w:rsidR="0080257D" w:rsidRPr="00082CFE" w:rsidRDefault="0080257D" w:rsidP="00233289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73. </w:t>
      </w:r>
      <w:r w:rsidRPr="00082CFE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>ння дозволу на виготовлення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гр. Мартиненко Ользі Ігорівні, для ведення особистого селянського господарства, на території, яка за даними Державного земельного кадастру враховується в Сичанській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3B0E71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3B0E71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74. </w:t>
      </w:r>
      <w:r w:rsidRPr="00082CFE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>ння дозволу на виготовлення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гр. Мартиненко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Тетяні Ігорівні, для ведення особистого селянсько</w:t>
      </w:r>
      <w:r>
        <w:rPr>
          <w:sz w:val="28"/>
          <w:szCs w:val="28"/>
          <w:lang w:val="uk-UA"/>
        </w:rPr>
        <w:t xml:space="preserve">го господарства, на території, </w:t>
      </w:r>
      <w:r w:rsidRPr="00082CFE">
        <w:rPr>
          <w:sz w:val="28"/>
          <w:szCs w:val="28"/>
          <w:lang w:val="uk-UA"/>
        </w:rPr>
        <w:t>яка за даними Державного земельного кадастру враховується в Сичанській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3969FE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3969FE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75. </w:t>
      </w:r>
      <w:r w:rsidRPr="00082CFE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>ння дозволу на виготовлення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Нарожному Миколі Вікторовичу, для ведення особистого селянського господарства, на території, яка за даними Державного земельного кадастру враховується в Сичанській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261D12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261D12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76. </w:t>
      </w:r>
      <w:r w:rsidRPr="00082CFE">
        <w:rPr>
          <w:sz w:val="28"/>
          <w:szCs w:val="28"/>
          <w:lang w:val="uk-UA"/>
        </w:rPr>
        <w:t>Про надання доз</w:t>
      </w:r>
      <w:r>
        <w:rPr>
          <w:sz w:val="28"/>
          <w:szCs w:val="28"/>
          <w:lang w:val="uk-UA"/>
        </w:rPr>
        <w:t>волу на виготовлення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Нарожному Роману Вікторовичу, для ведення особистого селянського господарства, на території, яка за даними Державного земельного кадастру враховується в Сичанській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261D12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261D12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77. </w:t>
      </w:r>
      <w:r w:rsidRPr="00082CFE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>ння дозволу на виготовлення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Білець Марині Володимирівні, для ведення особистого селянського господарства, на території, яка за даними Державного земельного кадастру враховується в Сичанській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261D12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261D12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78. </w:t>
      </w:r>
      <w:r w:rsidRPr="00082CFE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>ння дозволу на виготовлення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Лазуренко</w:t>
      </w:r>
      <w:r>
        <w:rPr>
          <w:sz w:val="28"/>
          <w:szCs w:val="28"/>
          <w:lang w:val="uk-UA"/>
        </w:rPr>
        <w:t xml:space="preserve"> Тетяні Сергіївні</w:t>
      </w:r>
      <w:r w:rsidRPr="00082CFE">
        <w:rPr>
          <w:sz w:val="28"/>
          <w:szCs w:val="28"/>
          <w:lang w:val="uk-UA"/>
        </w:rPr>
        <w:t>, для ведення особистого селянсько</w:t>
      </w:r>
      <w:r>
        <w:rPr>
          <w:sz w:val="28"/>
          <w:szCs w:val="28"/>
          <w:lang w:val="uk-UA"/>
        </w:rPr>
        <w:t xml:space="preserve">го господарства, на території, </w:t>
      </w:r>
      <w:r w:rsidRPr="00082CFE">
        <w:rPr>
          <w:sz w:val="28"/>
          <w:szCs w:val="28"/>
          <w:lang w:val="uk-UA"/>
        </w:rPr>
        <w:t>яка за даними Державного земельного кадастру враховується в Сичанській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261D12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Default="0080257D" w:rsidP="00FE2336">
      <w:pPr>
        <w:contextualSpacing/>
        <w:jc w:val="both"/>
        <w:rPr>
          <w:sz w:val="28"/>
          <w:szCs w:val="28"/>
          <w:lang w:val="uk-UA"/>
        </w:rPr>
      </w:pPr>
    </w:p>
    <w:p w:rsidR="0080257D" w:rsidRPr="00082CFE" w:rsidRDefault="0080257D" w:rsidP="00261D12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79. </w:t>
      </w:r>
      <w:r w:rsidRPr="00082CFE">
        <w:rPr>
          <w:sz w:val="28"/>
          <w:szCs w:val="28"/>
          <w:lang w:val="uk-UA"/>
        </w:rPr>
        <w:t>Про надання дозволу на вигото</w:t>
      </w:r>
      <w:r>
        <w:rPr>
          <w:sz w:val="28"/>
          <w:szCs w:val="28"/>
          <w:lang w:val="uk-UA"/>
        </w:rPr>
        <w:t>влення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Лазуренко Руслану Сергійовичу, для ведення особистого селянського господарства, на території, яка за даними Державного земельного кадастру враховується в Сичанській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261D12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261D12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80. </w:t>
      </w:r>
      <w:r w:rsidRPr="00082CFE">
        <w:rPr>
          <w:sz w:val="28"/>
          <w:szCs w:val="28"/>
          <w:lang w:val="uk-UA"/>
        </w:rPr>
        <w:t>Про надання дозволу на виготовлення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гр. Биценко Інні Миколаївні, для ведення особистого селянсько</w:t>
      </w:r>
      <w:r>
        <w:rPr>
          <w:sz w:val="28"/>
          <w:szCs w:val="28"/>
          <w:lang w:val="uk-UA"/>
        </w:rPr>
        <w:t xml:space="preserve">го господарства, на території, </w:t>
      </w:r>
      <w:r w:rsidRPr="00082CFE">
        <w:rPr>
          <w:sz w:val="28"/>
          <w:szCs w:val="28"/>
          <w:lang w:val="uk-UA"/>
        </w:rPr>
        <w:t>яка за даними Державного земельного кадастру враховується в Сичанській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261D12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261D12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81. </w:t>
      </w:r>
      <w:r w:rsidRPr="00082CFE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>ння дозволу на виготовлення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Курячому Миколі Васильовичу, для ведення особистого селянського господарства, на території, яка за даними Державного земельного кадастру враховується в Сичанській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261D12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866981" w:rsidRDefault="0080257D" w:rsidP="00261D12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82. </w:t>
      </w:r>
      <w:r w:rsidRPr="00082CFE">
        <w:rPr>
          <w:sz w:val="28"/>
          <w:szCs w:val="28"/>
          <w:lang w:val="uk-UA"/>
        </w:rPr>
        <w:t>Про надання дозволу на виготовлення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 зі зміною цільового призначення гр.</w:t>
      </w:r>
      <w:r w:rsidRPr="00BA5C8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Лигус</w:t>
      </w:r>
      <w:r w:rsidRPr="00082CFE">
        <w:rPr>
          <w:sz w:val="28"/>
          <w:szCs w:val="28"/>
          <w:lang w:val="uk-UA"/>
        </w:rPr>
        <w:t xml:space="preserve"> Оксані Євгенівні, для ведення особистого селянсько</w:t>
      </w:r>
      <w:r>
        <w:rPr>
          <w:sz w:val="28"/>
          <w:szCs w:val="28"/>
          <w:lang w:val="uk-UA"/>
        </w:rPr>
        <w:t xml:space="preserve">го господарства, на території, </w:t>
      </w:r>
      <w:r w:rsidRPr="00082CFE">
        <w:rPr>
          <w:sz w:val="28"/>
          <w:szCs w:val="28"/>
          <w:lang w:val="uk-UA"/>
        </w:rPr>
        <w:t>яка за даними Державного земельного кадастру враховується в Сичанській сільській раді Марківського району Луганської області</w:t>
      </w:r>
      <w:r w:rsidRPr="00BA5C88">
        <w:rPr>
          <w:sz w:val="28"/>
          <w:szCs w:val="28"/>
        </w:rPr>
        <w:t>.</w:t>
      </w:r>
    </w:p>
    <w:p w:rsidR="0080257D" w:rsidRPr="00322F33" w:rsidRDefault="0080257D" w:rsidP="00BA5C88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866981" w:rsidRDefault="0080257D" w:rsidP="00BA5C8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83. </w:t>
      </w:r>
      <w:r w:rsidRPr="00082CFE">
        <w:rPr>
          <w:sz w:val="28"/>
          <w:szCs w:val="28"/>
          <w:lang w:val="uk-UA"/>
        </w:rPr>
        <w:t>Про надання дозволу на виготовлення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</w:t>
      </w:r>
      <w:r w:rsidRPr="00866981">
        <w:rPr>
          <w:sz w:val="28"/>
          <w:szCs w:val="28"/>
        </w:rPr>
        <w:t>.</w:t>
      </w:r>
      <w:r w:rsidRPr="00082CFE">
        <w:rPr>
          <w:sz w:val="28"/>
          <w:szCs w:val="28"/>
          <w:lang w:val="uk-UA"/>
        </w:rPr>
        <w:t xml:space="preserve"> зі зміною цільового призначення</w:t>
      </w:r>
      <w:r w:rsidRPr="00866981">
        <w:rPr>
          <w:sz w:val="28"/>
          <w:szCs w:val="28"/>
        </w:rPr>
        <w:t>.</w:t>
      </w:r>
      <w:r w:rsidRPr="00082CFE">
        <w:rPr>
          <w:sz w:val="28"/>
          <w:szCs w:val="28"/>
          <w:lang w:val="uk-UA"/>
        </w:rPr>
        <w:t xml:space="preserve"> гр.</w:t>
      </w:r>
      <w:r w:rsidRPr="00866981">
        <w:rPr>
          <w:sz w:val="28"/>
          <w:szCs w:val="28"/>
        </w:rPr>
        <w:t xml:space="preserve"> </w:t>
      </w:r>
      <w:r w:rsidRPr="00082CFE">
        <w:rPr>
          <w:sz w:val="28"/>
          <w:szCs w:val="28"/>
          <w:lang w:val="uk-UA"/>
        </w:rPr>
        <w:t>Криуленко Віктору Павловичу, для ведення особистого селянсько</w:t>
      </w:r>
      <w:r>
        <w:rPr>
          <w:sz w:val="28"/>
          <w:szCs w:val="28"/>
          <w:lang w:val="uk-UA"/>
        </w:rPr>
        <w:t xml:space="preserve">го господарства, на території, </w:t>
      </w:r>
      <w:r w:rsidRPr="00082CFE">
        <w:rPr>
          <w:sz w:val="28"/>
          <w:szCs w:val="28"/>
          <w:lang w:val="uk-UA"/>
        </w:rPr>
        <w:t>яка за даними Державного земельного кадастру враховується в Сичанській сільській раді Марківського району Луганської області</w:t>
      </w:r>
      <w:r w:rsidRPr="00866981">
        <w:rPr>
          <w:sz w:val="28"/>
          <w:szCs w:val="28"/>
        </w:rPr>
        <w:t>/</w:t>
      </w:r>
    </w:p>
    <w:p w:rsidR="0080257D" w:rsidRPr="00322F33" w:rsidRDefault="0080257D" w:rsidP="00866981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3A6AA5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84.</w:t>
      </w:r>
      <w:r w:rsidRPr="00866981">
        <w:rPr>
          <w:sz w:val="28"/>
          <w:szCs w:val="28"/>
        </w:rPr>
        <w:t xml:space="preserve"> П</w:t>
      </w:r>
      <w:r w:rsidRPr="00082CFE">
        <w:rPr>
          <w:sz w:val="28"/>
          <w:szCs w:val="28"/>
          <w:lang w:val="uk-UA"/>
        </w:rPr>
        <w:t>ро надання дозволу на виготовлення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зі зміною цільового призначення</w:t>
      </w:r>
      <w:r>
        <w:rPr>
          <w:sz w:val="28"/>
          <w:szCs w:val="28"/>
          <w:lang w:val="uk-UA"/>
        </w:rPr>
        <w:t xml:space="preserve">, </w:t>
      </w:r>
      <w:r w:rsidRPr="00082CFE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Погребенку Максиму Володимировичу, для ведення особистого селянського господарства, на території, яка за даними Державного земельного кадастру враховується в Сичанській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866981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Default="0080257D" w:rsidP="00FE2336">
      <w:pPr>
        <w:contextualSpacing/>
        <w:jc w:val="both"/>
        <w:rPr>
          <w:sz w:val="28"/>
          <w:szCs w:val="28"/>
          <w:lang w:val="uk-UA"/>
        </w:rPr>
      </w:pPr>
    </w:p>
    <w:p w:rsidR="0080257D" w:rsidRPr="00082CFE" w:rsidRDefault="0080257D" w:rsidP="00866981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85. </w:t>
      </w:r>
      <w:r w:rsidRPr="00082CFE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>ння дозволу на виготовлення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Білець Аліні Володимирівні, для ведення особистого селянського господарства, на території, яка за даними Державного земельного кадастру враховується в Сичанській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C15341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C15341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86. </w:t>
      </w:r>
      <w:r w:rsidRPr="00082CFE">
        <w:rPr>
          <w:sz w:val="28"/>
          <w:szCs w:val="28"/>
          <w:lang w:val="uk-UA"/>
        </w:rPr>
        <w:t>Про надання дозволу на виготовлення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r w:rsidRPr="00082CFE">
        <w:rPr>
          <w:sz w:val="28"/>
          <w:szCs w:val="28"/>
          <w:lang w:val="uk-UA"/>
        </w:rPr>
        <w:t>Передерій Оксані Сергіївні, для ведення особистого селянського господарства, на території, яка за даними Державного земельного кадастру враховується в Сичанській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C15341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C15341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87. </w:t>
      </w:r>
      <w:r w:rsidRPr="00082CFE">
        <w:rPr>
          <w:sz w:val="28"/>
          <w:szCs w:val="28"/>
          <w:lang w:val="uk-UA"/>
        </w:rPr>
        <w:t>Про надання дозволу на виготовлення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</w:t>
      </w:r>
      <w:r>
        <w:rPr>
          <w:sz w:val="28"/>
          <w:szCs w:val="28"/>
          <w:lang w:val="uk-UA"/>
        </w:rPr>
        <w:t xml:space="preserve">ої ділянки у приватну власність, </w:t>
      </w:r>
      <w:r w:rsidRPr="00082CFE">
        <w:rPr>
          <w:sz w:val="28"/>
          <w:szCs w:val="28"/>
          <w:lang w:val="uk-UA"/>
        </w:rPr>
        <w:t>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Косолапу Костянтину Юрійовичу, для ведення особистого селянського господарства, на території, яка за даними Державного земельного кадастру враховується в Сичанській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C15341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C15341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88. </w:t>
      </w:r>
      <w:r w:rsidRPr="00082CFE">
        <w:rPr>
          <w:sz w:val="28"/>
          <w:szCs w:val="28"/>
          <w:lang w:val="uk-UA"/>
        </w:rPr>
        <w:t>Про надання дозволу на виготовлення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</w:t>
      </w:r>
      <w:r>
        <w:rPr>
          <w:sz w:val="28"/>
          <w:szCs w:val="28"/>
          <w:lang w:val="uk-UA"/>
        </w:rPr>
        <w:t xml:space="preserve">, </w:t>
      </w:r>
      <w:r w:rsidRPr="00082CFE">
        <w:rPr>
          <w:sz w:val="28"/>
          <w:szCs w:val="28"/>
          <w:lang w:val="uk-UA"/>
        </w:rPr>
        <w:t>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Передерій Марині Анатоліївні, для ведення особистого селянсько</w:t>
      </w:r>
      <w:r>
        <w:rPr>
          <w:sz w:val="28"/>
          <w:szCs w:val="28"/>
          <w:lang w:val="uk-UA"/>
        </w:rPr>
        <w:t xml:space="preserve">го господарства, на території, </w:t>
      </w:r>
      <w:r w:rsidRPr="00082CFE">
        <w:rPr>
          <w:sz w:val="28"/>
          <w:szCs w:val="28"/>
          <w:lang w:val="uk-UA"/>
        </w:rPr>
        <w:t>яка за даними Державного земельного кадастру враховується Сичанській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FB2068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FB2068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89. </w:t>
      </w:r>
      <w:r w:rsidRPr="00082CFE">
        <w:rPr>
          <w:sz w:val="28"/>
          <w:szCs w:val="28"/>
          <w:lang w:val="uk-UA"/>
        </w:rPr>
        <w:t>Про надання дозволу на виготовлення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Передерій Анжелікі Нугзарівні, для ведення особистого селянського господарства, на території, яка за даними Державного земельного кадастру враховується в Сичанській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FB2068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325176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90. П</w:t>
      </w:r>
      <w:r w:rsidRPr="00082CFE">
        <w:rPr>
          <w:sz w:val="28"/>
          <w:szCs w:val="28"/>
          <w:lang w:val="uk-UA"/>
        </w:rPr>
        <w:t>ро надання дозволу на виготовлення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Смороговій Тетяні Олександрівні, для ведення особистого селянського господарства, на території, яка за даними Державного земельного кадастру враховується в Сичанській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325176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Default="0080257D" w:rsidP="00FE2336">
      <w:pPr>
        <w:contextualSpacing/>
        <w:jc w:val="both"/>
        <w:rPr>
          <w:sz w:val="28"/>
          <w:szCs w:val="28"/>
          <w:lang w:val="uk-UA"/>
        </w:rPr>
      </w:pPr>
    </w:p>
    <w:p w:rsidR="0080257D" w:rsidRPr="00082CFE" w:rsidRDefault="0080257D" w:rsidP="00325176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91. </w:t>
      </w:r>
      <w:r w:rsidRPr="00082CFE">
        <w:rPr>
          <w:sz w:val="28"/>
          <w:szCs w:val="28"/>
          <w:lang w:val="uk-UA"/>
        </w:rPr>
        <w:t>Про надання дозволу на виготовлення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Передерію Сергію Олександровичу, для ведення особистого селянського господарства, на території, яка за даними Державного земельного кадастру враховується в Сичанській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325176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325176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92. </w:t>
      </w:r>
      <w:r w:rsidRPr="00082CFE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>ння дозволу на виготовлення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Рєзніку Олегу Юрійовичу, для ведення особистого селянського господарства, на території, яка за даними Державного земельного кадастру враховується в Сичанській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325176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325176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93. </w:t>
      </w:r>
      <w:r w:rsidRPr="00082CFE">
        <w:rPr>
          <w:sz w:val="28"/>
          <w:szCs w:val="28"/>
          <w:lang w:val="uk-UA"/>
        </w:rPr>
        <w:t>Про надання дозволу на виготовлення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</w:t>
      </w:r>
      <w:r>
        <w:rPr>
          <w:sz w:val="28"/>
          <w:szCs w:val="28"/>
          <w:lang w:val="uk-UA"/>
        </w:rPr>
        <w:t xml:space="preserve">ої ділянки у приватну власність, </w:t>
      </w:r>
      <w:r w:rsidRPr="00082CFE">
        <w:rPr>
          <w:sz w:val="28"/>
          <w:szCs w:val="28"/>
          <w:lang w:val="uk-UA"/>
        </w:rPr>
        <w:t>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Гурєву Ігорю Романовичу, для ведення особистого селянського господарства, на території, яка за даними Державного земельного кадастру враховується в Сичанській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325176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325176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94. </w:t>
      </w:r>
      <w:r w:rsidRPr="00082CFE">
        <w:rPr>
          <w:sz w:val="28"/>
          <w:szCs w:val="28"/>
          <w:lang w:val="uk-UA"/>
        </w:rPr>
        <w:t>Про надання дозволу на виготовлення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у приватну власність,</w:t>
      </w:r>
      <w:r w:rsidRPr="00082CFE">
        <w:rPr>
          <w:sz w:val="28"/>
          <w:szCs w:val="28"/>
          <w:lang w:val="uk-UA"/>
        </w:rPr>
        <w:t xml:space="preserve"> 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Мосьпан Юлії Станіславівні, для ведення особистого селянського господарства, на території, яка за даними Державного земельного кадастру враховується в Сичанській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325176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325176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95. </w:t>
      </w:r>
      <w:r w:rsidRPr="00082CFE">
        <w:rPr>
          <w:sz w:val="28"/>
          <w:szCs w:val="28"/>
          <w:lang w:val="uk-UA"/>
        </w:rPr>
        <w:t>Про надання дозволу на виготовлення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гр. Мосьпану Костянтину Станіславовичу, для ведення особистого селянсько</w:t>
      </w:r>
      <w:r>
        <w:rPr>
          <w:sz w:val="28"/>
          <w:szCs w:val="28"/>
          <w:lang w:val="uk-UA"/>
        </w:rPr>
        <w:t xml:space="preserve">го господарства, на території, </w:t>
      </w:r>
      <w:r w:rsidRPr="00082CFE">
        <w:rPr>
          <w:sz w:val="28"/>
          <w:szCs w:val="28"/>
          <w:lang w:val="uk-UA"/>
        </w:rPr>
        <w:t>яка за даними Державного земельного кадастру враховується в Сичанській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2C07D0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D261E5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96. </w:t>
      </w:r>
      <w:r w:rsidRPr="00082CFE">
        <w:rPr>
          <w:sz w:val="28"/>
          <w:szCs w:val="28"/>
          <w:lang w:val="uk-UA"/>
        </w:rPr>
        <w:t>Про надання дозволу на виготовлення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Рибалка Сергію Олександровичу, для ведення особистого селянського господарства, на території, яка за даними Державного земельного кадастру враховується в Сичанській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D261E5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D261E5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97. </w:t>
      </w:r>
      <w:r w:rsidRPr="00082CFE">
        <w:rPr>
          <w:sz w:val="28"/>
          <w:szCs w:val="28"/>
          <w:lang w:val="uk-UA"/>
        </w:rPr>
        <w:t>Про надання дозволу на виготовлення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гр. Л</w:t>
      </w:r>
      <w:r>
        <w:rPr>
          <w:sz w:val="28"/>
          <w:szCs w:val="28"/>
          <w:lang w:val="uk-UA"/>
        </w:rPr>
        <w:t>евицькому Євгену Станіславовичу</w:t>
      </w:r>
      <w:r w:rsidRPr="00082CFE">
        <w:rPr>
          <w:sz w:val="28"/>
          <w:szCs w:val="28"/>
          <w:lang w:val="uk-UA"/>
        </w:rPr>
        <w:t>, для ведення особистого селянсько</w:t>
      </w:r>
      <w:r>
        <w:rPr>
          <w:sz w:val="28"/>
          <w:szCs w:val="28"/>
          <w:lang w:val="uk-UA"/>
        </w:rPr>
        <w:t xml:space="preserve">го господарства, на території, </w:t>
      </w:r>
      <w:r w:rsidRPr="00082CFE">
        <w:rPr>
          <w:sz w:val="28"/>
          <w:szCs w:val="28"/>
          <w:lang w:val="uk-UA"/>
        </w:rPr>
        <w:t>яка за даними Державного земельного кадастру враховується в Сичанській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D261E5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D261E5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98. </w:t>
      </w:r>
      <w:r w:rsidRPr="00082CFE">
        <w:rPr>
          <w:sz w:val="28"/>
          <w:szCs w:val="28"/>
          <w:lang w:val="uk-UA"/>
        </w:rPr>
        <w:t>Про надання дозволу на виготовлення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</w:t>
      </w:r>
      <w:r>
        <w:rPr>
          <w:sz w:val="28"/>
          <w:szCs w:val="28"/>
          <w:lang w:val="uk-UA"/>
        </w:rPr>
        <w:t xml:space="preserve">, </w:t>
      </w:r>
      <w:r w:rsidRPr="00082CFE">
        <w:rPr>
          <w:sz w:val="28"/>
          <w:szCs w:val="28"/>
          <w:lang w:val="uk-UA"/>
        </w:rPr>
        <w:t>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Михайлюку Павлу Юрійовичу, для ведення особистого селянсько</w:t>
      </w:r>
      <w:r>
        <w:rPr>
          <w:sz w:val="28"/>
          <w:szCs w:val="28"/>
          <w:lang w:val="uk-UA"/>
        </w:rPr>
        <w:t xml:space="preserve">го господарства, на території, </w:t>
      </w:r>
      <w:r w:rsidRPr="00082CFE">
        <w:rPr>
          <w:sz w:val="28"/>
          <w:szCs w:val="28"/>
          <w:lang w:val="uk-UA"/>
        </w:rPr>
        <w:t>яка за даними Державного земе</w:t>
      </w:r>
      <w:r>
        <w:rPr>
          <w:sz w:val="28"/>
          <w:szCs w:val="28"/>
          <w:lang w:val="uk-UA"/>
        </w:rPr>
        <w:t xml:space="preserve">льного кадастру враховується в </w:t>
      </w:r>
      <w:r w:rsidRPr="00082CFE">
        <w:rPr>
          <w:sz w:val="28"/>
          <w:szCs w:val="28"/>
          <w:lang w:val="uk-UA"/>
        </w:rPr>
        <w:t>Сичанській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D261E5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1833EA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99. </w:t>
      </w:r>
      <w:r w:rsidRPr="00082CFE">
        <w:rPr>
          <w:sz w:val="28"/>
          <w:szCs w:val="28"/>
          <w:lang w:val="uk-UA"/>
        </w:rPr>
        <w:t>Про надання дозволу на виготовлення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Левицькій Христині Олегівні, для ведення особистого селянського господарства, на території, яка за даними Державного земельного кадастру враховується в Сичанській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1833EA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1833EA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100. П</w:t>
      </w:r>
      <w:r w:rsidRPr="00082CFE">
        <w:rPr>
          <w:sz w:val="28"/>
          <w:szCs w:val="28"/>
          <w:lang w:val="uk-UA"/>
        </w:rPr>
        <w:t>ро надання дозволу на виготовлення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гр.</w:t>
      </w:r>
      <w:r>
        <w:rPr>
          <w:sz w:val="28"/>
          <w:szCs w:val="28"/>
          <w:lang w:val="uk-UA"/>
        </w:rPr>
        <w:t xml:space="preserve"> Меженському Олексію Сергійовичу</w:t>
      </w:r>
      <w:r w:rsidRPr="00082CFE">
        <w:rPr>
          <w:sz w:val="28"/>
          <w:szCs w:val="28"/>
          <w:lang w:val="uk-UA"/>
        </w:rPr>
        <w:t>, для ведення особистого селянського господарства, на території, яка за даними Державного земельного кадастру враховується в Сичанській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1833EA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1833EA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101. </w:t>
      </w:r>
      <w:r w:rsidRPr="00082CFE">
        <w:rPr>
          <w:sz w:val="28"/>
          <w:szCs w:val="28"/>
          <w:lang w:val="uk-UA"/>
        </w:rPr>
        <w:t>Про надання дозволу на виготовлення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 xml:space="preserve">Манушину Володимиру Станіславовичу, для ведення особистого селянського господарства, на території, яка за даними Державного земельного кадастру враховується </w:t>
      </w:r>
      <w:r>
        <w:rPr>
          <w:sz w:val="28"/>
          <w:szCs w:val="28"/>
          <w:lang w:val="uk-UA"/>
        </w:rPr>
        <w:t>в</w:t>
      </w:r>
      <w:r w:rsidRPr="00082CFE">
        <w:rPr>
          <w:sz w:val="28"/>
          <w:szCs w:val="28"/>
          <w:lang w:val="uk-UA"/>
        </w:rPr>
        <w:t xml:space="preserve"> Сичанській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1833EA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B206B7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102. </w:t>
      </w:r>
      <w:r w:rsidRPr="00082CFE">
        <w:rPr>
          <w:sz w:val="28"/>
          <w:szCs w:val="28"/>
          <w:lang w:val="uk-UA"/>
        </w:rPr>
        <w:t>Про надання дозволу на виготовлення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зі зміною цільового призначення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r w:rsidRPr="00082CFE">
        <w:rPr>
          <w:sz w:val="28"/>
          <w:szCs w:val="28"/>
          <w:lang w:val="uk-UA"/>
        </w:rPr>
        <w:t>Коротуну Олександру Юрійовичу, для ведення особистого селянського господарства, на території, яка за даними Державного земельного кадастру враховується в Сичанській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B206B7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B206B7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103. </w:t>
      </w:r>
      <w:r w:rsidRPr="00082CFE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на місцевості </w:t>
      </w:r>
      <w:r>
        <w:rPr>
          <w:sz w:val="28"/>
          <w:szCs w:val="28"/>
          <w:lang w:val="uk-UA"/>
        </w:rPr>
        <w:t xml:space="preserve">              </w:t>
      </w:r>
      <w:r w:rsidRPr="00082CFE">
        <w:rPr>
          <w:sz w:val="28"/>
          <w:szCs w:val="28"/>
          <w:lang w:val="uk-UA"/>
        </w:rPr>
        <w:t>гр. Бакланову Олександр Володимировичу для обслуговування житлового будинку господарських будівель та споруд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розташованої в межах населеного, за адресою: с.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Караван</w:t>
      </w:r>
      <w:r>
        <w:rPr>
          <w:sz w:val="28"/>
          <w:szCs w:val="28"/>
          <w:lang w:val="uk-UA"/>
        </w:rPr>
        <w:t>-</w:t>
      </w:r>
      <w:r w:rsidRPr="00082CFE">
        <w:rPr>
          <w:sz w:val="28"/>
          <w:szCs w:val="28"/>
          <w:lang w:val="uk-UA"/>
        </w:rPr>
        <w:t>Солодкий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вул.</w:t>
      </w:r>
      <w:r>
        <w:rPr>
          <w:sz w:val="28"/>
          <w:szCs w:val="28"/>
          <w:lang w:val="uk-UA"/>
        </w:rPr>
        <w:t xml:space="preserve"> Новостройна</w:t>
      </w:r>
      <w:r w:rsidRPr="00082CF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2</w:t>
      </w:r>
      <w:r w:rsidRPr="00082CFE">
        <w:rPr>
          <w:sz w:val="28"/>
          <w:szCs w:val="28"/>
          <w:lang w:val="uk-UA"/>
        </w:rPr>
        <w:t>, на території, яка за даними Державного земельного кадастру враховується в Сичанській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B206B7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B206B7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104. </w:t>
      </w:r>
      <w:r w:rsidRPr="00082CFE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на місцевості </w:t>
      </w:r>
      <w:r>
        <w:rPr>
          <w:sz w:val="28"/>
          <w:szCs w:val="28"/>
          <w:lang w:val="uk-UA"/>
        </w:rPr>
        <w:t xml:space="preserve">               </w:t>
      </w:r>
      <w:r w:rsidRPr="00082CFE">
        <w:rPr>
          <w:sz w:val="28"/>
          <w:szCs w:val="28"/>
          <w:lang w:val="uk-UA"/>
        </w:rPr>
        <w:t>гр. Бахтин</w:t>
      </w:r>
      <w:r>
        <w:rPr>
          <w:sz w:val="28"/>
          <w:szCs w:val="28"/>
          <w:lang w:val="uk-UA"/>
        </w:rPr>
        <w:t>ій</w:t>
      </w:r>
      <w:r w:rsidRPr="00082CFE">
        <w:rPr>
          <w:sz w:val="28"/>
          <w:szCs w:val="28"/>
          <w:lang w:val="uk-UA"/>
        </w:rPr>
        <w:t xml:space="preserve"> Антоніні Павлівні для обслуговування житлового будинку господарських будівель та споруд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розташованої в межах населеного, за адресою: с. Крейдяне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вул.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Черемхова,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65,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на території, яка за даними Державного земельного кадастру враховується в Сичанській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322F33" w:rsidRDefault="0080257D" w:rsidP="00B206B7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F10268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105. </w:t>
      </w:r>
      <w:r w:rsidRPr="00082CFE">
        <w:rPr>
          <w:sz w:val="28"/>
          <w:szCs w:val="28"/>
          <w:lang w:val="uk-UA"/>
        </w:rPr>
        <w:t xml:space="preserve">Про внесення змін до рішення Сичанської сільської ради від 22.09.2004р. </w:t>
      </w:r>
      <w:r>
        <w:rPr>
          <w:sz w:val="28"/>
          <w:szCs w:val="28"/>
          <w:lang w:val="uk-UA"/>
        </w:rPr>
        <w:t>№ 13/2.</w:t>
      </w:r>
    </w:p>
    <w:p w:rsidR="0080257D" w:rsidRPr="00322F33" w:rsidRDefault="0080257D" w:rsidP="00F10268">
      <w:pPr>
        <w:ind w:firstLine="708"/>
        <w:jc w:val="both"/>
        <w:rPr>
          <w:sz w:val="28"/>
          <w:szCs w:val="28"/>
          <w:lang w:val="uk-UA"/>
        </w:rPr>
      </w:pPr>
      <w:r w:rsidRPr="00322F33">
        <w:rPr>
          <w:b/>
          <w:i/>
          <w:sz w:val="28"/>
          <w:szCs w:val="28"/>
          <w:lang w:val="uk-UA"/>
        </w:rPr>
        <w:t>Доповідає</w:t>
      </w:r>
      <w:r w:rsidRPr="00322F33">
        <w:rPr>
          <w:sz w:val="28"/>
          <w:szCs w:val="28"/>
          <w:lang w:val="uk-UA"/>
        </w:rPr>
        <w:t>: спеціаліст-землевпорядник відділу земельних відносин Марківської селищної ради Антоніна Білець.</w:t>
      </w:r>
    </w:p>
    <w:p w:rsidR="0080257D" w:rsidRPr="00082CFE" w:rsidRDefault="0080257D" w:rsidP="00B545A0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106. </w:t>
      </w:r>
      <w:r w:rsidRPr="00082CFE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</w:t>
      </w:r>
      <w:r>
        <w:rPr>
          <w:sz w:val="28"/>
          <w:szCs w:val="28"/>
          <w:lang w:val="uk-UA"/>
        </w:rPr>
        <w:t>ь колишнього КСП «Старобільське</w:t>
      </w:r>
      <w:r w:rsidRPr="00082CFE">
        <w:rPr>
          <w:sz w:val="28"/>
          <w:szCs w:val="28"/>
          <w:lang w:val="uk-UA"/>
        </w:rPr>
        <w:t>» сільськогосподарського призначення (контур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№ 99)</w:t>
      </w:r>
      <w:r>
        <w:rPr>
          <w:sz w:val="28"/>
          <w:szCs w:val="28"/>
          <w:lang w:val="uk-UA"/>
        </w:rPr>
        <w:t>.</w:t>
      </w:r>
    </w:p>
    <w:p w:rsidR="0080257D" w:rsidRPr="005240B0" w:rsidRDefault="0080257D" w:rsidP="00867790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80257D" w:rsidRPr="00082CFE" w:rsidRDefault="0080257D" w:rsidP="00701348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107. </w:t>
      </w:r>
      <w:r w:rsidRPr="00082CFE">
        <w:rPr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 невитребуваних земельних часток (паїв</w:t>
      </w:r>
      <w:r>
        <w:rPr>
          <w:sz w:val="28"/>
          <w:szCs w:val="28"/>
          <w:lang w:val="uk-UA"/>
        </w:rPr>
        <w:t>) колишнього КСП «Старобільське</w:t>
      </w:r>
      <w:r w:rsidRPr="00082CF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розташованих за межами сільськогосподарського призначення (контур№ 46)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що знаходяться за межами населеного пункту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 яка за даними 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Ліснополянській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5240B0" w:rsidRDefault="0080257D" w:rsidP="00701348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80257D" w:rsidRPr="00082CFE" w:rsidRDefault="0080257D" w:rsidP="001A6D15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108. </w:t>
      </w:r>
      <w:r w:rsidRPr="00082CFE">
        <w:rPr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 невитребуваних земельних часток (паїв) коли</w:t>
      </w:r>
      <w:r>
        <w:rPr>
          <w:sz w:val="28"/>
          <w:szCs w:val="28"/>
          <w:lang w:val="uk-UA"/>
        </w:rPr>
        <w:t>шнього КСП «Старобільське</w:t>
      </w:r>
      <w:r w:rsidRPr="00082CF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розташованих за межами </w:t>
      </w:r>
      <w:r>
        <w:rPr>
          <w:sz w:val="28"/>
          <w:szCs w:val="28"/>
          <w:lang w:val="uk-UA"/>
        </w:rPr>
        <w:t xml:space="preserve">сільськогосподарського </w:t>
      </w:r>
      <w:r w:rsidRPr="00082CFE">
        <w:rPr>
          <w:sz w:val="28"/>
          <w:szCs w:val="28"/>
          <w:lang w:val="uk-UA"/>
        </w:rPr>
        <w:t>призначення (контур№ 37)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що знаходяться за межами населеного пункту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 яка за даними 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Ліснополянській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5240B0" w:rsidRDefault="0080257D" w:rsidP="001A6D15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80257D" w:rsidRPr="00082CFE" w:rsidRDefault="0080257D" w:rsidP="004B132F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109. </w:t>
      </w:r>
      <w:r w:rsidRPr="00082CFE">
        <w:rPr>
          <w:sz w:val="28"/>
          <w:szCs w:val="28"/>
          <w:lang w:val="uk-UA"/>
        </w:rPr>
        <w:t>Про затвердження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в оренду для городництва Хуторському Євгену Леонідовичу, що знаходиться в межах населеного пункту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яка за даними Державного земельного кадастру враховується в Ліснополянській сільській раді Марківського району Луганської області (кад.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4422586600:04:006:0029)</w:t>
      </w:r>
      <w:r>
        <w:rPr>
          <w:sz w:val="28"/>
          <w:szCs w:val="28"/>
          <w:lang w:val="uk-UA"/>
        </w:rPr>
        <w:t>.</w:t>
      </w:r>
    </w:p>
    <w:p w:rsidR="0080257D" w:rsidRPr="005240B0" w:rsidRDefault="0080257D" w:rsidP="004B132F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80257D" w:rsidRPr="00082CFE" w:rsidRDefault="0080257D" w:rsidP="003B2672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110. Про затвердження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в оренду для городництва Хуторському Євгену Леонідовичу, що знаходиться в межах населеного пункту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яка за даними Державного земельного кадастру враховується в Ліснополянській сільській раді Марківсь</w:t>
      </w:r>
      <w:r>
        <w:rPr>
          <w:sz w:val="28"/>
          <w:szCs w:val="28"/>
          <w:lang w:val="uk-UA"/>
        </w:rPr>
        <w:t>кого району Луганської області(</w:t>
      </w:r>
      <w:r w:rsidRPr="00082CFE">
        <w:rPr>
          <w:sz w:val="28"/>
          <w:szCs w:val="28"/>
          <w:lang w:val="uk-UA"/>
        </w:rPr>
        <w:t>кад.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4422586600:04:006:0028</w:t>
      </w:r>
      <w:r>
        <w:rPr>
          <w:sz w:val="28"/>
          <w:szCs w:val="28"/>
          <w:lang w:val="uk-UA"/>
        </w:rPr>
        <w:t>).</w:t>
      </w:r>
    </w:p>
    <w:p w:rsidR="0080257D" w:rsidRPr="005240B0" w:rsidRDefault="0080257D" w:rsidP="00FC3F09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80257D" w:rsidRPr="00082CFE" w:rsidRDefault="0080257D" w:rsidP="00C2618D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111. Про затвердження проє</w:t>
      </w:r>
      <w:r w:rsidRPr="00082CFE">
        <w:rPr>
          <w:sz w:val="28"/>
          <w:szCs w:val="28"/>
          <w:lang w:val="uk-UA"/>
        </w:rPr>
        <w:t xml:space="preserve">кту землеустрою щодо відведення земельної ділянки в оренду для городництва </w:t>
      </w:r>
      <w:r>
        <w:rPr>
          <w:sz w:val="28"/>
          <w:szCs w:val="28"/>
          <w:lang w:val="uk-UA"/>
        </w:rPr>
        <w:t>Рипалу</w:t>
      </w:r>
      <w:r w:rsidRPr="00082CFE">
        <w:rPr>
          <w:sz w:val="28"/>
          <w:szCs w:val="28"/>
          <w:lang w:val="uk-UA"/>
        </w:rPr>
        <w:t xml:space="preserve"> Дмитру Юрійовичу, що знаходиться в межах населеного пункту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яка за даними Державного земельного кадастру враховується в Ліснополянській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(кад.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№4422586600:04:006:0039</w:t>
      </w:r>
      <w:r>
        <w:rPr>
          <w:sz w:val="28"/>
          <w:szCs w:val="28"/>
          <w:lang w:val="uk-UA"/>
        </w:rPr>
        <w:t>).</w:t>
      </w:r>
    </w:p>
    <w:p w:rsidR="0080257D" w:rsidRPr="005240B0" w:rsidRDefault="0080257D" w:rsidP="00C2618D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80257D" w:rsidRPr="00082CFE" w:rsidRDefault="0080257D" w:rsidP="00C2618D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112. </w:t>
      </w:r>
      <w:r w:rsidRPr="00082CFE">
        <w:rPr>
          <w:sz w:val="28"/>
          <w:szCs w:val="28"/>
          <w:lang w:val="uk-UA"/>
        </w:rPr>
        <w:t>Про затвердження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в оренду для городництва Унгуряну Роману Михайловичу, що знаходиться в межах населеного пункту с.</w:t>
      </w:r>
      <w:r>
        <w:rPr>
          <w:sz w:val="28"/>
          <w:szCs w:val="28"/>
          <w:lang w:val="uk-UA"/>
        </w:rPr>
        <w:t xml:space="preserve"> Марківське (</w:t>
      </w:r>
      <w:r w:rsidRPr="00082CFE">
        <w:rPr>
          <w:sz w:val="28"/>
          <w:szCs w:val="28"/>
          <w:lang w:val="uk-UA"/>
        </w:rPr>
        <w:t>в районі вул.</w:t>
      </w:r>
      <w:r>
        <w:rPr>
          <w:sz w:val="28"/>
          <w:szCs w:val="28"/>
          <w:lang w:val="uk-UA"/>
        </w:rPr>
        <w:t xml:space="preserve"> Пушкіна), </w:t>
      </w:r>
      <w:r w:rsidRPr="00082CFE">
        <w:rPr>
          <w:sz w:val="28"/>
          <w:szCs w:val="28"/>
          <w:lang w:val="uk-UA"/>
        </w:rPr>
        <w:t>на території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яка за даними Державного земельного кадастру </w:t>
      </w:r>
      <w:r>
        <w:rPr>
          <w:sz w:val="28"/>
          <w:szCs w:val="28"/>
          <w:lang w:val="uk-UA"/>
        </w:rPr>
        <w:t xml:space="preserve">враховується в Ліснополянській </w:t>
      </w:r>
      <w:r w:rsidRPr="00082CFE">
        <w:rPr>
          <w:sz w:val="28"/>
          <w:szCs w:val="28"/>
          <w:lang w:val="uk-UA"/>
        </w:rPr>
        <w:t>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5240B0" w:rsidRDefault="0080257D" w:rsidP="00C2618D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80257D" w:rsidRPr="00082CFE" w:rsidRDefault="0080257D" w:rsidP="00316AC3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113. </w:t>
      </w:r>
      <w:r w:rsidRPr="00082CFE">
        <w:rPr>
          <w:sz w:val="28"/>
          <w:szCs w:val="28"/>
          <w:lang w:val="uk-UA"/>
        </w:rPr>
        <w:t>Про затвердження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земельної ді</w:t>
      </w:r>
      <w:r>
        <w:rPr>
          <w:sz w:val="28"/>
          <w:szCs w:val="28"/>
          <w:lang w:val="uk-UA"/>
        </w:rPr>
        <w:t xml:space="preserve">лянки в оренду для городництва </w:t>
      </w:r>
      <w:r w:rsidRPr="00082CFE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Климе</w:t>
      </w:r>
      <w:r>
        <w:rPr>
          <w:sz w:val="28"/>
          <w:szCs w:val="28"/>
          <w:lang w:val="uk-UA"/>
        </w:rPr>
        <w:t>нко Віктору Володимировичу</w:t>
      </w:r>
      <w:r w:rsidRPr="00082CFE">
        <w:rPr>
          <w:sz w:val="28"/>
          <w:szCs w:val="28"/>
          <w:lang w:val="uk-UA"/>
        </w:rPr>
        <w:t>, що знаходиться в межах населеного пункту с.</w:t>
      </w:r>
      <w:r>
        <w:rPr>
          <w:sz w:val="28"/>
          <w:szCs w:val="28"/>
          <w:lang w:val="uk-UA"/>
        </w:rPr>
        <w:t xml:space="preserve"> Марківське (</w:t>
      </w:r>
      <w:r w:rsidRPr="00082CFE">
        <w:rPr>
          <w:sz w:val="28"/>
          <w:szCs w:val="28"/>
          <w:lang w:val="uk-UA"/>
        </w:rPr>
        <w:t>в районі вул.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Пушкіна)</w:t>
      </w:r>
      <w:r>
        <w:rPr>
          <w:sz w:val="28"/>
          <w:szCs w:val="28"/>
          <w:lang w:val="uk-UA"/>
        </w:rPr>
        <w:t xml:space="preserve">, </w:t>
      </w:r>
      <w:r w:rsidRPr="00082CFE">
        <w:rPr>
          <w:sz w:val="28"/>
          <w:szCs w:val="28"/>
          <w:lang w:val="uk-UA"/>
        </w:rPr>
        <w:t>на території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яка за даними Державного земельного кадастру </w:t>
      </w:r>
      <w:r>
        <w:rPr>
          <w:sz w:val="28"/>
          <w:szCs w:val="28"/>
          <w:lang w:val="uk-UA"/>
        </w:rPr>
        <w:t xml:space="preserve">враховується в Ліснополянській </w:t>
      </w:r>
      <w:r w:rsidRPr="00082CFE">
        <w:rPr>
          <w:sz w:val="28"/>
          <w:szCs w:val="28"/>
          <w:lang w:val="uk-UA"/>
        </w:rPr>
        <w:t>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5240B0" w:rsidRDefault="0080257D" w:rsidP="00316AC3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80257D" w:rsidRPr="00082CFE" w:rsidRDefault="0080257D" w:rsidP="00316AC3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114. Про затвердження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</w:t>
      </w:r>
      <w:r>
        <w:rPr>
          <w:sz w:val="28"/>
          <w:szCs w:val="28"/>
          <w:lang w:val="uk-UA"/>
        </w:rPr>
        <w:t xml:space="preserve">лянки в оренду для городництва </w:t>
      </w:r>
      <w:r w:rsidRPr="00082CFE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Пархоменко Юрію Володимировичу, що знаходиться в межах населеного пункту с.</w:t>
      </w:r>
      <w:r>
        <w:rPr>
          <w:sz w:val="28"/>
          <w:szCs w:val="28"/>
          <w:lang w:val="uk-UA"/>
        </w:rPr>
        <w:t xml:space="preserve"> Марківське (</w:t>
      </w:r>
      <w:r w:rsidRPr="00082CFE">
        <w:rPr>
          <w:sz w:val="28"/>
          <w:szCs w:val="28"/>
          <w:lang w:val="uk-UA"/>
        </w:rPr>
        <w:t>в районі вул.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Пушкіна)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яка за даними Державного земельного кадастру </w:t>
      </w:r>
      <w:r>
        <w:rPr>
          <w:sz w:val="28"/>
          <w:szCs w:val="28"/>
          <w:lang w:val="uk-UA"/>
        </w:rPr>
        <w:t xml:space="preserve">враховується в Ліснополянській </w:t>
      </w:r>
      <w:r w:rsidRPr="00082CFE">
        <w:rPr>
          <w:sz w:val="28"/>
          <w:szCs w:val="28"/>
          <w:lang w:val="uk-UA"/>
        </w:rPr>
        <w:t>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5240B0" w:rsidRDefault="0080257D" w:rsidP="006454CD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80257D" w:rsidRPr="00082CFE" w:rsidRDefault="0080257D" w:rsidP="002E2002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115. Про затвердження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в оренду для городництва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Тарану Володимиру Федоровичу, що знаходиться в межах населеного пункту с.</w:t>
      </w:r>
      <w:r>
        <w:rPr>
          <w:sz w:val="28"/>
          <w:szCs w:val="28"/>
          <w:lang w:val="uk-UA"/>
        </w:rPr>
        <w:t xml:space="preserve"> Марківське (</w:t>
      </w:r>
      <w:r w:rsidRPr="00082CFE">
        <w:rPr>
          <w:sz w:val="28"/>
          <w:szCs w:val="28"/>
          <w:lang w:val="uk-UA"/>
        </w:rPr>
        <w:t>в районі вул.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Пушкіна)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яка за даними Державного земельного кадастру враховується в Ліснополянській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5240B0" w:rsidRDefault="0080257D" w:rsidP="002E2002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80257D" w:rsidRDefault="0080257D" w:rsidP="006711E6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80257D" w:rsidRPr="00082CFE" w:rsidRDefault="0080257D" w:rsidP="006711E6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116. Про затвердження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в оренду для городництва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Салію Олександру Васильовичу, що знаходиться в межах населеного пункту с.</w:t>
      </w:r>
      <w:r>
        <w:rPr>
          <w:sz w:val="28"/>
          <w:szCs w:val="28"/>
          <w:lang w:val="uk-UA"/>
        </w:rPr>
        <w:t xml:space="preserve"> Марківське (</w:t>
      </w:r>
      <w:r w:rsidRPr="00082CFE">
        <w:rPr>
          <w:sz w:val="28"/>
          <w:szCs w:val="28"/>
          <w:lang w:val="uk-UA"/>
        </w:rPr>
        <w:t>в районі вул.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Пушкіна)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яка за даними Державного земельного кадастру </w:t>
      </w:r>
      <w:r>
        <w:rPr>
          <w:sz w:val="28"/>
          <w:szCs w:val="28"/>
          <w:lang w:val="uk-UA"/>
        </w:rPr>
        <w:t xml:space="preserve">враховується в Ліснополянській </w:t>
      </w:r>
      <w:r w:rsidRPr="00082CFE">
        <w:rPr>
          <w:sz w:val="28"/>
          <w:szCs w:val="28"/>
          <w:lang w:val="uk-UA"/>
        </w:rPr>
        <w:t>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5240B0" w:rsidRDefault="0080257D" w:rsidP="006711E6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80257D" w:rsidRPr="00082CFE" w:rsidRDefault="0080257D" w:rsidP="006711E6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17. Про затвердження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в оренду для городництва гр.</w:t>
      </w:r>
      <w:r>
        <w:rPr>
          <w:sz w:val="28"/>
          <w:szCs w:val="28"/>
          <w:lang w:val="uk-UA"/>
        </w:rPr>
        <w:t xml:space="preserve"> Сороці Віктору Олександровичу</w:t>
      </w:r>
      <w:r w:rsidRPr="00082CFE">
        <w:rPr>
          <w:sz w:val="28"/>
          <w:szCs w:val="28"/>
          <w:lang w:val="uk-UA"/>
        </w:rPr>
        <w:t>, що знаходиться в межах населеного пункту с.</w:t>
      </w:r>
      <w:r>
        <w:rPr>
          <w:sz w:val="28"/>
          <w:szCs w:val="28"/>
          <w:lang w:val="uk-UA"/>
        </w:rPr>
        <w:t xml:space="preserve"> Марківське (</w:t>
      </w:r>
      <w:r w:rsidRPr="00082CFE">
        <w:rPr>
          <w:sz w:val="28"/>
          <w:szCs w:val="28"/>
          <w:lang w:val="uk-UA"/>
        </w:rPr>
        <w:t>в районі вул.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Пушкіна)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яка за даними Державного земельного кадастру враховується в Ліснополянській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5240B0" w:rsidRDefault="0080257D" w:rsidP="006711E6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80257D" w:rsidRPr="00082CFE" w:rsidRDefault="0080257D" w:rsidP="000C78C1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118</w:t>
      </w:r>
      <w:r w:rsidRPr="00082CFE">
        <w:rPr>
          <w:sz w:val="28"/>
          <w:szCs w:val="28"/>
          <w:lang w:val="uk-UA"/>
        </w:rPr>
        <w:t>. Про затвердження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в оренду для городництва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Абрамовичу Олексій Миколайович, що знаходиться в межах населеного пункту с.</w:t>
      </w:r>
      <w:r>
        <w:rPr>
          <w:sz w:val="28"/>
          <w:szCs w:val="28"/>
          <w:lang w:val="uk-UA"/>
        </w:rPr>
        <w:t xml:space="preserve"> Марківське (</w:t>
      </w:r>
      <w:r w:rsidRPr="00082CFE">
        <w:rPr>
          <w:sz w:val="28"/>
          <w:szCs w:val="28"/>
          <w:lang w:val="uk-UA"/>
        </w:rPr>
        <w:t>в районі вул.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Пушкіна)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яка за даними Державного земельного кадастру </w:t>
      </w:r>
      <w:r>
        <w:rPr>
          <w:sz w:val="28"/>
          <w:szCs w:val="28"/>
          <w:lang w:val="uk-UA"/>
        </w:rPr>
        <w:t xml:space="preserve">враховується в Ліснополянській </w:t>
      </w:r>
      <w:r w:rsidRPr="00082CFE">
        <w:rPr>
          <w:sz w:val="28"/>
          <w:szCs w:val="28"/>
          <w:lang w:val="uk-UA"/>
        </w:rPr>
        <w:t>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5240B0" w:rsidRDefault="0080257D" w:rsidP="000C78C1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80257D" w:rsidRPr="00082CFE" w:rsidRDefault="0080257D" w:rsidP="000C78C1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119</w:t>
      </w:r>
      <w:r w:rsidRPr="00082CFE">
        <w:rPr>
          <w:sz w:val="28"/>
          <w:szCs w:val="28"/>
          <w:lang w:val="uk-UA"/>
        </w:rPr>
        <w:t>. Про надання дозволу на виготовлення технічної документації із землеустрою щодо встановлення (відн</w:t>
      </w:r>
      <w:r>
        <w:rPr>
          <w:sz w:val="28"/>
          <w:szCs w:val="28"/>
          <w:lang w:val="uk-UA"/>
        </w:rPr>
        <w:t xml:space="preserve">овлення) меж земельної ділянки </w:t>
      </w:r>
      <w:r w:rsidRPr="00082CFE">
        <w:rPr>
          <w:sz w:val="28"/>
          <w:szCs w:val="28"/>
          <w:lang w:val="uk-UA"/>
        </w:rPr>
        <w:t>в натурі на місцевості Рожко Ользі Володимирівні для ведення товарного сільськогосподарського виробництва ( пай № 818)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розташованої за межами населеного пункту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 яка за даними 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Ліснополянській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5240B0" w:rsidRDefault="0080257D" w:rsidP="000C78C1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80257D" w:rsidRPr="00082CFE" w:rsidRDefault="0080257D" w:rsidP="00192A95">
      <w:pPr>
        <w:ind w:firstLine="708"/>
        <w:contextualSpacing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120</w:t>
      </w:r>
      <w:r w:rsidRPr="00082CFE">
        <w:rPr>
          <w:sz w:val="28"/>
          <w:szCs w:val="28"/>
          <w:lang w:val="uk-UA"/>
        </w:rPr>
        <w:t xml:space="preserve">. </w:t>
      </w:r>
      <w:r>
        <w:rPr>
          <w:bCs/>
          <w:sz w:val="28"/>
          <w:szCs w:val="28"/>
        </w:rPr>
        <w:t>Про затвердження проє</w:t>
      </w:r>
      <w:r w:rsidRPr="00082CFE">
        <w:rPr>
          <w:bCs/>
          <w:sz w:val="28"/>
          <w:szCs w:val="28"/>
        </w:rPr>
        <w:t xml:space="preserve">кту землеустрою щодо відведення земельної ділянки у приватну власність </w:t>
      </w:r>
      <w:r w:rsidRPr="00082CFE">
        <w:rPr>
          <w:sz w:val="28"/>
          <w:szCs w:val="28"/>
        </w:rPr>
        <w:t xml:space="preserve">гр. Сороці Лілії Григоріївні, для ведення особистого селянського господарства, що знаходиться в межах населеного пункту, на території, </w:t>
      </w:r>
      <w:r w:rsidRPr="00082CFE">
        <w:rPr>
          <w:bCs/>
          <w:sz w:val="28"/>
          <w:szCs w:val="28"/>
        </w:rPr>
        <w:t>яка за даними Державного земельного кадастру враховується в Ліснополянській сільській раді за адресою: с. Фартуківка, (в районі вулиці Урожайної), Марківського району Луганської області.</w:t>
      </w:r>
    </w:p>
    <w:p w:rsidR="0080257D" w:rsidRPr="005240B0" w:rsidRDefault="0080257D" w:rsidP="00192A95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80257D" w:rsidRPr="00082CFE" w:rsidRDefault="0080257D" w:rsidP="002A60CB">
      <w:pPr>
        <w:ind w:firstLine="708"/>
        <w:contextualSpacing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121</w:t>
      </w:r>
      <w:r w:rsidRPr="00082CFE">
        <w:rPr>
          <w:bCs/>
          <w:sz w:val="28"/>
          <w:szCs w:val="28"/>
          <w:lang w:val="uk-UA"/>
        </w:rPr>
        <w:t xml:space="preserve">. </w:t>
      </w:r>
      <w:r>
        <w:rPr>
          <w:bCs/>
          <w:sz w:val="28"/>
          <w:szCs w:val="28"/>
        </w:rPr>
        <w:t>Про затвердження проє</w:t>
      </w:r>
      <w:r w:rsidRPr="00082CFE">
        <w:rPr>
          <w:bCs/>
          <w:sz w:val="28"/>
          <w:szCs w:val="28"/>
        </w:rPr>
        <w:t xml:space="preserve">кту землеустрою щодо відведення земельної ділянки у приватну власність </w:t>
      </w:r>
      <w:r w:rsidRPr="00082CFE">
        <w:rPr>
          <w:sz w:val="28"/>
          <w:szCs w:val="28"/>
        </w:rPr>
        <w:t xml:space="preserve">гр. Ковалю Олегу Євгенійовичу, для ведення особистого селянського господарства, що знаходиться в межах населеного пункту, на території, </w:t>
      </w:r>
      <w:r w:rsidRPr="00082CFE">
        <w:rPr>
          <w:bCs/>
          <w:sz w:val="28"/>
          <w:szCs w:val="28"/>
        </w:rPr>
        <w:t>яка за даними Державного земельного кадастру враховується в Ліснополянській сільській раді за адресою: с. Фартуківка, (в районі вулиці Урожайної), Марківського району Луганської області.</w:t>
      </w:r>
    </w:p>
    <w:p w:rsidR="0080257D" w:rsidRPr="005240B0" w:rsidRDefault="0080257D" w:rsidP="004D78F7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80257D" w:rsidRPr="00082CFE" w:rsidRDefault="0080257D" w:rsidP="005665BF">
      <w:pPr>
        <w:ind w:firstLine="708"/>
        <w:contextualSpacing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122</w:t>
      </w:r>
      <w:r w:rsidRPr="00082CFE">
        <w:rPr>
          <w:bCs/>
          <w:sz w:val="28"/>
          <w:szCs w:val="28"/>
          <w:lang w:val="uk-UA"/>
        </w:rPr>
        <w:t xml:space="preserve">. </w:t>
      </w:r>
      <w:r>
        <w:rPr>
          <w:bCs/>
          <w:sz w:val="28"/>
          <w:szCs w:val="28"/>
        </w:rPr>
        <w:t>Про затвердження проє</w:t>
      </w:r>
      <w:r w:rsidRPr="00082CFE">
        <w:rPr>
          <w:bCs/>
          <w:sz w:val="28"/>
          <w:szCs w:val="28"/>
        </w:rPr>
        <w:t xml:space="preserve">кту землеустрою щодо відведення земельної ділянки у приватну власність </w:t>
      </w:r>
      <w:r w:rsidRPr="00082CFE">
        <w:rPr>
          <w:sz w:val="28"/>
          <w:szCs w:val="28"/>
        </w:rPr>
        <w:t xml:space="preserve">гр. Луговому Олександру Миколайовичу, для ведення особистого селянського господарства, що знаходиться в межах населеного пункту, на території, </w:t>
      </w:r>
      <w:r w:rsidRPr="00082CFE">
        <w:rPr>
          <w:bCs/>
          <w:sz w:val="28"/>
          <w:szCs w:val="28"/>
        </w:rPr>
        <w:t xml:space="preserve">яка за даними Державного земельного кадастру враховується в Ліснополянській сільській раді за адресою: </w:t>
      </w:r>
      <w:r>
        <w:rPr>
          <w:bCs/>
          <w:sz w:val="28"/>
          <w:szCs w:val="28"/>
        </w:rPr>
        <w:t xml:space="preserve">                   </w:t>
      </w:r>
      <w:r w:rsidRPr="00082CFE">
        <w:rPr>
          <w:bCs/>
          <w:sz w:val="28"/>
          <w:szCs w:val="28"/>
        </w:rPr>
        <w:t>с. Марківське (в районі вулиці Березової), Марківського району Луганської області.</w:t>
      </w:r>
    </w:p>
    <w:p w:rsidR="0080257D" w:rsidRPr="005240B0" w:rsidRDefault="0080257D" w:rsidP="005145CE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80257D" w:rsidRPr="00082CFE" w:rsidRDefault="0080257D" w:rsidP="00E13818">
      <w:pPr>
        <w:ind w:firstLine="708"/>
        <w:contextualSpacing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123</w:t>
      </w:r>
      <w:r w:rsidRPr="00082CFE">
        <w:rPr>
          <w:bCs/>
          <w:sz w:val="28"/>
          <w:szCs w:val="28"/>
          <w:lang w:val="uk-UA"/>
        </w:rPr>
        <w:t xml:space="preserve">. </w:t>
      </w:r>
      <w:r>
        <w:rPr>
          <w:bCs/>
          <w:sz w:val="28"/>
          <w:szCs w:val="28"/>
        </w:rPr>
        <w:t>Про затвердження проє</w:t>
      </w:r>
      <w:r w:rsidRPr="00082CFE">
        <w:rPr>
          <w:bCs/>
          <w:sz w:val="28"/>
          <w:szCs w:val="28"/>
        </w:rPr>
        <w:t xml:space="preserve">кту землеустрою щодо відведення земельної ділянки у приватну власність </w:t>
      </w:r>
      <w:r w:rsidRPr="00082CFE">
        <w:rPr>
          <w:sz w:val="28"/>
          <w:szCs w:val="28"/>
        </w:rPr>
        <w:t xml:space="preserve">гр. Літвінову Віктору Миколайовичу, для ведення особистого селянського господарства, що знаходиться в межах населенного пункту, на території, </w:t>
      </w:r>
      <w:r w:rsidRPr="00082CFE">
        <w:rPr>
          <w:bCs/>
          <w:sz w:val="28"/>
          <w:szCs w:val="28"/>
        </w:rPr>
        <w:t>яка за даними Державного земельного кадастру враховується в Ліснополянській сільській раді за адресою: с. Марківське (в районі вулиці Березової), Марківського району Луганської області.</w:t>
      </w:r>
    </w:p>
    <w:p w:rsidR="0080257D" w:rsidRPr="005240B0" w:rsidRDefault="0080257D" w:rsidP="0040276F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80257D" w:rsidRPr="00082CFE" w:rsidRDefault="0080257D" w:rsidP="00083715">
      <w:pPr>
        <w:ind w:firstLine="708"/>
        <w:contextualSpacing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124.</w:t>
      </w:r>
      <w:r w:rsidRPr="00082CF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Про затвердження проє</w:t>
      </w:r>
      <w:r w:rsidRPr="00082CFE">
        <w:rPr>
          <w:bCs/>
          <w:sz w:val="28"/>
          <w:szCs w:val="28"/>
        </w:rPr>
        <w:t xml:space="preserve">кту землеустрою щодо відведення земельної ділянки у приватну власність </w:t>
      </w:r>
      <w:r w:rsidRPr="00082CFE">
        <w:rPr>
          <w:sz w:val="28"/>
          <w:szCs w:val="28"/>
        </w:rPr>
        <w:t xml:space="preserve">гр. Ахтирській Інні Олександрівні, для ведення особистого селянського господарства, що знаходиться в межах населенного пункту, на території, </w:t>
      </w:r>
      <w:r w:rsidRPr="00082CFE">
        <w:rPr>
          <w:bCs/>
          <w:sz w:val="28"/>
          <w:szCs w:val="28"/>
        </w:rPr>
        <w:t>яка за даними Державного земельного кадастру враховується в Ліснополянській сільській раді за адресою: с. Марківське (в районі вулиці Березової), Марківського району Луганської області.</w:t>
      </w:r>
    </w:p>
    <w:p w:rsidR="0080257D" w:rsidRPr="005240B0" w:rsidRDefault="0080257D" w:rsidP="00083715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80257D" w:rsidRPr="00082CFE" w:rsidRDefault="0080257D" w:rsidP="00672E95">
      <w:pPr>
        <w:ind w:firstLine="708"/>
        <w:contextualSpacing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125</w:t>
      </w:r>
      <w:r w:rsidRPr="00082CFE">
        <w:rPr>
          <w:bCs/>
          <w:sz w:val="28"/>
          <w:szCs w:val="28"/>
          <w:lang w:val="uk-UA"/>
        </w:rPr>
        <w:t xml:space="preserve">. </w:t>
      </w:r>
      <w:r>
        <w:rPr>
          <w:bCs/>
          <w:sz w:val="28"/>
          <w:szCs w:val="28"/>
        </w:rPr>
        <w:t>Про затвердження проє</w:t>
      </w:r>
      <w:r w:rsidRPr="00082CFE">
        <w:rPr>
          <w:bCs/>
          <w:sz w:val="28"/>
          <w:szCs w:val="28"/>
        </w:rPr>
        <w:t xml:space="preserve">кту землеустрою щодо відведення земельної ділянки у приватну власність </w:t>
      </w:r>
      <w:r w:rsidRPr="00082CFE">
        <w:rPr>
          <w:sz w:val="28"/>
          <w:szCs w:val="28"/>
        </w:rPr>
        <w:t xml:space="preserve">гр. Сердюку Денису Олександровичу, для ведення особистого селянського господарства, що знаходиться в межах населенного пункту, на території, </w:t>
      </w:r>
      <w:r w:rsidRPr="00082CFE">
        <w:rPr>
          <w:bCs/>
          <w:sz w:val="28"/>
          <w:szCs w:val="28"/>
        </w:rPr>
        <w:t>яка за даними Державного земельного кадастру враховується в Ліснополянській сільській раді за адресою: с. Марківське, Марківського району Луганської області.</w:t>
      </w:r>
    </w:p>
    <w:p w:rsidR="0080257D" w:rsidRPr="005240B0" w:rsidRDefault="0080257D" w:rsidP="00672E95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80257D" w:rsidRPr="00082CFE" w:rsidRDefault="0080257D" w:rsidP="008020D4">
      <w:pPr>
        <w:ind w:firstLine="708"/>
        <w:contextualSpacing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126</w:t>
      </w:r>
      <w:r w:rsidRPr="00082CFE">
        <w:rPr>
          <w:bCs/>
          <w:sz w:val="28"/>
          <w:szCs w:val="28"/>
          <w:lang w:val="uk-UA"/>
        </w:rPr>
        <w:t xml:space="preserve">. </w:t>
      </w:r>
      <w:r>
        <w:rPr>
          <w:bCs/>
          <w:sz w:val="28"/>
          <w:szCs w:val="28"/>
        </w:rPr>
        <w:t>Про затвердження проє</w:t>
      </w:r>
      <w:r w:rsidRPr="00082CFE">
        <w:rPr>
          <w:bCs/>
          <w:sz w:val="28"/>
          <w:szCs w:val="28"/>
        </w:rPr>
        <w:t xml:space="preserve">кту землеустрою щодо відведення земельної ділянки у приватну власність </w:t>
      </w:r>
      <w:r w:rsidRPr="00082CFE">
        <w:rPr>
          <w:sz w:val="28"/>
          <w:szCs w:val="28"/>
        </w:rPr>
        <w:t xml:space="preserve">гр. Сердюк Олесі Русланівні, для ведення особистого селянського господарства, що знаходиться в межах населенного пункту, на території, </w:t>
      </w:r>
      <w:r w:rsidRPr="00082CFE">
        <w:rPr>
          <w:bCs/>
          <w:sz w:val="28"/>
          <w:szCs w:val="28"/>
        </w:rPr>
        <w:t>яка за даними Державного земельного кадастру враховується в Ліснополянській сільській раді за адресою: с. Марківське, Марківського району Луганської області.</w:t>
      </w:r>
    </w:p>
    <w:p w:rsidR="0080257D" w:rsidRPr="005240B0" w:rsidRDefault="0080257D" w:rsidP="008020D4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80257D" w:rsidRPr="00082CFE" w:rsidRDefault="0080257D" w:rsidP="008020D4">
      <w:pPr>
        <w:ind w:firstLine="708"/>
        <w:contextualSpacing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127</w:t>
      </w:r>
      <w:r w:rsidRPr="00082CFE">
        <w:rPr>
          <w:bCs/>
          <w:sz w:val="28"/>
          <w:szCs w:val="28"/>
          <w:lang w:val="uk-UA"/>
        </w:rPr>
        <w:t xml:space="preserve">. </w:t>
      </w:r>
      <w:r w:rsidRPr="00082CFE">
        <w:rPr>
          <w:bCs/>
          <w:sz w:val="28"/>
          <w:szCs w:val="28"/>
        </w:rPr>
        <w:t>Про затвердженн</w:t>
      </w:r>
      <w:r>
        <w:rPr>
          <w:bCs/>
          <w:sz w:val="28"/>
          <w:szCs w:val="28"/>
        </w:rPr>
        <w:t>я проє</w:t>
      </w:r>
      <w:r w:rsidRPr="00082CFE">
        <w:rPr>
          <w:bCs/>
          <w:sz w:val="28"/>
          <w:szCs w:val="28"/>
        </w:rPr>
        <w:t xml:space="preserve">кту землеустрою щодо відведення земельної ділянки у приватну власність </w:t>
      </w:r>
      <w:r w:rsidRPr="00082CFE">
        <w:rPr>
          <w:sz w:val="28"/>
          <w:szCs w:val="28"/>
        </w:rPr>
        <w:t xml:space="preserve">гр. Колеснік Олені Михайлівні, для ведення особистого селянського господарства, що знаходиться в межах населенного пункту, на території, </w:t>
      </w:r>
      <w:r w:rsidRPr="00082CFE">
        <w:rPr>
          <w:bCs/>
          <w:sz w:val="28"/>
          <w:szCs w:val="28"/>
        </w:rPr>
        <w:t>яка за даними Державного земельного кадастру враховується в Ліснополянській сільській раді за адресою: с. Марківське, Марківського району Луганської області.</w:t>
      </w:r>
    </w:p>
    <w:p w:rsidR="0080257D" w:rsidRPr="005240B0" w:rsidRDefault="0080257D" w:rsidP="008020D4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80257D" w:rsidRPr="00082CFE" w:rsidRDefault="0080257D" w:rsidP="008020D4">
      <w:pPr>
        <w:ind w:firstLine="708"/>
        <w:contextualSpacing/>
        <w:jc w:val="both"/>
        <w:rPr>
          <w:bCs/>
          <w:sz w:val="28"/>
          <w:szCs w:val="28"/>
          <w:lang w:val="uk-UA"/>
        </w:rPr>
      </w:pPr>
      <w:r w:rsidRPr="00082CFE">
        <w:rPr>
          <w:bCs/>
          <w:sz w:val="28"/>
          <w:szCs w:val="28"/>
          <w:lang w:val="uk-UA"/>
        </w:rPr>
        <w:t>1</w:t>
      </w:r>
      <w:r>
        <w:rPr>
          <w:bCs/>
          <w:sz w:val="28"/>
          <w:szCs w:val="28"/>
          <w:lang w:val="uk-UA"/>
        </w:rPr>
        <w:t>28</w:t>
      </w:r>
      <w:r w:rsidRPr="00082CFE">
        <w:rPr>
          <w:bCs/>
          <w:sz w:val="28"/>
          <w:szCs w:val="28"/>
          <w:lang w:val="uk-UA"/>
        </w:rPr>
        <w:t xml:space="preserve">. </w:t>
      </w:r>
      <w:r>
        <w:rPr>
          <w:bCs/>
          <w:sz w:val="28"/>
          <w:szCs w:val="28"/>
        </w:rPr>
        <w:t>Про затвердження проє</w:t>
      </w:r>
      <w:r w:rsidRPr="00082CFE">
        <w:rPr>
          <w:bCs/>
          <w:sz w:val="28"/>
          <w:szCs w:val="28"/>
        </w:rPr>
        <w:t xml:space="preserve">кту землеустрою щодо відведення земельної ділянки у приватну власність </w:t>
      </w:r>
      <w:r w:rsidRPr="00082CFE">
        <w:rPr>
          <w:sz w:val="28"/>
          <w:szCs w:val="28"/>
        </w:rPr>
        <w:t xml:space="preserve">гр. Колеснік Ользі Юріївні, для ведення особистого селянського господарства, що знаходиться в межах населенного пункту, на території, </w:t>
      </w:r>
      <w:r w:rsidRPr="00082CFE">
        <w:rPr>
          <w:bCs/>
          <w:sz w:val="28"/>
          <w:szCs w:val="28"/>
        </w:rPr>
        <w:t>яка за даними Державного земельного кадастру враховується в Ліснополянській сільській раді за адресою: с. Марківське, Марківського району Луганської області.</w:t>
      </w:r>
    </w:p>
    <w:p w:rsidR="0080257D" w:rsidRPr="005240B0" w:rsidRDefault="0080257D" w:rsidP="008020D4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80257D" w:rsidRPr="00082CFE" w:rsidRDefault="0080257D" w:rsidP="008020D4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129. Про надання дозволу </w:t>
      </w:r>
      <w:r w:rsidRPr="00082CFE"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на місцевості Галці Наталії Іванівні для ведення товарного сільськогосподарського виробництва</w:t>
      </w:r>
      <w:r>
        <w:rPr>
          <w:sz w:val="28"/>
          <w:szCs w:val="28"/>
          <w:lang w:val="uk-UA"/>
        </w:rPr>
        <w:t xml:space="preserve"> (</w:t>
      </w:r>
      <w:r w:rsidRPr="00082CFE">
        <w:rPr>
          <w:sz w:val="28"/>
          <w:szCs w:val="28"/>
          <w:lang w:val="uk-UA"/>
        </w:rPr>
        <w:t>пай № 313)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розташованої за межами населеного пункту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яка за даними державного земельного кадастру враховується в Кризькій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5240B0" w:rsidRDefault="0080257D" w:rsidP="008020D4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80257D" w:rsidRPr="00082CFE" w:rsidRDefault="0080257D" w:rsidP="004213E5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130.</w:t>
      </w:r>
      <w:r w:rsidRPr="00082CFE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</w:t>
      </w:r>
      <w:r>
        <w:rPr>
          <w:sz w:val="28"/>
          <w:szCs w:val="28"/>
          <w:lang w:val="uk-UA"/>
        </w:rPr>
        <w:t xml:space="preserve">овлення) меж земельної ділянки </w:t>
      </w:r>
      <w:r w:rsidRPr="00082CFE">
        <w:rPr>
          <w:sz w:val="28"/>
          <w:szCs w:val="28"/>
          <w:lang w:val="uk-UA"/>
        </w:rPr>
        <w:t>в натурі на місцевості Галці Наталії Іванівні для ведення товарного сільськогосподарського виробництва</w:t>
      </w:r>
      <w:r>
        <w:rPr>
          <w:sz w:val="28"/>
          <w:szCs w:val="28"/>
          <w:lang w:val="uk-UA"/>
        </w:rPr>
        <w:t xml:space="preserve"> (</w:t>
      </w:r>
      <w:r w:rsidRPr="00082CFE">
        <w:rPr>
          <w:sz w:val="28"/>
          <w:szCs w:val="28"/>
          <w:lang w:val="uk-UA"/>
        </w:rPr>
        <w:t>пай № 250)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розташованої за </w:t>
      </w:r>
      <w:r>
        <w:rPr>
          <w:sz w:val="28"/>
          <w:szCs w:val="28"/>
          <w:lang w:val="uk-UA"/>
        </w:rPr>
        <w:t xml:space="preserve">межами населеного пункту, </w:t>
      </w:r>
      <w:r w:rsidRPr="00082CFE">
        <w:rPr>
          <w:sz w:val="28"/>
          <w:szCs w:val="28"/>
          <w:lang w:val="uk-UA"/>
        </w:rPr>
        <w:t>на території</w:t>
      </w:r>
      <w:r>
        <w:rPr>
          <w:sz w:val="28"/>
          <w:szCs w:val="28"/>
          <w:lang w:val="uk-UA"/>
        </w:rPr>
        <w:t>, яка за даними 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Кризькій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BC38F5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80257D" w:rsidRPr="00082CFE" w:rsidRDefault="0080257D" w:rsidP="007520AF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131</w:t>
      </w:r>
      <w:r w:rsidRPr="00082CFE">
        <w:rPr>
          <w:sz w:val="28"/>
          <w:szCs w:val="28"/>
          <w:lang w:val="uk-UA"/>
        </w:rPr>
        <w:t>. Про надання дозволу на виготовлення технічної документації із землеустрою щодо встановлення (відновлення) меж земельної ділянки в натурі на місцевості Кучеровій Валентині Іванівні для ведення товарного сільськогосподарського виробництва ( пай № 309)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розташованої за межами населеного пункту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 яка за даними 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Кризькій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7520AF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80257D" w:rsidRPr="00082CFE" w:rsidRDefault="0080257D" w:rsidP="007520AF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132</w:t>
      </w:r>
      <w:r w:rsidRPr="00082CFE">
        <w:rPr>
          <w:sz w:val="28"/>
          <w:szCs w:val="28"/>
          <w:lang w:val="uk-UA"/>
        </w:rPr>
        <w:t>. Про надання дозволу на виготовлення технічної документації із землеустрою щодо встановлення (відновлення) меж земельної ділянки в натурі на місцевості Кучеровій Валентині Іванівні для ведення товарного сільськогосподарського виробництва</w:t>
      </w:r>
      <w:r>
        <w:rPr>
          <w:sz w:val="28"/>
          <w:szCs w:val="28"/>
          <w:lang w:val="uk-UA"/>
        </w:rPr>
        <w:t xml:space="preserve"> (</w:t>
      </w:r>
      <w:r w:rsidRPr="00082CFE">
        <w:rPr>
          <w:sz w:val="28"/>
          <w:szCs w:val="28"/>
          <w:lang w:val="uk-UA"/>
        </w:rPr>
        <w:t>пай № 249)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розташованої за межами населеного пункту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 яка за даними 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Кризькій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7520AF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80257D" w:rsidRPr="00082CFE" w:rsidRDefault="0080257D" w:rsidP="00392511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133</w:t>
      </w:r>
      <w:r w:rsidRPr="00082CFE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Про затвердження проє</w:t>
      </w:r>
      <w:r w:rsidRPr="00082CFE">
        <w:rPr>
          <w:sz w:val="28"/>
          <w:szCs w:val="28"/>
          <w:lang w:val="uk-UA"/>
        </w:rPr>
        <w:t xml:space="preserve">кту землеустрою щодо </w:t>
      </w:r>
      <w:r>
        <w:rPr>
          <w:sz w:val="28"/>
          <w:szCs w:val="28"/>
          <w:lang w:val="uk-UA"/>
        </w:rPr>
        <w:t xml:space="preserve">відведення земельної ділянки в оренду для сінокосіння </w:t>
      </w:r>
      <w:r w:rsidRPr="00082CFE">
        <w:rPr>
          <w:sz w:val="28"/>
          <w:szCs w:val="28"/>
          <w:lang w:val="uk-UA"/>
        </w:rPr>
        <w:t>та випасання худоби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Забавській Тетяні Григорі</w:t>
      </w:r>
      <w:r>
        <w:rPr>
          <w:sz w:val="28"/>
          <w:szCs w:val="28"/>
          <w:lang w:val="uk-UA"/>
        </w:rPr>
        <w:t>ї</w:t>
      </w:r>
      <w:r w:rsidRPr="00082CFE">
        <w:rPr>
          <w:sz w:val="28"/>
          <w:szCs w:val="28"/>
          <w:lang w:val="uk-UA"/>
        </w:rPr>
        <w:t>вні, що знаходиться в межах населеного пункту, на території,</w:t>
      </w:r>
      <w:r>
        <w:rPr>
          <w:sz w:val="28"/>
          <w:szCs w:val="28"/>
          <w:lang w:val="uk-UA"/>
        </w:rPr>
        <w:t xml:space="preserve"> яка за даними 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Кри</w:t>
      </w:r>
      <w:r>
        <w:rPr>
          <w:sz w:val="28"/>
          <w:szCs w:val="28"/>
          <w:lang w:val="uk-UA"/>
        </w:rPr>
        <w:t>зькій сільській раді за адресою</w:t>
      </w:r>
      <w:r w:rsidRPr="00082CFE">
        <w:rPr>
          <w:sz w:val="28"/>
          <w:szCs w:val="28"/>
          <w:lang w:val="uk-UA"/>
        </w:rPr>
        <w:t>: с.</w:t>
      </w:r>
      <w:r>
        <w:rPr>
          <w:sz w:val="28"/>
          <w:szCs w:val="28"/>
          <w:lang w:val="uk-UA"/>
        </w:rPr>
        <w:t xml:space="preserve"> Кризьке (</w:t>
      </w:r>
      <w:r w:rsidRPr="00082CFE">
        <w:rPr>
          <w:sz w:val="28"/>
          <w:szCs w:val="28"/>
          <w:lang w:val="uk-UA"/>
        </w:rPr>
        <w:t>в районі вул.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Пушкіна)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392511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80257D" w:rsidRPr="00082CFE" w:rsidRDefault="0080257D" w:rsidP="00396713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134. Про затвердження проє</w:t>
      </w:r>
      <w:r w:rsidRPr="00082CFE">
        <w:rPr>
          <w:sz w:val="28"/>
          <w:szCs w:val="28"/>
          <w:lang w:val="uk-UA"/>
        </w:rPr>
        <w:t xml:space="preserve">кту землеустрою щодо </w:t>
      </w:r>
      <w:r>
        <w:rPr>
          <w:sz w:val="28"/>
          <w:szCs w:val="28"/>
          <w:lang w:val="uk-UA"/>
        </w:rPr>
        <w:t xml:space="preserve">відведення земельної ділянки в </w:t>
      </w:r>
      <w:r w:rsidRPr="00082CFE">
        <w:rPr>
          <w:sz w:val="28"/>
          <w:szCs w:val="28"/>
          <w:lang w:val="uk-UA"/>
        </w:rPr>
        <w:t xml:space="preserve">оренду для сінокосіння та випасання худоби </w:t>
      </w:r>
      <w:r>
        <w:rPr>
          <w:sz w:val="28"/>
          <w:szCs w:val="28"/>
          <w:lang w:val="uk-UA"/>
        </w:rPr>
        <w:t xml:space="preserve">гр. </w:t>
      </w:r>
      <w:r w:rsidRPr="00082CFE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уткову Олександру Анатолійовичу</w:t>
      </w:r>
      <w:r w:rsidRPr="00082CFE">
        <w:rPr>
          <w:sz w:val="28"/>
          <w:szCs w:val="28"/>
          <w:lang w:val="uk-UA"/>
        </w:rPr>
        <w:t>, що знаходиться в межах населеного пункту, на території,</w:t>
      </w:r>
      <w:r>
        <w:rPr>
          <w:sz w:val="28"/>
          <w:szCs w:val="28"/>
          <w:lang w:val="uk-UA"/>
        </w:rPr>
        <w:t xml:space="preserve"> яка за даними 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Кризькій сільській раді за адресою: с.</w:t>
      </w:r>
      <w:r>
        <w:rPr>
          <w:sz w:val="28"/>
          <w:szCs w:val="28"/>
          <w:lang w:val="uk-UA"/>
        </w:rPr>
        <w:t xml:space="preserve"> Кризьке (</w:t>
      </w:r>
      <w:r w:rsidRPr="00082CFE">
        <w:rPr>
          <w:sz w:val="28"/>
          <w:szCs w:val="28"/>
          <w:lang w:val="uk-UA"/>
        </w:rPr>
        <w:t>в районі пров.Сонячний)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396713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80257D" w:rsidRPr="00082CFE" w:rsidRDefault="0080257D" w:rsidP="006411F3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135. Про затвердження проє</w:t>
      </w:r>
      <w:r w:rsidRPr="00082CFE">
        <w:rPr>
          <w:sz w:val="28"/>
          <w:szCs w:val="28"/>
          <w:lang w:val="uk-UA"/>
        </w:rPr>
        <w:t>кту землеустрою щодо</w:t>
      </w:r>
      <w:r>
        <w:rPr>
          <w:sz w:val="28"/>
          <w:szCs w:val="28"/>
          <w:lang w:val="uk-UA"/>
        </w:rPr>
        <w:t xml:space="preserve"> відведення земельної ділянки в</w:t>
      </w:r>
      <w:r w:rsidRPr="00082CFE">
        <w:rPr>
          <w:sz w:val="28"/>
          <w:szCs w:val="28"/>
          <w:lang w:val="uk-UA"/>
        </w:rPr>
        <w:t xml:space="preserve"> оренду для сінокосіння та випасання худоби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Сопільник Лідії Михайлівні, що знаходиться в межах населеного пункту, на території,</w:t>
      </w:r>
      <w:r>
        <w:rPr>
          <w:sz w:val="28"/>
          <w:szCs w:val="28"/>
          <w:lang w:val="uk-UA"/>
        </w:rPr>
        <w:t xml:space="preserve"> яка за даними Д</w:t>
      </w:r>
      <w:r w:rsidRPr="00082CFE">
        <w:rPr>
          <w:sz w:val="28"/>
          <w:szCs w:val="28"/>
          <w:lang w:val="uk-UA"/>
        </w:rPr>
        <w:t>ержавного зем</w:t>
      </w:r>
      <w:r>
        <w:rPr>
          <w:sz w:val="28"/>
          <w:szCs w:val="28"/>
          <w:lang w:val="uk-UA"/>
        </w:rPr>
        <w:t>ельного кадастру враховується в</w:t>
      </w:r>
      <w:r w:rsidRPr="00082CFE">
        <w:rPr>
          <w:sz w:val="28"/>
          <w:szCs w:val="28"/>
          <w:lang w:val="uk-UA"/>
        </w:rPr>
        <w:t xml:space="preserve"> Кризькій сільській раді за адресою: с.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Кризьке (</w:t>
      </w:r>
      <w:r>
        <w:rPr>
          <w:sz w:val="28"/>
          <w:szCs w:val="28"/>
          <w:lang w:val="uk-UA"/>
        </w:rPr>
        <w:t xml:space="preserve">в районі пров.Сонячний) </w:t>
      </w:r>
      <w:r w:rsidRPr="00082CFE">
        <w:rPr>
          <w:sz w:val="28"/>
          <w:szCs w:val="28"/>
          <w:lang w:val="uk-UA"/>
        </w:rPr>
        <w:t>Марківського району Луганської області</w:t>
      </w:r>
    </w:p>
    <w:p w:rsidR="0080257D" w:rsidRPr="00991CC5" w:rsidRDefault="0080257D" w:rsidP="006D79E9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80257D" w:rsidRPr="00082CFE" w:rsidRDefault="0080257D" w:rsidP="0065333B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136. Про затвердження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 гр.</w:t>
      </w:r>
      <w:r>
        <w:rPr>
          <w:sz w:val="28"/>
          <w:szCs w:val="28"/>
          <w:lang w:val="uk-UA"/>
        </w:rPr>
        <w:t xml:space="preserve"> Скиртачу Віталію </w:t>
      </w:r>
      <w:r w:rsidRPr="00082CFE">
        <w:rPr>
          <w:sz w:val="28"/>
          <w:szCs w:val="28"/>
          <w:lang w:val="uk-UA"/>
        </w:rPr>
        <w:t xml:space="preserve">Вадимовичу, для ведення особистого селянського господарства, що знаходиться в межах населеного пункту, </w:t>
      </w:r>
      <w:r>
        <w:rPr>
          <w:sz w:val="28"/>
          <w:szCs w:val="28"/>
          <w:lang w:val="uk-UA"/>
        </w:rPr>
        <w:t>на території, яка за даними 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Кризькій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65333B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80257D" w:rsidRPr="00082CFE" w:rsidRDefault="0080257D" w:rsidP="00F22AE6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37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>ння дозволу на виготовлення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 гр.</w:t>
      </w:r>
      <w:r>
        <w:rPr>
          <w:sz w:val="28"/>
          <w:szCs w:val="28"/>
          <w:lang w:val="uk-UA"/>
        </w:rPr>
        <w:t xml:space="preserve"> Медведєвій Наталії Олександрівні, для </w:t>
      </w:r>
      <w:r w:rsidRPr="00082CFE">
        <w:rPr>
          <w:sz w:val="28"/>
          <w:szCs w:val="28"/>
          <w:lang w:val="uk-UA"/>
        </w:rPr>
        <w:t>ведення особистого селянського господ</w:t>
      </w:r>
      <w:r>
        <w:rPr>
          <w:sz w:val="28"/>
          <w:szCs w:val="28"/>
          <w:lang w:val="uk-UA"/>
        </w:rPr>
        <w:t xml:space="preserve">арства, за адресою: с. Кризьке, </w:t>
      </w:r>
      <w:r w:rsidRPr="00082CFE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Шевченко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10, на території, яка за даними Державного земельного кадастру враховується в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Кризькій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F22AE6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80257D" w:rsidRPr="00082CFE" w:rsidRDefault="0080257D" w:rsidP="00802879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38</w:t>
      </w:r>
      <w:r w:rsidRPr="00082CFE">
        <w:rPr>
          <w:sz w:val="28"/>
          <w:szCs w:val="28"/>
          <w:lang w:val="uk-UA"/>
        </w:rPr>
        <w:t>. Про нада</w:t>
      </w:r>
      <w:r>
        <w:rPr>
          <w:sz w:val="28"/>
          <w:szCs w:val="28"/>
          <w:lang w:val="uk-UA"/>
        </w:rPr>
        <w:t>ння дозволу на виготовлення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 xml:space="preserve">Галці Андрію Сергійовичу, для ведення особистого селянського господарства, за адресою: </w:t>
      </w:r>
      <w:r>
        <w:rPr>
          <w:sz w:val="28"/>
          <w:szCs w:val="28"/>
          <w:lang w:val="uk-UA"/>
        </w:rPr>
        <w:t xml:space="preserve">              </w:t>
      </w:r>
      <w:r w:rsidRPr="00082CFE">
        <w:rPr>
          <w:sz w:val="28"/>
          <w:szCs w:val="28"/>
          <w:lang w:val="uk-UA"/>
        </w:rPr>
        <w:t xml:space="preserve">с. Кризьке </w:t>
      </w:r>
      <w:r>
        <w:rPr>
          <w:sz w:val="28"/>
          <w:szCs w:val="28"/>
          <w:lang w:val="uk-UA"/>
        </w:rPr>
        <w:t xml:space="preserve">(в районі пров. Сонячний), </w:t>
      </w:r>
      <w:r w:rsidRPr="00082CFE">
        <w:rPr>
          <w:sz w:val="28"/>
          <w:szCs w:val="28"/>
          <w:lang w:val="uk-UA"/>
        </w:rPr>
        <w:t>на території, яка за даними Державного земельного ка</w:t>
      </w:r>
      <w:r>
        <w:rPr>
          <w:sz w:val="28"/>
          <w:szCs w:val="28"/>
          <w:lang w:val="uk-UA"/>
        </w:rPr>
        <w:t xml:space="preserve">дастру враховується в Кризькій </w:t>
      </w:r>
      <w:r w:rsidRPr="00082CFE">
        <w:rPr>
          <w:sz w:val="28"/>
          <w:szCs w:val="28"/>
          <w:lang w:val="uk-UA"/>
        </w:rPr>
        <w:t>сільській раді Марківського району Луганської області.</w:t>
      </w:r>
    </w:p>
    <w:p w:rsidR="0080257D" w:rsidRPr="00991CC5" w:rsidRDefault="0080257D" w:rsidP="00802879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80257D" w:rsidRDefault="0080257D" w:rsidP="000A725F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80257D" w:rsidRPr="00082CFE" w:rsidRDefault="0080257D" w:rsidP="000A725F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39</w:t>
      </w:r>
      <w:r w:rsidRPr="00082CFE">
        <w:rPr>
          <w:sz w:val="28"/>
          <w:szCs w:val="28"/>
          <w:lang w:val="uk-UA"/>
        </w:rPr>
        <w:t>. Про надання дозволу на розробку технічної документації</w:t>
      </w:r>
      <w:r>
        <w:rPr>
          <w:sz w:val="28"/>
          <w:szCs w:val="28"/>
          <w:lang w:val="uk-UA"/>
        </w:rPr>
        <w:t xml:space="preserve"> із землеустрою щодо інвентариз</w:t>
      </w:r>
      <w:r w:rsidRPr="00082CFE">
        <w:rPr>
          <w:sz w:val="28"/>
          <w:szCs w:val="28"/>
          <w:lang w:val="uk-UA"/>
        </w:rPr>
        <w:t>ації земель колишнього КСП «Дружба» сільськогосподарського  призначення (контур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№ 53)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0A725F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80257D" w:rsidRDefault="0080257D" w:rsidP="00687B26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80257D" w:rsidRPr="00082CFE" w:rsidRDefault="0080257D" w:rsidP="00687B26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140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«Дружба» сільськогосподарського  призначення (контур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№ 45</w:t>
      </w:r>
      <w:r>
        <w:rPr>
          <w:sz w:val="28"/>
          <w:szCs w:val="28"/>
          <w:lang w:val="uk-UA"/>
        </w:rPr>
        <w:t>бр.3</w:t>
      </w:r>
      <w:r w:rsidRPr="00082CF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2A394B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80257D" w:rsidRPr="00082CFE" w:rsidRDefault="0080257D" w:rsidP="002A394B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141. </w:t>
      </w:r>
      <w:r w:rsidRPr="00082CFE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«Дружба» сільськогосподарського  призначення (контур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№ 51)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2A394B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80257D" w:rsidRPr="00082CFE" w:rsidRDefault="0080257D" w:rsidP="00B82422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142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«Дружба» сільськогосподарського призначення (контур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№ 79)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B82422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80257D" w:rsidRPr="00082CFE" w:rsidRDefault="0080257D" w:rsidP="00E72541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4</w:t>
      </w:r>
      <w:r w:rsidRPr="00082CFE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«Друж</w:t>
      </w:r>
      <w:r>
        <w:rPr>
          <w:sz w:val="28"/>
          <w:szCs w:val="28"/>
          <w:lang w:val="uk-UA"/>
        </w:rPr>
        <w:t xml:space="preserve">ба» сільськогосподарського </w:t>
      </w:r>
      <w:r w:rsidRPr="00082CFE">
        <w:rPr>
          <w:sz w:val="28"/>
          <w:szCs w:val="28"/>
          <w:lang w:val="uk-UA"/>
        </w:rPr>
        <w:t>призначення (контур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№ 80)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E72541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80257D" w:rsidRPr="00082CFE" w:rsidRDefault="0080257D" w:rsidP="00E8626F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44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«Дружба» сільськогосподарського  призначення (контур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№ 43)</w:t>
      </w:r>
    </w:p>
    <w:p w:rsidR="0080257D" w:rsidRPr="00991CC5" w:rsidRDefault="0080257D" w:rsidP="00E8626F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80257D" w:rsidRPr="00082CFE" w:rsidRDefault="0080257D" w:rsidP="00E8626F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145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«Дружба» сільськогосподарського призначення (контур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№ 54)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E8626F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80257D" w:rsidRPr="00082CFE" w:rsidRDefault="0080257D" w:rsidP="004D0771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46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надання дозволу на розробку технічної документації</w:t>
      </w:r>
      <w:r>
        <w:rPr>
          <w:sz w:val="28"/>
          <w:szCs w:val="28"/>
          <w:lang w:val="uk-UA"/>
        </w:rPr>
        <w:t xml:space="preserve"> із землеустрою щодо інвентариз</w:t>
      </w:r>
      <w:r w:rsidRPr="00082CFE">
        <w:rPr>
          <w:sz w:val="28"/>
          <w:szCs w:val="28"/>
          <w:lang w:val="uk-UA"/>
        </w:rPr>
        <w:t>ації земель колишнього КСП «Дружба» сільськогосподарського  призначення (контур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№ 78)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4D0771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80257D" w:rsidRPr="00082CFE" w:rsidRDefault="0080257D" w:rsidP="004D0771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147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надання дозволу на розробку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 xml:space="preserve">кту землеустрою щодо відведення земельної ділянки в оренду для сінокосіння та випасання худоби </w:t>
      </w:r>
      <w:r>
        <w:rPr>
          <w:sz w:val="28"/>
          <w:szCs w:val="28"/>
          <w:lang w:val="uk-UA"/>
        </w:rPr>
        <w:t xml:space="preserve">           </w:t>
      </w:r>
      <w:r w:rsidRPr="00082CFE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 xml:space="preserve"> Гирману Віктору Олександровичу</w:t>
      </w:r>
      <w:r w:rsidRPr="00082CFE">
        <w:rPr>
          <w:sz w:val="28"/>
          <w:szCs w:val="28"/>
          <w:lang w:val="uk-UA"/>
        </w:rPr>
        <w:t xml:space="preserve">, що знаходиться в межах населеного пункту, на території, </w:t>
      </w:r>
      <w:r>
        <w:rPr>
          <w:sz w:val="28"/>
          <w:szCs w:val="28"/>
          <w:lang w:val="uk-UA"/>
        </w:rPr>
        <w:t>яка за даними 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Кри</w:t>
      </w:r>
      <w:r>
        <w:rPr>
          <w:sz w:val="28"/>
          <w:szCs w:val="28"/>
          <w:lang w:val="uk-UA"/>
        </w:rPr>
        <w:t>зькій сільській раді за адресою</w:t>
      </w:r>
      <w:r w:rsidRPr="00082CFE">
        <w:rPr>
          <w:sz w:val="28"/>
          <w:szCs w:val="28"/>
          <w:lang w:val="uk-UA"/>
        </w:rPr>
        <w:t>: с.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Сичівка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4D0771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80257D" w:rsidRDefault="0080257D" w:rsidP="004D0771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80257D" w:rsidRPr="00082CFE" w:rsidRDefault="0080257D" w:rsidP="004D0771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48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Про затвердження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Олексієнко Назару Володимировичу, для ведення особистого селянського господарства, що знаходиться в межах населеного пункт</w:t>
      </w:r>
      <w:r>
        <w:rPr>
          <w:sz w:val="28"/>
          <w:szCs w:val="28"/>
          <w:lang w:val="uk-UA"/>
        </w:rPr>
        <w:t>у, на території, яка за даними Д</w:t>
      </w:r>
      <w:r w:rsidRPr="00082CFE">
        <w:rPr>
          <w:sz w:val="28"/>
          <w:szCs w:val="28"/>
          <w:lang w:val="uk-UA"/>
        </w:rPr>
        <w:t xml:space="preserve">ержавного земельного кадастру враховується в Кризькій </w:t>
      </w:r>
      <w:r>
        <w:rPr>
          <w:sz w:val="28"/>
          <w:szCs w:val="28"/>
          <w:lang w:val="uk-UA"/>
        </w:rPr>
        <w:t>сільській раді за адресою</w:t>
      </w:r>
      <w:r w:rsidRPr="00082CFE">
        <w:rPr>
          <w:sz w:val="28"/>
          <w:szCs w:val="28"/>
          <w:lang w:val="uk-UA"/>
        </w:rPr>
        <w:t>: с.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Кризьке,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4D0771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80257D" w:rsidRPr="00082CFE" w:rsidRDefault="0080257D" w:rsidP="00CF11DE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49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затвердження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 xml:space="preserve">кту землеустрою щодо відведення земельної ділянки у приватну власність гр. Олексієнко Захару Володимировичу, для ведення особистого селянського господарства, що знаходиться в межах населеного пункту, на території, яка за даними </w:t>
      </w:r>
      <w:r>
        <w:rPr>
          <w:sz w:val="28"/>
          <w:szCs w:val="28"/>
          <w:lang w:val="uk-UA"/>
        </w:rPr>
        <w:t>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Кризькій</w:t>
      </w:r>
      <w:r>
        <w:rPr>
          <w:sz w:val="28"/>
          <w:szCs w:val="28"/>
          <w:lang w:val="uk-UA"/>
        </w:rPr>
        <w:t xml:space="preserve"> сільській раді за адресою</w:t>
      </w:r>
      <w:r w:rsidRPr="00082CFE">
        <w:rPr>
          <w:sz w:val="28"/>
          <w:szCs w:val="28"/>
          <w:lang w:val="uk-UA"/>
        </w:rPr>
        <w:t>: с.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Кризьке,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CF11DE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80257D" w:rsidRPr="00082CFE" w:rsidRDefault="0080257D" w:rsidP="004F3030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50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в оренду для сінокосіння та випасання худоби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 xml:space="preserve">Гирман </w:t>
      </w:r>
      <w:r>
        <w:rPr>
          <w:sz w:val="28"/>
          <w:szCs w:val="28"/>
          <w:lang w:val="uk-UA"/>
        </w:rPr>
        <w:t>Наталії Олександрівні</w:t>
      </w:r>
      <w:r w:rsidRPr="00082CFE">
        <w:rPr>
          <w:sz w:val="28"/>
          <w:szCs w:val="28"/>
          <w:lang w:val="uk-UA"/>
        </w:rPr>
        <w:t xml:space="preserve">, що знаходиться в межах населеного пункту, на території, </w:t>
      </w:r>
      <w:r>
        <w:rPr>
          <w:sz w:val="28"/>
          <w:szCs w:val="28"/>
          <w:lang w:val="uk-UA"/>
        </w:rPr>
        <w:t>яка за даними 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Кри</w:t>
      </w:r>
      <w:r>
        <w:rPr>
          <w:sz w:val="28"/>
          <w:szCs w:val="28"/>
          <w:lang w:val="uk-UA"/>
        </w:rPr>
        <w:t>зькій сільській раді за адресою</w:t>
      </w:r>
      <w:r w:rsidRPr="00082CFE">
        <w:rPr>
          <w:sz w:val="28"/>
          <w:szCs w:val="28"/>
          <w:lang w:val="uk-UA"/>
        </w:rPr>
        <w:t>: с.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Сичівка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4F3030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80257D" w:rsidRPr="00082CFE" w:rsidRDefault="0080257D" w:rsidP="004F3030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151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Про затвердження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Гоженко Євгену Петровичу, для ведення особистого селянського господарства, що знаходиться в межах населеного пункт</w:t>
      </w:r>
      <w:r>
        <w:rPr>
          <w:sz w:val="28"/>
          <w:szCs w:val="28"/>
          <w:lang w:val="uk-UA"/>
        </w:rPr>
        <w:t>у, на території, яка за даними Д</w:t>
      </w:r>
      <w:r w:rsidRPr="00082CFE">
        <w:rPr>
          <w:sz w:val="28"/>
          <w:szCs w:val="28"/>
          <w:lang w:val="uk-UA"/>
        </w:rPr>
        <w:t xml:space="preserve">ержавного земельного кадастру враховується в Кризькій </w:t>
      </w:r>
      <w:r>
        <w:rPr>
          <w:sz w:val="28"/>
          <w:szCs w:val="28"/>
          <w:lang w:val="uk-UA"/>
        </w:rPr>
        <w:t>сільській раді за адресою</w:t>
      </w:r>
      <w:r w:rsidRPr="00082CFE">
        <w:rPr>
          <w:sz w:val="28"/>
          <w:szCs w:val="28"/>
          <w:lang w:val="uk-UA"/>
        </w:rPr>
        <w:t>: с.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Кризьке,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4F3030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80257D" w:rsidRPr="00082CFE" w:rsidRDefault="0080257D" w:rsidP="002920E9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52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затвердження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 гр. Кенєвій Світлані Іванівні, для ведення особистого селянського господарства, що знаходиться в межах населеного пункт</w:t>
      </w:r>
      <w:r>
        <w:rPr>
          <w:sz w:val="28"/>
          <w:szCs w:val="28"/>
          <w:lang w:val="uk-UA"/>
        </w:rPr>
        <w:t>у, на території, яка за даними Д</w:t>
      </w:r>
      <w:r w:rsidRPr="00082CFE">
        <w:rPr>
          <w:sz w:val="28"/>
          <w:szCs w:val="28"/>
          <w:lang w:val="uk-UA"/>
        </w:rPr>
        <w:t xml:space="preserve">ержавного земельного кадастру враховується в Кризькій </w:t>
      </w:r>
      <w:r>
        <w:rPr>
          <w:sz w:val="28"/>
          <w:szCs w:val="28"/>
          <w:lang w:val="uk-UA"/>
        </w:rPr>
        <w:t>сільській раді за адресою</w:t>
      </w:r>
      <w:r w:rsidRPr="00082CFE">
        <w:rPr>
          <w:sz w:val="28"/>
          <w:szCs w:val="28"/>
          <w:lang w:val="uk-UA"/>
        </w:rPr>
        <w:t>: с.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Кризьке,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2920E9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80257D" w:rsidRPr="00082CFE" w:rsidRDefault="0080257D" w:rsidP="002920E9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53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затвердження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Овчаренко Ганні Степанівні, для ведення особистого селянського господарства, що знаходиться в межах населеного пункт</w:t>
      </w:r>
      <w:r>
        <w:rPr>
          <w:sz w:val="28"/>
          <w:szCs w:val="28"/>
          <w:lang w:val="uk-UA"/>
        </w:rPr>
        <w:t>у, на території, яка за даними 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Кризькій сільській раді за адресою: с.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Кризьке,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2920E9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80257D" w:rsidRPr="00082CFE" w:rsidRDefault="0080257D" w:rsidP="00B71467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54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«Дружба» сільськогосподарського призначення (контур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№ 45</w:t>
      </w:r>
      <w:r>
        <w:rPr>
          <w:sz w:val="28"/>
          <w:szCs w:val="28"/>
          <w:lang w:val="uk-UA"/>
        </w:rPr>
        <w:t xml:space="preserve"> бр.1</w:t>
      </w:r>
      <w:r w:rsidRPr="00082CF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B71467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Олексій Сич.</w:t>
      </w:r>
    </w:p>
    <w:p w:rsidR="0080257D" w:rsidRPr="00082CFE" w:rsidRDefault="0080257D" w:rsidP="00B71467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55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надання дозволу на виготовлення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 гр. Логвиненко Євгену Олексійовичу для обслуговування житлового будинку господарських будівель та споруд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розташованої в межах населеного, за адресою: с.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Бондарівка, на території, яка за даними Державного земельного кадастру враховується в Бондарівській сільській раді Марківського району Луганської області</w:t>
      </w:r>
    </w:p>
    <w:p w:rsidR="0080257D" w:rsidRPr="00991CC5" w:rsidRDefault="0080257D" w:rsidP="00B71467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Pr="00082CFE" w:rsidRDefault="0080257D" w:rsidP="009678C6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56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надання дозволу на виготовлення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 гр. Пономар Ігорю Івановичу для обслуговування житлового будинку господарських будівель та споруд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розташованої в межах населеного, за адресою: с.</w:t>
      </w:r>
      <w:r>
        <w:rPr>
          <w:sz w:val="28"/>
          <w:szCs w:val="28"/>
          <w:lang w:val="uk-UA"/>
        </w:rPr>
        <w:t xml:space="preserve"> Бондарівка,             </w:t>
      </w:r>
      <w:r w:rsidRPr="00082CFE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Дружби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97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території, яка за даними Державного земельного кадастру враховується в Бондарівській сільській раді Марківського району Луганської област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9678C6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Pr="00082CFE" w:rsidRDefault="0080257D" w:rsidP="00991055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57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Про затвердження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Ковган Людмилі Олексіївні, для ведення особистого селянського господарства, що знаходиться в межах населеного пункт</w:t>
      </w:r>
      <w:r>
        <w:rPr>
          <w:sz w:val="28"/>
          <w:szCs w:val="28"/>
          <w:lang w:val="uk-UA"/>
        </w:rPr>
        <w:t>у, на території, яка за даними Д</w:t>
      </w:r>
      <w:r w:rsidRPr="00082CFE">
        <w:rPr>
          <w:sz w:val="28"/>
          <w:szCs w:val="28"/>
          <w:lang w:val="uk-UA"/>
        </w:rPr>
        <w:t xml:space="preserve">ержавного земельного кадастру враховується в Бондарівській </w:t>
      </w:r>
      <w:r>
        <w:rPr>
          <w:sz w:val="28"/>
          <w:szCs w:val="28"/>
          <w:lang w:val="uk-UA"/>
        </w:rPr>
        <w:t>сільській раді за адресою</w:t>
      </w:r>
      <w:r w:rsidRPr="00082CFE">
        <w:rPr>
          <w:sz w:val="28"/>
          <w:szCs w:val="28"/>
          <w:lang w:val="uk-UA"/>
        </w:rPr>
        <w:t>: с.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Нова Україна,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F801B6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Pr="00082CFE" w:rsidRDefault="0080257D" w:rsidP="00E46CB2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158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затвердження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Чечко Світлані Василівні, для ведення особистого селянського господарства, що знаходиться в межах населеного пункт</w:t>
      </w:r>
      <w:r>
        <w:rPr>
          <w:sz w:val="28"/>
          <w:szCs w:val="28"/>
          <w:lang w:val="uk-UA"/>
        </w:rPr>
        <w:t>у, на території, яка за даними Д</w:t>
      </w:r>
      <w:r w:rsidRPr="00082CFE">
        <w:rPr>
          <w:sz w:val="28"/>
          <w:szCs w:val="28"/>
          <w:lang w:val="uk-UA"/>
        </w:rPr>
        <w:t xml:space="preserve">ержавного земельного кадастру враховується в Бондарівській </w:t>
      </w:r>
      <w:r>
        <w:rPr>
          <w:sz w:val="28"/>
          <w:szCs w:val="28"/>
          <w:lang w:val="uk-UA"/>
        </w:rPr>
        <w:t>сільській раді за адресою</w:t>
      </w:r>
      <w:r w:rsidRPr="00082CFE">
        <w:rPr>
          <w:sz w:val="28"/>
          <w:szCs w:val="28"/>
          <w:lang w:val="uk-UA"/>
        </w:rPr>
        <w:t>: с.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Нова Україна,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E46CB2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Pr="00082CFE" w:rsidRDefault="0080257D" w:rsidP="00E46CB2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59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затвердження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 гр.</w:t>
      </w:r>
      <w:r>
        <w:rPr>
          <w:sz w:val="28"/>
          <w:szCs w:val="28"/>
          <w:lang w:val="uk-UA"/>
        </w:rPr>
        <w:t xml:space="preserve"> Тарановій Світлані</w:t>
      </w:r>
      <w:r w:rsidRPr="00082CFE">
        <w:rPr>
          <w:sz w:val="28"/>
          <w:szCs w:val="28"/>
          <w:lang w:val="uk-UA"/>
        </w:rPr>
        <w:t xml:space="preserve"> Семенівн</w:t>
      </w:r>
      <w:r>
        <w:rPr>
          <w:sz w:val="28"/>
          <w:szCs w:val="28"/>
          <w:lang w:val="uk-UA"/>
        </w:rPr>
        <w:t>і</w:t>
      </w:r>
      <w:r w:rsidRPr="00082CFE">
        <w:rPr>
          <w:sz w:val="28"/>
          <w:szCs w:val="28"/>
          <w:lang w:val="uk-UA"/>
        </w:rPr>
        <w:t>, для ведення особистого селянського господарства, що знаходиться в межах населеного пункт</w:t>
      </w:r>
      <w:r>
        <w:rPr>
          <w:sz w:val="28"/>
          <w:szCs w:val="28"/>
          <w:lang w:val="uk-UA"/>
        </w:rPr>
        <w:t>у, на території, яка за даними 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Бондарівській сільській раді за адресою : с.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Курячівка,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E46CB2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Pr="00082CFE" w:rsidRDefault="0080257D" w:rsidP="003E4569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60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Про затвердження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 гр.</w:t>
      </w:r>
      <w:r>
        <w:rPr>
          <w:sz w:val="28"/>
          <w:szCs w:val="28"/>
          <w:lang w:val="uk-UA"/>
        </w:rPr>
        <w:t xml:space="preserve"> Кут</w:t>
      </w:r>
      <w:r w:rsidRPr="00082CFE">
        <w:rPr>
          <w:sz w:val="28"/>
          <w:szCs w:val="28"/>
          <w:lang w:val="uk-UA"/>
        </w:rPr>
        <w:t>іній Олені Олександрівні, для ведення особистого селянського господарства, що знаходиться в межах населеного пункту с.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Нова Україн</w:t>
      </w:r>
      <w:r>
        <w:rPr>
          <w:sz w:val="28"/>
          <w:szCs w:val="28"/>
          <w:lang w:val="uk-UA"/>
        </w:rPr>
        <w:t>а, на території, яка за даними Д</w:t>
      </w:r>
      <w:r w:rsidRPr="00082CFE">
        <w:rPr>
          <w:sz w:val="28"/>
          <w:szCs w:val="28"/>
          <w:lang w:val="uk-UA"/>
        </w:rPr>
        <w:t>ержавного земельного кадастр</w:t>
      </w:r>
      <w:r>
        <w:rPr>
          <w:sz w:val="28"/>
          <w:szCs w:val="28"/>
          <w:lang w:val="uk-UA"/>
        </w:rPr>
        <w:t xml:space="preserve">у враховується в Бондарівській </w:t>
      </w:r>
      <w:r w:rsidRPr="00082CFE">
        <w:rPr>
          <w:sz w:val="28"/>
          <w:szCs w:val="28"/>
          <w:lang w:val="uk-UA"/>
        </w:rPr>
        <w:t>сільській раді Марківського району Луганської област</w:t>
      </w:r>
      <w:r>
        <w:rPr>
          <w:sz w:val="28"/>
          <w:szCs w:val="28"/>
          <w:lang w:val="uk-UA"/>
        </w:rPr>
        <w:t>і.</w:t>
      </w:r>
    </w:p>
    <w:p w:rsidR="0080257D" w:rsidRPr="00991CC5" w:rsidRDefault="0080257D" w:rsidP="003E4569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Pr="00082CFE" w:rsidRDefault="0080257D" w:rsidP="003E4569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61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відновлення меж земельної ділянки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Чагіну Миколі Степановичу в натурі на місцевості для обслуговування житлового будинку господарських будівель та споруд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що знаходиться в межах населеного пункту</w:t>
      </w:r>
      <w:r>
        <w:rPr>
          <w:sz w:val="28"/>
          <w:szCs w:val="28"/>
          <w:lang w:val="uk-UA"/>
        </w:rPr>
        <w:t xml:space="preserve"> с. Бондарівка, </w:t>
      </w:r>
      <w:r w:rsidRPr="00082CFE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Зарічна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38</w:t>
      </w:r>
      <w:r>
        <w:rPr>
          <w:sz w:val="28"/>
          <w:szCs w:val="28"/>
          <w:lang w:val="uk-UA"/>
        </w:rPr>
        <w:t>, на території, яка за даними 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Бондарівській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3E4569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Pr="00082CFE" w:rsidRDefault="0080257D" w:rsidP="00133998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162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затвердження технічної документації</w:t>
      </w:r>
      <w:r>
        <w:rPr>
          <w:sz w:val="28"/>
          <w:szCs w:val="28"/>
          <w:lang w:val="uk-UA"/>
        </w:rPr>
        <w:t xml:space="preserve"> із </w:t>
      </w:r>
      <w:r w:rsidRPr="00082CFE">
        <w:rPr>
          <w:sz w:val="28"/>
          <w:szCs w:val="28"/>
          <w:lang w:val="uk-UA"/>
        </w:rPr>
        <w:t>землеустрою щодо встановлення відновлення меж земельної ділянки гр. Курячому Сергію Григорійовичу в натурі на місцевості для обслуговування житлового будинку господарських будівель та споруд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що знаходиться в межах населеного пункту с. Бондарівка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вул.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Зарічна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35а</w:t>
      </w:r>
      <w:r>
        <w:rPr>
          <w:sz w:val="28"/>
          <w:szCs w:val="28"/>
          <w:lang w:val="uk-UA"/>
        </w:rPr>
        <w:t>, на території, яка за даними 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Бондарівській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133998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Pr="00082CFE" w:rsidRDefault="0080257D" w:rsidP="00D42DA4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63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відновлення меж земельної ділянки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Мишурі Анні Анатоліївні в натурі на місцевості для обслуговування житлового будинку господарських будівель та споруд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що знаходиться в межах населеного пункту с. Бондарівка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вул.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Калашнікова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32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території, яка за даними </w:t>
      </w:r>
      <w:r>
        <w:rPr>
          <w:sz w:val="28"/>
          <w:szCs w:val="28"/>
          <w:lang w:val="uk-UA"/>
        </w:rPr>
        <w:t>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Бондарівській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014FF3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Pr="00082CFE" w:rsidRDefault="0080257D" w:rsidP="00C65411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64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 невитребуваних земельних час</w:t>
      </w:r>
      <w:r>
        <w:rPr>
          <w:sz w:val="28"/>
          <w:szCs w:val="28"/>
          <w:lang w:val="uk-UA"/>
        </w:rPr>
        <w:t>ток (паїв) колишнього КСП «Маяк</w:t>
      </w:r>
      <w:r w:rsidRPr="00082CF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розташованих за межами сільськогосподарського призначення (контур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№ 33)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що знаходяться за межами населеного пункту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 яка за даними Д</w:t>
      </w:r>
      <w:r w:rsidRPr="00082CFE">
        <w:rPr>
          <w:sz w:val="28"/>
          <w:szCs w:val="28"/>
          <w:lang w:val="uk-UA"/>
        </w:rPr>
        <w:t xml:space="preserve">ержавного земельного кадастру враховується </w:t>
      </w:r>
      <w:r>
        <w:rPr>
          <w:sz w:val="28"/>
          <w:szCs w:val="28"/>
          <w:lang w:val="uk-UA"/>
        </w:rPr>
        <w:t xml:space="preserve">в Бондарівській сільській раді </w:t>
      </w:r>
      <w:r w:rsidRPr="00082CFE">
        <w:rPr>
          <w:sz w:val="28"/>
          <w:szCs w:val="28"/>
          <w:lang w:val="uk-UA"/>
        </w:rPr>
        <w:t>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C65411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Pr="00082CFE" w:rsidRDefault="0080257D" w:rsidP="00795214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65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</w:t>
      </w:r>
      <w:r>
        <w:rPr>
          <w:sz w:val="28"/>
          <w:szCs w:val="28"/>
          <w:lang w:val="uk-UA"/>
        </w:rPr>
        <w:t xml:space="preserve"> «Маяк» сільськогосподарського </w:t>
      </w:r>
      <w:r w:rsidRPr="00082CFE">
        <w:rPr>
          <w:sz w:val="28"/>
          <w:szCs w:val="28"/>
          <w:lang w:val="uk-UA"/>
        </w:rPr>
        <w:t>призначення (контур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№ 35)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795214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Pr="00082CFE" w:rsidRDefault="0080257D" w:rsidP="000E0EDB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66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«Маяк» сільськогосподарського призначення (контур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№ 72)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0E0EDB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Pr="00082CFE" w:rsidRDefault="0080257D" w:rsidP="0021354F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67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надання дозволу на виготовлення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 гр.</w:t>
      </w:r>
      <w:r>
        <w:rPr>
          <w:sz w:val="28"/>
          <w:szCs w:val="28"/>
          <w:lang w:val="uk-UA"/>
        </w:rPr>
        <w:t xml:space="preserve"> Мішурі Ользі Михайлівні, для </w:t>
      </w:r>
      <w:r w:rsidRPr="00082CFE">
        <w:rPr>
          <w:sz w:val="28"/>
          <w:szCs w:val="28"/>
          <w:lang w:val="uk-UA"/>
        </w:rPr>
        <w:t>ведення особистого селянського господарства, розташованої в межах населеного пункту с. Бондарівка, на території, яка за даними Державного земельного кадастру враховується в Бон</w:t>
      </w:r>
      <w:r>
        <w:rPr>
          <w:sz w:val="28"/>
          <w:szCs w:val="28"/>
          <w:lang w:val="uk-UA"/>
        </w:rPr>
        <w:t xml:space="preserve">дарівській </w:t>
      </w:r>
      <w:r w:rsidRPr="00082CFE">
        <w:rPr>
          <w:sz w:val="28"/>
          <w:szCs w:val="28"/>
          <w:lang w:val="uk-UA"/>
        </w:rPr>
        <w:t>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21354F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Pr="00082CFE" w:rsidRDefault="0080257D" w:rsidP="0021354F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68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«Родіна</w:t>
      </w:r>
      <w:r>
        <w:rPr>
          <w:sz w:val="28"/>
          <w:szCs w:val="28"/>
          <w:lang w:val="uk-UA"/>
        </w:rPr>
        <w:t>»</w:t>
      </w:r>
      <w:r w:rsidRPr="00082CFE">
        <w:rPr>
          <w:sz w:val="28"/>
          <w:szCs w:val="28"/>
          <w:lang w:val="uk-UA"/>
        </w:rPr>
        <w:t xml:space="preserve"> сільськогосп</w:t>
      </w:r>
      <w:r>
        <w:rPr>
          <w:sz w:val="28"/>
          <w:szCs w:val="28"/>
          <w:lang w:val="uk-UA"/>
        </w:rPr>
        <w:t xml:space="preserve">одарського </w:t>
      </w:r>
      <w:r w:rsidRPr="00082CFE">
        <w:rPr>
          <w:sz w:val="28"/>
          <w:szCs w:val="28"/>
          <w:lang w:val="uk-UA"/>
        </w:rPr>
        <w:t>призначення (контур</w:t>
      </w:r>
      <w:r>
        <w:rPr>
          <w:sz w:val="28"/>
          <w:szCs w:val="28"/>
          <w:lang w:val="uk-UA"/>
        </w:rPr>
        <w:t xml:space="preserve">и </w:t>
      </w:r>
      <w:r w:rsidRPr="00082CFE">
        <w:rPr>
          <w:sz w:val="28"/>
          <w:szCs w:val="28"/>
          <w:lang w:val="uk-UA"/>
        </w:rPr>
        <w:t>№ 68,69)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21354F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Pr="00082CFE" w:rsidRDefault="0080257D" w:rsidP="00F94A1E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169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«Родіна</w:t>
      </w:r>
      <w:r>
        <w:rPr>
          <w:sz w:val="28"/>
          <w:szCs w:val="28"/>
          <w:lang w:val="uk-UA"/>
        </w:rPr>
        <w:t>»</w:t>
      </w:r>
      <w:r w:rsidRPr="00082CFE">
        <w:rPr>
          <w:sz w:val="28"/>
          <w:szCs w:val="28"/>
          <w:lang w:val="uk-UA"/>
        </w:rPr>
        <w:t xml:space="preserve"> сільськогосподарського призначення (контур</w:t>
      </w:r>
      <w:r>
        <w:rPr>
          <w:sz w:val="28"/>
          <w:szCs w:val="28"/>
          <w:lang w:val="uk-UA"/>
        </w:rPr>
        <w:t xml:space="preserve">и </w:t>
      </w:r>
      <w:r w:rsidRPr="00082CFE">
        <w:rPr>
          <w:sz w:val="28"/>
          <w:szCs w:val="28"/>
          <w:lang w:val="uk-UA"/>
        </w:rPr>
        <w:t>№ 49,47,48,51)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590D5C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Pr="00082CFE" w:rsidRDefault="0080257D" w:rsidP="005F2F24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70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«Родіна</w:t>
      </w:r>
      <w:r>
        <w:rPr>
          <w:sz w:val="28"/>
          <w:szCs w:val="28"/>
          <w:lang w:val="uk-UA"/>
        </w:rPr>
        <w:t>»</w:t>
      </w:r>
      <w:r w:rsidRPr="00082CFE">
        <w:rPr>
          <w:sz w:val="28"/>
          <w:szCs w:val="28"/>
          <w:lang w:val="uk-UA"/>
        </w:rPr>
        <w:t xml:space="preserve"> сільськогосподарського призначення (контур</w:t>
      </w:r>
      <w:r>
        <w:rPr>
          <w:sz w:val="28"/>
          <w:szCs w:val="28"/>
          <w:lang w:val="uk-UA"/>
        </w:rPr>
        <w:t xml:space="preserve">и </w:t>
      </w:r>
      <w:r w:rsidRPr="00082CFE">
        <w:rPr>
          <w:sz w:val="28"/>
          <w:szCs w:val="28"/>
          <w:lang w:val="uk-UA"/>
        </w:rPr>
        <w:t>№ 134,135,136)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5F2F24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Pr="00082CFE" w:rsidRDefault="0080257D" w:rsidP="003315EF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71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«Маяк» сільськогосподарського призначення (контур</w:t>
      </w:r>
      <w:r>
        <w:rPr>
          <w:sz w:val="28"/>
          <w:szCs w:val="28"/>
          <w:lang w:val="uk-UA"/>
        </w:rPr>
        <w:t xml:space="preserve">и </w:t>
      </w:r>
      <w:r w:rsidRPr="00082CFE">
        <w:rPr>
          <w:sz w:val="28"/>
          <w:szCs w:val="28"/>
          <w:lang w:val="uk-UA"/>
        </w:rPr>
        <w:t>№ 42,67)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C91C07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Pr="00082CFE" w:rsidRDefault="0080257D" w:rsidP="0030190B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72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«Маяк» сільськогосподарського призначення (контур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№ 71)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30190B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Pr="00082CFE" w:rsidRDefault="0080257D" w:rsidP="0036379C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73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«Родіна</w:t>
      </w:r>
      <w:r>
        <w:rPr>
          <w:sz w:val="28"/>
          <w:szCs w:val="28"/>
          <w:lang w:val="uk-UA"/>
        </w:rPr>
        <w:t xml:space="preserve">» сільськогосподарського </w:t>
      </w:r>
      <w:r w:rsidRPr="00082CFE">
        <w:rPr>
          <w:sz w:val="28"/>
          <w:szCs w:val="28"/>
          <w:lang w:val="uk-UA"/>
        </w:rPr>
        <w:t>призначення (контур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№ 98)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36379C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Pr="00082CFE" w:rsidRDefault="0080257D" w:rsidP="009F1C81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74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«Родіна</w:t>
      </w:r>
      <w:r>
        <w:rPr>
          <w:sz w:val="28"/>
          <w:szCs w:val="28"/>
          <w:lang w:val="uk-UA"/>
        </w:rPr>
        <w:t>»</w:t>
      </w:r>
      <w:r w:rsidRPr="00082CFE">
        <w:rPr>
          <w:sz w:val="28"/>
          <w:szCs w:val="28"/>
          <w:lang w:val="uk-UA"/>
        </w:rPr>
        <w:t xml:space="preserve"> сільськогосподарського призначення (контур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№ 26а)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9F1C81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Pr="00082CFE" w:rsidRDefault="0080257D" w:rsidP="0029509F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175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«Родіна</w:t>
      </w:r>
      <w:r>
        <w:rPr>
          <w:sz w:val="28"/>
          <w:szCs w:val="28"/>
          <w:lang w:val="uk-UA"/>
        </w:rPr>
        <w:t xml:space="preserve">» сільськогосподарського </w:t>
      </w:r>
      <w:r w:rsidRPr="00082CFE">
        <w:rPr>
          <w:sz w:val="28"/>
          <w:szCs w:val="28"/>
          <w:lang w:val="uk-UA"/>
        </w:rPr>
        <w:t>призначення (контур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№ 89)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29509F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Pr="00082CFE" w:rsidRDefault="0080257D" w:rsidP="0092229A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76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«Родіна</w:t>
      </w:r>
      <w:r>
        <w:rPr>
          <w:sz w:val="28"/>
          <w:szCs w:val="28"/>
          <w:lang w:val="uk-UA"/>
        </w:rPr>
        <w:t xml:space="preserve">» сільськогосподарського </w:t>
      </w:r>
      <w:r w:rsidRPr="00082CFE">
        <w:rPr>
          <w:sz w:val="28"/>
          <w:szCs w:val="28"/>
          <w:lang w:val="uk-UA"/>
        </w:rPr>
        <w:t>призначення (контур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№ 81)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92229A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Pr="00082CFE" w:rsidRDefault="0080257D" w:rsidP="00FF4203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77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«Родіна</w:t>
      </w:r>
      <w:r>
        <w:rPr>
          <w:sz w:val="28"/>
          <w:szCs w:val="28"/>
          <w:lang w:val="uk-UA"/>
        </w:rPr>
        <w:t xml:space="preserve">» сільськогосподарського </w:t>
      </w:r>
      <w:r w:rsidRPr="00082CFE">
        <w:rPr>
          <w:sz w:val="28"/>
          <w:szCs w:val="28"/>
          <w:lang w:val="uk-UA"/>
        </w:rPr>
        <w:t>призначення (контур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№ 90)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FF4203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Pr="00082CFE" w:rsidRDefault="0080257D" w:rsidP="009A6B30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78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>ння дозволу на виготовлення проє</w:t>
      </w:r>
      <w:r w:rsidRPr="00082CFE">
        <w:rPr>
          <w:sz w:val="28"/>
          <w:szCs w:val="28"/>
          <w:lang w:val="uk-UA"/>
        </w:rPr>
        <w:t>кту землеустрою щодо відведення земельної ділянки у приватну власність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 xml:space="preserve">Гоженко Оксані Олегівні, для ведення особистого селянського господарства, за адресою: </w:t>
      </w:r>
      <w:r>
        <w:rPr>
          <w:sz w:val="28"/>
          <w:szCs w:val="28"/>
          <w:lang w:val="uk-UA"/>
        </w:rPr>
        <w:t xml:space="preserve">                    </w:t>
      </w:r>
      <w:r w:rsidRPr="00082CFE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Бондарівка, </w:t>
      </w:r>
      <w:r w:rsidRPr="00082CFE">
        <w:rPr>
          <w:sz w:val="28"/>
          <w:szCs w:val="28"/>
          <w:lang w:val="uk-UA"/>
        </w:rPr>
        <w:t>на території, яка за даними Державного земельного кадастр</w:t>
      </w:r>
      <w:r>
        <w:rPr>
          <w:sz w:val="28"/>
          <w:szCs w:val="28"/>
          <w:lang w:val="uk-UA"/>
        </w:rPr>
        <w:t xml:space="preserve">у враховується в Бондарівській </w:t>
      </w:r>
      <w:r w:rsidRPr="00082CFE">
        <w:rPr>
          <w:sz w:val="28"/>
          <w:szCs w:val="28"/>
          <w:lang w:val="uk-UA"/>
        </w:rPr>
        <w:t>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9A6B30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Default="0080257D" w:rsidP="006B50DA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79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 невитребуваних земельних часток (паїв) колишнього КСП «Родіна»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розташованих за межами сільськогосподарського призначення (контур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№ 21)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що знаходяться за межами населеного пункту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 яка за даними 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Бондарівській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6B50DA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Pr="00082CFE" w:rsidRDefault="0080257D" w:rsidP="00F95314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180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 невитребуваних земельних часток (паїв) колишнього КСП «Родіна»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розташованих за межами сільськогосподарського призначення (контур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№ 22)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що знаходяться за межами населеного пункту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 яка за даними 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Бондарівській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F95314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Pr="00082CFE" w:rsidRDefault="0080257D" w:rsidP="008C1F1B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181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 невитребуваних земельних часток (паїв) колишнього КСП «Родіна»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розташованих за межами сільськогосподарського призначення (контур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№ 11)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що знаходяться за межами населеного пункту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яка </w:t>
      </w:r>
      <w:r>
        <w:rPr>
          <w:sz w:val="28"/>
          <w:szCs w:val="28"/>
          <w:lang w:val="uk-UA"/>
        </w:rPr>
        <w:t>за даними 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Бондарівській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8C1F1B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Pr="00082CFE" w:rsidRDefault="0080257D" w:rsidP="00936438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182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 невитребуваних земельних часток (паїв) колишнього КСП «Родіна»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розташованих за межами сільськогосподарського призначення (контур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№ 23а)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що знаходяться за межами населеного пункту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 яка за даними 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Бондарівській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936438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Pr="00082CFE" w:rsidRDefault="0080257D" w:rsidP="0040569D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183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 невитребуваних земельних часток (паїв) колишнього КСП «Маяк»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розташованих за межами сільськогосподарського призначення (контур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№ 45)</w:t>
      </w:r>
      <w:r>
        <w:rPr>
          <w:sz w:val="28"/>
          <w:szCs w:val="28"/>
          <w:lang w:val="uk-UA"/>
        </w:rPr>
        <w:t xml:space="preserve">, </w:t>
      </w:r>
      <w:r w:rsidRPr="00082CFE">
        <w:rPr>
          <w:sz w:val="28"/>
          <w:szCs w:val="28"/>
          <w:lang w:val="uk-UA"/>
        </w:rPr>
        <w:t>що знаходяться за межами населеного пункту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 яка за даними Де</w:t>
      </w:r>
      <w:r w:rsidRPr="00082CFE">
        <w:rPr>
          <w:sz w:val="28"/>
          <w:szCs w:val="28"/>
          <w:lang w:val="uk-UA"/>
        </w:rPr>
        <w:t>ржавного земельного кадастру враховується в Бондарівській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40569D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Pr="00082CFE" w:rsidRDefault="0080257D" w:rsidP="004718C7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184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 невитребуваних земельних част</w:t>
      </w:r>
      <w:r>
        <w:rPr>
          <w:sz w:val="28"/>
          <w:szCs w:val="28"/>
          <w:lang w:val="uk-UA"/>
        </w:rPr>
        <w:t>ок (паїв) колишнього КСП «Маяк»,</w:t>
      </w:r>
      <w:r w:rsidRPr="00082CFE">
        <w:rPr>
          <w:sz w:val="28"/>
          <w:szCs w:val="28"/>
          <w:lang w:val="uk-UA"/>
        </w:rPr>
        <w:t xml:space="preserve"> розташованих за межами сільськогосподарського призначення (контур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№ 41)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що знаходяться за межами населеного пункту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>, яка за даними Д</w:t>
      </w:r>
      <w:r w:rsidRPr="00082CFE">
        <w:rPr>
          <w:sz w:val="28"/>
          <w:szCs w:val="28"/>
          <w:lang w:val="uk-UA"/>
        </w:rPr>
        <w:t>ержавного земельного кадастру враховується в Бондарівській 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4718C7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Pr="00082CFE" w:rsidRDefault="0080257D" w:rsidP="00A318CE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185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надання дозволу на виготовлення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 xml:space="preserve">кту землеустрою щодо відведення земельної ділянки у приватну власність гр. Турову Євгену Вікторовичу, для ведення особистого селянського господарства, за адресою: </w:t>
      </w:r>
      <w:r>
        <w:rPr>
          <w:sz w:val="28"/>
          <w:szCs w:val="28"/>
          <w:lang w:val="uk-UA"/>
        </w:rPr>
        <w:t xml:space="preserve">            </w:t>
      </w:r>
      <w:r w:rsidRPr="00082CFE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Бондарівка, на території, яка за даними Державного земельного кадастр</w:t>
      </w:r>
      <w:r>
        <w:rPr>
          <w:sz w:val="28"/>
          <w:szCs w:val="28"/>
          <w:lang w:val="uk-UA"/>
        </w:rPr>
        <w:t xml:space="preserve">у враховується в Бондарівській </w:t>
      </w:r>
      <w:r w:rsidRPr="00082CFE">
        <w:rPr>
          <w:sz w:val="28"/>
          <w:szCs w:val="28"/>
          <w:lang w:val="uk-UA"/>
        </w:rPr>
        <w:t>сільській раді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A318CE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Pr="00082CFE" w:rsidRDefault="0080257D" w:rsidP="00DA7BEA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86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затвердження про</w:t>
      </w:r>
      <w:r>
        <w:rPr>
          <w:sz w:val="28"/>
          <w:szCs w:val="28"/>
          <w:lang w:val="uk-UA"/>
        </w:rPr>
        <w:t>є</w:t>
      </w:r>
      <w:r w:rsidRPr="00082CFE">
        <w:rPr>
          <w:sz w:val="28"/>
          <w:szCs w:val="28"/>
          <w:lang w:val="uk-UA"/>
        </w:rPr>
        <w:t xml:space="preserve">кту землеустрою щодо відведення земельної ділянки у приватну власність </w:t>
      </w:r>
      <w:r>
        <w:rPr>
          <w:sz w:val="28"/>
          <w:szCs w:val="28"/>
          <w:lang w:val="uk-UA"/>
        </w:rPr>
        <w:t xml:space="preserve">гр. </w:t>
      </w:r>
      <w:r w:rsidRPr="00082CFE">
        <w:rPr>
          <w:sz w:val="28"/>
          <w:szCs w:val="28"/>
          <w:lang w:val="uk-UA"/>
        </w:rPr>
        <w:t>.Кліщову Ігорю Вадимовичу, для ведення особистого селянського господарства, що знаходиться в межах населеного пункт</w:t>
      </w:r>
      <w:r>
        <w:rPr>
          <w:sz w:val="28"/>
          <w:szCs w:val="28"/>
          <w:lang w:val="uk-UA"/>
        </w:rPr>
        <w:t>у, на території, яка за даними Д</w:t>
      </w:r>
      <w:r w:rsidRPr="00082CFE">
        <w:rPr>
          <w:sz w:val="28"/>
          <w:szCs w:val="28"/>
          <w:lang w:val="uk-UA"/>
        </w:rPr>
        <w:t xml:space="preserve">ержавного земельного кадастру враховується в Бондарівській </w:t>
      </w:r>
      <w:r>
        <w:rPr>
          <w:sz w:val="28"/>
          <w:szCs w:val="28"/>
          <w:lang w:val="uk-UA"/>
        </w:rPr>
        <w:t>сільській раді за адресою</w:t>
      </w:r>
      <w:r w:rsidRPr="00082CFE">
        <w:rPr>
          <w:sz w:val="28"/>
          <w:szCs w:val="28"/>
          <w:lang w:val="uk-UA"/>
        </w:rPr>
        <w:t>: с.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Бондарівка, 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DA7BEA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Pr="00082CFE" w:rsidRDefault="0080257D" w:rsidP="003B3D9B">
      <w:pPr>
        <w:ind w:firstLine="708"/>
        <w:contextualSpacing/>
        <w:jc w:val="both"/>
        <w:rPr>
          <w:sz w:val="28"/>
          <w:szCs w:val="28"/>
          <w:lang w:val="uk-UA"/>
        </w:rPr>
      </w:pPr>
      <w:r w:rsidRPr="00082C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87</w:t>
      </w:r>
      <w:r w:rsidRPr="00082C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Про розгляд звернення гр.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Усіка Олексія Григорійовича щодо погодження межі суміжного домоволодіння за адресою: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 xml:space="preserve">с Курячівка, </w:t>
      </w:r>
      <w:r>
        <w:rPr>
          <w:sz w:val="28"/>
          <w:szCs w:val="28"/>
          <w:lang w:val="uk-UA"/>
        </w:rPr>
        <w:t xml:space="preserve">                    </w:t>
      </w:r>
      <w:r w:rsidRPr="00082CFE">
        <w:rPr>
          <w:sz w:val="28"/>
          <w:szCs w:val="28"/>
          <w:lang w:val="uk-UA"/>
        </w:rPr>
        <w:t>пров.</w:t>
      </w:r>
      <w:r>
        <w:rPr>
          <w:sz w:val="28"/>
          <w:szCs w:val="28"/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Садовий</w:t>
      </w:r>
      <w:r>
        <w:rPr>
          <w:sz w:val="28"/>
          <w:szCs w:val="28"/>
          <w:lang w:val="uk-UA"/>
        </w:rPr>
        <w:t>,</w:t>
      </w:r>
      <w:r w:rsidRPr="00082CFE">
        <w:rPr>
          <w:sz w:val="28"/>
          <w:szCs w:val="28"/>
          <w:lang w:val="uk-UA"/>
        </w:rPr>
        <w:t xml:space="preserve"> 11,</w:t>
      </w:r>
      <w:r w:rsidRPr="00082CFE">
        <w:rPr>
          <w:lang w:val="uk-UA"/>
        </w:rPr>
        <w:t xml:space="preserve"> </w:t>
      </w:r>
      <w:r w:rsidRPr="00082CFE">
        <w:rPr>
          <w:sz w:val="28"/>
          <w:szCs w:val="28"/>
          <w:lang w:val="uk-UA"/>
        </w:rPr>
        <w:t>Марківського району Луганської області</w:t>
      </w:r>
      <w:r>
        <w:rPr>
          <w:sz w:val="28"/>
          <w:szCs w:val="28"/>
          <w:lang w:val="uk-UA"/>
        </w:rPr>
        <w:t>.</w:t>
      </w:r>
    </w:p>
    <w:p w:rsidR="0080257D" w:rsidRPr="00991CC5" w:rsidRDefault="0080257D" w:rsidP="00226345">
      <w:pPr>
        <w:ind w:firstLine="708"/>
        <w:jc w:val="both"/>
        <w:rPr>
          <w:sz w:val="28"/>
          <w:szCs w:val="28"/>
          <w:lang w:val="uk-UA"/>
        </w:rPr>
      </w:pPr>
      <w:r w:rsidRPr="00991CC5">
        <w:rPr>
          <w:b/>
          <w:i/>
          <w:sz w:val="28"/>
          <w:szCs w:val="28"/>
          <w:lang w:val="uk-UA"/>
        </w:rPr>
        <w:t>Доповідає:</w:t>
      </w:r>
      <w:r w:rsidRPr="00991CC5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 xml:space="preserve"> 2 категорії</w:t>
      </w:r>
      <w:r w:rsidRPr="00991CC5">
        <w:rPr>
          <w:sz w:val="28"/>
          <w:szCs w:val="28"/>
          <w:lang w:val="uk-UA"/>
        </w:rPr>
        <w:t xml:space="preserve">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Сироватко.</w:t>
      </w:r>
    </w:p>
    <w:p w:rsidR="0080257D" w:rsidRDefault="0080257D" w:rsidP="00FE233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188. Різне.</w:t>
      </w:r>
    </w:p>
    <w:p w:rsidR="0080257D" w:rsidRDefault="0080257D" w:rsidP="00FE2336">
      <w:pPr>
        <w:ind w:firstLine="708"/>
        <w:jc w:val="both"/>
        <w:rPr>
          <w:sz w:val="28"/>
          <w:szCs w:val="28"/>
          <w:lang w:val="uk-UA"/>
        </w:rPr>
      </w:pPr>
    </w:p>
    <w:p w:rsidR="0080257D" w:rsidRDefault="0080257D" w:rsidP="000542F0">
      <w:pPr>
        <w:jc w:val="both"/>
        <w:rPr>
          <w:sz w:val="28"/>
          <w:szCs w:val="28"/>
          <w:lang w:val="uk-UA"/>
        </w:rPr>
      </w:pPr>
    </w:p>
    <w:p w:rsidR="0080257D" w:rsidRPr="002C46EB" w:rsidRDefault="0080257D" w:rsidP="000542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     Ігор ДЗЮБА</w:t>
      </w:r>
    </w:p>
    <w:sectPr w:rsidR="0080257D" w:rsidRPr="002C46EB" w:rsidSect="00F079CA">
      <w:pgSz w:w="11906" w:h="16838"/>
      <w:pgMar w:top="567" w:right="567" w:bottom="29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57D" w:rsidRDefault="0080257D" w:rsidP="00D96CE1">
      <w:r>
        <w:separator/>
      </w:r>
    </w:p>
  </w:endnote>
  <w:endnote w:type="continuationSeparator" w:id="0">
    <w:p w:rsidR="0080257D" w:rsidRDefault="0080257D" w:rsidP="00D96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57D" w:rsidRDefault="0080257D" w:rsidP="00D96CE1">
      <w:r>
        <w:separator/>
      </w:r>
    </w:p>
  </w:footnote>
  <w:footnote w:type="continuationSeparator" w:id="0">
    <w:p w:rsidR="0080257D" w:rsidRDefault="0080257D" w:rsidP="00D96C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374E"/>
    <w:multiLevelType w:val="hybridMultilevel"/>
    <w:tmpl w:val="A058D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17165E"/>
    <w:multiLevelType w:val="hybridMultilevel"/>
    <w:tmpl w:val="284670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220708"/>
    <w:multiLevelType w:val="hybridMultilevel"/>
    <w:tmpl w:val="6EDA021A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244F13"/>
    <w:multiLevelType w:val="hybridMultilevel"/>
    <w:tmpl w:val="C9A08CDC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09B6B26"/>
    <w:multiLevelType w:val="hybridMultilevel"/>
    <w:tmpl w:val="AE1CDCCC"/>
    <w:lvl w:ilvl="0" w:tplc="7C50A2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0E7E05"/>
    <w:multiLevelType w:val="hybridMultilevel"/>
    <w:tmpl w:val="668212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E2E3C58"/>
    <w:multiLevelType w:val="hybridMultilevel"/>
    <w:tmpl w:val="76CC1060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4A893B14"/>
    <w:multiLevelType w:val="hybridMultilevel"/>
    <w:tmpl w:val="3E0E1AA6"/>
    <w:lvl w:ilvl="0" w:tplc="FBFA35E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5C754869"/>
    <w:multiLevelType w:val="hybridMultilevel"/>
    <w:tmpl w:val="2E5A85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249CD2">
      <w:start w:val="1"/>
      <w:numFmt w:val="bullet"/>
      <w:lvlText w:val="-"/>
      <w:lvlJc w:val="left"/>
      <w:pPr>
        <w:ind w:left="2685" w:hanging="705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6B6B0A"/>
    <w:multiLevelType w:val="hybridMultilevel"/>
    <w:tmpl w:val="3B14C0D6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E78470B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5A26C6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125B7A"/>
    <w:multiLevelType w:val="hybridMultilevel"/>
    <w:tmpl w:val="0794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A736E48"/>
    <w:multiLevelType w:val="hybridMultilevel"/>
    <w:tmpl w:val="2DDA5F7A"/>
    <w:lvl w:ilvl="0" w:tplc="FB129D1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8"/>
  </w:num>
  <w:num w:numId="5">
    <w:abstractNumId w:val="12"/>
  </w:num>
  <w:num w:numId="6">
    <w:abstractNumId w:val="6"/>
  </w:num>
  <w:num w:numId="7">
    <w:abstractNumId w:val="9"/>
  </w:num>
  <w:num w:numId="8">
    <w:abstractNumId w:val="4"/>
  </w:num>
  <w:num w:numId="9">
    <w:abstractNumId w:val="2"/>
  </w:num>
  <w:num w:numId="10">
    <w:abstractNumId w:val="3"/>
  </w:num>
  <w:num w:numId="11">
    <w:abstractNumId w:val="5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722F"/>
    <w:rsid w:val="0000017F"/>
    <w:rsid w:val="00000760"/>
    <w:rsid w:val="000011A2"/>
    <w:rsid w:val="00001DB8"/>
    <w:rsid w:val="00001F17"/>
    <w:rsid w:val="000026FD"/>
    <w:rsid w:val="00002867"/>
    <w:rsid w:val="000036AD"/>
    <w:rsid w:val="00003D8E"/>
    <w:rsid w:val="0000438E"/>
    <w:rsid w:val="00004D86"/>
    <w:rsid w:val="00004E36"/>
    <w:rsid w:val="0000716C"/>
    <w:rsid w:val="000073A5"/>
    <w:rsid w:val="00007589"/>
    <w:rsid w:val="00007657"/>
    <w:rsid w:val="00007C33"/>
    <w:rsid w:val="00007FCE"/>
    <w:rsid w:val="00010347"/>
    <w:rsid w:val="00010D72"/>
    <w:rsid w:val="00010FAE"/>
    <w:rsid w:val="0001185C"/>
    <w:rsid w:val="000119A4"/>
    <w:rsid w:val="00012178"/>
    <w:rsid w:val="00012573"/>
    <w:rsid w:val="00012BA9"/>
    <w:rsid w:val="0001300F"/>
    <w:rsid w:val="000138B3"/>
    <w:rsid w:val="000138C5"/>
    <w:rsid w:val="00013F4A"/>
    <w:rsid w:val="000144A8"/>
    <w:rsid w:val="00014F0B"/>
    <w:rsid w:val="00014FF3"/>
    <w:rsid w:val="0001668B"/>
    <w:rsid w:val="00016825"/>
    <w:rsid w:val="00016F2B"/>
    <w:rsid w:val="00017361"/>
    <w:rsid w:val="000201B4"/>
    <w:rsid w:val="00020832"/>
    <w:rsid w:val="000212CA"/>
    <w:rsid w:val="00021C19"/>
    <w:rsid w:val="00021C2D"/>
    <w:rsid w:val="00022286"/>
    <w:rsid w:val="00022E17"/>
    <w:rsid w:val="000232B5"/>
    <w:rsid w:val="000235D1"/>
    <w:rsid w:val="00023D84"/>
    <w:rsid w:val="000250F0"/>
    <w:rsid w:val="000252F4"/>
    <w:rsid w:val="00025872"/>
    <w:rsid w:val="0002602B"/>
    <w:rsid w:val="00026149"/>
    <w:rsid w:val="000264A3"/>
    <w:rsid w:val="000265F2"/>
    <w:rsid w:val="000266E9"/>
    <w:rsid w:val="0002686F"/>
    <w:rsid w:val="0002722F"/>
    <w:rsid w:val="000274BC"/>
    <w:rsid w:val="00027523"/>
    <w:rsid w:val="00027690"/>
    <w:rsid w:val="00027B41"/>
    <w:rsid w:val="00027B93"/>
    <w:rsid w:val="00027CAB"/>
    <w:rsid w:val="00027D23"/>
    <w:rsid w:val="000300FE"/>
    <w:rsid w:val="00033399"/>
    <w:rsid w:val="000335BC"/>
    <w:rsid w:val="00034000"/>
    <w:rsid w:val="00034325"/>
    <w:rsid w:val="0003564A"/>
    <w:rsid w:val="00035699"/>
    <w:rsid w:val="00035BE1"/>
    <w:rsid w:val="000360E5"/>
    <w:rsid w:val="000363FD"/>
    <w:rsid w:val="00036523"/>
    <w:rsid w:val="00036608"/>
    <w:rsid w:val="00036A71"/>
    <w:rsid w:val="00036A7C"/>
    <w:rsid w:val="00036AC5"/>
    <w:rsid w:val="000370EB"/>
    <w:rsid w:val="00037122"/>
    <w:rsid w:val="0003718F"/>
    <w:rsid w:val="00037331"/>
    <w:rsid w:val="00037739"/>
    <w:rsid w:val="00037ADA"/>
    <w:rsid w:val="00037B7C"/>
    <w:rsid w:val="00040250"/>
    <w:rsid w:val="00040D17"/>
    <w:rsid w:val="000411DD"/>
    <w:rsid w:val="00041286"/>
    <w:rsid w:val="00041CEF"/>
    <w:rsid w:val="00042CA8"/>
    <w:rsid w:val="00044718"/>
    <w:rsid w:val="00044E25"/>
    <w:rsid w:val="000457CE"/>
    <w:rsid w:val="00045829"/>
    <w:rsid w:val="00045F53"/>
    <w:rsid w:val="00046021"/>
    <w:rsid w:val="0004640F"/>
    <w:rsid w:val="0004654E"/>
    <w:rsid w:val="0004668E"/>
    <w:rsid w:val="0004672C"/>
    <w:rsid w:val="000473D6"/>
    <w:rsid w:val="000473DA"/>
    <w:rsid w:val="000476A8"/>
    <w:rsid w:val="00047B07"/>
    <w:rsid w:val="00047BA2"/>
    <w:rsid w:val="00047E95"/>
    <w:rsid w:val="00050C43"/>
    <w:rsid w:val="00050CCE"/>
    <w:rsid w:val="00050F2E"/>
    <w:rsid w:val="00051901"/>
    <w:rsid w:val="00051B8F"/>
    <w:rsid w:val="00052308"/>
    <w:rsid w:val="00052462"/>
    <w:rsid w:val="0005313D"/>
    <w:rsid w:val="00053620"/>
    <w:rsid w:val="000542F0"/>
    <w:rsid w:val="00054B2D"/>
    <w:rsid w:val="0005542A"/>
    <w:rsid w:val="00055883"/>
    <w:rsid w:val="00055E1B"/>
    <w:rsid w:val="000560DA"/>
    <w:rsid w:val="00056453"/>
    <w:rsid w:val="00056994"/>
    <w:rsid w:val="0005700C"/>
    <w:rsid w:val="000570C8"/>
    <w:rsid w:val="00057631"/>
    <w:rsid w:val="00060155"/>
    <w:rsid w:val="000603AA"/>
    <w:rsid w:val="0006053C"/>
    <w:rsid w:val="000606C0"/>
    <w:rsid w:val="000620B9"/>
    <w:rsid w:val="000623D6"/>
    <w:rsid w:val="00062508"/>
    <w:rsid w:val="0006281B"/>
    <w:rsid w:val="0006289E"/>
    <w:rsid w:val="00062919"/>
    <w:rsid w:val="00062F81"/>
    <w:rsid w:val="00063A14"/>
    <w:rsid w:val="00063ACF"/>
    <w:rsid w:val="000645FA"/>
    <w:rsid w:val="00064A0B"/>
    <w:rsid w:val="0006549E"/>
    <w:rsid w:val="00065926"/>
    <w:rsid w:val="000661C3"/>
    <w:rsid w:val="000662FA"/>
    <w:rsid w:val="00066975"/>
    <w:rsid w:val="00066A16"/>
    <w:rsid w:val="00066DA2"/>
    <w:rsid w:val="0006772B"/>
    <w:rsid w:val="00067757"/>
    <w:rsid w:val="00070309"/>
    <w:rsid w:val="000703AD"/>
    <w:rsid w:val="000704C1"/>
    <w:rsid w:val="000707DC"/>
    <w:rsid w:val="00071076"/>
    <w:rsid w:val="0007108B"/>
    <w:rsid w:val="000712FC"/>
    <w:rsid w:val="0007189C"/>
    <w:rsid w:val="00072C0E"/>
    <w:rsid w:val="00072D26"/>
    <w:rsid w:val="000730F5"/>
    <w:rsid w:val="000731DF"/>
    <w:rsid w:val="00073FBE"/>
    <w:rsid w:val="000742A0"/>
    <w:rsid w:val="00074839"/>
    <w:rsid w:val="00074953"/>
    <w:rsid w:val="00074F12"/>
    <w:rsid w:val="00075774"/>
    <w:rsid w:val="000761B3"/>
    <w:rsid w:val="00076AA3"/>
    <w:rsid w:val="000772BF"/>
    <w:rsid w:val="00077D29"/>
    <w:rsid w:val="00077DA8"/>
    <w:rsid w:val="000803DB"/>
    <w:rsid w:val="000804A0"/>
    <w:rsid w:val="00080892"/>
    <w:rsid w:val="00080967"/>
    <w:rsid w:val="000812BD"/>
    <w:rsid w:val="00081EC0"/>
    <w:rsid w:val="000823D7"/>
    <w:rsid w:val="00082AB9"/>
    <w:rsid w:val="00082CFE"/>
    <w:rsid w:val="00083220"/>
    <w:rsid w:val="00083573"/>
    <w:rsid w:val="00083715"/>
    <w:rsid w:val="000838E4"/>
    <w:rsid w:val="000843A2"/>
    <w:rsid w:val="00084934"/>
    <w:rsid w:val="00085E8F"/>
    <w:rsid w:val="000866EE"/>
    <w:rsid w:val="00086E9E"/>
    <w:rsid w:val="000875F9"/>
    <w:rsid w:val="000906A2"/>
    <w:rsid w:val="0009087D"/>
    <w:rsid w:val="000908FD"/>
    <w:rsid w:val="00090ACC"/>
    <w:rsid w:val="0009102A"/>
    <w:rsid w:val="000917E0"/>
    <w:rsid w:val="000917EB"/>
    <w:rsid w:val="00091DD1"/>
    <w:rsid w:val="00091F2A"/>
    <w:rsid w:val="000924A4"/>
    <w:rsid w:val="00092679"/>
    <w:rsid w:val="00092894"/>
    <w:rsid w:val="000928F9"/>
    <w:rsid w:val="00092F99"/>
    <w:rsid w:val="0009325D"/>
    <w:rsid w:val="0009379A"/>
    <w:rsid w:val="000944DD"/>
    <w:rsid w:val="00094A78"/>
    <w:rsid w:val="00094F90"/>
    <w:rsid w:val="00095E05"/>
    <w:rsid w:val="00095E0A"/>
    <w:rsid w:val="000976B4"/>
    <w:rsid w:val="000A004F"/>
    <w:rsid w:val="000A0620"/>
    <w:rsid w:val="000A064A"/>
    <w:rsid w:val="000A0AD6"/>
    <w:rsid w:val="000A0B56"/>
    <w:rsid w:val="000A0B9B"/>
    <w:rsid w:val="000A0BB3"/>
    <w:rsid w:val="000A1821"/>
    <w:rsid w:val="000A194B"/>
    <w:rsid w:val="000A1BEA"/>
    <w:rsid w:val="000A20B0"/>
    <w:rsid w:val="000A270B"/>
    <w:rsid w:val="000A2911"/>
    <w:rsid w:val="000A294A"/>
    <w:rsid w:val="000A314A"/>
    <w:rsid w:val="000A38AB"/>
    <w:rsid w:val="000A3C8B"/>
    <w:rsid w:val="000A40D6"/>
    <w:rsid w:val="000A4859"/>
    <w:rsid w:val="000A4B36"/>
    <w:rsid w:val="000A4C93"/>
    <w:rsid w:val="000A4E44"/>
    <w:rsid w:val="000A5253"/>
    <w:rsid w:val="000A5290"/>
    <w:rsid w:val="000A5495"/>
    <w:rsid w:val="000A552F"/>
    <w:rsid w:val="000A5913"/>
    <w:rsid w:val="000A5C84"/>
    <w:rsid w:val="000A5DAF"/>
    <w:rsid w:val="000A5DF7"/>
    <w:rsid w:val="000A65B5"/>
    <w:rsid w:val="000A69C2"/>
    <w:rsid w:val="000A6C08"/>
    <w:rsid w:val="000A7103"/>
    <w:rsid w:val="000A71DE"/>
    <w:rsid w:val="000A725F"/>
    <w:rsid w:val="000A75B7"/>
    <w:rsid w:val="000B05C5"/>
    <w:rsid w:val="000B0B41"/>
    <w:rsid w:val="000B1300"/>
    <w:rsid w:val="000B13C1"/>
    <w:rsid w:val="000B19F7"/>
    <w:rsid w:val="000B1CC3"/>
    <w:rsid w:val="000B215C"/>
    <w:rsid w:val="000B2FC2"/>
    <w:rsid w:val="000B33AF"/>
    <w:rsid w:val="000B3472"/>
    <w:rsid w:val="000B3716"/>
    <w:rsid w:val="000B3F40"/>
    <w:rsid w:val="000B5CDE"/>
    <w:rsid w:val="000B5EC7"/>
    <w:rsid w:val="000B6FC3"/>
    <w:rsid w:val="000B71DF"/>
    <w:rsid w:val="000B7234"/>
    <w:rsid w:val="000B7E47"/>
    <w:rsid w:val="000C01EC"/>
    <w:rsid w:val="000C08E6"/>
    <w:rsid w:val="000C0BCA"/>
    <w:rsid w:val="000C0BE0"/>
    <w:rsid w:val="000C1362"/>
    <w:rsid w:val="000C1A55"/>
    <w:rsid w:val="000C28FC"/>
    <w:rsid w:val="000C319E"/>
    <w:rsid w:val="000C37AA"/>
    <w:rsid w:val="000C3D29"/>
    <w:rsid w:val="000C4629"/>
    <w:rsid w:val="000C4F1B"/>
    <w:rsid w:val="000C5424"/>
    <w:rsid w:val="000C54F0"/>
    <w:rsid w:val="000C5BE4"/>
    <w:rsid w:val="000C63C0"/>
    <w:rsid w:val="000C691B"/>
    <w:rsid w:val="000C6FB0"/>
    <w:rsid w:val="000C70C1"/>
    <w:rsid w:val="000C7170"/>
    <w:rsid w:val="000C77BB"/>
    <w:rsid w:val="000C78C1"/>
    <w:rsid w:val="000D070B"/>
    <w:rsid w:val="000D0755"/>
    <w:rsid w:val="000D0913"/>
    <w:rsid w:val="000D0ECD"/>
    <w:rsid w:val="000D13B0"/>
    <w:rsid w:val="000D140A"/>
    <w:rsid w:val="000D1A68"/>
    <w:rsid w:val="000D1EDE"/>
    <w:rsid w:val="000D2BCD"/>
    <w:rsid w:val="000D3319"/>
    <w:rsid w:val="000D3566"/>
    <w:rsid w:val="000D3C41"/>
    <w:rsid w:val="000D4013"/>
    <w:rsid w:val="000D4EE8"/>
    <w:rsid w:val="000D5C2E"/>
    <w:rsid w:val="000D625C"/>
    <w:rsid w:val="000D68C1"/>
    <w:rsid w:val="000D69AF"/>
    <w:rsid w:val="000D6BC0"/>
    <w:rsid w:val="000D76CE"/>
    <w:rsid w:val="000D784C"/>
    <w:rsid w:val="000D7A4A"/>
    <w:rsid w:val="000D7C0B"/>
    <w:rsid w:val="000D7CE9"/>
    <w:rsid w:val="000E01D4"/>
    <w:rsid w:val="000E020E"/>
    <w:rsid w:val="000E0372"/>
    <w:rsid w:val="000E0D17"/>
    <w:rsid w:val="000E0EDB"/>
    <w:rsid w:val="000E1939"/>
    <w:rsid w:val="000E223A"/>
    <w:rsid w:val="000E299B"/>
    <w:rsid w:val="000E466A"/>
    <w:rsid w:val="000E4932"/>
    <w:rsid w:val="000E6819"/>
    <w:rsid w:val="000E68A8"/>
    <w:rsid w:val="000E76E8"/>
    <w:rsid w:val="000F0175"/>
    <w:rsid w:val="000F03A3"/>
    <w:rsid w:val="000F0EBE"/>
    <w:rsid w:val="000F1299"/>
    <w:rsid w:val="000F1C49"/>
    <w:rsid w:val="000F20F3"/>
    <w:rsid w:val="000F2420"/>
    <w:rsid w:val="000F2573"/>
    <w:rsid w:val="000F2B9B"/>
    <w:rsid w:val="000F2DA5"/>
    <w:rsid w:val="000F3121"/>
    <w:rsid w:val="000F3E1E"/>
    <w:rsid w:val="000F4388"/>
    <w:rsid w:val="000F4D99"/>
    <w:rsid w:val="000F5060"/>
    <w:rsid w:val="000F584E"/>
    <w:rsid w:val="000F5C42"/>
    <w:rsid w:val="000F5E02"/>
    <w:rsid w:val="000F63CA"/>
    <w:rsid w:val="000F651D"/>
    <w:rsid w:val="000F666F"/>
    <w:rsid w:val="000F745B"/>
    <w:rsid w:val="000F7521"/>
    <w:rsid w:val="000F7967"/>
    <w:rsid w:val="000F79FA"/>
    <w:rsid w:val="000F7D4F"/>
    <w:rsid w:val="00100133"/>
    <w:rsid w:val="00100161"/>
    <w:rsid w:val="00100586"/>
    <w:rsid w:val="001011ED"/>
    <w:rsid w:val="001012D8"/>
    <w:rsid w:val="00101922"/>
    <w:rsid w:val="00101EF6"/>
    <w:rsid w:val="00101FAC"/>
    <w:rsid w:val="0010205D"/>
    <w:rsid w:val="00102595"/>
    <w:rsid w:val="00103039"/>
    <w:rsid w:val="0010306C"/>
    <w:rsid w:val="00103323"/>
    <w:rsid w:val="00103510"/>
    <w:rsid w:val="001048A8"/>
    <w:rsid w:val="00104B7D"/>
    <w:rsid w:val="00104F96"/>
    <w:rsid w:val="00104FD0"/>
    <w:rsid w:val="00105919"/>
    <w:rsid w:val="001061B6"/>
    <w:rsid w:val="0010627D"/>
    <w:rsid w:val="001062F6"/>
    <w:rsid w:val="001064C0"/>
    <w:rsid w:val="0010696C"/>
    <w:rsid w:val="00106A37"/>
    <w:rsid w:val="00106E8A"/>
    <w:rsid w:val="001073D0"/>
    <w:rsid w:val="001106B3"/>
    <w:rsid w:val="00110763"/>
    <w:rsid w:val="00110CD7"/>
    <w:rsid w:val="00110DDD"/>
    <w:rsid w:val="00111619"/>
    <w:rsid w:val="00112073"/>
    <w:rsid w:val="001127D7"/>
    <w:rsid w:val="00112AD7"/>
    <w:rsid w:val="001130B9"/>
    <w:rsid w:val="00113432"/>
    <w:rsid w:val="00113EC4"/>
    <w:rsid w:val="001142B5"/>
    <w:rsid w:val="001146EB"/>
    <w:rsid w:val="00114CD9"/>
    <w:rsid w:val="0011569D"/>
    <w:rsid w:val="00115ABE"/>
    <w:rsid w:val="00116837"/>
    <w:rsid w:val="00116F2F"/>
    <w:rsid w:val="00116FD1"/>
    <w:rsid w:val="001174E1"/>
    <w:rsid w:val="00117552"/>
    <w:rsid w:val="00117582"/>
    <w:rsid w:val="00117998"/>
    <w:rsid w:val="00117DA6"/>
    <w:rsid w:val="001206B6"/>
    <w:rsid w:val="00120C73"/>
    <w:rsid w:val="0012125B"/>
    <w:rsid w:val="00122850"/>
    <w:rsid w:val="001228C6"/>
    <w:rsid w:val="00123101"/>
    <w:rsid w:val="00124119"/>
    <w:rsid w:val="0012425B"/>
    <w:rsid w:val="001245A0"/>
    <w:rsid w:val="001248E5"/>
    <w:rsid w:val="0012493A"/>
    <w:rsid w:val="00124CCC"/>
    <w:rsid w:val="001254B9"/>
    <w:rsid w:val="00125895"/>
    <w:rsid w:val="00125C22"/>
    <w:rsid w:val="00126274"/>
    <w:rsid w:val="001264FD"/>
    <w:rsid w:val="001267C0"/>
    <w:rsid w:val="00126BD0"/>
    <w:rsid w:val="00127198"/>
    <w:rsid w:val="001276D2"/>
    <w:rsid w:val="00127864"/>
    <w:rsid w:val="00127D0A"/>
    <w:rsid w:val="001303F9"/>
    <w:rsid w:val="00130859"/>
    <w:rsid w:val="00130880"/>
    <w:rsid w:val="00130939"/>
    <w:rsid w:val="00130D49"/>
    <w:rsid w:val="0013220D"/>
    <w:rsid w:val="0013296D"/>
    <w:rsid w:val="00132DDF"/>
    <w:rsid w:val="001337B7"/>
    <w:rsid w:val="00133918"/>
    <w:rsid w:val="00133998"/>
    <w:rsid w:val="00134AFB"/>
    <w:rsid w:val="00134EA9"/>
    <w:rsid w:val="001359E7"/>
    <w:rsid w:val="00136210"/>
    <w:rsid w:val="00136BB4"/>
    <w:rsid w:val="00136F12"/>
    <w:rsid w:val="001370D7"/>
    <w:rsid w:val="0013771A"/>
    <w:rsid w:val="00140044"/>
    <w:rsid w:val="00140057"/>
    <w:rsid w:val="001403FB"/>
    <w:rsid w:val="00140720"/>
    <w:rsid w:val="00141176"/>
    <w:rsid w:val="001415FB"/>
    <w:rsid w:val="001416B7"/>
    <w:rsid w:val="00141AC5"/>
    <w:rsid w:val="00141D63"/>
    <w:rsid w:val="0014285F"/>
    <w:rsid w:val="00142FD0"/>
    <w:rsid w:val="0014386E"/>
    <w:rsid w:val="00143B2A"/>
    <w:rsid w:val="0014400D"/>
    <w:rsid w:val="00144044"/>
    <w:rsid w:val="00144285"/>
    <w:rsid w:val="00145185"/>
    <w:rsid w:val="001452C5"/>
    <w:rsid w:val="001462AB"/>
    <w:rsid w:val="001471A9"/>
    <w:rsid w:val="00147A97"/>
    <w:rsid w:val="00147C13"/>
    <w:rsid w:val="0015023A"/>
    <w:rsid w:val="0015042C"/>
    <w:rsid w:val="0015060C"/>
    <w:rsid w:val="0015093E"/>
    <w:rsid w:val="00150FE9"/>
    <w:rsid w:val="00151597"/>
    <w:rsid w:val="00151B1E"/>
    <w:rsid w:val="00151E36"/>
    <w:rsid w:val="00152403"/>
    <w:rsid w:val="00152DD2"/>
    <w:rsid w:val="001536BB"/>
    <w:rsid w:val="00154BA9"/>
    <w:rsid w:val="001566A6"/>
    <w:rsid w:val="001567BC"/>
    <w:rsid w:val="001568E5"/>
    <w:rsid w:val="0015696D"/>
    <w:rsid w:val="001569CE"/>
    <w:rsid w:val="00156B64"/>
    <w:rsid w:val="00156F3E"/>
    <w:rsid w:val="00157027"/>
    <w:rsid w:val="001572FE"/>
    <w:rsid w:val="001573CC"/>
    <w:rsid w:val="00157991"/>
    <w:rsid w:val="00157C67"/>
    <w:rsid w:val="00157F50"/>
    <w:rsid w:val="00157FC0"/>
    <w:rsid w:val="00161155"/>
    <w:rsid w:val="00161396"/>
    <w:rsid w:val="00161AA3"/>
    <w:rsid w:val="00162027"/>
    <w:rsid w:val="00162350"/>
    <w:rsid w:val="00162449"/>
    <w:rsid w:val="00162474"/>
    <w:rsid w:val="001627B2"/>
    <w:rsid w:val="001632A4"/>
    <w:rsid w:val="00163419"/>
    <w:rsid w:val="001639C2"/>
    <w:rsid w:val="00163A24"/>
    <w:rsid w:val="00163CA0"/>
    <w:rsid w:val="00164287"/>
    <w:rsid w:val="0016443E"/>
    <w:rsid w:val="0016503D"/>
    <w:rsid w:val="0016575C"/>
    <w:rsid w:val="00165AA3"/>
    <w:rsid w:val="00165CA9"/>
    <w:rsid w:val="00166003"/>
    <w:rsid w:val="001660C4"/>
    <w:rsid w:val="001667E2"/>
    <w:rsid w:val="00166CF8"/>
    <w:rsid w:val="0016708A"/>
    <w:rsid w:val="00167298"/>
    <w:rsid w:val="001673CB"/>
    <w:rsid w:val="001678D5"/>
    <w:rsid w:val="00171420"/>
    <w:rsid w:val="00171D96"/>
    <w:rsid w:val="00172B3C"/>
    <w:rsid w:val="00172E1D"/>
    <w:rsid w:val="00172F91"/>
    <w:rsid w:val="00173B74"/>
    <w:rsid w:val="00173E69"/>
    <w:rsid w:val="00173F20"/>
    <w:rsid w:val="001741E8"/>
    <w:rsid w:val="0017422F"/>
    <w:rsid w:val="00174696"/>
    <w:rsid w:val="001770C3"/>
    <w:rsid w:val="0017772C"/>
    <w:rsid w:val="001779E3"/>
    <w:rsid w:val="00177B04"/>
    <w:rsid w:val="001802AE"/>
    <w:rsid w:val="00180362"/>
    <w:rsid w:val="001808EC"/>
    <w:rsid w:val="00180AB2"/>
    <w:rsid w:val="0018157B"/>
    <w:rsid w:val="00181B11"/>
    <w:rsid w:val="00181B79"/>
    <w:rsid w:val="00182BA7"/>
    <w:rsid w:val="001833EA"/>
    <w:rsid w:val="00183C5E"/>
    <w:rsid w:val="00184B6C"/>
    <w:rsid w:val="00185F02"/>
    <w:rsid w:val="00186C0F"/>
    <w:rsid w:val="00186E08"/>
    <w:rsid w:val="00186EA3"/>
    <w:rsid w:val="00187BEC"/>
    <w:rsid w:val="0019052C"/>
    <w:rsid w:val="0019132A"/>
    <w:rsid w:val="001913D3"/>
    <w:rsid w:val="00191DDE"/>
    <w:rsid w:val="00192175"/>
    <w:rsid w:val="0019228D"/>
    <w:rsid w:val="00192479"/>
    <w:rsid w:val="00192989"/>
    <w:rsid w:val="001929B3"/>
    <w:rsid w:val="00192A25"/>
    <w:rsid w:val="00192A95"/>
    <w:rsid w:val="00192D00"/>
    <w:rsid w:val="001931F9"/>
    <w:rsid w:val="00194BBF"/>
    <w:rsid w:val="00195516"/>
    <w:rsid w:val="00195A15"/>
    <w:rsid w:val="00195F47"/>
    <w:rsid w:val="00196766"/>
    <w:rsid w:val="001969B2"/>
    <w:rsid w:val="00196CE4"/>
    <w:rsid w:val="00196DFE"/>
    <w:rsid w:val="00197503"/>
    <w:rsid w:val="00197560"/>
    <w:rsid w:val="001979EE"/>
    <w:rsid w:val="001A0C78"/>
    <w:rsid w:val="001A0F7B"/>
    <w:rsid w:val="001A0F83"/>
    <w:rsid w:val="001A11FC"/>
    <w:rsid w:val="001A1C42"/>
    <w:rsid w:val="001A1CFE"/>
    <w:rsid w:val="001A1DC0"/>
    <w:rsid w:val="001A1F63"/>
    <w:rsid w:val="001A2398"/>
    <w:rsid w:val="001A37B4"/>
    <w:rsid w:val="001A42FE"/>
    <w:rsid w:val="001A4A94"/>
    <w:rsid w:val="001A5475"/>
    <w:rsid w:val="001A5606"/>
    <w:rsid w:val="001A6796"/>
    <w:rsid w:val="001A6AE8"/>
    <w:rsid w:val="001A6D15"/>
    <w:rsid w:val="001A6FA9"/>
    <w:rsid w:val="001A77DB"/>
    <w:rsid w:val="001A788D"/>
    <w:rsid w:val="001A7B16"/>
    <w:rsid w:val="001B02BF"/>
    <w:rsid w:val="001B0511"/>
    <w:rsid w:val="001B09EA"/>
    <w:rsid w:val="001B0AED"/>
    <w:rsid w:val="001B0FD9"/>
    <w:rsid w:val="001B15CC"/>
    <w:rsid w:val="001B1F83"/>
    <w:rsid w:val="001B2124"/>
    <w:rsid w:val="001B2B7D"/>
    <w:rsid w:val="001B31B0"/>
    <w:rsid w:val="001B39E1"/>
    <w:rsid w:val="001B3FEE"/>
    <w:rsid w:val="001B5382"/>
    <w:rsid w:val="001B57E5"/>
    <w:rsid w:val="001B5E93"/>
    <w:rsid w:val="001B5F98"/>
    <w:rsid w:val="001B6149"/>
    <w:rsid w:val="001B6632"/>
    <w:rsid w:val="001B6BC5"/>
    <w:rsid w:val="001B6F06"/>
    <w:rsid w:val="001B6FC6"/>
    <w:rsid w:val="001B73F5"/>
    <w:rsid w:val="001B7930"/>
    <w:rsid w:val="001B7E5B"/>
    <w:rsid w:val="001B7FF0"/>
    <w:rsid w:val="001C0406"/>
    <w:rsid w:val="001C0678"/>
    <w:rsid w:val="001C0904"/>
    <w:rsid w:val="001C0D96"/>
    <w:rsid w:val="001C0FF8"/>
    <w:rsid w:val="001C1B6F"/>
    <w:rsid w:val="001C1F9C"/>
    <w:rsid w:val="001C203B"/>
    <w:rsid w:val="001C208C"/>
    <w:rsid w:val="001C30E0"/>
    <w:rsid w:val="001C3487"/>
    <w:rsid w:val="001C36E1"/>
    <w:rsid w:val="001C3DFF"/>
    <w:rsid w:val="001C3F86"/>
    <w:rsid w:val="001C4090"/>
    <w:rsid w:val="001C48CC"/>
    <w:rsid w:val="001C4B51"/>
    <w:rsid w:val="001C552B"/>
    <w:rsid w:val="001C64D2"/>
    <w:rsid w:val="001C6A81"/>
    <w:rsid w:val="001C6B1E"/>
    <w:rsid w:val="001C7B9D"/>
    <w:rsid w:val="001C7D41"/>
    <w:rsid w:val="001D0E37"/>
    <w:rsid w:val="001D1145"/>
    <w:rsid w:val="001D1369"/>
    <w:rsid w:val="001D1408"/>
    <w:rsid w:val="001D14EB"/>
    <w:rsid w:val="001D1874"/>
    <w:rsid w:val="001D1F63"/>
    <w:rsid w:val="001D257B"/>
    <w:rsid w:val="001D30DA"/>
    <w:rsid w:val="001D386F"/>
    <w:rsid w:val="001D3E4D"/>
    <w:rsid w:val="001D4617"/>
    <w:rsid w:val="001D4871"/>
    <w:rsid w:val="001D5502"/>
    <w:rsid w:val="001D57B1"/>
    <w:rsid w:val="001D5FB1"/>
    <w:rsid w:val="001D632E"/>
    <w:rsid w:val="001D6426"/>
    <w:rsid w:val="001D6489"/>
    <w:rsid w:val="001D78BB"/>
    <w:rsid w:val="001D7C57"/>
    <w:rsid w:val="001E0474"/>
    <w:rsid w:val="001E0A1E"/>
    <w:rsid w:val="001E0A80"/>
    <w:rsid w:val="001E0C87"/>
    <w:rsid w:val="001E0F7E"/>
    <w:rsid w:val="001E172D"/>
    <w:rsid w:val="001E1793"/>
    <w:rsid w:val="001E1C4C"/>
    <w:rsid w:val="001E1C7B"/>
    <w:rsid w:val="001E2693"/>
    <w:rsid w:val="001E2C2C"/>
    <w:rsid w:val="001E2E39"/>
    <w:rsid w:val="001E31D8"/>
    <w:rsid w:val="001E3763"/>
    <w:rsid w:val="001E3919"/>
    <w:rsid w:val="001E3CC1"/>
    <w:rsid w:val="001E3E78"/>
    <w:rsid w:val="001E4390"/>
    <w:rsid w:val="001E4A68"/>
    <w:rsid w:val="001E4C3E"/>
    <w:rsid w:val="001E50EA"/>
    <w:rsid w:val="001E50F4"/>
    <w:rsid w:val="001E5384"/>
    <w:rsid w:val="001E64FE"/>
    <w:rsid w:val="001E6DA2"/>
    <w:rsid w:val="001E7410"/>
    <w:rsid w:val="001F0A93"/>
    <w:rsid w:val="001F1341"/>
    <w:rsid w:val="001F1F48"/>
    <w:rsid w:val="001F20ED"/>
    <w:rsid w:val="001F263A"/>
    <w:rsid w:val="001F2BDA"/>
    <w:rsid w:val="001F2F5A"/>
    <w:rsid w:val="001F41F4"/>
    <w:rsid w:val="001F433B"/>
    <w:rsid w:val="001F4A7C"/>
    <w:rsid w:val="001F4CA9"/>
    <w:rsid w:val="001F56D5"/>
    <w:rsid w:val="001F56FA"/>
    <w:rsid w:val="001F59C3"/>
    <w:rsid w:val="001F5CDC"/>
    <w:rsid w:val="001F650A"/>
    <w:rsid w:val="001F6BB4"/>
    <w:rsid w:val="001F6EBA"/>
    <w:rsid w:val="001F7201"/>
    <w:rsid w:val="001F7452"/>
    <w:rsid w:val="001F79EF"/>
    <w:rsid w:val="0020062F"/>
    <w:rsid w:val="00200BAF"/>
    <w:rsid w:val="00201630"/>
    <w:rsid w:val="002016F5"/>
    <w:rsid w:val="002022CF"/>
    <w:rsid w:val="00202498"/>
    <w:rsid w:val="00202821"/>
    <w:rsid w:val="00202B69"/>
    <w:rsid w:val="00202EB2"/>
    <w:rsid w:val="00203FC7"/>
    <w:rsid w:val="0020426B"/>
    <w:rsid w:val="00204896"/>
    <w:rsid w:val="00204DC7"/>
    <w:rsid w:val="00205280"/>
    <w:rsid w:val="00205F3C"/>
    <w:rsid w:val="00206A7E"/>
    <w:rsid w:val="00207A02"/>
    <w:rsid w:val="00207A29"/>
    <w:rsid w:val="0021007F"/>
    <w:rsid w:val="00210332"/>
    <w:rsid w:val="002105B0"/>
    <w:rsid w:val="00211BB7"/>
    <w:rsid w:val="00211F04"/>
    <w:rsid w:val="002120D0"/>
    <w:rsid w:val="00212714"/>
    <w:rsid w:val="00212AED"/>
    <w:rsid w:val="00212DFE"/>
    <w:rsid w:val="00212E80"/>
    <w:rsid w:val="00213251"/>
    <w:rsid w:val="0021354F"/>
    <w:rsid w:val="00213D16"/>
    <w:rsid w:val="00213F62"/>
    <w:rsid w:val="00214103"/>
    <w:rsid w:val="00214C95"/>
    <w:rsid w:val="00215384"/>
    <w:rsid w:val="00215955"/>
    <w:rsid w:val="00215F01"/>
    <w:rsid w:val="002174BC"/>
    <w:rsid w:val="002177B5"/>
    <w:rsid w:val="00217E80"/>
    <w:rsid w:val="00217EBE"/>
    <w:rsid w:val="00217FBC"/>
    <w:rsid w:val="0022047A"/>
    <w:rsid w:val="0022096D"/>
    <w:rsid w:val="00220BC0"/>
    <w:rsid w:val="00220BE9"/>
    <w:rsid w:val="002211BB"/>
    <w:rsid w:val="002217FC"/>
    <w:rsid w:val="00222303"/>
    <w:rsid w:val="00222356"/>
    <w:rsid w:val="00223045"/>
    <w:rsid w:val="00223170"/>
    <w:rsid w:val="0022345A"/>
    <w:rsid w:val="002235D5"/>
    <w:rsid w:val="00223D4E"/>
    <w:rsid w:val="00224822"/>
    <w:rsid w:val="00224999"/>
    <w:rsid w:val="00224FB0"/>
    <w:rsid w:val="00225A63"/>
    <w:rsid w:val="00226345"/>
    <w:rsid w:val="00226C9D"/>
    <w:rsid w:val="00226E4B"/>
    <w:rsid w:val="00227C30"/>
    <w:rsid w:val="00230463"/>
    <w:rsid w:val="002305EF"/>
    <w:rsid w:val="002305F2"/>
    <w:rsid w:val="00230F63"/>
    <w:rsid w:val="00231CCF"/>
    <w:rsid w:val="00231DD3"/>
    <w:rsid w:val="00231E59"/>
    <w:rsid w:val="00232348"/>
    <w:rsid w:val="00232D00"/>
    <w:rsid w:val="00233289"/>
    <w:rsid w:val="002333D9"/>
    <w:rsid w:val="00233ADA"/>
    <w:rsid w:val="0023478C"/>
    <w:rsid w:val="00234FFD"/>
    <w:rsid w:val="0023593E"/>
    <w:rsid w:val="00235ABC"/>
    <w:rsid w:val="00235C4E"/>
    <w:rsid w:val="00236314"/>
    <w:rsid w:val="00236611"/>
    <w:rsid w:val="002367A1"/>
    <w:rsid w:val="002369D8"/>
    <w:rsid w:val="00237343"/>
    <w:rsid w:val="00237633"/>
    <w:rsid w:val="002377D1"/>
    <w:rsid w:val="002378D2"/>
    <w:rsid w:val="002403CA"/>
    <w:rsid w:val="00240752"/>
    <w:rsid w:val="00240AA7"/>
    <w:rsid w:val="00240B3C"/>
    <w:rsid w:val="002410D6"/>
    <w:rsid w:val="00241546"/>
    <w:rsid w:val="00241836"/>
    <w:rsid w:val="00241888"/>
    <w:rsid w:val="00242058"/>
    <w:rsid w:val="0024241A"/>
    <w:rsid w:val="0024261C"/>
    <w:rsid w:val="00242770"/>
    <w:rsid w:val="002428E0"/>
    <w:rsid w:val="00243ED2"/>
    <w:rsid w:val="002441B9"/>
    <w:rsid w:val="002442A2"/>
    <w:rsid w:val="00244701"/>
    <w:rsid w:val="00244987"/>
    <w:rsid w:val="002450BC"/>
    <w:rsid w:val="00245554"/>
    <w:rsid w:val="00245A0D"/>
    <w:rsid w:val="00246E26"/>
    <w:rsid w:val="002471BD"/>
    <w:rsid w:val="00247253"/>
    <w:rsid w:val="0024732D"/>
    <w:rsid w:val="00247333"/>
    <w:rsid w:val="0024750F"/>
    <w:rsid w:val="00247D76"/>
    <w:rsid w:val="00247D8B"/>
    <w:rsid w:val="00247D9A"/>
    <w:rsid w:val="0025035E"/>
    <w:rsid w:val="00250638"/>
    <w:rsid w:val="00250AD9"/>
    <w:rsid w:val="00251EE0"/>
    <w:rsid w:val="0025241C"/>
    <w:rsid w:val="002526CA"/>
    <w:rsid w:val="00252FEB"/>
    <w:rsid w:val="00253269"/>
    <w:rsid w:val="00254335"/>
    <w:rsid w:val="0025473F"/>
    <w:rsid w:val="00254822"/>
    <w:rsid w:val="002549DE"/>
    <w:rsid w:val="00254ABB"/>
    <w:rsid w:val="002554D9"/>
    <w:rsid w:val="002557A5"/>
    <w:rsid w:val="00255901"/>
    <w:rsid w:val="00255FAB"/>
    <w:rsid w:val="002567A4"/>
    <w:rsid w:val="00256B7A"/>
    <w:rsid w:val="00256DDD"/>
    <w:rsid w:val="002573C6"/>
    <w:rsid w:val="00257FC8"/>
    <w:rsid w:val="002609B2"/>
    <w:rsid w:val="002615AF"/>
    <w:rsid w:val="00261C39"/>
    <w:rsid w:val="00261D12"/>
    <w:rsid w:val="002620C6"/>
    <w:rsid w:val="00262BF5"/>
    <w:rsid w:val="00262D2B"/>
    <w:rsid w:val="00263FBA"/>
    <w:rsid w:val="002640EE"/>
    <w:rsid w:val="00264210"/>
    <w:rsid w:val="00264E33"/>
    <w:rsid w:val="00264EB5"/>
    <w:rsid w:val="00265149"/>
    <w:rsid w:val="002654B0"/>
    <w:rsid w:val="00265F39"/>
    <w:rsid w:val="00265F7E"/>
    <w:rsid w:val="00267189"/>
    <w:rsid w:val="00267B75"/>
    <w:rsid w:val="00267C1C"/>
    <w:rsid w:val="002700BA"/>
    <w:rsid w:val="00270955"/>
    <w:rsid w:val="00271470"/>
    <w:rsid w:val="002714D9"/>
    <w:rsid w:val="002715B7"/>
    <w:rsid w:val="00271986"/>
    <w:rsid w:val="00271993"/>
    <w:rsid w:val="00271C04"/>
    <w:rsid w:val="00271E8B"/>
    <w:rsid w:val="00272002"/>
    <w:rsid w:val="002724AD"/>
    <w:rsid w:val="00272D21"/>
    <w:rsid w:val="0027307A"/>
    <w:rsid w:val="002732A6"/>
    <w:rsid w:val="002746B2"/>
    <w:rsid w:val="00276AA0"/>
    <w:rsid w:val="002773E4"/>
    <w:rsid w:val="002778AF"/>
    <w:rsid w:val="00277E0A"/>
    <w:rsid w:val="00280230"/>
    <w:rsid w:val="0028036C"/>
    <w:rsid w:val="002807C6"/>
    <w:rsid w:val="00280F6B"/>
    <w:rsid w:val="0028173A"/>
    <w:rsid w:val="00281AF2"/>
    <w:rsid w:val="00282970"/>
    <w:rsid w:val="00282ABE"/>
    <w:rsid w:val="00282D27"/>
    <w:rsid w:val="00283C6C"/>
    <w:rsid w:val="002846FE"/>
    <w:rsid w:val="00285D84"/>
    <w:rsid w:val="00286383"/>
    <w:rsid w:val="002869E9"/>
    <w:rsid w:val="00286BF4"/>
    <w:rsid w:val="00287B66"/>
    <w:rsid w:val="00287EC0"/>
    <w:rsid w:val="002905F0"/>
    <w:rsid w:val="00290C95"/>
    <w:rsid w:val="002914B5"/>
    <w:rsid w:val="00291B63"/>
    <w:rsid w:val="00291D36"/>
    <w:rsid w:val="002920E9"/>
    <w:rsid w:val="0029239E"/>
    <w:rsid w:val="00292565"/>
    <w:rsid w:val="002927C4"/>
    <w:rsid w:val="00292893"/>
    <w:rsid w:val="00292C84"/>
    <w:rsid w:val="00292E8B"/>
    <w:rsid w:val="00293E6C"/>
    <w:rsid w:val="00294366"/>
    <w:rsid w:val="002943DF"/>
    <w:rsid w:val="00294B1A"/>
    <w:rsid w:val="00294C14"/>
    <w:rsid w:val="00294E8C"/>
    <w:rsid w:val="0029509F"/>
    <w:rsid w:val="0029576F"/>
    <w:rsid w:val="00295787"/>
    <w:rsid w:val="00295EB0"/>
    <w:rsid w:val="00296064"/>
    <w:rsid w:val="002964A9"/>
    <w:rsid w:val="00296A64"/>
    <w:rsid w:val="00296C00"/>
    <w:rsid w:val="0029728A"/>
    <w:rsid w:val="00297E2B"/>
    <w:rsid w:val="002A0A57"/>
    <w:rsid w:val="002A0C9A"/>
    <w:rsid w:val="002A0FF9"/>
    <w:rsid w:val="002A1A20"/>
    <w:rsid w:val="002A2162"/>
    <w:rsid w:val="002A2303"/>
    <w:rsid w:val="002A2C3E"/>
    <w:rsid w:val="002A34F1"/>
    <w:rsid w:val="002A38FF"/>
    <w:rsid w:val="002A394B"/>
    <w:rsid w:val="002A3B1A"/>
    <w:rsid w:val="002A3EBB"/>
    <w:rsid w:val="002A3EDF"/>
    <w:rsid w:val="002A428D"/>
    <w:rsid w:val="002A48A4"/>
    <w:rsid w:val="002A4920"/>
    <w:rsid w:val="002A4965"/>
    <w:rsid w:val="002A4D41"/>
    <w:rsid w:val="002A51D0"/>
    <w:rsid w:val="002A60CB"/>
    <w:rsid w:val="002A6F86"/>
    <w:rsid w:val="002A7051"/>
    <w:rsid w:val="002A7107"/>
    <w:rsid w:val="002A725E"/>
    <w:rsid w:val="002A74BE"/>
    <w:rsid w:val="002A74CE"/>
    <w:rsid w:val="002A7806"/>
    <w:rsid w:val="002A7849"/>
    <w:rsid w:val="002B0DCC"/>
    <w:rsid w:val="002B1532"/>
    <w:rsid w:val="002B1F54"/>
    <w:rsid w:val="002B21F7"/>
    <w:rsid w:val="002B33CB"/>
    <w:rsid w:val="002B43CB"/>
    <w:rsid w:val="002B48EC"/>
    <w:rsid w:val="002B4A56"/>
    <w:rsid w:val="002B4B5E"/>
    <w:rsid w:val="002B4FF0"/>
    <w:rsid w:val="002B5030"/>
    <w:rsid w:val="002B5917"/>
    <w:rsid w:val="002B6002"/>
    <w:rsid w:val="002B62F2"/>
    <w:rsid w:val="002B6464"/>
    <w:rsid w:val="002B70F1"/>
    <w:rsid w:val="002B7865"/>
    <w:rsid w:val="002B7F8A"/>
    <w:rsid w:val="002C0178"/>
    <w:rsid w:val="002C07D0"/>
    <w:rsid w:val="002C080A"/>
    <w:rsid w:val="002C0C6E"/>
    <w:rsid w:val="002C1B83"/>
    <w:rsid w:val="002C2E73"/>
    <w:rsid w:val="002C3AED"/>
    <w:rsid w:val="002C3EE5"/>
    <w:rsid w:val="002C421C"/>
    <w:rsid w:val="002C46EB"/>
    <w:rsid w:val="002C48CC"/>
    <w:rsid w:val="002C48F1"/>
    <w:rsid w:val="002C4EDF"/>
    <w:rsid w:val="002C5503"/>
    <w:rsid w:val="002C6E37"/>
    <w:rsid w:val="002C7008"/>
    <w:rsid w:val="002C7370"/>
    <w:rsid w:val="002C78CB"/>
    <w:rsid w:val="002C7ECA"/>
    <w:rsid w:val="002D0131"/>
    <w:rsid w:val="002D0949"/>
    <w:rsid w:val="002D16F0"/>
    <w:rsid w:val="002D18C2"/>
    <w:rsid w:val="002D1EE3"/>
    <w:rsid w:val="002D22D8"/>
    <w:rsid w:val="002D2E7A"/>
    <w:rsid w:val="002D2FCA"/>
    <w:rsid w:val="002D3315"/>
    <w:rsid w:val="002D3592"/>
    <w:rsid w:val="002D373C"/>
    <w:rsid w:val="002D41A5"/>
    <w:rsid w:val="002D41FE"/>
    <w:rsid w:val="002D4503"/>
    <w:rsid w:val="002D49E0"/>
    <w:rsid w:val="002D4D16"/>
    <w:rsid w:val="002D4FF6"/>
    <w:rsid w:val="002D51E6"/>
    <w:rsid w:val="002D5970"/>
    <w:rsid w:val="002D59CA"/>
    <w:rsid w:val="002D5FB7"/>
    <w:rsid w:val="002D6432"/>
    <w:rsid w:val="002D6677"/>
    <w:rsid w:val="002D6B3B"/>
    <w:rsid w:val="002D6E2D"/>
    <w:rsid w:val="002D785F"/>
    <w:rsid w:val="002D794F"/>
    <w:rsid w:val="002D79D9"/>
    <w:rsid w:val="002D7B88"/>
    <w:rsid w:val="002E07ED"/>
    <w:rsid w:val="002E148B"/>
    <w:rsid w:val="002E2002"/>
    <w:rsid w:val="002E2382"/>
    <w:rsid w:val="002E43C6"/>
    <w:rsid w:val="002E486E"/>
    <w:rsid w:val="002E4B60"/>
    <w:rsid w:val="002E50E5"/>
    <w:rsid w:val="002E542A"/>
    <w:rsid w:val="002E570D"/>
    <w:rsid w:val="002E5CF8"/>
    <w:rsid w:val="002E5F47"/>
    <w:rsid w:val="002E6E52"/>
    <w:rsid w:val="002E7564"/>
    <w:rsid w:val="002E7694"/>
    <w:rsid w:val="002E787E"/>
    <w:rsid w:val="002E7AD8"/>
    <w:rsid w:val="002E7FD2"/>
    <w:rsid w:val="002F01C0"/>
    <w:rsid w:val="002F01E7"/>
    <w:rsid w:val="002F076B"/>
    <w:rsid w:val="002F0805"/>
    <w:rsid w:val="002F086A"/>
    <w:rsid w:val="002F0A8C"/>
    <w:rsid w:val="002F0C61"/>
    <w:rsid w:val="002F183D"/>
    <w:rsid w:val="002F1B29"/>
    <w:rsid w:val="002F24B6"/>
    <w:rsid w:val="002F2C38"/>
    <w:rsid w:val="002F2DF4"/>
    <w:rsid w:val="002F3104"/>
    <w:rsid w:val="002F334C"/>
    <w:rsid w:val="002F33A4"/>
    <w:rsid w:val="002F3622"/>
    <w:rsid w:val="002F3837"/>
    <w:rsid w:val="002F39F2"/>
    <w:rsid w:val="002F4509"/>
    <w:rsid w:val="002F4734"/>
    <w:rsid w:val="002F5184"/>
    <w:rsid w:val="002F5C4C"/>
    <w:rsid w:val="002F5FFE"/>
    <w:rsid w:val="002F643E"/>
    <w:rsid w:val="002F65D7"/>
    <w:rsid w:val="002F6B84"/>
    <w:rsid w:val="002F6EC4"/>
    <w:rsid w:val="002F7003"/>
    <w:rsid w:val="002F734B"/>
    <w:rsid w:val="002F7C4A"/>
    <w:rsid w:val="003012B0"/>
    <w:rsid w:val="00301841"/>
    <w:rsid w:val="0030190B"/>
    <w:rsid w:val="003022B2"/>
    <w:rsid w:val="003029FF"/>
    <w:rsid w:val="00302AB5"/>
    <w:rsid w:val="0030311E"/>
    <w:rsid w:val="003033A8"/>
    <w:rsid w:val="00303683"/>
    <w:rsid w:val="00303993"/>
    <w:rsid w:val="003039C7"/>
    <w:rsid w:val="00303FD2"/>
    <w:rsid w:val="0030404D"/>
    <w:rsid w:val="003041A1"/>
    <w:rsid w:val="003046C3"/>
    <w:rsid w:val="00304B42"/>
    <w:rsid w:val="00304FA2"/>
    <w:rsid w:val="00305339"/>
    <w:rsid w:val="00305763"/>
    <w:rsid w:val="00305990"/>
    <w:rsid w:val="003059D2"/>
    <w:rsid w:val="00305C5B"/>
    <w:rsid w:val="00305E1A"/>
    <w:rsid w:val="00306158"/>
    <w:rsid w:val="0030618B"/>
    <w:rsid w:val="00306651"/>
    <w:rsid w:val="00306A65"/>
    <w:rsid w:val="00307017"/>
    <w:rsid w:val="00307A1C"/>
    <w:rsid w:val="00307B7B"/>
    <w:rsid w:val="00307DAA"/>
    <w:rsid w:val="00307E6E"/>
    <w:rsid w:val="00310400"/>
    <w:rsid w:val="003108DD"/>
    <w:rsid w:val="00311058"/>
    <w:rsid w:val="0031115B"/>
    <w:rsid w:val="0031116B"/>
    <w:rsid w:val="003113AB"/>
    <w:rsid w:val="003116E4"/>
    <w:rsid w:val="003122C1"/>
    <w:rsid w:val="00312646"/>
    <w:rsid w:val="003130FB"/>
    <w:rsid w:val="00313272"/>
    <w:rsid w:val="0031361B"/>
    <w:rsid w:val="0031505F"/>
    <w:rsid w:val="003153B3"/>
    <w:rsid w:val="0031642F"/>
    <w:rsid w:val="00316AC3"/>
    <w:rsid w:val="00317231"/>
    <w:rsid w:val="0031728C"/>
    <w:rsid w:val="00317567"/>
    <w:rsid w:val="00317BBC"/>
    <w:rsid w:val="00320059"/>
    <w:rsid w:val="00320541"/>
    <w:rsid w:val="00320972"/>
    <w:rsid w:val="00320C84"/>
    <w:rsid w:val="0032148B"/>
    <w:rsid w:val="00322B2E"/>
    <w:rsid w:val="00322F33"/>
    <w:rsid w:val="00322F7A"/>
    <w:rsid w:val="0032314C"/>
    <w:rsid w:val="003235CC"/>
    <w:rsid w:val="00323CE3"/>
    <w:rsid w:val="00323D9A"/>
    <w:rsid w:val="0032508F"/>
    <w:rsid w:val="00325176"/>
    <w:rsid w:val="003254C2"/>
    <w:rsid w:val="003259D9"/>
    <w:rsid w:val="00325B6A"/>
    <w:rsid w:val="00325C70"/>
    <w:rsid w:val="00325F4A"/>
    <w:rsid w:val="00326072"/>
    <w:rsid w:val="003260EF"/>
    <w:rsid w:val="0032687E"/>
    <w:rsid w:val="00326D10"/>
    <w:rsid w:val="00326FCA"/>
    <w:rsid w:val="003271FB"/>
    <w:rsid w:val="00327A48"/>
    <w:rsid w:val="00327AFA"/>
    <w:rsid w:val="00327DDE"/>
    <w:rsid w:val="0033019B"/>
    <w:rsid w:val="00330533"/>
    <w:rsid w:val="00330C44"/>
    <w:rsid w:val="00330EDA"/>
    <w:rsid w:val="003315EF"/>
    <w:rsid w:val="0033183A"/>
    <w:rsid w:val="00331C1F"/>
    <w:rsid w:val="00331DC6"/>
    <w:rsid w:val="00333247"/>
    <w:rsid w:val="0033370E"/>
    <w:rsid w:val="003338F9"/>
    <w:rsid w:val="00333F2B"/>
    <w:rsid w:val="0033445D"/>
    <w:rsid w:val="003345AD"/>
    <w:rsid w:val="003347A7"/>
    <w:rsid w:val="00335159"/>
    <w:rsid w:val="00335195"/>
    <w:rsid w:val="00335646"/>
    <w:rsid w:val="0033585E"/>
    <w:rsid w:val="00335965"/>
    <w:rsid w:val="00336108"/>
    <w:rsid w:val="0034023B"/>
    <w:rsid w:val="003402CE"/>
    <w:rsid w:val="00340344"/>
    <w:rsid w:val="003408C5"/>
    <w:rsid w:val="00340EC3"/>
    <w:rsid w:val="0034132B"/>
    <w:rsid w:val="00341676"/>
    <w:rsid w:val="003417FA"/>
    <w:rsid w:val="00342375"/>
    <w:rsid w:val="003429EC"/>
    <w:rsid w:val="0034350D"/>
    <w:rsid w:val="00343A21"/>
    <w:rsid w:val="00343D4B"/>
    <w:rsid w:val="003441A6"/>
    <w:rsid w:val="00344345"/>
    <w:rsid w:val="003443ED"/>
    <w:rsid w:val="0034485E"/>
    <w:rsid w:val="00344CE2"/>
    <w:rsid w:val="00346753"/>
    <w:rsid w:val="00346E45"/>
    <w:rsid w:val="00346F69"/>
    <w:rsid w:val="0034755E"/>
    <w:rsid w:val="00347566"/>
    <w:rsid w:val="0035019F"/>
    <w:rsid w:val="00350380"/>
    <w:rsid w:val="00350C5D"/>
    <w:rsid w:val="00350D0E"/>
    <w:rsid w:val="00351318"/>
    <w:rsid w:val="0035136D"/>
    <w:rsid w:val="0035139D"/>
    <w:rsid w:val="003513CB"/>
    <w:rsid w:val="0035168A"/>
    <w:rsid w:val="00351735"/>
    <w:rsid w:val="00351792"/>
    <w:rsid w:val="0035183D"/>
    <w:rsid w:val="00352C78"/>
    <w:rsid w:val="003530E6"/>
    <w:rsid w:val="00354A13"/>
    <w:rsid w:val="00354F09"/>
    <w:rsid w:val="0035570D"/>
    <w:rsid w:val="00355BC3"/>
    <w:rsid w:val="00355C99"/>
    <w:rsid w:val="00355EE2"/>
    <w:rsid w:val="00356233"/>
    <w:rsid w:val="00356419"/>
    <w:rsid w:val="0035648F"/>
    <w:rsid w:val="00356E9C"/>
    <w:rsid w:val="00357060"/>
    <w:rsid w:val="003573A8"/>
    <w:rsid w:val="00357444"/>
    <w:rsid w:val="00357654"/>
    <w:rsid w:val="00357A00"/>
    <w:rsid w:val="00357A8B"/>
    <w:rsid w:val="00357AEE"/>
    <w:rsid w:val="003612F0"/>
    <w:rsid w:val="0036142E"/>
    <w:rsid w:val="003620DF"/>
    <w:rsid w:val="00362305"/>
    <w:rsid w:val="00362527"/>
    <w:rsid w:val="003627BD"/>
    <w:rsid w:val="00362A5C"/>
    <w:rsid w:val="0036379C"/>
    <w:rsid w:val="0036383B"/>
    <w:rsid w:val="00363849"/>
    <w:rsid w:val="00363A06"/>
    <w:rsid w:val="00363A1B"/>
    <w:rsid w:val="00363B7D"/>
    <w:rsid w:val="0036411E"/>
    <w:rsid w:val="003645D9"/>
    <w:rsid w:val="00364646"/>
    <w:rsid w:val="00364FB9"/>
    <w:rsid w:val="00365714"/>
    <w:rsid w:val="00365783"/>
    <w:rsid w:val="003664D8"/>
    <w:rsid w:val="00366B3B"/>
    <w:rsid w:val="0036774B"/>
    <w:rsid w:val="00367DBC"/>
    <w:rsid w:val="0037102B"/>
    <w:rsid w:val="00371939"/>
    <w:rsid w:val="003720C6"/>
    <w:rsid w:val="003727A5"/>
    <w:rsid w:val="00372A55"/>
    <w:rsid w:val="0037343B"/>
    <w:rsid w:val="00373D16"/>
    <w:rsid w:val="00373D59"/>
    <w:rsid w:val="00373E86"/>
    <w:rsid w:val="0037436D"/>
    <w:rsid w:val="00374A0C"/>
    <w:rsid w:val="00374A7F"/>
    <w:rsid w:val="00374BDC"/>
    <w:rsid w:val="00374D5D"/>
    <w:rsid w:val="00374E4B"/>
    <w:rsid w:val="0037563E"/>
    <w:rsid w:val="003763EC"/>
    <w:rsid w:val="00376DDD"/>
    <w:rsid w:val="00377DFC"/>
    <w:rsid w:val="003800C2"/>
    <w:rsid w:val="0038185D"/>
    <w:rsid w:val="00381D9A"/>
    <w:rsid w:val="00381E90"/>
    <w:rsid w:val="00382AED"/>
    <w:rsid w:val="00382B16"/>
    <w:rsid w:val="00382E29"/>
    <w:rsid w:val="003831FE"/>
    <w:rsid w:val="00383F6E"/>
    <w:rsid w:val="003842D2"/>
    <w:rsid w:val="00384737"/>
    <w:rsid w:val="003848C4"/>
    <w:rsid w:val="0038533F"/>
    <w:rsid w:val="00385690"/>
    <w:rsid w:val="00385AFA"/>
    <w:rsid w:val="003862FD"/>
    <w:rsid w:val="00386C55"/>
    <w:rsid w:val="00387166"/>
    <w:rsid w:val="0038732D"/>
    <w:rsid w:val="003878C0"/>
    <w:rsid w:val="00387ACD"/>
    <w:rsid w:val="00387D3D"/>
    <w:rsid w:val="003900C7"/>
    <w:rsid w:val="0039056E"/>
    <w:rsid w:val="00390610"/>
    <w:rsid w:val="003918D9"/>
    <w:rsid w:val="00391B9E"/>
    <w:rsid w:val="00392511"/>
    <w:rsid w:val="003929A0"/>
    <w:rsid w:val="00393603"/>
    <w:rsid w:val="0039421A"/>
    <w:rsid w:val="003946C8"/>
    <w:rsid w:val="00394D15"/>
    <w:rsid w:val="00394DC1"/>
    <w:rsid w:val="00394E93"/>
    <w:rsid w:val="00394F64"/>
    <w:rsid w:val="0039659C"/>
    <w:rsid w:val="00396713"/>
    <w:rsid w:val="003969FE"/>
    <w:rsid w:val="00396F9E"/>
    <w:rsid w:val="00397175"/>
    <w:rsid w:val="00397235"/>
    <w:rsid w:val="003973C9"/>
    <w:rsid w:val="003976A7"/>
    <w:rsid w:val="00397AD6"/>
    <w:rsid w:val="003A036C"/>
    <w:rsid w:val="003A0547"/>
    <w:rsid w:val="003A06C5"/>
    <w:rsid w:val="003A1384"/>
    <w:rsid w:val="003A13C3"/>
    <w:rsid w:val="003A1E68"/>
    <w:rsid w:val="003A202C"/>
    <w:rsid w:val="003A22AA"/>
    <w:rsid w:val="003A36B5"/>
    <w:rsid w:val="003A3AF6"/>
    <w:rsid w:val="003A40C9"/>
    <w:rsid w:val="003A4440"/>
    <w:rsid w:val="003A519D"/>
    <w:rsid w:val="003A5901"/>
    <w:rsid w:val="003A6779"/>
    <w:rsid w:val="003A6AA5"/>
    <w:rsid w:val="003A6C16"/>
    <w:rsid w:val="003A7C9A"/>
    <w:rsid w:val="003B00C8"/>
    <w:rsid w:val="003B089B"/>
    <w:rsid w:val="003B0E71"/>
    <w:rsid w:val="003B1A58"/>
    <w:rsid w:val="003B1DFF"/>
    <w:rsid w:val="003B1F1A"/>
    <w:rsid w:val="003B2515"/>
    <w:rsid w:val="003B25DA"/>
    <w:rsid w:val="003B2672"/>
    <w:rsid w:val="003B2925"/>
    <w:rsid w:val="003B3087"/>
    <w:rsid w:val="003B31A5"/>
    <w:rsid w:val="003B34C3"/>
    <w:rsid w:val="003B3D9B"/>
    <w:rsid w:val="003B45AF"/>
    <w:rsid w:val="003B45B7"/>
    <w:rsid w:val="003B4A23"/>
    <w:rsid w:val="003B4C6F"/>
    <w:rsid w:val="003B51F6"/>
    <w:rsid w:val="003B53EE"/>
    <w:rsid w:val="003B5684"/>
    <w:rsid w:val="003B5744"/>
    <w:rsid w:val="003B59BA"/>
    <w:rsid w:val="003B5A77"/>
    <w:rsid w:val="003B5BF5"/>
    <w:rsid w:val="003B6E95"/>
    <w:rsid w:val="003B744B"/>
    <w:rsid w:val="003B764D"/>
    <w:rsid w:val="003B7718"/>
    <w:rsid w:val="003C033A"/>
    <w:rsid w:val="003C076B"/>
    <w:rsid w:val="003C081B"/>
    <w:rsid w:val="003C1091"/>
    <w:rsid w:val="003C1390"/>
    <w:rsid w:val="003C166A"/>
    <w:rsid w:val="003C1DCB"/>
    <w:rsid w:val="003C21B1"/>
    <w:rsid w:val="003C29E9"/>
    <w:rsid w:val="003C2EF2"/>
    <w:rsid w:val="003C3409"/>
    <w:rsid w:val="003C3D41"/>
    <w:rsid w:val="003C4679"/>
    <w:rsid w:val="003C4798"/>
    <w:rsid w:val="003C4C29"/>
    <w:rsid w:val="003C51C4"/>
    <w:rsid w:val="003C5202"/>
    <w:rsid w:val="003C588C"/>
    <w:rsid w:val="003C5A28"/>
    <w:rsid w:val="003C5D8D"/>
    <w:rsid w:val="003C68FE"/>
    <w:rsid w:val="003C6C81"/>
    <w:rsid w:val="003C6E70"/>
    <w:rsid w:val="003C7558"/>
    <w:rsid w:val="003D08C9"/>
    <w:rsid w:val="003D09F6"/>
    <w:rsid w:val="003D0AE6"/>
    <w:rsid w:val="003D1A4A"/>
    <w:rsid w:val="003D1AB4"/>
    <w:rsid w:val="003D1B36"/>
    <w:rsid w:val="003D1FBF"/>
    <w:rsid w:val="003D22C5"/>
    <w:rsid w:val="003D2EE6"/>
    <w:rsid w:val="003D3576"/>
    <w:rsid w:val="003D35FF"/>
    <w:rsid w:val="003D3657"/>
    <w:rsid w:val="003D3A79"/>
    <w:rsid w:val="003D3BCF"/>
    <w:rsid w:val="003D3FDE"/>
    <w:rsid w:val="003D40ED"/>
    <w:rsid w:val="003D413B"/>
    <w:rsid w:val="003D458F"/>
    <w:rsid w:val="003D46F1"/>
    <w:rsid w:val="003D4D52"/>
    <w:rsid w:val="003D4ED5"/>
    <w:rsid w:val="003D517C"/>
    <w:rsid w:val="003D53CF"/>
    <w:rsid w:val="003D6826"/>
    <w:rsid w:val="003D7544"/>
    <w:rsid w:val="003D763E"/>
    <w:rsid w:val="003D7B42"/>
    <w:rsid w:val="003E014D"/>
    <w:rsid w:val="003E15AE"/>
    <w:rsid w:val="003E169A"/>
    <w:rsid w:val="003E1821"/>
    <w:rsid w:val="003E1AC5"/>
    <w:rsid w:val="003E2585"/>
    <w:rsid w:val="003E2722"/>
    <w:rsid w:val="003E2778"/>
    <w:rsid w:val="003E34DB"/>
    <w:rsid w:val="003E4569"/>
    <w:rsid w:val="003E48D6"/>
    <w:rsid w:val="003E4A2A"/>
    <w:rsid w:val="003E4DA5"/>
    <w:rsid w:val="003E4F53"/>
    <w:rsid w:val="003E520C"/>
    <w:rsid w:val="003E5D08"/>
    <w:rsid w:val="003E5FF2"/>
    <w:rsid w:val="003E6234"/>
    <w:rsid w:val="003E64ED"/>
    <w:rsid w:val="003E6D9F"/>
    <w:rsid w:val="003E751F"/>
    <w:rsid w:val="003E7C81"/>
    <w:rsid w:val="003F0327"/>
    <w:rsid w:val="003F0B9D"/>
    <w:rsid w:val="003F1000"/>
    <w:rsid w:val="003F149F"/>
    <w:rsid w:val="003F20DF"/>
    <w:rsid w:val="003F32AF"/>
    <w:rsid w:val="003F38D0"/>
    <w:rsid w:val="003F3B84"/>
    <w:rsid w:val="003F55A5"/>
    <w:rsid w:val="003F5740"/>
    <w:rsid w:val="003F611E"/>
    <w:rsid w:val="003F6147"/>
    <w:rsid w:val="003F618B"/>
    <w:rsid w:val="003F75F2"/>
    <w:rsid w:val="004002EC"/>
    <w:rsid w:val="00400EB1"/>
    <w:rsid w:val="0040124A"/>
    <w:rsid w:val="0040176B"/>
    <w:rsid w:val="004017C6"/>
    <w:rsid w:val="00402349"/>
    <w:rsid w:val="0040276F"/>
    <w:rsid w:val="00402981"/>
    <w:rsid w:val="00403319"/>
    <w:rsid w:val="00403CC7"/>
    <w:rsid w:val="00404489"/>
    <w:rsid w:val="00404DE9"/>
    <w:rsid w:val="0040542F"/>
    <w:rsid w:val="0040569D"/>
    <w:rsid w:val="004058D0"/>
    <w:rsid w:val="00405A40"/>
    <w:rsid w:val="00406805"/>
    <w:rsid w:val="004068F5"/>
    <w:rsid w:val="00406B06"/>
    <w:rsid w:val="00406E02"/>
    <w:rsid w:val="00406E6F"/>
    <w:rsid w:val="004073BD"/>
    <w:rsid w:val="00407637"/>
    <w:rsid w:val="00407797"/>
    <w:rsid w:val="00407B07"/>
    <w:rsid w:val="00407B86"/>
    <w:rsid w:val="0041035E"/>
    <w:rsid w:val="004106FE"/>
    <w:rsid w:val="004108E9"/>
    <w:rsid w:val="00410936"/>
    <w:rsid w:val="00410B4B"/>
    <w:rsid w:val="00411313"/>
    <w:rsid w:val="004114C0"/>
    <w:rsid w:val="00411BC8"/>
    <w:rsid w:val="00412847"/>
    <w:rsid w:val="00412886"/>
    <w:rsid w:val="00413095"/>
    <w:rsid w:val="004130BB"/>
    <w:rsid w:val="004133A4"/>
    <w:rsid w:val="00413598"/>
    <w:rsid w:val="00413686"/>
    <w:rsid w:val="00413960"/>
    <w:rsid w:val="00413A8E"/>
    <w:rsid w:val="00414A55"/>
    <w:rsid w:val="0041521A"/>
    <w:rsid w:val="00415763"/>
    <w:rsid w:val="00415E1D"/>
    <w:rsid w:val="00416474"/>
    <w:rsid w:val="00416992"/>
    <w:rsid w:val="00416D81"/>
    <w:rsid w:val="00417984"/>
    <w:rsid w:val="00417A70"/>
    <w:rsid w:val="004213E5"/>
    <w:rsid w:val="00421934"/>
    <w:rsid w:val="004221DA"/>
    <w:rsid w:val="00422E37"/>
    <w:rsid w:val="00423A6B"/>
    <w:rsid w:val="004244FE"/>
    <w:rsid w:val="00424547"/>
    <w:rsid w:val="00424B1D"/>
    <w:rsid w:val="00424E82"/>
    <w:rsid w:val="00424E95"/>
    <w:rsid w:val="00425172"/>
    <w:rsid w:val="004255A9"/>
    <w:rsid w:val="00425A50"/>
    <w:rsid w:val="0042608C"/>
    <w:rsid w:val="004263A9"/>
    <w:rsid w:val="004265ED"/>
    <w:rsid w:val="00426A8D"/>
    <w:rsid w:val="00427150"/>
    <w:rsid w:val="004273A0"/>
    <w:rsid w:val="00427527"/>
    <w:rsid w:val="00427957"/>
    <w:rsid w:val="00427D08"/>
    <w:rsid w:val="00427E67"/>
    <w:rsid w:val="00430577"/>
    <w:rsid w:val="0043095A"/>
    <w:rsid w:val="00431197"/>
    <w:rsid w:val="0043204C"/>
    <w:rsid w:val="004320C6"/>
    <w:rsid w:val="004321C0"/>
    <w:rsid w:val="0043268D"/>
    <w:rsid w:val="00433533"/>
    <w:rsid w:val="004337D3"/>
    <w:rsid w:val="00433A57"/>
    <w:rsid w:val="00434E98"/>
    <w:rsid w:val="0043560B"/>
    <w:rsid w:val="00435CB7"/>
    <w:rsid w:val="00435F55"/>
    <w:rsid w:val="00435F92"/>
    <w:rsid w:val="00436DB9"/>
    <w:rsid w:val="0043713A"/>
    <w:rsid w:val="0044077B"/>
    <w:rsid w:val="00440EF2"/>
    <w:rsid w:val="0044109A"/>
    <w:rsid w:val="00442D09"/>
    <w:rsid w:val="00443269"/>
    <w:rsid w:val="00443BD1"/>
    <w:rsid w:val="00444203"/>
    <w:rsid w:val="0044497C"/>
    <w:rsid w:val="00444D15"/>
    <w:rsid w:val="00444D20"/>
    <w:rsid w:val="00444E31"/>
    <w:rsid w:val="00444FCD"/>
    <w:rsid w:val="0044538E"/>
    <w:rsid w:val="0044567E"/>
    <w:rsid w:val="00445804"/>
    <w:rsid w:val="00446042"/>
    <w:rsid w:val="0044630A"/>
    <w:rsid w:val="00446412"/>
    <w:rsid w:val="00446798"/>
    <w:rsid w:val="0044699B"/>
    <w:rsid w:val="00446DE7"/>
    <w:rsid w:val="00447089"/>
    <w:rsid w:val="004509CC"/>
    <w:rsid w:val="00450A52"/>
    <w:rsid w:val="00450EEE"/>
    <w:rsid w:val="00451449"/>
    <w:rsid w:val="004519BD"/>
    <w:rsid w:val="00451BA0"/>
    <w:rsid w:val="00451CD3"/>
    <w:rsid w:val="00451EB2"/>
    <w:rsid w:val="0045236F"/>
    <w:rsid w:val="004524CD"/>
    <w:rsid w:val="00452613"/>
    <w:rsid w:val="004529FB"/>
    <w:rsid w:val="004533C8"/>
    <w:rsid w:val="00454694"/>
    <w:rsid w:val="00454A64"/>
    <w:rsid w:val="004550F1"/>
    <w:rsid w:val="00455A43"/>
    <w:rsid w:val="00455C1D"/>
    <w:rsid w:val="0045619D"/>
    <w:rsid w:val="004609AB"/>
    <w:rsid w:val="00460DED"/>
    <w:rsid w:val="00460FE0"/>
    <w:rsid w:val="00461DEE"/>
    <w:rsid w:val="004626B7"/>
    <w:rsid w:val="0046299E"/>
    <w:rsid w:val="00462BBE"/>
    <w:rsid w:val="00462D8F"/>
    <w:rsid w:val="00462EEE"/>
    <w:rsid w:val="0046346D"/>
    <w:rsid w:val="0046354E"/>
    <w:rsid w:val="00463E0E"/>
    <w:rsid w:val="0046405F"/>
    <w:rsid w:val="0046432C"/>
    <w:rsid w:val="0046442D"/>
    <w:rsid w:val="00464D69"/>
    <w:rsid w:val="004657D2"/>
    <w:rsid w:val="00465A72"/>
    <w:rsid w:val="00465F41"/>
    <w:rsid w:val="004668A8"/>
    <w:rsid w:val="004668E6"/>
    <w:rsid w:val="004676A1"/>
    <w:rsid w:val="00467A00"/>
    <w:rsid w:val="00467BAE"/>
    <w:rsid w:val="00467D6E"/>
    <w:rsid w:val="00470789"/>
    <w:rsid w:val="00470C6B"/>
    <w:rsid w:val="00470FD0"/>
    <w:rsid w:val="0047157A"/>
    <w:rsid w:val="004717ED"/>
    <w:rsid w:val="004718C7"/>
    <w:rsid w:val="00473BDF"/>
    <w:rsid w:val="0047426D"/>
    <w:rsid w:val="00474B47"/>
    <w:rsid w:val="00474F48"/>
    <w:rsid w:val="004757F3"/>
    <w:rsid w:val="00476B15"/>
    <w:rsid w:val="00476CE0"/>
    <w:rsid w:val="0047736C"/>
    <w:rsid w:val="00477533"/>
    <w:rsid w:val="00477845"/>
    <w:rsid w:val="00477F27"/>
    <w:rsid w:val="004804F1"/>
    <w:rsid w:val="004815DC"/>
    <w:rsid w:val="0048169C"/>
    <w:rsid w:val="004816A3"/>
    <w:rsid w:val="00481928"/>
    <w:rsid w:val="00481AD4"/>
    <w:rsid w:val="004820EF"/>
    <w:rsid w:val="0048271B"/>
    <w:rsid w:val="00482E17"/>
    <w:rsid w:val="00483530"/>
    <w:rsid w:val="00483877"/>
    <w:rsid w:val="004839E2"/>
    <w:rsid w:val="004850FB"/>
    <w:rsid w:val="00486060"/>
    <w:rsid w:val="00486674"/>
    <w:rsid w:val="00486CDA"/>
    <w:rsid w:val="00487826"/>
    <w:rsid w:val="00490043"/>
    <w:rsid w:val="00490181"/>
    <w:rsid w:val="00490322"/>
    <w:rsid w:val="0049038A"/>
    <w:rsid w:val="004903EF"/>
    <w:rsid w:val="004905C7"/>
    <w:rsid w:val="00490A43"/>
    <w:rsid w:val="00490A79"/>
    <w:rsid w:val="00490C4B"/>
    <w:rsid w:val="00490EDC"/>
    <w:rsid w:val="00491027"/>
    <w:rsid w:val="004913C3"/>
    <w:rsid w:val="004919C3"/>
    <w:rsid w:val="004923AB"/>
    <w:rsid w:val="00492515"/>
    <w:rsid w:val="00492EEF"/>
    <w:rsid w:val="004930EC"/>
    <w:rsid w:val="0049330D"/>
    <w:rsid w:val="00493326"/>
    <w:rsid w:val="00493397"/>
    <w:rsid w:val="00493AB2"/>
    <w:rsid w:val="00494E90"/>
    <w:rsid w:val="0049527D"/>
    <w:rsid w:val="0049548D"/>
    <w:rsid w:val="004959DF"/>
    <w:rsid w:val="00495B2B"/>
    <w:rsid w:val="00495C2A"/>
    <w:rsid w:val="00495F6B"/>
    <w:rsid w:val="00496EED"/>
    <w:rsid w:val="004976E9"/>
    <w:rsid w:val="00497727"/>
    <w:rsid w:val="00497772"/>
    <w:rsid w:val="00497F18"/>
    <w:rsid w:val="004A1AF7"/>
    <w:rsid w:val="004A1C1E"/>
    <w:rsid w:val="004A1ED1"/>
    <w:rsid w:val="004A1F6B"/>
    <w:rsid w:val="004A23DE"/>
    <w:rsid w:val="004A2923"/>
    <w:rsid w:val="004A3828"/>
    <w:rsid w:val="004A3C4C"/>
    <w:rsid w:val="004A3D11"/>
    <w:rsid w:val="004A3E62"/>
    <w:rsid w:val="004A4F7F"/>
    <w:rsid w:val="004A5A2F"/>
    <w:rsid w:val="004A6322"/>
    <w:rsid w:val="004A634C"/>
    <w:rsid w:val="004A705C"/>
    <w:rsid w:val="004A71EF"/>
    <w:rsid w:val="004A7698"/>
    <w:rsid w:val="004A7877"/>
    <w:rsid w:val="004B022C"/>
    <w:rsid w:val="004B03A5"/>
    <w:rsid w:val="004B05EA"/>
    <w:rsid w:val="004B0B7C"/>
    <w:rsid w:val="004B0FA5"/>
    <w:rsid w:val="004B132F"/>
    <w:rsid w:val="004B144F"/>
    <w:rsid w:val="004B17F1"/>
    <w:rsid w:val="004B1BCC"/>
    <w:rsid w:val="004B2528"/>
    <w:rsid w:val="004B2D64"/>
    <w:rsid w:val="004B3513"/>
    <w:rsid w:val="004B3539"/>
    <w:rsid w:val="004B3A73"/>
    <w:rsid w:val="004B3A93"/>
    <w:rsid w:val="004B3F80"/>
    <w:rsid w:val="004B4A22"/>
    <w:rsid w:val="004B4D76"/>
    <w:rsid w:val="004B51C7"/>
    <w:rsid w:val="004B5338"/>
    <w:rsid w:val="004B57BE"/>
    <w:rsid w:val="004B6D42"/>
    <w:rsid w:val="004B6E31"/>
    <w:rsid w:val="004B7026"/>
    <w:rsid w:val="004B78D4"/>
    <w:rsid w:val="004C00D3"/>
    <w:rsid w:val="004C0F15"/>
    <w:rsid w:val="004C152A"/>
    <w:rsid w:val="004C16AF"/>
    <w:rsid w:val="004C1741"/>
    <w:rsid w:val="004C2411"/>
    <w:rsid w:val="004C2B12"/>
    <w:rsid w:val="004C2B6B"/>
    <w:rsid w:val="004C2EC7"/>
    <w:rsid w:val="004C32B3"/>
    <w:rsid w:val="004C3D23"/>
    <w:rsid w:val="004C3FC5"/>
    <w:rsid w:val="004C537E"/>
    <w:rsid w:val="004C5574"/>
    <w:rsid w:val="004C5E3F"/>
    <w:rsid w:val="004C5E52"/>
    <w:rsid w:val="004C6FF5"/>
    <w:rsid w:val="004C7149"/>
    <w:rsid w:val="004C7C5E"/>
    <w:rsid w:val="004D0771"/>
    <w:rsid w:val="004D0890"/>
    <w:rsid w:val="004D0E41"/>
    <w:rsid w:val="004D0FC1"/>
    <w:rsid w:val="004D0FC4"/>
    <w:rsid w:val="004D19ED"/>
    <w:rsid w:val="004D1A5B"/>
    <w:rsid w:val="004D1C6D"/>
    <w:rsid w:val="004D30A6"/>
    <w:rsid w:val="004D317D"/>
    <w:rsid w:val="004D31D0"/>
    <w:rsid w:val="004D35CA"/>
    <w:rsid w:val="004D45A9"/>
    <w:rsid w:val="004D45EF"/>
    <w:rsid w:val="004D4A37"/>
    <w:rsid w:val="004D4D09"/>
    <w:rsid w:val="004D5060"/>
    <w:rsid w:val="004D6696"/>
    <w:rsid w:val="004D6705"/>
    <w:rsid w:val="004D688A"/>
    <w:rsid w:val="004D6C23"/>
    <w:rsid w:val="004D78F7"/>
    <w:rsid w:val="004D7B07"/>
    <w:rsid w:val="004D7E94"/>
    <w:rsid w:val="004E00C6"/>
    <w:rsid w:val="004E1C1C"/>
    <w:rsid w:val="004E1E0B"/>
    <w:rsid w:val="004E3713"/>
    <w:rsid w:val="004E3A02"/>
    <w:rsid w:val="004E4D89"/>
    <w:rsid w:val="004E4EBD"/>
    <w:rsid w:val="004E4F98"/>
    <w:rsid w:val="004E520F"/>
    <w:rsid w:val="004E5728"/>
    <w:rsid w:val="004E59E3"/>
    <w:rsid w:val="004E5E7F"/>
    <w:rsid w:val="004E6313"/>
    <w:rsid w:val="004E63B7"/>
    <w:rsid w:val="004E68DB"/>
    <w:rsid w:val="004E7742"/>
    <w:rsid w:val="004E7948"/>
    <w:rsid w:val="004E7E8F"/>
    <w:rsid w:val="004F0063"/>
    <w:rsid w:val="004F0B25"/>
    <w:rsid w:val="004F12DF"/>
    <w:rsid w:val="004F1D64"/>
    <w:rsid w:val="004F1FE5"/>
    <w:rsid w:val="004F240A"/>
    <w:rsid w:val="004F2726"/>
    <w:rsid w:val="004F28DD"/>
    <w:rsid w:val="004F2965"/>
    <w:rsid w:val="004F2DB3"/>
    <w:rsid w:val="004F2EEB"/>
    <w:rsid w:val="004F3030"/>
    <w:rsid w:val="004F3162"/>
    <w:rsid w:val="004F356C"/>
    <w:rsid w:val="004F384D"/>
    <w:rsid w:val="004F3E4E"/>
    <w:rsid w:val="004F4224"/>
    <w:rsid w:val="004F4225"/>
    <w:rsid w:val="004F4E02"/>
    <w:rsid w:val="004F4F98"/>
    <w:rsid w:val="004F6360"/>
    <w:rsid w:val="004F6AE6"/>
    <w:rsid w:val="004F714F"/>
    <w:rsid w:val="004F725A"/>
    <w:rsid w:val="004F7529"/>
    <w:rsid w:val="004F7641"/>
    <w:rsid w:val="00501E1A"/>
    <w:rsid w:val="00502360"/>
    <w:rsid w:val="00502AFA"/>
    <w:rsid w:val="00502BDA"/>
    <w:rsid w:val="00502CF1"/>
    <w:rsid w:val="00502DF4"/>
    <w:rsid w:val="00503512"/>
    <w:rsid w:val="00503999"/>
    <w:rsid w:val="005040C7"/>
    <w:rsid w:val="00505112"/>
    <w:rsid w:val="00505E87"/>
    <w:rsid w:val="005065FA"/>
    <w:rsid w:val="00506E7E"/>
    <w:rsid w:val="00506FB7"/>
    <w:rsid w:val="005074B9"/>
    <w:rsid w:val="00507BAF"/>
    <w:rsid w:val="00507C43"/>
    <w:rsid w:val="00507F40"/>
    <w:rsid w:val="0051004B"/>
    <w:rsid w:val="005107DA"/>
    <w:rsid w:val="00510ABF"/>
    <w:rsid w:val="00510AD6"/>
    <w:rsid w:val="00512E5C"/>
    <w:rsid w:val="00513436"/>
    <w:rsid w:val="005136BC"/>
    <w:rsid w:val="00513AAD"/>
    <w:rsid w:val="00514433"/>
    <w:rsid w:val="005145CE"/>
    <w:rsid w:val="00514F11"/>
    <w:rsid w:val="0051540F"/>
    <w:rsid w:val="005154A6"/>
    <w:rsid w:val="0051551E"/>
    <w:rsid w:val="00515604"/>
    <w:rsid w:val="005156BB"/>
    <w:rsid w:val="00515DC8"/>
    <w:rsid w:val="00516241"/>
    <w:rsid w:val="00517690"/>
    <w:rsid w:val="00517C41"/>
    <w:rsid w:val="00520B18"/>
    <w:rsid w:val="00521620"/>
    <w:rsid w:val="00521D1B"/>
    <w:rsid w:val="005227AB"/>
    <w:rsid w:val="00522B15"/>
    <w:rsid w:val="00522DD4"/>
    <w:rsid w:val="005231D7"/>
    <w:rsid w:val="005239E4"/>
    <w:rsid w:val="00523A8F"/>
    <w:rsid w:val="005240B0"/>
    <w:rsid w:val="00524889"/>
    <w:rsid w:val="00524917"/>
    <w:rsid w:val="00524A1A"/>
    <w:rsid w:val="00524A84"/>
    <w:rsid w:val="0052535B"/>
    <w:rsid w:val="00525B92"/>
    <w:rsid w:val="00525C34"/>
    <w:rsid w:val="00526982"/>
    <w:rsid w:val="00526A56"/>
    <w:rsid w:val="00526C09"/>
    <w:rsid w:val="0053007F"/>
    <w:rsid w:val="00530661"/>
    <w:rsid w:val="005308CD"/>
    <w:rsid w:val="00531294"/>
    <w:rsid w:val="00531740"/>
    <w:rsid w:val="005320F2"/>
    <w:rsid w:val="0053224D"/>
    <w:rsid w:val="00532A80"/>
    <w:rsid w:val="00532DC8"/>
    <w:rsid w:val="00532F26"/>
    <w:rsid w:val="0053343C"/>
    <w:rsid w:val="00533FA4"/>
    <w:rsid w:val="005341B8"/>
    <w:rsid w:val="0053467F"/>
    <w:rsid w:val="00534A88"/>
    <w:rsid w:val="00534AD7"/>
    <w:rsid w:val="00534F79"/>
    <w:rsid w:val="00535693"/>
    <w:rsid w:val="00535D36"/>
    <w:rsid w:val="00535D6F"/>
    <w:rsid w:val="00535F0D"/>
    <w:rsid w:val="00536233"/>
    <w:rsid w:val="005374E8"/>
    <w:rsid w:val="00537E2C"/>
    <w:rsid w:val="00537E6B"/>
    <w:rsid w:val="00537EBC"/>
    <w:rsid w:val="005402CA"/>
    <w:rsid w:val="005409B0"/>
    <w:rsid w:val="00540A78"/>
    <w:rsid w:val="00540ADC"/>
    <w:rsid w:val="0054101E"/>
    <w:rsid w:val="005417CA"/>
    <w:rsid w:val="00542218"/>
    <w:rsid w:val="00542934"/>
    <w:rsid w:val="00542AA5"/>
    <w:rsid w:val="00542CAE"/>
    <w:rsid w:val="00542D26"/>
    <w:rsid w:val="00543086"/>
    <w:rsid w:val="00546030"/>
    <w:rsid w:val="0054627E"/>
    <w:rsid w:val="005465BC"/>
    <w:rsid w:val="00546636"/>
    <w:rsid w:val="005467DB"/>
    <w:rsid w:val="00546F3F"/>
    <w:rsid w:val="005475DE"/>
    <w:rsid w:val="00547670"/>
    <w:rsid w:val="00547D99"/>
    <w:rsid w:val="00550037"/>
    <w:rsid w:val="00550426"/>
    <w:rsid w:val="00550842"/>
    <w:rsid w:val="00550FB7"/>
    <w:rsid w:val="005514A1"/>
    <w:rsid w:val="005516FF"/>
    <w:rsid w:val="00551BF0"/>
    <w:rsid w:val="00551CB0"/>
    <w:rsid w:val="0055378F"/>
    <w:rsid w:val="00554031"/>
    <w:rsid w:val="0055426A"/>
    <w:rsid w:val="00554A10"/>
    <w:rsid w:val="00554D32"/>
    <w:rsid w:val="00555526"/>
    <w:rsid w:val="0055567E"/>
    <w:rsid w:val="00555E37"/>
    <w:rsid w:val="00555EEC"/>
    <w:rsid w:val="005566B9"/>
    <w:rsid w:val="00556783"/>
    <w:rsid w:val="005568FE"/>
    <w:rsid w:val="00556E60"/>
    <w:rsid w:val="0055791B"/>
    <w:rsid w:val="00557B9E"/>
    <w:rsid w:val="00557C65"/>
    <w:rsid w:val="00560625"/>
    <w:rsid w:val="00561294"/>
    <w:rsid w:val="00561BDA"/>
    <w:rsid w:val="00561CA6"/>
    <w:rsid w:val="005631BC"/>
    <w:rsid w:val="005632EB"/>
    <w:rsid w:val="005640A6"/>
    <w:rsid w:val="005644EC"/>
    <w:rsid w:val="005647F9"/>
    <w:rsid w:val="00564F0E"/>
    <w:rsid w:val="005665BF"/>
    <w:rsid w:val="005666C4"/>
    <w:rsid w:val="00566D65"/>
    <w:rsid w:val="005673CE"/>
    <w:rsid w:val="00567627"/>
    <w:rsid w:val="005679AF"/>
    <w:rsid w:val="00567F77"/>
    <w:rsid w:val="0057020E"/>
    <w:rsid w:val="00570687"/>
    <w:rsid w:val="00570E21"/>
    <w:rsid w:val="0057140D"/>
    <w:rsid w:val="0057164A"/>
    <w:rsid w:val="00571918"/>
    <w:rsid w:val="0057257F"/>
    <w:rsid w:val="005727F9"/>
    <w:rsid w:val="00573144"/>
    <w:rsid w:val="00573316"/>
    <w:rsid w:val="00573329"/>
    <w:rsid w:val="00574E30"/>
    <w:rsid w:val="00575A62"/>
    <w:rsid w:val="0057676F"/>
    <w:rsid w:val="00577621"/>
    <w:rsid w:val="00577887"/>
    <w:rsid w:val="00577A21"/>
    <w:rsid w:val="00580BA3"/>
    <w:rsid w:val="0058236F"/>
    <w:rsid w:val="00582E85"/>
    <w:rsid w:val="00583284"/>
    <w:rsid w:val="0058391F"/>
    <w:rsid w:val="00583F35"/>
    <w:rsid w:val="00584045"/>
    <w:rsid w:val="005843E7"/>
    <w:rsid w:val="00584749"/>
    <w:rsid w:val="0058482F"/>
    <w:rsid w:val="00584E00"/>
    <w:rsid w:val="00585560"/>
    <w:rsid w:val="00585BD9"/>
    <w:rsid w:val="005870B8"/>
    <w:rsid w:val="0058715C"/>
    <w:rsid w:val="005908F4"/>
    <w:rsid w:val="00590D5C"/>
    <w:rsid w:val="00590E08"/>
    <w:rsid w:val="00591524"/>
    <w:rsid w:val="005919C0"/>
    <w:rsid w:val="00591BBF"/>
    <w:rsid w:val="0059273A"/>
    <w:rsid w:val="00592DD2"/>
    <w:rsid w:val="00592FA6"/>
    <w:rsid w:val="00592FF5"/>
    <w:rsid w:val="00593505"/>
    <w:rsid w:val="00593AD4"/>
    <w:rsid w:val="00593D1B"/>
    <w:rsid w:val="00593D6C"/>
    <w:rsid w:val="00593F74"/>
    <w:rsid w:val="005941CE"/>
    <w:rsid w:val="0059446A"/>
    <w:rsid w:val="00594879"/>
    <w:rsid w:val="00594AF4"/>
    <w:rsid w:val="00594BE3"/>
    <w:rsid w:val="00594E86"/>
    <w:rsid w:val="005951EB"/>
    <w:rsid w:val="0059659E"/>
    <w:rsid w:val="005978FA"/>
    <w:rsid w:val="00597B3A"/>
    <w:rsid w:val="00597C43"/>
    <w:rsid w:val="00597D52"/>
    <w:rsid w:val="005A0307"/>
    <w:rsid w:val="005A04E1"/>
    <w:rsid w:val="005A09BD"/>
    <w:rsid w:val="005A1549"/>
    <w:rsid w:val="005A2529"/>
    <w:rsid w:val="005A2930"/>
    <w:rsid w:val="005A2EC5"/>
    <w:rsid w:val="005A2F30"/>
    <w:rsid w:val="005A34BC"/>
    <w:rsid w:val="005A35E5"/>
    <w:rsid w:val="005A3C82"/>
    <w:rsid w:val="005A3F56"/>
    <w:rsid w:val="005A465A"/>
    <w:rsid w:val="005A48B3"/>
    <w:rsid w:val="005A4E5E"/>
    <w:rsid w:val="005A54D3"/>
    <w:rsid w:val="005A597E"/>
    <w:rsid w:val="005A5BEE"/>
    <w:rsid w:val="005A60E8"/>
    <w:rsid w:val="005A69C1"/>
    <w:rsid w:val="005A6D8C"/>
    <w:rsid w:val="005A6F6F"/>
    <w:rsid w:val="005A7298"/>
    <w:rsid w:val="005A7403"/>
    <w:rsid w:val="005A7E67"/>
    <w:rsid w:val="005B066C"/>
    <w:rsid w:val="005B0A19"/>
    <w:rsid w:val="005B0A1C"/>
    <w:rsid w:val="005B0AC3"/>
    <w:rsid w:val="005B0E8E"/>
    <w:rsid w:val="005B1DDA"/>
    <w:rsid w:val="005B1E00"/>
    <w:rsid w:val="005B2098"/>
    <w:rsid w:val="005B237F"/>
    <w:rsid w:val="005B259E"/>
    <w:rsid w:val="005B2B25"/>
    <w:rsid w:val="005B34D3"/>
    <w:rsid w:val="005B35FD"/>
    <w:rsid w:val="005B37AF"/>
    <w:rsid w:val="005B3932"/>
    <w:rsid w:val="005B3AAD"/>
    <w:rsid w:val="005B3E5C"/>
    <w:rsid w:val="005B3F2A"/>
    <w:rsid w:val="005B4542"/>
    <w:rsid w:val="005B45CE"/>
    <w:rsid w:val="005B45FB"/>
    <w:rsid w:val="005B47CC"/>
    <w:rsid w:val="005B49C9"/>
    <w:rsid w:val="005B4D8C"/>
    <w:rsid w:val="005B5DDB"/>
    <w:rsid w:val="005B5EBC"/>
    <w:rsid w:val="005B6A8E"/>
    <w:rsid w:val="005B6B49"/>
    <w:rsid w:val="005B6C79"/>
    <w:rsid w:val="005B7AA8"/>
    <w:rsid w:val="005C0E48"/>
    <w:rsid w:val="005C1233"/>
    <w:rsid w:val="005C1CDB"/>
    <w:rsid w:val="005C25AC"/>
    <w:rsid w:val="005C28D9"/>
    <w:rsid w:val="005C2BA2"/>
    <w:rsid w:val="005C38A7"/>
    <w:rsid w:val="005C4390"/>
    <w:rsid w:val="005C496D"/>
    <w:rsid w:val="005C52F3"/>
    <w:rsid w:val="005C5E90"/>
    <w:rsid w:val="005D04D0"/>
    <w:rsid w:val="005D0648"/>
    <w:rsid w:val="005D0984"/>
    <w:rsid w:val="005D13D0"/>
    <w:rsid w:val="005D1537"/>
    <w:rsid w:val="005D1ADB"/>
    <w:rsid w:val="005D1BF1"/>
    <w:rsid w:val="005D1E1C"/>
    <w:rsid w:val="005D2A24"/>
    <w:rsid w:val="005D3539"/>
    <w:rsid w:val="005D392C"/>
    <w:rsid w:val="005D3A3F"/>
    <w:rsid w:val="005D3CA1"/>
    <w:rsid w:val="005D411D"/>
    <w:rsid w:val="005D42A7"/>
    <w:rsid w:val="005D45CF"/>
    <w:rsid w:val="005D4679"/>
    <w:rsid w:val="005D47D6"/>
    <w:rsid w:val="005D5AA2"/>
    <w:rsid w:val="005D5AE1"/>
    <w:rsid w:val="005D6052"/>
    <w:rsid w:val="005D61E4"/>
    <w:rsid w:val="005D635A"/>
    <w:rsid w:val="005D65D2"/>
    <w:rsid w:val="005D6AAC"/>
    <w:rsid w:val="005D6AE7"/>
    <w:rsid w:val="005D737D"/>
    <w:rsid w:val="005D775F"/>
    <w:rsid w:val="005E046C"/>
    <w:rsid w:val="005E18F4"/>
    <w:rsid w:val="005E1E2C"/>
    <w:rsid w:val="005E23A8"/>
    <w:rsid w:val="005E2F77"/>
    <w:rsid w:val="005E34C1"/>
    <w:rsid w:val="005E3C26"/>
    <w:rsid w:val="005E473E"/>
    <w:rsid w:val="005E4819"/>
    <w:rsid w:val="005E4E0B"/>
    <w:rsid w:val="005E50EB"/>
    <w:rsid w:val="005E51F4"/>
    <w:rsid w:val="005E571D"/>
    <w:rsid w:val="005E5EB6"/>
    <w:rsid w:val="005E6E03"/>
    <w:rsid w:val="005E759E"/>
    <w:rsid w:val="005F0643"/>
    <w:rsid w:val="005F06C9"/>
    <w:rsid w:val="005F11B4"/>
    <w:rsid w:val="005F11DB"/>
    <w:rsid w:val="005F12A4"/>
    <w:rsid w:val="005F177F"/>
    <w:rsid w:val="005F1865"/>
    <w:rsid w:val="005F1935"/>
    <w:rsid w:val="005F1FF1"/>
    <w:rsid w:val="005F2F24"/>
    <w:rsid w:val="005F38AB"/>
    <w:rsid w:val="005F3F4E"/>
    <w:rsid w:val="005F42A8"/>
    <w:rsid w:val="005F5A16"/>
    <w:rsid w:val="005F5BAE"/>
    <w:rsid w:val="005F6B1D"/>
    <w:rsid w:val="005F6E16"/>
    <w:rsid w:val="005F752F"/>
    <w:rsid w:val="005F75A6"/>
    <w:rsid w:val="005F78E4"/>
    <w:rsid w:val="00600089"/>
    <w:rsid w:val="0060008C"/>
    <w:rsid w:val="00600C4C"/>
    <w:rsid w:val="00601856"/>
    <w:rsid w:val="00601884"/>
    <w:rsid w:val="006023A6"/>
    <w:rsid w:val="006028FF"/>
    <w:rsid w:val="00602EB7"/>
    <w:rsid w:val="006037FE"/>
    <w:rsid w:val="00604523"/>
    <w:rsid w:val="0060478F"/>
    <w:rsid w:val="00605A48"/>
    <w:rsid w:val="00605D7A"/>
    <w:rsid w:val="006068D9"/>
    <w:rsid w:val="00607034"/>
    <w:rsid w:val="006078E1"/>
    <w:rsid w:val="006079C9"/>
    <w:rsid w:val="00607DC3"/>
    <w:rsid w:val="00610270"/>
    <w:rsid w:val="00611613"/>
    <w:rsid w:val="006116DD"/>
    <w:rsid w:val="006119B2"/>
    <w:rsid w:val="00611D68"/>
    <w:rsid w:val="00611DDC"/>
    <w:rsid w:val="006124D0"/>
    <w:rsid w:val="00612D21"/>
    <w:rsid w:val="00612FFD"/>
    <w:rsid w:val="0061349F"/>
    <w:rsid w:val="0061352A"/>
    <w:rsid w:val="006138D0"/>
    <w:rsid w:val="0061425A"/>
    <w:rsid w:val="00614355"/>
    <w:rsid w:val="00614DC5"/>
    <w:rsid w:val="006151CB"/>
    <w:rsid w:val="00616821"/>
    <w:rsid w:val="00616D09"/>
    <w:rsid w:val="00616DC9"/>
    <w:rsid w:val="00617256"/>
    <w:rsid w:val="00617529"/>
    <w:rsid w:val="00620AF4"/>
    <w:rsid w:val="00620CA7"/>
    <w:rsid w:val="0062117F"/>
    <w:rsid w:val="0062181C"/>
    <w:rsid w:val="006235A0"/>
    <w:rsid w:val="006249A7"/>
    <w:rsid w:val="00624A3D"/>
    <w:rsid w:val="00624F3D"/>
    <w:rsid w:val="006252BC"/>
    <w:rsid w:val="006253C1"/>
    <w:rsid w:val="006259BC"/>
    <w:rsid w:val="00625FB7"/>
    <w:rsid w:val="00626A98"/>
    <w:rsid w:val="00626EEB"/>
    <w:rsid w:val="006275E2"/>
    <w:rsid w:val="00627A75"/>
    <w:rsid w:val="00627FE1"/>
    <w:rsid w:val="00630618"/>
    <w:rsid w:val="00630736"/>
    <w:rsid w:val="006313F6"/>
    <w:rsid w:val="00631A6F"/>
    <w:rsid w:val="00632682"/>
    <w:rsid w:val="00632CF5"/>
    <w:rsid w:val="00632F30"/>
    <w:rsid w:val="006331F5"/>
    <w:rsid w:val="006335DB"/>
    <w:rsid w:val="00633613"/>
    <w:rsid w:val="00633A0F"/>
    <w:rsid w:val="00633A41"/>
    <w:rsid w:val="00633D6D"/>
    <w:rsid w:val="00633E04"/>
    <w:rsid w:val="00633F17"/>
    <w:rsid w:val="006343A5"/>
    <w:rsid w:val="00635662"/>
    <w:rsid w:val="00635BB0"/>
    <w:rsid w:val="00636029"/>
    <w:rsid w:val="00636074"/>
    <w:rsid w:val="00636A98"/>
    <w:rsid w:val="0063754D"/>
    <w:rsid w:val="00637A0C"/>
    <w:rsid w:val="00640B98"/>
    <w:rsid w:val="00640EEC"/>
    <w:rsid w:val="006411F3"/>
    <w:rsid w:val="00641524"/>
    <w:rsid w:val="00641564"/>
    <w:rsid w:val="00641613"/>
    <w:rsid w:val="00641794"/>
    <w:rsid w:val="00641806"/>
    <w:rsid w:val="00641B81"/>
    <w:rsid w:val="00641D76"/>
    <w:rsid w:val="0064200E"/>
    <w:rsid w:val="0064241A"/>
    <w:rsid w:val="00642A8C"/>
    <w:rsid w:val="00642BCB"/>
    <w:rsid w:val="00642FF5"/>
    <w:rsid w:val="00643376"/>
    <w:rsid w:val="00643895"/>
    <w:rsid w:val="0064449C"/>
    <w:rsid w:val="006444F5"/>
    <w:rsid w:val="00644EBF"/>
    <w:rsid w:val="00645008"/>
    <w:rsid w:val="0064524C"/>
    <w:rsid w:val="006454CD"/>
    <w:rsid w:val="006457E6"/>
    <w:rsid w:val="006458F9"/>
    <w:rsid w:val="00645CB2"/>
    <w:rsid w:val="00645CD4"/>
    <w:rsid w:val="006461E8"/>
    <w:rsid w:val="006464EE"/>
    <w:rsid w:val="006465F9"/>
    <w:rsid w:val="00647849"/>
    <w:rsid w:val="0064794A"/>
    <w:rsid w:val="00647A8E"/>
    <w:rsid w:val="006500E8"/>
    <w:rsid w:val="0065032E"/>
    <w:rsid w:val="00650AF6"/>
    <w:rsid w:val="00650DB6"/>
    <w:rsid w:val="00651718"/>
    <w:rsid w:val="0065187F"/>
    <w:rsid w:val="00651EAC"/>
    <w:rsid w:val="00651EB3"/>
    <w:rsid w:val="00652064"/>
    <w:rsid w:val="00652A94"/>
    <w:rsid w:val="00652D05"/>
    <w:rsid w:val="0065333B"/>
    <w:rsid w:val="006536B7"/>
    <w:rsid w:val="00653742"/>
    <w:rsid w:val="00653F1A"/>
    <w:rsid w:val="0065423B"/>
    <w:rsid w:val="0065525F"/>
    <w:rsid w:val="006558AD"/>
    <w:rsid w:val="006558C3"/>
    <w:rsid w:val="0065646B"/>
    <w:rsid w:val="0065762D"/>
    <w:rsid w:val="006620B0"/>
    <w:rsid w:val="0066229B"/>
    <w:rsid w:val="006629F0"/>
    <w:rsid w:val="00662E02"/>
    <w:rsid w:val="0066324F"/>
    <w:rsid w:val="00663831"/>
    <w:rsid w:val="00663A31"/>
    <w:rsid w:val="00663B3D"/>
    <w:rsid w:val="006644D8"/>
    <w:rsid w:val="00664BA9"/>
    <w:rsid w:val="00664BE0"/>
    <w:rsid w:val="00664E26"/>
    <w:rsid w:val="00665211"/>
    <w:rsid w:val="0066528B"/>
    <w:rsid w:val="0066564A"/>
    <w:rsid w:val="00665D15"/>
    <w:rsid w:val="00665E76"/>
    <w:rsid w:val="006665FA"/>
    <w:rsid w:val="006676F8"/>
    <w:rsid w:val="006677EF"/>
    <w:rsid w:val="00667ED1"/>
    <w:rsid w:val="00667F29"/>
    <w:rsid w:val="00667FA5"/>
    <w:rsid w:val="0067079C"/>
    <w:rsid w:val="00670D61"/>
    <w:rsid w:val="00670FD7"/>
    <w:rsid w:val="006711E6"/>
    <w:rsid w:val="00671774"/>
    <w:rsid w:val="00671C4E"/>
    <w:rsid w:val="006722C0"/>
    <w:rsid w:val="006723E3"/>
    <w:rsid w:val="00672406"/>
    <w:rsid w:val="00672E95"/>
    <w:rsid w:val="00674094"/>
    <w:rsid w:val="00674B25"/>
    <w:rsid w:val="00674C7A"/>
    <w:rsid w:val="00675AFC"/>
    <w:rsid w:val="006763FA"/>
    <w:rsid w:val="006765B2"/>
    <w:rsid w:val="0067691C"/>
    <w:rsid w:val="00676B6D"/>
    <w:rsid w:val="00676C44"/>
    <w:rsid w:val="00677911"/>
    <w:rsid w:val="00677AA2"/>
    <w:rsid w:val="00680671"/>
    <w:rsid w:val="0068073B"/>
    <w:rsid w:val="006807F5"/>
    <w:rsid w:val="0068188C"/>
    <w:rsid w:val="00681C13"/>
    <w:rsid w:val="00681D71"/>
    <w:rsid w:val="00681F5B"/>
    <w:rsid w:val="0068293D"/>
    <w:rsid w:val="00683269"/>
    <w:rsid w:val="00683C21"/>
    <w:rsid w:val="00683E73"/>
    <w:rsid w:val="0068423E"/>
    <w:rsid w:val="00684A05"/>
    <w:rsid w:val="00684AD5"/>
    <w:rsid w:val="00684EB6"/>
    <w:rsid w:val="006852B9"/>
    <w:rsid w:val="006855EE"/>
    <w:rsid w:val="00685818"/>
    <w:rsid w:val="00685ACF"/>
    <w:rsid w:val="00685DA4"/>
    <w:rsid w:val="00686626"/>
    <w:rsid w:val="006870ED"/>
    <w:rsid w:val="00687319"/>
    <w:rsid w:val="00687953"/>
    <w:rsid w:val="00687B26"/>
    <w:rsid w:val="00687C0E"/>
    <w:rsid w:val="00687F5C"/>
    <w:rsid w:val="0069009B"/>
    <w:rsid w:val="00690555"/>
    <w:rsid w:val="00690A9C"/>
    <w:rsid w:val="00690DA9"/>
    <w:rsid w:val="00690EA3"/>
    <w:rsid w:val="006916DA"/>
    <w:rsid w:val="00691F9E"/>
    <w:rsid w:val="0069255E"/>
    <w:rsid w:val="00692E54"/>
    <w:rsid w:val="00692F12"/>
    <w:rsid w:val="006931D2"/>
    <w:rsid w:val="00693E3C"/>
    <w:rsid w:val="00694602"/>
    <w:rsid w:val="00695AF8"/>
    <w:rsid w:val="00695C3D"/>
    <w:rsid w:val="006963B7"/>
    <w:rsid w:val="00696419"/>
    <w:rsid w:val="006966AE"/>
    <w:rsid w:val="006967A3"/>
    <w:rsid w:val="0069686F"/>
    <w:rsid w:val="00696C80"/>
    <w:rsid w:val="00697694"/>
    <w:rsid w:val="00697F4E"/>
    <w:rsid w:val="006A024D"/>
    <w:rsid w:val="006A0586"/>
    <w:rsid w:val="006A0B24"/>
    <w:rsid w:val="006A183B"/>
    <w:rsid w:val="006A1FD8"/>
    <w:rsid w:val="006A22CA"/>
    <w:rsid w:val="006A24B1"/>
    <w:rsid w:val="006A2503"/>
    <w:rsid w:val="006A2B74"/>
    <w:rsid w:val="006A2C67"/>
    <w:rsid w:val="006A3344"/>
    <w:rsid w:val="006A33CF"/>
    <w:rsid w:val="006A33DE"/>
    <w:rsid w:val="006A3936"/>
    <w:rsid w:val="006A3DAF"/>
    <w:rsid w:val="006A3DD3"/>
    <w:rsid w:val="006A4747"/>
    <w:rsid w:val="006A4EBB"/>
    <w:rsid w:val="006A5644"/>
    <w:rsid w:val="006A6241"/>
    <w:rsid w:val="006A6D3B"/>
    <w:rsid w:val="006A6F61"/>
    <w:rsid w:val="006A7B0B"/>
    <w:rsid w:val="006B0AF8"/>
    <w:rsid w:val="006B2531"/>
    <w:rsid w:val="006B314A"/>
    <w:rsid w:val="006B3C9B"/>
    <w:rsid w:val="006B3DBF"/>
    <w:rsid w:val="006B3E8A"/>
    <w:rsid w:val="006B50DA"/>
    <w:rsid w:val="006B580C"/>
    <w:rsid w:val="006B5F2C"/>
    <w:rsid w:val="006B6091"/>
    <w:rsid w:val="006B6164"/>
    <w:rsid w:val="006B6352"/>
    <w:rsid w:val="006B6CAE"/>
    <w:rsid w:val="006B7E6F"/>
    <w:rsid w:val="006C04FA"/>
    <w:rsid w:val="006C139D"/>
    <w:rsid w:val="006C13BF"/>
    <w:rsid w:val="006C219B"/>
    <w:rsid w:val="006C29B0"/>
    <w:rsid w:val="006C2DD9"/>
    <w:rsid w:val="006C3765"/>
    <w:rsid w:val="006C38AF"/>
    <w:rsid w:val="006C39AC"/>
    <w:rsid w:val="006C4318"/>
    <w:rsid w:val="006C4327"/>
    <w:rsid w:val="006C44B3"/>
    <w:rsid w:val="006C4A20"/>
    <w:rsid w:val="006C4D6A"/>
    <w:rsid w:val="006C5290"/>
    <w:rsid w:val="006C5340"/>
    <w:rsid w:val="006C5CB3"/>
    <w:rsid w:val="006C5DE0"/>
    <w:rsid w:val="006C6281"/>
    <w:rsid w:val="006C6502"/>
    <w:rsid w:val="006C6885"/>
    <w:rsid w:val="006C6AD4"/>
    <w:rsid w:val="006C701C"/>
    <w:rsid w:val="006C726E"/>
    <w:rsid w:val="006C770E"/>
    <w:rsid w:val="006C7CB0"/>
    <w:rsid w:val="006D02D2"/>
    <w:rsid w:val="006D03FE"/>
    <w:rsid w:val="006D0F58"/>
    <w:rsid w:val="006D1730"/>
    <w:rsid w:val="006D18AB"/>
    <w:rsid w:val="006D1B80"/>
    <w:rsid w:val="006D1FC5"/>
    <w:rsid w:val="006D21D1"/>
    <w:rsid w:val="006D379F"/>
    <w:rsid w:val="006D3B5B"/>
    <w:rsid w:val="006D5199"/>
    <w:rsid w:val="006D5774"/>
    <w:rsid w:val="006D63C3"/>
    <w:rsid w:val="006D650C"/>
    <w:rsid w:val="006D6C22"/>
    <w:rsid w:val="006D72B8"/>
    <w:rsid w:val="006D79E9"/>
    <w:rsid w:val="006D7B3A"/>
    <w:rsid w:val="006D7ED9"/>
    <w:rsid w:val="006D7EF7"/>
    <w:rsid w:val="006E0512"/>
    <w:rsid w:val="006E0C64"/>
    <w:rsid w:val="006E12C0"/>
    <w:rsid w:val="006E1A02"/>
    <w:rsid w:val="006E1AB0"/>
    <w:rsid w:val="006E1B2B"/>
    <w:rsid w:val="006E263C"/>
    <w:rsid w:val="006E2F27"/>
    <w:rsid w:val="006E4179"/>
    <w:rsid w:val="006E41EE"/>
    <w:rsid w:val="006E429C"/>
    <w:rsid w:val="006E4313"/>
    <w:rsid w:val="006E5079"/>
    <w:rsid w:val="006E517C"/>
    <w:rsid w:val="006E51C1"/>
    <w:rsid w:val="006E54CB"/>
    <w:rsid w:val="006E68B9"/>
    <w:rsid w:val="006E69E7"/>
    <w:rsid w:val="006E790E"/>
    <w:rsid w:val="006E79F4"/>
    <w:rsid w:val="006F0A5E"/>
    <w:rsid w:val="006F1750"/>
    <w:rsid w:val="006F1E94"/>
    <w:rsid w:val="006F2794"/>
    <w:rsid w:val="006F2F0F"/>
    <w:rsid w:val="006F3532"/>
    <w:rsid w:val="006F3704"/>
    <w:rsid w:val="006F3C63"/>
    <w:rsid w:val="006F406D"/>
    <w:rsid w:val="006F47AF"/>
    <w:rsid w:val="006F4C30"/>
    <w:rsid w:val="006F5515"/>
    <w:rsid w:val="006F61B6"/>
    <w:rsid w:val="006F6329"/>
    <w:rsid w:val="006F6E4F"/>
    <w:rsid w:val="006F6F26"/>
    <w:rsid w:val="006F6F47"/>
    <w:rsid w:val="006F7186"/>
    <w:rsid w:val="006F71B1"/>
    <w:rsid w:val="006F7368"/>
    <w:rsid w:val="006F7CC2"/>
    <w:rsid w:val="0070053B"/>
    <w:rsid w:val="00700732"/>
    <w:rsid w:val="00700A4A"/>
    <w:rsid w:val="007010F1"/>
    <w:rsid w:val="00701171"/>
    <w:rsid w:val="00701348"/>
    <w:rsid w:val="00701702"/>
    <w:rsid w:val="0070203E"/>
    <w:rsid w:val="0070258A"/>
    <w:rsid w:val="00702699"/>
    <w:rsid w:val="00702AD3"/>
    <w:rsid w:val="0070332A"/>
    <w:rsid w:val="00703360"/>
    <w:rsid w:val="007036BF"/>
    <w:rsid w:val="00703C86"/>
    <w:rsid w:val="0070473C"/>
    <w:rsid w:val="00704B5F"/>
    <w:rsid w:val="00704C77"/>
    <w:rsid w:val="00704DB6"/>
    <w:rsid w:val="00705034"/>
    <w:rsid w:val="007057D9"/>
    <w:rsid w:val="0070602A"/>
    <w:rsid w:val="0070653E"/>
    <w:rsid w:val="007066FE"/>
    <w:rsid w:val="007067A6"/>
    <w:rsid w:val="00707101"/>
    <w:rsid w:val="00707287"/>
    <w:rsid w:val="007072A9"/>
    <w:rsid w:val="007076B8"/>
    <w:rsid w:val="00707E77"/>
    <w:rsid w:val="00710318"/>
    <w:rsid w:val="00710520"/>
    <w:rsid w:val="00710DDE"/>
    <w:rsid w:val="00710E72"/>
    <w:rsid w:val="00711B32"/>
    <w:rsid w:val="007126F5"/>
    <w:rsid w:val="00713306"/>
    <w:rsid w:val="007133AF"/>
    <w:rsid w:val="007135B5"/>
    <w:rsid w:val="00713E62"/>
    <w:rsid w:val="007142CD"/>
    <w:rsid w:val="0071474C"/>
    <w:rsid w:val="00714F26"/>
    <w:rsid w:val="007155B6"/>
    <w:rsid w:val="00715701"/>
    <w:rsid w:val="00715B77"/>
    <w:rsid w:val="00715BEA"/>
    <w:rsid w:val="00715DC9"/>
    <w:rsid w:val="007169C0"/>
    <w:rsid w:val="00716B84"/>
    <w:rsid w:val="00717551"/>
    <w:rsid w:val="0072014A"/>
    <w:rsid w:val="007208C7"/>
    <w:rsid w:val="0072192E"/>
    <w:rsid w:val="00721BE0"/>
    <w:rsid w:val="007227A5"/>
    <w:rsid w:val="007229AF"/>
    <w:rsid w:val="0072432D"/>
    <w:rsid w:val="00724A12"/>
    <w:rsid w:val="007257B2"/>
    <w:rsid w:val="00725FE7"/>
    <w:rsid w:val="0072666E"/>
    <w:rsid w:val="00726974"/>
    <w:rsid w:val="007269FB"/>
    <w:rsid w:val="00726A63"/>
    <w:rsid w:val="00727805"/>
    <w:rsid w:val="00727864"/>
    <w:rsid w:val="0073005C"/>
    <w:rsid w:val="00730EE5"/>
    <w:rsid w:val="00731328"/>
    <w:rsid w:val="007321CD"/>
    <w:rsid w:val="007323D7"/>
    <w:rsid w:val="00732966"/>
    <w:rsid w:val="00732D71"/>
    <w:rsid w:val="00733209"/>
    <w:rsid w:val="0073407B"/>
    <w:rsid w:val="00734396"/>
    <w:rsid w:val="00734D99"/>
    <w:rsid w:val="00735CBF"/>
    <w:rsid w:val="00735DA0"/>
    <w:rsid w:val="0073626E"/>
    <w:rsid w:val="0073633C"/>
    <w:rsid w:val="00736B54"/>
    <w:rsid w:val="00736F59"/>
    <w:rsid w:val="00737081"/>
    <w:rsid w:val="0073721D"/>
    <w:rsid w:val="00737E0D"/>
    <w:rsid w:val="00740115"/>
    <w:rsid w:val="007401F8"/>
    <w:rsid w:val="00740ECE"/>
    <w:rsid w:val="007424E5"/>
    <w:rsid w:val="007427EA"/>
    <w:rsid w:val="00742B87"/>
    <w:rsid w:val="00743266"/>
    <w:rsid w:val="007438F1"/>
    <w:rsid w:val="00745226"/>
    <w:rsid w:val="007452C0"/>
    <w:rsid w:val="00745B08"/>
    <w:rsid w:val="00745E66"/>
    <w:rsid w:val="00745FF2"/>
    <w:rsid w:val="00746492"/>
    <w:rsid w:val="007465AB"/>
    <w:rsid w:val="007468A1"/>
    <w:rsid w:val="007468A5"/>
    <w:rsid w:val="00746A05"/>
    <w:rsid w:val="00747148"/>
    <w:rsid w:val="00747BBB"/>
    <w:rsid w:val="00750CBC"/>
    <w:rsid w:val="0075119F"/>
    <w:rsid w:val="00751BE0"/>
    <w:rsid w:val="00751F03"/>
    <w:rsid w:val="00751F54"/>
    <w:rsid w:val="007520AF"/>
    <w:rsid w:val="0075212A"/>
    <w:rsid w:val="00752B39"/>
    <w:rsid w:val="00752B61"/>
    <w:rsid w:val="0075318F"/>
    <w:rsid w:val="0075330D"/>
    <w:rsid w:val="007537D2"/>
    <w:rsid w:val="007539FC"/>
    <w:rsid w:val="007544E0"/>
    <w:rsid w:val="0075535B"/>
    <w:rsid w:val="007568F4"/>
    <w:rsid w:val="00756D6C"/>
    <w:rsid w:val="00756FC4"/>
    <w:rsid w:val="007576F0"/>
    <w:rsid w:val="00757B73"/>
    <w:rsid w:val="00757CB0"/>
    <w:rsid w:val="00757DAD"/>
    <w:rsid w:val="00760473"/>
    <w:rsid w:val="007608A7"/>
    <w:rsid w:val="00760F59"/>
    <w:rsid w:val="007613D4"/>
    <w:rsid w:val="00761A6C"/>
    <w:rsid w:val="007628F9"/>
    <w:rsid w:val="0076299E"/>
    <w:rsid w:val="00763098"/>
    <w:rsid w:val="007630C6"/>
    <w:rsid w:val="00763304"/>
    <w:rsid w:val="007633D3"/>
    <w:rsid w:val="0076372D"/>
    <w:rsid w:val="00763827"/>
    <w:rsid w:val="00763883"/>
    <w:rsid w:val="00763C26"/>
    <w:rsid w:val="00763DF9"/>
    <w:rsid w:val="00763F1C"/>
    <w:rsid w:val="007641EC"/>
    <w:rsid w:val="00764717"/>
    <w:rsid w:val="00764B0C"/>
    <w:rsid w:val="007653F1"/>
    <w:rsid w:val="007658E7"/>
    <w:rsid w:val="00765BB0"/>
    <w:rsid w:val="00765E1D"/>
    <w:rsid w:val="00766E0F"/>
    <w:rsid w:val="00767316"/>
    <w:rsid w:val="00767343"/>
    <w:rsid w:val="007673B9"/>
    <w:rsid w:val="00767878"/>
    <w:rsid w:val="00767BF5"/>
    <w:rsid w:val="00767D90"/>
    <w:rsid w:val="007700ED"/>
    <w:rsid w:val="00770209"/>
    <w:rsid w:val="00770B49"/>
    <w:rsid w:val="00771B37"/>
    <w:rsid w:val="00771E66"/>
    <w:rsid w:val="0077305A"/>
    <w:rsid w:val="0077347D"/>
    <w:rsid w:val="00773884"/>
    <w:rsid w:val="00773D6D"/>
    <w:rsid w:val="00774395"/>
    <w:rsid w:val="0077442B"/>
    <w:rsid w:val="00774774"/>
    <w:rsid w:val="00774941"/>
    <w:rsid w:val="00774A66"/>
    <w:rsid w:val="00774F00"/>
    <w:rsid w:val="00775B18"/>
    <w:rsid w:val="00775B7E"/>
    <w:rsid w:val="00776716"/>
    <w:rsid w:val="00776742"/>
    <w:rsid w:val="0077702A"/>
    <w:rsid w:val="0077727D"/>
    <w:rsid w:val="00777449"/>
    <w:rsid w:val="00777FF1"/>
    <w:rsid w:val="007800CB"/>
    <w:rsid w:val="00780533"/>
    <w:rsid w:val="00780DAC"/>
    <w:rsid w:val="00781019"/>
    <w:rsid w:val="00781944"/>
    <w:rsid w:val="0078194A"/>
    <w:rsid w:val="00782188"/>
    <w:rsid w:val="00782A52"/>
    <w:rsid w:val="00782C9C"/>
    <w:rsid w:val="00782CDA"/>
    <w:rsid w:val="00782EE3"/>
    <w:rsid w:val="00782FB9"/>
    <w:rsid w:val="00783E66"/>
    <w:rsid w:val="00784836"/>
    <w:rsid w:val="00784D6F"/>
    <w:rsid w:val="00785088"/>
    <w:rsid w:val="00785881"/>
    <w:rsid w:val="00786FAD"/>
    <w:rsid w:val="007870B1"/>
    <w:rsid w:val="007873F3"/>
    <w:rsid w:val="00787480"/>
    <w:rsid w:val="007877AF"/>
    <w:rsid w:val="00787C23"/>
    <w:rsid w:val="00787E89"/>
    <w:rsid w:val="00790D1C"/>
    <w:rsid w:val="007910F6"/>
    <w:rsid w:val="00791439"/>
    <w:rsid w:val="00791C60"/>
    <w:rsid w:val="00791E4E"/>
    <w:rsid w:val="00791F11"/>
    <w:rsid w:val="00792002"/>
    <w:rsid w:val="00792653"/>
    <w:rsid w:val="00792CD2"/>
    <w:rsid w:val="0079312C"/>
    <w:rsid w:val="0079314C"/>
    <w:rsid w:val="00793526"/>
    <w:rsid w:val="0079395C"/>
    <w:rsid w:val="00793D87"/>
    <w:rsid w:val="007949DE"/>
    <w:rsid w:val="00794FB6"/>
    <w:rsid w:val="00795214"/>
    <w:rsid w:val="00795E51"/>
    <w:rsid w:val="00795FEF"/>
    <w:rsid w:val="007962C4"/>
    <w:rsid w:val="00796388"/>
    <w:rsid w:val="0079659A"/>
    <w:rsid w:val="00796941"/>
    <w:rsid w:val="00796BC9"/>
    <w:rsid w:val="0079716B"/>
    <w:rsid w:val="007976C7"/>
    <w:rsid w:val="00797DF9"/>
    <w:rsid w:val="00797F7C"/>
    <w:rsid w:val="007A117E"/>
    <w:rsid w:val="007A1224"/>
    <w:rsid w:val="007A255B"/>
    <w:rsid w:val="007A2991"/>
    <w:rsid w:val="007A2EEB"/>
    <w:rsid w:val="007A3C7F"/>
    <w:rsid w:val="007A545C"/>
    <w:rsid w:val="007A5C6F"/>
    <w:rsid w:val="007A5E5B"/>
    <w:rsid w:val="007A5E99"/>
    <w:rsid w:val="007A5F32"/>
    <w:rsid w:val="007A5FE9"/>
    <w:rsid w:val="007A62B1"/>
    <w:rsid w:val="007A6B46"/>
    <w:rsid w:val="007B0034"/>
    <w:rsid w:val="007B0629"/>
    <w:rsid w:val="007B09B0"/>
    <w:rsid w:val="007B14C6"/>
    <w:rsid w:val="007B19FC"/>
    <w:rsid w:val="007B1B5E"/>
    <w:rsid w:val="007B1D46"/>
    <w:rsid w:val="007B31C6"/>
    <w:rsid w:val="007B32E9"/>
    <w:rsid w:val="007B38B4"/>
    <w:rsid w:val="007B3F13"/>
    <w:rsid w:val="007B4108"/>
    <w:rsid w:val="007B455B"/>
    <w:rsid w:val="007B4FF0"/>
    <w:rsid w:val="007B5210"/>
    <w:rsid w:val="007B5752"/>
    <w:rsid w:val="007B5B75"/>
    <w:rsid w:val="007B5D8B"/>
    <w:rsid w:val="007B6B9A"/>
    <w:rsid w:val="007B793E"/>
    <w:rsid w:val="007C00D5"/>
    <w:rsid w:val="007C0380"/>
    <w:rsid w:val="007C0758"/>
    <w:rsid w:val="007C162E"/>
    <w:rsid w:val="007C18D4"/>
    <w:rsid w:val="007C2888"/>
    <w:rsid w:val="007C2966"/>
    <w:rsid w:val="007C338D"/>
    <w:rsid w:val="007C36CC"/>
    <w:rsid w:val="007C3FDD"/>
    <w:rsid w:val="007C4128"/>
    <w:rsid w:val="007C486C"/>
    <w:rsid w:val="007C4D04"/>
    <w:rsid w:val="007C5DE9"/>
    <w:rsid w:val="007C639B"/>
    <w:rsid w:val="007C69E9"/>
    <w:rsid w:val="007C6F8B"/>
    <w:rsid w:val="007C72DE"/>
    <w:rsid w:val="007C7660"/>
    <w:rsid w:val="007D0292"/>
    <w:rsid w:val="007D0511"/>
    <w:rsid w:val="007D0A51"/>
    <w:rsid w:val="007D0B90"/>
    <w:rsid w:val="007D0DFB"/>
    <w:rsid w:val="007D0F8A"/>
    <w:rsid w:val="007D15D3"/>
    <w:rsid w:val="007D15D8"/>
    <w:rsid w:val="007D213D"/>
    <w:rsid w:val="007D2AEA"/>
    <w:rsid w:val="007D2B26"/>
    <w:rsid w:val="007D3141"/>
    <w:rsid w:val="007D3235"/>
    <w:rsid w:val="007D47D8"/>
    <w:rsid w:val="007D4EF2"/>
    <w:rsid w:val="007D63B2"/>
    <w:rsid w:val="007D6AB3"/>
    <w:rsid w:val="007D6B7D"/>
    <w:rsid w:val="007D6E32"/>
    <w:rsid w:val="007D6E7D"/>
    <w:rsid w:val="007D700B"/>
    <w:rsid w:val="007D719A"/>
    <w:rsid w:val="007D7345"/>
    <w:rsid w:val="007D7355"/>
    <w:rsid w:val="007D78F3"/>
    <w:rsid w:val="007D7A02"/>
    <w:rsid w:val="007D7B70"/>
    <w:rsid w:val="007E04B7"/>
    <w:rsid w:val="007E0F49"/>
    <w:rsid w:val="007E1BAB"/>
    <w:rsid w:val="007E1DEA"/>
    <w:rsid w:val="007E22E1"/>
    <w:rsid w:val="007E2394"/>
    <w:rsid w:val="007E2727"/>
    <w:rsid w:val="007E2BE4"/>
    <w:rsid w:val="007E43BC"/>
    <w:rsid w:val="007E4A99"/>
    <w:rsid w:val="007E4AF5"/>
    <w:rsid w:val="007E509F"/>
    <w:rsid w:val="007E546F"/>
    <w:rsid w:val="007E5575"/>
    <w:rsid w:val="007E5809"/>
    <w:rsid w:val="007E5DC0"/>
    <w:rsid w:val="007E62FF"/>
    <w:rsid w:val="007E6393"/>
    <w:rsid w:val="007E6871"/>
    <w:rsid w:val="007E6A57"/>
    <w:rsid w:val="007E6C1F"/>
    <w:rsid w:val="007E6F98"/>
    <w:rsid w:val="007E70B8"/>
    <w:rsid w:val="007E7433"/>
    <w:rsid w:val="007F0AA2"/>
    <w:rsid w:val="007F102E"/>
    <w:rsid w:val="007F1679"/>
    <w:rsid w:val="007F196B"/>
    <w:rsid w:val="007F1BC5"/>
    <w:rsid w:val="007F1C63"/>
    <w:rsid w:val="007F208D"/>
    <w:rsid w:val="007F243E"/>
    <w:rsid w:val="007F31C8"/>
    <w:rsid w:val="007F3E67"/>
    <w:rsid w:val="007F5183"/>
    <w:rsid w:val="007F548E"/>
    <w:rsid w:val="007F54AE"/>
    <w:rsid w:val="007F59E6"/>
    <w:rsid w:val="007F690C"/>
    <w:rsid w:val="007F6A53"/>
    <w:rsid w:val="007F6B0C"/>
    <w:rsid w:val="007F6EE2"/>
    <w:rsid w:val="007F7204"/>
    <w:rsid w:val="007F7543"/>
    <w:rsid w:val="007F76FA"/>
    <w:rsid w:val="007F7B30"/>
    <w:rsid w:val="00800046"/>
    <w:rsid w:val="00800092"/>
    <w:rsid w:val="00801E1E"/>
    <w:rsid w:val="008020D4"/>
    <w:rsid w:val="0080257D"/>
    <w:rsid w:val="00802879"/>
    <w:rsid w:val="00803B85"/>
    <w:rsid w:val="00803D41"/>
    <w:rsid w:val="00803F7B"/>
    <w:rsid w:val="00804250"/>
    <w:rsid w:val="00804E9D"/>
    <w:rsid w:val="00805508"/>
    <w:rsid w:val="00805BF2"/>
    <w:rsid w:val="00805E17"/>
    <w:rsid w:val="00806934"/>
    <w:rsid w:val="00806990"/>
    <w:rsid w:val="00806CA9"/>
    <w:rsid w:val="00806D43"/>
    <w:rsid w:val="00806EAB"/>
    <w:rsid w:val="0080759C"/>
    <w:rsid w:val="0080787E"/>
    <w:rsid w:val="008101FC"/>
    <w:rsid w:val="008102ED"/>
    <w:rsid w:val="00810932"/>
    <w:rsid w:val="008115D0"/>
    <w:rsid w:val="008119B0"/>
    <w:rsid w:val="00811E7B"/>
    <w:rsid w:val="00811E95"/>
    <w:rsid w:val="008123B2"/>
    <w:rsid w:val="0081311F"/>
    <w:rsid w:val="008132BB"/>
    <w:rsid w:val="008137E7"/>
    <w:rsid w:val="00813CD4"/>
    <w:rsid w:val="008142AE"/>
    <w:rsid w:val="00814380"/>
    <w:rsid w:val="00814BAD"/>
    <w:rsid w:val="0081538B"/>
    <w:rsid w:val="00816382"/>
    <w:rsid w:val="008164D8"/>
    <w:rsid w:val="00816DAB"/>
    <w:rsid w:val="0081747A"/>
    <w:rsid w:val="00817C72"/>
    <w:rsid w:val="008203B4"/>
    <w:rsid w:val="00820D66"/>
    <w:rsid w:val="0082167D"/>
    <w:rsid w:val="008223A7"/>
    <w:rsid w:val="008228E2"/>
    <w:rsid w:val="0082328C"/>
    <w:rsid w:val="008242F5"/>
    <w:rsid w:val="00825B65"/>
    <w:rsid w:val="00825BAA"/>
    <w:rsid w:val="00825BF8"/>
    <w:rsid w:val="00825D55"/>
    <w:rsid w:val="008261C8"/>
    <w:rsid w:val="008262DD"/>
    <w:rsid w:val="00826C1B"/>
    <w:rsid w:val="00826D81"/>
    <w:rsid w:val="00827093"/>
    <w:rsid w:val="008271A1"/>
    <w:rsid w:val="00830745"/>
    <w:rsid w:val="00830F59"/>
    <w:rsid w:val="0083156C"/>
    <w:rsid w:val="00832051"/>
    <w:rsid w:val="00832490"/>
    <w:rsid w:val="0083269C"/>
    <w:rsid w:val="008327C2"/>
    <w:rsid w:val="008336C5"/>
    <w:rsid w:val="008337DE"/>
    <w:rsid w:val="00833CD9"/>
    <w:rsid w:val="00834109"/>
    <w:rsid w:val="0083500E"/>
    <w:rsid w:val="00835046"/>
    <w:rsid w:val="008350BE"/>
    <w:rsid w:val="008354A9"/>
    <w:rsid w:val="00835543"/>
    <w:rsid w:val="008356E9"/>
    <w:rsid w:val="00835D91"/>
    <w:rsid w:val="00835F3F"/>
    <w:rsid w:val="00836BD0"/>
    <w:rsid w:val="008370C0"/>
    <w:rsid w:val="00837940"/>
    <w:rsid w:val="0084010E"/>
    <w:rsid w:val="0084133C"/>
    <w:rsid w:val="00841519"/>
    <w:rsid w:val="008418BB"/>
    <w:rsid w:val="00841919"/>
    <w:rsid w:val="00841DEB"/>
    <w:rsid w:val="0084381E"/>
    <w:rsid w:val="00843877"/>
    <w:rsid w:val="00843B14"/>
    <w:rsid w:val="00843D1D"/>
    <w:rsid w:val="00843E73"/>
    <w:rsid w:val="00844361"/>
    <w:rsid w:val="008448FC"/>
    <w:rsid w:val="00844BBF"/>
    <w:rsid w:val="00844CBF"/>
    <w:rsid w:val="008451BB"/>
    <w:rsid w:val="0084521A"/>
    <w:rsid w:val="008457EE"/>
    <w:rsid w:val="00845F0F"/>
    <w:rsid w:val="00846171"/>
    <w:rsid w:val="00846517"/>
    <w:rsid w:val="00846BC2"/>
    <w:rsid w:val="00846EA9"/>
    <w:rsid w:val="00846ED4"/>
    <w:rsid w:val="00846F0B"/>
    <w:rsid w:val="00847927"/>
    <w:rsid w:val="0084793C"/>
    <w:rsid w:val="00847E27"/>
    <w:rsid w:val="0085040E"/>
    <w:rsid w:val="00850C2C"/>
    <w:rsid w:val="00851041"/>
    <w:rsid w:val="00851BA6"/>
    <w:rsid w:val="00851E8E"/>
    <w:rsid w:val="0085214B"/>
    <w:rsid w:val="00853678"/>
    <w:rsid w:val="00854C59"/>
    <w:rsid w:val="00854E3D"/>
    <w:rsid w:val="0085530F"/>
    <w:rsid w:val="0085562E"/>
    <w:rsid w:val="008556A1"/>
    <w:rsid w:val="00855FF9"/>
    <w:rsid w:val="0085609C"/>
    <w:rsid w:val="00856889"/>
    <w:rsid w:val="00856C31"/>
    <w:rsid w:val="00856DCF"/>
    <w:rsid w:val="00856EE4"/>
    <w:rsid w:val="0085792D"/>
    <w:rsid w:val="00857C41"/>
    <w:rsid w:val="0086126F"/>
    <w:rsid w:val="0086168E"/>
    <w:rsid w:val="00861C2E"/>
    <w:rsid w:val="00861DF2"/>
    <w:rsid w:val="00863380"/>
    <w:rsid w:val="00863761"/>
    <w:rsid w:val="00863F83"/>
    <w:rsid w:val="00864748"/>
    <w:rsid w:val="00864B21"/>
    <w:rsid w:val="00866217"/>
    <w:rsid w:val="008665E1"/>
    <w:rsid w:val="00866981"/>
    <w:rsid w:val="008669D4"/>
    <w:rsid w:val="00867790"/>
    <w:rsid w:val="00867AAB"/>
    <w:rsid w:val="00870730"/>
    <w:rsid w:val="008709E6"/>
    <w:rsid w:val="00870A19"/>
    <w:rsid w:val="00870EAA"/>
    <w:rsid w:val="00871023"/>
    <w:rsid w:val="0087118E"/>
    <w:rsid w:val="00871444"/>
    <w:rsid w:val="0087181C"/>
    <w:rsid w:val="008719F4"/>
    <w:rsid w:val="00871BBF"/>
    <w:rsid w:val="00872868"/>
    <w:rsid w:val="00873010"/>
    <w:rsid w:val="008735CC"/>
    <w:rsid w:val="008737AE"/>
    <w:rsid w:val="00873A9E"/>
    <w:rsid w:val="008741FC"/>
    <w:rsid w:val="008746FB"/>
    <w:rsid w:val="0087537A"/>
    <w:rsid w:val="00875D5D"/>
    <w:rsid w:val="00876085"/>
    <w:rsid w:val="00876217"/>
    <w:rsid w:val="00876328"/>
    <w:rsid w:val="00876F4A"/>
    <w:rsid w:val="00877686"/>
    <w:rsid w:val="00877FFC"/>
    <w:rsid w:val="0088004D"/>
    <w:rsid w:val="0088037E"/>
    <w:rsid w:val="008803E8"/>
    <w:rsid w:val="00880631"/>
    <w:rsid w:val="00880A26"/>
    <w:rsid w:val="00880DE5"/>
    <w:rsid w:val="008810E1"/>
    <w:rsid w:val="0088118A"/>
    <w:rsid w:val="00881471"/>
    <w:rsid w:val="00881BA7"/>
    <w:rsid w:val="00881F61"/>
    <w:rsid w:val="00882059"/>
    <w:rsid w:val="00882150"/>
    <w:rsid w:val="00883200"/>
    <w:rsid w:val="00883989"/>
    <w:rsid w:val="00883C2B"/>
    <w:rsid w:val="0088407B"/>
    <w:rsid w:val="00884871"/>
    <w:rsid w:val="00884E63"/>
    <w:rsid w:val="00885B9A"/>
    <w:rsid w:val="00885F41"/>
    <w:rsid w:val="00886758"/>
    <w:rsid w:val="00886917"/>
    <w:rsid w:val="00886E0C"/>
    <w:rsid w:val="00887151"/>
    <w:rsid w:val="00887980"/>
    <w:rsid w:val="00887E11"/>
    <w:rsid w:val="008901C9"/>
    <w:rsid w:val="00890C1D"/>
    <w:rsid w:val="008910A4"/>
    <w:rsid w:val="00891921"/>
    <w:rsid w:val="00891CC3"/>
    <w:rsid w:val="00891D6B"/>
    <w:rsid w:val="00891F7B"/>
    <w:rsid w:val="0089210D"/>
    <w:rsid w:val="008927C4"/>
    <w:rsid w:val="008932D1"/>
    <w:rsid w:val="00893D42"/>
    <w:rsid w:val="00893E61"/>
    <w:rsid w:val="0089428A"/>
    <w:rsid w:val="008947DD"/>
    <w:rsid w:val="00894B1D"/>
    <w:rsid w:val="00894CA4"/>
    <w:rsid w:val="008956B8"/>
    <w:rsid w:val="00895BB1"/>
    <w:rsid w:val="00895D3D"/>
    <w:rsid w:val="00896425"/>
    <w:rsid w:val="008966E4"/>
    <w:rsid w:val="0089730A"/>
    <w:rsid w:val="008973E2"/>
    <w:rsid w:val="008975C2"/>
    <w:rsid w:val="008979E8"/>
    <w:rsid w:val="00897B48"/>
    <w:rsid w:val="00897C5A"/>
    <w:rsid w:val="00897D04"/>
    <w:rsid w:val="00897E67"/>
    <w:rsid w:val="008A0126"/>
    <w:rsid w:val="008A06C3"/>
    <w:rsid w:val="008A13CD"/>
    <w:rsid w:val="008A1404"/>
    <w:rsid w:val="008A1FB7"/>
    <w:rsid w:val="008A2181"/>
    <w:rsid w:val="008A2583"/>
    <w:rsid w:val="008A2813"/>
    <w:rsid w:val="008A2989"/>
    <w:rsid w:val="008A2A25"/>
    <w:rsid w:val="008A2DE2"/>
    <w:rsid w:val="008A3010"/>
    <w:rsid w:val="008A364B"/>
    <w:rsid w:val="008A4707"/>
    <w:rsid w:val="008A4D74"/>
    <w:rsid w:val="008A54CF"/>
    <w:rsid w:val="008A5AE4"/>
    <w:rsid w:val="008A5F97"/>
    <w:rsid w:val="008A69FB"/>
    <w:rsid w:val="008A6BB8"/>
    <w:rsid w:val="008A6EAF"/>
    <w:rsid w:val="008A72BB"/>
    <w:rsid w:val="008A7AB1"/>
    <w:rsid w:val="008B0131"/>
    <w:rsid w:val="008B0396"/>
    <w:rsid w:val="008B03B0"/>
    <w:rsid w:val="008B0841"/>
    <w:rsid w:val="008B1FEC"/>
    <w:rsid w:val="008B29E1"/>
    <w:rsid w:val="008B369D"/>
    <w:rsid w:val="008B3F01"/>
    <w:rsid w:val="008B3FA8"/>
    <w:rsid w:val="008B4482"/>
    <w:rsid w:val="008B47F7"/>
    <w:rsid w:val="008B4D76"/>
    <w:rsid w:val="008B4DF6"/>
    <w:rsid w:val="008B4FEB"/>
    <w:rsid w:val="008B563E"/>
    <w:rsid w:val="008B5D72"/>
    <w:rsid w:val="008B63D3"/>
    <w:rsid w:val="008B7515"/>
    <w:rsid w:val="008B79B9"/>
    <w:rsid w:val="008B7A5C"/>
    <w:rsid w:val="008B7BD9"/>
    <w:rsid w:val="008C0174"/>
    <w:rsid w:val="008C1F1B"/>
    <w:rsid w:val="008C2277"/>
    <w:rsid w:val="008C2736"/>
    <w:rsid w:val="008C2983"/>
    <w:rsid w:val="008C2E72"/>
    <w:rsid w:val="008C3872"/>
    <w:rsid w:val="008C4128"/>
    <w:rsid w:val="008C421E"/>
    <w:rsid w:val="008C4885"/>
    <w:rsid w:val="008C49CA"/>
    <w:rsid w:val="008C49CD"/>
    <w:rsid w:val="008C4A4F"/>
    <w:rsid w:val="008C4E14"/>
    <w:rsid w:val="008C4EE2"/>
    <w:rsid w:val="008C4FA1"/>
    <w:rsid w:val="008C5AE0"/>
    <w:rsid w:val="008C5C30"/>
    <w:rsid w:val="008C5DBD"/>
    <w:rsid w:val="008C6043"/>
    <w:rsid w:val="008C695E"/>
    <w:rsid w:val="008C6F0C"/>
    <w:rsid w:val="008C6F49"/>
    <w:rsid w:val="008C727A"/>
    <w:rsid w:val="008C77BC"/>
    <w:rsid w:val="008C7919"/>
    <w:rsid w:val="008C797E"/>
    <w:rsid w:val="008C7C8F"/>
    <w:rsid w:val="008D0338"/>
    <w:rsid w:val="008D0856"/>
    <w:rsid w:val="008D08AD"/>
    <w:rsid w:val="008D0AE4"/>
    <w:rsid w:val="008D0C80"/>
    <w:rsid w:val="008D0E48"/>
    <w:rsid w:val="008D14FC"/>
    <w:rsid w:val="008D1F8C"/>
    <w:rsid w:val="008D23B7"/>
    <w:rsid w:val="008D2CC5"/>
    <w:rsid w:val="008D379F"/>
    <w:rsid w:val="008D3D85"/>
    <w:rsid w:val="008D3F8F"/>
    <w:rsid w:val="008D439B"/>
    <w:rsid w:val="008D443E"/>
    <w:rsid w:val="008D443F"/>
    <w:rsid w:val="008D4B27"/>
    <w:rsid w:val="008D5898"/>
    <w:rsid w:val="008D5B94"/>
    <w:rsid w:val="008D5D4C"/>
    <w:rsid w:val="008D69FF"/>
    <w:rsid w:val="008D6D65"/>
    <w:rsid w:val="008D70C5"/>
    <w:rsid w:val="008E0096"/>
    <w:rsid w:val="008E0255"/>
    <w:rsid w:val="008E04C2"/>
    <w:rsid w:val="008E07D9"/>
    <w:rsid w:val="008E0B2B"/>
    <w:rsid w:val="008E0E8C"/>
    <w:rsid w:val="008E11E5"/>
    <w:rsid w:val="008E17C7"/>
    <w:rsid w:val="008E18B1"/>
    <w:rsid w:val="008E2318"/>
    <w:rsid w:val="008E3225"/>
    <w:rsid w:val="008E32D0"/>
    <w:rsid w:val="008E39F7"/>
    <w:rsid w:val="008E3AA0"/>
    <w:rsid w:val="008E4472"/>
    <w:rsid w:val="008E4516"/>
    <w:rsid w:val="008E5161"/>
    <w:rsid w:val="008E51FE"/>
    <w:rsid w:val="008E529D"/>
    <w:rsid w:val="008E542A"/>
    <w:rsid w:val="008E54AA"/>
    <w:rsid w:val="008E54B7"/>
    <w:rsid w:val="008E5F97"/>
    <w:rsid w:val="008E601A"/>
    <w:rsid w:val="008E65BC"/>
    <w:rsid w:val="008E6877"/>
    <w:rsid w:val="008E692B"/>
    <w:rsid w:val="008E6A1B"/>
    <w:rsid w:val="008E6A4E"/>
    <w:rsid w:val="008E7B84"/>
    <w:rsid w:val="008F0357"/>
    <w:rsid w:val="008F0AB1"/>
    <w:rsid w:val="008F0BD6"/>
    <w:rsid w:val="008F0BE8"/>
    <w:rsid w:val="008F0D17"/>
    <w:rsid w:val="008F1080"/>
    <w:rsid w:val="008F159F"/>
    <w:rsid w:val="008F183E"/>
    <w:rsid w:val="008F18B7"/>
    <w:rsid w:val="008F2186"/>
    <w:rsid w:val="008F2AB2"/>
    <w:rsid w:val="008F2C86"/>
    <w:rsid w:val="008F3397"/>
    <w:rsid w:val="008F360B"/>
    <w:rsid w:val="008F37C8"/>
    <w:rsid w:val="008F3911"/>
    <w:rsid w:val="008F3B8D"/>
    <w:rsid w:val="008F4C6B"/>
    <w:rsid w:val="008F512F"/>
    <w:rsid w:val="008F5309"/>
    <w:rsid w:val="008F530F"/>
    <w:rsid w:val="008F577E"/>
    <w:rsid w:val="008F5D32"/>
    <w:rsid w:val="008F5E84"/>
    <w:rsid w:val="008F61F0"/>
    <w:rsid w:val="008F62AC"/>
    <w:rsid w:val="008F6AA6"/>
    <w:rsid w:val="008F6BAE"/>
    <w:rsid w:val="008F7152"/>
    <w:rsid w:val="008F73FA"/>
    <w:rsid w:val="008F7D81"/>
    <w:rsid w:val="009004CD"/>
    <w:rsid w:val="00900763"/>
    <w:rsid w:val="00900B84"/>
    <w:rsid w:val="009010B1"/>
    <w:rsid w:val="009014F3"/>
    <w:rsid w:val="00902943"/>
    <w:rsid w:val="00902CC9"/>
    <w:rsid w:val="00904471"/>
    <w:rsid w:val="00904897"/>
    <w:rsid w:val="009052C7"/>
    <w:rsid w:val="00905418"/>
    <w:rsid w:val="009061EF"/>
    <w:rsid w:val="009063FF"/>
    <w:rsid w:val="009065F3"/>
    <w:rsid w:val="009069CE"/>
    <w:rsid w:val="00906BEE"/>
    <w:rsid w:val="00906E39"/>
    <w:rsid w:val="00907BA8"/>
    <w:rsid w:val="00910C27"/>
    <w:rsid w:val="00910D16"/>
    <w:rsid w:val="00911007"/>
    <w:rsid w:val="009110A0"/>
    <w:rsid w:val="00911C69"/>
    <w:rsid w:val="00913195"/>
    <w:rsid w:val="00913774"/>
    <w:rsid w:val="00913E4B"/>
    <w:rsid w:val="0091419D"/>
    <w:rsid w:val="00914804"/>
    <w:rsid w:val="00914908"/>
    <w:rsid w:val="00915080"/>
    <w:rsid w:val="0091545E"/>
    <w:rsid w:val="009154C9"/>
    <w:rsid w:val="00915682"/>
    <w:rsid w:val="00915BC3"/>
    <w:rsid w:val="009160ED"/>
    <w:rsid w:val="0091619E"/>
    <w:rsid w:val="00916549"/>
    <w:rsid w:val="00916802"/>
    <w:rsid w:val="00916D5E"/>
    <w:rsid w:val="00916E48"/>
    <w:rsid w:val="00917448"/>
    <w:rsid w:val="0091781A"/>
    <w:rsid w:val="00917B25"/>
    <w:rsid w:val="00920926"/>
    <w:rsid w:val="00920C08"/>
    <w:rsid w:val="00920D13"/>
    <w:rsid w:val="00920E0B"/>
    <w:rsid w:val="0092178E"/>
    <w:rsid w:val="00921F02"/>
    <w:rsid w:val="00922162"/>
    <w:rsid w:val="0092229A"/>
    <w:rsid w:val="0092278C"/>
    <w:rsid w:val="009229B4"/>
    <w:rsid w:val="00922C13"/>
    <w:rsid w:val="0092420C"/>
    <w:rsid w:val="009244B3"/>
    <w:rsid w:val="009248C1"/>
    <w:rsid w:val="009253AC"/>
    <w:rsid w:val="00925926"/>
    <w:rsid w:val="00926C8D"/>
    <w:rsid w:val="00926E23"/>
    <w:rsid w:val="009278BA"/>
    <w:rsid w:val="0093032E"/>
    <w:rsid w:val="0093194A"/>
    <w:rsid w:val="00931EB8"/>
    <w:rsid w:val="00932CD4"/>
    <w:rsid w:val="00933001"/>
    <w:rsid w:val="00933032"/>
    <w:rsid w:val="00933B88"/>
    <w:rsid w:val="00933C8C"/>
    <w:rsid w:val="009342FC"/>
    <w:rsid w:val="009348EB"/>
    <w:rsid w:val="0093495E"/>
    <w:rsid w:val="00934A60"/>
    <w:rsid w:val="00934C7C"/>
    <w:rsid w:val="00934EEF"/>
    <w:rsid w:val="0093549A"/>
    <w:rsid w:val="00935562"/>
    <w:rsid w:val="00935607"/>
    <w:rsid w:val="009358B3"/>
    <w:rsid w:val="00935A9D"/>
    <w:rsid w:val="0093613A"/>
    <w:rsid w:val="0093627F"/>
    <w:rsid w:val="00936438"/>
    <w:rsid w:val="00936889"/>
    <w:rsid w:val="00937A92"/>
    <w:rsid w:val="00937ED5"/>
    <w:rsid w:val="00940920"/>
    <w:rsid w:val="00940C3A"/>
    <w:rsid w:val="00940DA6"/>
    <w:rsid w:val="0094197C"/>
    <w:rsid w:val="009424E3"/>
    <w:rsid w:val="00942BF9"/>
    <w:rsid w:val="00942C91"/>
    <w:rsid w:val="00942DDC"/>
    <w:rsid w:val="009437EA"/>
    <w:rsid w:val="0094419B"/>
    <w:rsid w:val="00944213"/>
    <w:rsid w:val="00944242"/>
    <w:rsid w:val="0094471D"/>
    <w:rsid w:val="00944B1E"/>
    <w:rsid w:val="00944B93"/>
    <w:rsid w:val="00944B9B"/>
    <w:rsid w:val="00944E77"/>
    <w:rsid w:val="00944FE8"/>
    <w:rsid w:val="00945780"/>
    <w:rsid w:val="00947B0F"/>
    <w:rsid w:val="00947D95"/>
    <w:rsid w:val="00947DBE"/>
    <w:rsid w:val="00950168"/>
    <w:rsid w:val="0095047A"/>
    <w:rsid w:val="00951171"/>
    <w:rsid w:val="0095166B"/>
    <w:rsid w:val="00951850"/>
    <w:rsid w:val="00951E7F"/>
    <w:rsid w:val="00952019"/>
    <w:rsid w:val="00952801"/>
    <w:rsid w:val="00953BC8"/>
    <w:rsid w:val="00953C2E"/>
    <w:rsid w:val="00953F39"/>
    <w:rsid w:val="009540B1"/>
    <w:rsid w:val="009543FD"/>
    <w:rsid w:val="009544ED"/>
    <w:rsid w:val="00954519"/>
    <w:rsid w:val="009547C9"/>
    <w:rsid w:val="00954BD4"/>
    <w:rsid w:val="00954EEE"/>
    <w:rsid w:val="009550AF"/>
    <w:rsid w:val="0095622D"/>
    <w:rsid w:val="00956541"/>
    <w:rsid w:val="00956A9D"/>
    <w:rsid w:val="009570E6"/>
    <w:rsid w:val="00957C7F"/>
    <w:rsid w:val="00960A7C"/>
    <w:rsid w:val="00961376"/>
    <w:rsid w:val="009616E3"/>
    <w:rsid w:val="00961B9E"/>
    <w:rsid w:val="009625C1"/>
    <w:rsid w:val="00962772"/>
    <w:rsid w:val="00962A03"/>
    <w:rsid w:val="00962D81"/>
    <w:rsid w:val="0096386F"/>
    <w:rsid w:val="00963951"/>
    <w:rsid w:val="00963B24"/>
    <w:rsid w:val="00964619"/>
    <w:rsid w:val="00964A2F"/>
    <w:rsid w:val="009653EA"/>
    <w:rsid w:val="00965A33"/>
    <w:rsid w:val="00965BA5"/>
    <w:rsid w:val="00966C8D"/>
    <w:rsid w:val="009671F0"/>
    <w:rsid w:val="0096733F"/>
    <w:rsid w:val="009678C6"/>
    <w:rsid w:val="00967AF6"/>
    <w:rsid w:val="00967D6D"/>
    <w:rsid w:val="0097071A"/>
    <w:rsid w:val="00970A4D"/>
    <w:rsid w:val="00971F16"/>
    <w:rsid w:val="00972042"/>
    <w:rsid w:val="0097236F"/>
    <w:rsid w:val="0097277E"/>
    <w:rsid w:val="009739B9"/>
    <w:rsid w:val="00973EF3"/>
    <w:rsid w:val="009740A3"/>
    <w:rsid w:val="0097463A"/>
    <w:rsid w:val="00974E05"/>
    <w:rsid w:val="00974E4E"/>
    <w:rsid w:val="0097521D"/>
    <w:rsid w:val="009752DD"/>
    <w:rsid w:val="00975689"/>
    <w:rsid w:val="00975D52"/>
    <w:rsid w:val="00976B01"/>
    <w:rsid w:val="009777F3"/>
    <w:rsid w:val="00977BA6"/>
    <w:rsid w:val="00977DBF"/>
    <w:rsid w:val="00977E5F"/>
    <w:rsid w:val="00980C4F"/>
    <w:rsid w:val="009812EE"/>
    <w:rsid w:val="00981715"/>
    <w:rsid w:val="009821F3"/>
    <w:rsid w:val="0098521E"/>
    <w:rsid w:val="00985685"/>
    <w:rsid w:val="00985F00"/>
    <w:rsid w:val="009869F4"/>
    <w:rsid w:val="00986C70"/>
    <w:rsid w:val="00986D28"/>
    <w:rsid w:val="0098755D"/>
    <w:rsid w:val="00987B51"/>
    <w:rsid w:val="00987EBB"/>
    <w:rsid w:val="00987F2D"/>
    <w:rsid w:val="00990166"/>
    <w:rsid w:val="00990179"/>
    <w:rsid w:val="0099067C"/>
    <w:rsid w:val="00990B34"/>
    <w:rsid w:val="00991055"/>
    <w:rsid w:val="009910B1"/>
    <w:rsid w:val="0099144A"/>
    <w:rsid w:val="00991CC5"/>
    <w:rsid w:val="00991F27"/>
    <w:rsid w:val="00992111"/>
    <w:rsid w:val="00992AB8"/>
    <w:rsid w:val="00992EDA"/>
    <w:rsid w:val="009937F3"/>
    <w:rsid w:val="00994B10"/>
    <w:rsid w:val="00995C27"/>
    <w:rsid w:val="00995C81"/>
    <w:rsid w:val="00995EDA"/>
    <w:rsid w:val="00996247"/>
    <w:rsid w:val="00996395"/>
    <w:rsid w:val="009968F1"/>
    <w:rsid w:val="0099721A"/>
    <w:rsid w:val="009975CF"/>
    <w:rsid w:val="009977F0"/>
    <w:rsid w:val="00997822"/>
    <w:rsid w:val="00997A91"/>
    <w:rsid w:val="009A0046"/>
    <w:rsid w:val="009A0E93"/>
    <w:rsid w:val="009A121D"/>
    <w:rsid w:val="009A1AD9"/>
    <w:rsid w:val="009A1E94"/>
    <w:rsid w:val="009A1EEC"/>
    <w:rsid w:val="009A271A"/>
    <w:rsid w:val="009A2A3C"/>
    <w:rsid w:val="009A2B46"/>
    <w:rsid w:val="009A2C19"/>
    <w:rsid w:val="009A31F0"/>
    <w:rsid w:val="009A33D7"/>
    <w:rsid w:val="009A35CE"/>
    <w:rsid w:val="009A3B09"/>
    <w:rsid w:val="009A3FD0"/>
    <w:rsid w:val="009A40E6"/>
    <w:rsid w:val="009A442D"/>
    <w:rsid w:val="009A44B9"/>
    <w:rsid w:val="009A4658"/>
    <w:rsid w:val="009A47C2"/>
    <w:rsid w:val="009A4998"/>
    <w:rsid w:val="009A5F41"/>
    <w:rsid w:val="009A6080"/>
    <w:rsid w:val="009A6440"/>
    <w:rsid w:val="009A6B30"/>
    <w:rsid w:val="009A6EE0"/>
    <w:rsid w:val="009A7A80"/>
    <w:rsid w:val="009A7BD4"/>
    <w:rsid w:val="009A7C3C"/>
    <w:rsid w:val="009B07B3"/>
    <w:rsid w:val="009B0F14"/>
    <w:rsid w:val="009B19BF"/>
    <w:rsid w:val="009B1B8A"/>
    <w:rsid w:val="009B294D"/>
    <w:rsid w:val="009B3CE9"/>
    <w:rsid w:val="009B4168"/>
    <w:rsid w:val="009B4299"/>
    <w:rsid w:val="009B5353"/>
    <w:rsid w:val="009B5C3B"/>
    <w:rsid w:val="009B6177"/>
    <w:rsid w:val="009B63E0"/>
    <w:rsid w:val="009B659F"/>
    <w:rsid w:val="009B6654"/>
    <w:rsid w:val="009B6707"/>
    <w:rsid w:val="009B6BA9"/>
    <w:rsid w:val="009C034C"/>
    <w:rsid w:val="009C0370"/>
    <w:rsid w:val="009C0E5E"/>
    <w:rsid w:val="009C1031"/>
    <w:rsid w:val="009C1405"/>
    <w:rsid w:val="009C196B"/>
    <w:rsid w:val="009C1A0A"/>
    <w:rsid w:val="009C245D"/>
    <w:rsid w:val="009C2D94"/>
    <w:rsid w:val="009C3164"/>
    <w:rsid w:val="009C38DF"/>
    <w:rsid w:val="009C3938"/>
    <w:rsid w:val="009C41CC"/>
    <w:rsid w:val="009C42FC"/>
    <w:rsid w:val="009C477B"/>
    <w:rsid w:val="009C4BD2"/>
    <w:rsid w:val="009C5023"/>
    <w:rsid w:val="009C513A"/>
    <w:rsid w:val="009C578A"/>
    <w:rsid w:val="009C5E99"/>
    <w:rsid w:val="009C5FD8"/>
    <w:rsid w:val="009C638D"/>
    <w:rsid w:val="009C653A"/>
    <w:rsid w:val="009C65AA"/>
    <w:rsid w:val="009C6720"/>
    <w:rsid w:val="009C6F91"/>
    <w:rsid w:val="009C7404"/>
    <w:rsid w:val="009C7908"/>
    <w:rsid w:val="009C7B6F"/>
    <w:rsid w:val="009D1407"/>
    <w:rsid w:val="009D23B3"/>
    <w:rsid w:val="009D2EB4"/>
    <w:rsid w:val="009D39CF"/>
    <w:rsid w:val="009D3A6A"/>
    <w:rsid w:val="009D3B61"/>
    <w:rsid w:val="009D4607"/>
    <w:rsid w:val="009D4AAF"/>
    <w:rsid w:val="009D4CA9"/>
    <w:rsid w:val="009D5A52"/>
    <w:rsid w:val="009D62E9"/>
    <w:rsid w:val="009D634F"/>
    <w:rsid w:val="009D63DC"/>
    <w:rsid w:val="009D6457"/>
    <w:rsid w:val="009D6A16"/>
    <w:rsid w:val="009D6DD8"/>
    <w:rsid w:val="009D7041"/>
    <w:rsid w:val="009D76B6"/>
    <w:rsid w:val="009D7935"/>
    <w:rsid w:val="009D7AF0"/>
    <w:rsid w:val="009D7CC5"/>
    <w:rsid w:val="009E0306"/>
    <w:rsid w:val="009E0447"/>
    <w:rsid w:val="009E0AA8"/>
    <w:rsid w:val="009E0EB4"/>
    <w:rsid w:val="009E1191"/>
    <w:rsid w:val="009E12FD"/>
    <w:rsid w:val="009E1950"/>
    <w:rsid w:val="009E2515"/>
    <w:rsid w:val="009E2A80"/>
    <w:rsid w:val="009E31AF"/>
    <w:rsid w:val="009E3A4D"/>
    <w:rsid w:val="009E3CC0"/>
    <w:rsid w:val="009E41DF"/>
    <w:rsid w:val="009E4634"/>
    <w:rsid w:val="009E542A"/>
    <w:rsid w:val="009E5D16"/>
    <w:rsid w:val="009E61EE"/>
    <w:rsid w:val="009E68F8"/>
    <w:rsid w:val="009E6EE5"/>
    <w:rsid w:val="009E79BA"/>
    <w:rsid w:val="009F0598"/>
    <w:rsid w:val="009F0FE2"/>
    <w:rsid w:val="009F13D6"/>
    <w:rsid w:val="009F148C"/>
    <w:rsid w:val="009F1944"/>
    <w:rsid w:val="009F1C81"/>
    <w:rsid w:val="009F2C43"/>
    <w:rsid w:val="009F2DA3"/>
    <w:rsid w:val="009F2EE4"/>
    <w:rsid w:val="009F3276"/>
    <w:rsid w:val="009F3C37"/>
    <w:rsid w:val="009F3C61"/>
    <w:rsid w:val="009F42AE"/>
    <w:rsid w:val="009F4973"/>
    <w:rsid w:val="009F4A0E"/>
    <w:rsid w:val="009F4ED9"/>
    <w:rsid w:val="009F5167"/>
    <w:rsid w:val="009F53A3"/>
    <w:rsid w:val="009F58B1"/>
    <w:rsid w:val="009F59F1"/>
    <w:rsid w:val="009F5DB0"/>
    <w:rsid w:val="009F6203"/>
    <w:rsid w:val="009F6266"/>
    <w:rsid w:val="009F62A4"/>
    <w:rsid w:val="009F6D08"/>
    <w:rsid w:val="009F77B3"/>
    <w:rsid w:val="009F7A23"/>
    <w:rsid w:val="009F7BF6"/>
    <w:rsid w:val="009F7ECB"/>
    <w:rsid w:val="00A01092"/>
    <w:rsid w:val="00A0156D"/>
    <w:rsid w:val="00A016CB"/>
    <w:rsid w:val="00A01727"/>
    <w:rsid w:val="00A01C6F"/>
    <w:rsid w:val="00A01F3A"/>
    <w:rsid w:val="00A02B58"/>
    <w:rsid w:val="00A03284"/>
    <w:rsid w:val="00A03A65"/>
    <w:rsid w:val="00A03AA9"/>
    <w:rsid w:val="00A03B4A"/>
    <w:rsid w:val="00A03DCE"/>
    <w:rsid w:val="00A04248"/>
    <w:rsid w:val="00A04348"/>
    <w:rsid w:val="00A05270"/>
    <w:rsid w:val="00A05BD1"/>
    <w:rsid w:val="00A062A9"/>
    <w:rsid w:val="00A06B6C"/>
    <w:rsid w:val="00A06B97"/>
    <w:rsid w:val="00A07316"/>
    <w:rsid w:val="00A073D9"/>
    <w:rsid w:val="00A07BBA"/>
    <w:rsid w:val="00A112ED"/>
    <w:rsid w:val="00A1198B"/>
    <w:rsid w:val="00A127B5"/>
    <w:rsid w:val="00A128C2"/>
    <w:rsid w:val="00A12C9A"/>
    <w:rsid w:val="00A134E0"/>
    <w:rsid w:val="00A1378B"/>
    <w:rsid w:val="00A13C15"/>
    <w:rsid w:val="00A14143"/>
    <w:rsid w:val="00A14460"/>
    <w:rsid w:val="00A14710"/>
    <w:rsid w:val="00A1479D"/>
    <w:rsid w:val="00A147DE"/>
    <w:rsid w:val="00A14904"/>
    <w:rsid w:val="00A1742A"/>
    <w:rsid w:val="00A177E6"/>
    <w:rsid w:val="00A17999"/>
    <w:rsid w:val="00A21199"/>
    <w:rsid w:val="00A219BF"/>
    <w:rsid w:val="00A21A0E"/>
    <w:rsid w:val="00A226EB"/>
    <w:rsid w:val="00A22735"/>
    <w:rsid w:val="00A22AA1"/>
    <w:rsid w:val="00A22BAF"/>
    <w:rsid w:val="00A22C9D"/>
    <w:rsid w:val="00A234F3"/>
    <w:rsid w:val="00A24A8D"/>
    <w:rsid w:val="00A24DE1"/>
    <w:rsid w:val="00A25A06"/>
    <w:rsid w:val="00A25A4D"/>
    <w:rsid w:val="00A25BF6"/>
    <w:rsid w:val="00A27233"/>
    <w:rsid w:val="00A27699"/>
    <w:rsid w:val="00A27A4E"/>
    <w:rsid w:val="00A27B38"/>
    <w:rsid w:val="00A318CE"/>
    <w:rsid w:val="00A31A4D"/>
    <w:rsid w:val="00A31DF1"/>
    <w:rsid w:val="00A31F89"/>
    <w:rsid w:val="00A3227D"/>
    <w:rsid w:val="00A32A45"/>
    <w:rsid w:val="00A33460"/>
    <w:rsid w:val="00A3354E"/>
    <w:rsid w:val="00A354EF"/>
    <w:rsid w:val="00A359C4"/>
    <w:rsid w:val="00A35D18"/>
    <w:rsid w:val="00A3600C"/>
    <w:rsid w:val="00A363C1"/>
    <w:rsid w:val="00A363EC"/>
    <w:rsid w:val="00A36832"/>
    <w:rsid w:val="00A37760"/>
    <w:rsid w:val="00A37E23"/>
    <w:rsid w:val="00A37EF4"/>
    <w:rsid w:val="00A400F4"/>
    <w:rsid w:val="00A40EEA"/>
    <w:rsid w:val="00A416F0"/>
    <w:rsid w:val="00A41734"/>
    <w:rsid w:val="00A419A7"/>
    <w:rsid w:val="00A41A34"/>
    <w:rsid w:val="00A41B59"/>
    <w:rsid w:val="00A422AF"/>
    <w:rsid w:val="00A42376"/>
    <w:rsid w:val="00A42603"/>
    <w:rsid w:val="00A431AE"/>
    <w:rsid w:val="00A4323A"/>
    <w:rsid w:val="00A43298"/>
    <w:rsid w:val="00A43436"/>
    <w:rsid w:val="00A436F7"/>
    <w:rsid w:val="00A438F6"/>
    <w:rsid w:val="00A44109"/>
    <w:rsid w:val="00A45308"/>
    <w:rsid w:val="00A468F4"/>
    <w:rsid w:val="00A47AC7"/>
    <w:rsid w:val="00A47B78"/>
    <w:rsid w:val="00A47C4B"/>
    <w:rsid w:val="00A47CF3"/>
    <w:rsid w:val="00A50065"/>
    <w:rsid w:val="00A50CE1"/>
    <w:rsid w:val="00A514A3"/>
    <w:rsid w:val="00A515AA"/>
    <w:rsid w:val="00A518C8"/>
    <w:rsid w:val="00A519D1"/>
    <w:rsid w:val="00A51E2C"/>
    <w:rsid w:val="00A51F6F"/>
    <w:rsid w:val="00A53058"/>
    <w:rsid w:val="00A530B5"/>
    <w:rsid w:val="00A534B1"/>
    <w:rsid w:val="00A5365D"/>
    <w:rsid w:val="00A5366C"/>
    <w:rsid w:val="00A544C8"/>
    <w:rsid w:val="00A545BE"/>
    <w:rsid w:val="00A54AC8"/>
    <w:rsid w:val="00A54DE5"/>
    <w:rsid w:val="00A55564"/>
    <w:rsid w:val="00A55DAE"/>
    <w:rsid w:val="00A561A2"/>
    <w:rsid w:val="00A56503"/>
    <w:rsid w:val="00A56756"/>
    <w:rsid w:val="00A567C4"/>
    <w:rsid w:val="00A56997"/>
    <w:rsid w:val="00A56C9D"/>
    <w:rsid w:val="00A572C0"/>
    <w:rsid w:val="00A5730D"/>
    <w:rsid w:val="00A574A3"/>
    <w:rsid w:val="00A5766B"/>
    <w:rsid w:val="00A57B60"/>
    <w:rsid w:val="00A57E3D"/>
    <w:rsid w:val="00A60E95"/>
    <w:rsid w:val="00A60EC4"/>
    <w:rsid w:val="00A619AB"/>
    <w:rsid w:val="00A61D01"/>
    <w:rsid w:val="00A621E8"/>
    <w:rsid w:val="00A623B9"/>
    <w:rsid w:val="00A62837"/>
    <w:rsid w:val="00A62A3E"/>
    <w:rsid w:val="00A63342"/>
    <w:rsid w:val="00A63F27"/>
    <w:rsid w:val="00A64036"/>
    <w:rsid w:val="00A64199"/>
    <w:rsid w:val="00A64855"/>
    <w:rsid w:val="00A6488C"/>
    <w:rsid w:val="00A65678"/>
    <w:rsid w:val="00A6568C"/>
    <w:rsid w:val="00A65A3B"/>
    <w:rsid w:val="00A65E9D"/>
    <w:rsid w:val="00A65F22"/>
    <w:rsid w:val="00A6612A"/>
    <w:rsid w:val="00A66308"/>
    <w:rsid w:val="00A66324"/>
    <w:rsid w:val="00A66E54"/>
    <w:rsid w:val="00A676E4"/>
    <w:rsid w:val="00A70037"/>
    <w:rsid w:val="00A707F0"/>
    <w:rsid w:val="00A7159D"/>
    <w:rsid w:val="00A71644"/>
    <w:rsid w:val="00A71D6D"/>
    <w:rsid w:val="00A728F3"/>
    <w:rsid w:val="00A72A33"/>
    <w:rsid w:val="00A72BC5"/>
    <w:rsid w:val="00A72C53"/>
    <w:rsid w:val="00A72DFF"/>
    <w:rsid w:val="00A73965"/>
    <w:rsid w:val="00A74ABA"/>
    <w:rsid w:val="00A74CA3"/>
    <w:rsid w:val="00A75107"/>
    <w:rsid w:val="00A753C0"/>
    <w:rsid w:val="00A757A3"/>
    <w:rsid w:val="00A760AD"/>
    <w:rsid w:val="00A761B5"/>
    <w:rsid w:val="00A7651F"/>
    <w:rsid w:val="00A7655C"/>
    <w:rsid w:val="00A7673E"/>
    <w:rsid w:val="00A76D41"/>
    <w:rsid w:val="00A77309"/>
    <w:rsid w:val="00A773A5"/>
    <w:rsid w:val="00A77798"/>
    <w:rsid w:val="00A77928"/>
    <w:rsid w:val="00A77E3D"/>
    <w:rsid w:val="00A800F2"/>
    <w:rsid w:val="00A8068D"/>
    <w:rsid w:val="00A80749"/>
    <w:rsid w:val="00A808FF"/>
    <w:rsid w:val="00A80C91"/>
    <w:rsid w:val="00A80F66"/>
    <w:rsid w:val="00A81564"/>
    <w:rsid w:val="00A818D3"/>
    <w:rsid w:val="00A8192C"/>
    <w:rsid w:val="00A8192E"/>
    <w:rsid w:val="00A83FEF"/>
    <w:rsid w:val="00A84019"/>
    <w:rsid w:val="00A8471C"/>
    <w:rsid w:val="00A851F0"/>
    <w:rsid w:val="00A85309"/>
    <w:rsid w:val="00A85ECF"/>
    <w:rsid w:val="00A86CCC"/>
    <w:rsid w:val="00A872B4"/>
    <w:rsid w:val="00A87A0A"/>
    <w:rsid w:val="00A87FD8"/>
    <w:rsid w:val="00A90169"/>
    <w:rsid w:val="00A90FEB"/>
    <w:rsid w:val="00A9152B"/>
    <w:rsid w:val="00A91764"/>
    <w:rsid w:val="00A918EE"/>
    <w:rsid w:val="00A923DF"/>
    <w:rsid w:val="00A92964"/>
    <w:rsid w:val="00A92A4A"/>
    <w:rsid w:val="00A93057"/>
    <w:rsid w:val="00A93995"/>
    <w:rsid w:val="00A93BDF"/>
    <w:rsid w:val="00A93FD7"/>
    <w:rsid w:val="00A94F5C"/>
    <w:rsid w:val="00A95100"/>
    <w:rsid w:val="00A954FD"/>
    <w:rsid w:val="00A957FC"/>
    <w:rsid w:val="00A958A3"/>
    <w:rsid w:val="00A96BE6"/>
    <w:rsid w:val="00A96E78"/>
    <w:rsid w:val="00A972AD"/>
    <w:rsid w:val="00A974C7"/>
    <w:rsid w:val="00A97B23"/>
    <w:rsid w:val="00AA0006"/>
    <w:rsid w:val="00AA039C"/>
    <w:rsid w:val="00AA06B9"/>
    <w:rsid w:val="00AA0C95"/>
    <w:rsid w:val="00AA0DF2"/>
    <w:rsid w:val="00AA0F0E"/>
    <w:rsid w:val="00AA131D"/>
    <w:rsid w:val="00AA22B9"/>
    <w:rsid w:val="00AA3027"/>
    <w:rsid w:val="00AA304C"/>
    <w:rsid w:val="00AA3066"/>
    <w:rsid w:val="00AA31EB"/>
    <w:rsid w:val="00AA32B1"/>
    <w:rsid w:val="00AA3310"/>
    <w:rsid w:val="00AA33A5"/>
    <w:rsid w:val="00AA3434"/>
    <w:rsid w:val="00AA3D28"/>
    <w:rsid w:val="00AA456E"/>
    <w:rsid w:val="00AA4A64"/>
    <w:rsid w:val="00AA52AD"/>
    <w:rsid w:val="00AA52D9"/>
    <w:rsid w:val="00AA621A"/>
    <w:rsid w:val="00AA72FA"/>
    <w:rsid w:val="00AA73CF"/>
    <w:rsid w:val="00AA79FF"/>
    <w:rsid w:val="00AA7FC6"/>
    <w:rsid w:val="00AB0AF1"/>
    <w:rsid w:val="00AB1653"/>
    <w:rsid w:val="00AB1827"/>
    <w:rsid w:val="00AB2C22"/>
    <w:rsid w:val="00AB3CEB"/>
    <w:rsid w:val="00AB40FE"/>
    <w:rsid w:val="00AB4380"/>
    <w:rsid w:val="00AB44C2"/>
    <w:rsid w:val="00AB4519"/>
    <w:rsid w:val="00AB45F3"/>
    <w:rsid w:val="00AB477E"/>
    <w:rsid w:val="00AB4C9B"/>
    <w:rsid w:val="00AB5AC7"/>
    <w:rsid w:val="00AB6381"/>
    <w:rsid w:val="00AB6591"/>
    <w:rsid w:val="00AB6A89"/>
    <w:rsid w:val="00AB6DC1"/>
    <w:rsid w:val="00AB70F1"/>
    <w:rsid w:val="00AB78B6"/>
    <w:rsid w:val="00AB7D2C"/>
    <w:rsid w:val="00AC014E"/>
    <w:rsid w:val="00AC0546"/>
    <w:rsid w:val="00AC054E"/>
    <w:rsid w:val="00AC0893"/>
    <w:rsid w:val="00AC0A2B"/>
    <w:rsid w:val="00AC0C2C"/>
    <w:rsid w:val="00AC15D1"/>
    <w:rsid w:val="00AC1C7E"/>
    <w:rsid w:val="00AC1FEE"/>
    <w:rsid w:val="00AC2AE4"/>
    <w:rsid w:val="00AC303E"/>
    <w:rsid w:val="00AC32C5"/>
    <w:rsid w:val="00AC37B4"/>
    <w:rsid w:val="00AC426D"/>
    <w:rsid w:val="00AC55CD"/>
    <w:rsid w:val="00AC5624"/>
    <w:rsid w:val="00AC587C"/>
    <w:rsid w:val="00AC62D8"/>
    <w:rsid w:val="00AC65E6"/>
    <w:rsid w:val="00AC6DAE"/>
    <w:rsid w:val="00AC6E93"/>
    <w:rsid w:val="00AD04E2"/>
    <w:rsid w:val="00AD0C70"/>
    <w:rsid w:val="00AD0DC4"/>
    <w:rsid w:val="00AD0E67"/>
    <w:rsid w:val="00AD1462"/>
    <w:rsid w:val="00AD1463"/>
    <w:rsid w:val="00AD14A3"/>
    <w:rsid w:val="00AD15E3"/>
    <w:rsid w:val="00AD249B"/>
    <w:rsid w:val="00AD269B"/>
    <w:rsid w:val="00AD341E"/>
    <w:rsid w:val="00AD3595"/>
    <w:rsid w:val="00AD4017"/>
    <w:rsid w:val="00AD414F"/>
    <w:rsid w:val="00AD4AF3"/>
    <w:rsid w:val="00AD517B"/>
    <w:rsid w:val="00AD51BB"/>
    <w:rsid w:val="00AD5723"/>
    <w:rsid w:val="00AD6062"/>
    <w:rsid w:val="00AD62C3"/>
    <w:rsid w:val="00AD6727"/>
    <w:rsid w:val="00AD67AC"/>
    <w:rsid w:val="00AD67E8"/>
    <w:rsid w:val="00AD6948"/>
    <w:rsid w:val="00AD771C"/>
    <w:rsid w:val="00AD7744"/>
    <w:rsid w:val="00AE0438"/>
    <w:rsid w:val="00AE0AB5"/>
    <w:rsid w:val="00AE0D09"/>
    <w:rsid w:val="00AE0D82"/>
    <w:rsid w:val="00AE118E"/>
    <w:rsid w:val="00AE1586"/>
    <w:rsid w:val="00AE1DCD"/>
    <w:rsid w:val="00AE23AC"/>
    <w:rsid w:val="00AE272B"/>
    <w:rsid w:val="00AE2730"/>
    <w:rsid w:val="00AE279F"/>
    <w:rsid w:val="00AE28F0"/>
    <w:rsid w:val="00AE2A3D"/>
    <w:rsid w:val="00AE399A"/>
    <w:rsid w:val="00AE45C9"/>
    <w:rsid w:val="00AE4DE9"/>
    <w:rsid w:val="00AE4E6B"/>
    <w:rsid w:val="00AE5973"/>
    <w:rsid w:val="00AE5B5F"/>
    <w:rsid w:val="00AE5C8F"/>
    <w:rsid w:val="00AE7C20"/>
    <w:rsid w:val="00AF0613"/>
    <w:rsid w:val="00AF0A17"/>
    <w:rsid w:val="00AF0A64"/>
    <w:rsid w:val="00AF1B2A"/>
    <w:rsid w:val="00AF25A1"/>
    <w:rsid w:val="00AF2719"/>
    <w:rsid w:val="00AF29BF"/>
    <w:rsid w:val="00AF319B"/>
    <w:rsid w:val="00AF330F"/>
    <w:rsid w:val="00AF36BA"/>
    <w:rsid w:val="00AF3FDE"/>
    <w:rsid w:val="00AF404D"/>
    <w:rsid w:val="00AF40F4"/>
    <w:rsid w:val="00AF43C5"/>
    <w:rsid w:val="00AF5437"/>
    <w:rsid w:val="00AF58B9"/>
    <w:rsid w:val="00AF6510"/>
    <w:rsid w:val="00AF726E"/>
    <w:rsid w:val="00AF7371"/>
    <w:rsid w:val="00AF73B6"/>
    <w:rsid w:val="00AF7476"/>
    <w:rsid w:val="00AF78CF"/>
    <w:rsid w:val="00AF7AFA"/>
    <w:rsid w:val="00AF7BAC"/>
    <w:rsid w:val="00AF7D38"/>
    <w:rsid w:val="00B00ACE"/>
    <w:rsid w:val="00B01236"/>
    <w:rsid w:val="00B01F87"/>
    <w:rsid w:val="00B023C7"/>
    <w:rsid w:val="00B037B1"/>
    <w:rsid w:val="00B03E24"/>
    <w:rsid w:val="00B03F16"/>
    <w:rsid w:val="00B041C6"/>
    <w:rsid w:val="00B04B6D"/>
    <w:rsid w:val="00B05DA3"/>
    <w:rsid w:val="00B06040"/>
    <w:rsid w:val="00B061DB"/>
    <w:rsid w:val="00B06244"/>
    <w:rsid w:val="00B06A27"/>
    <w:rsid w:val="00B07002"/>
    <w:rsid w:val="00B0703E"/>
    <w:rsid w:val="00B0711A"/>
    <w:rsid w:val="00B071C1"/>
    <w:rsid w:val="00B075F3"/>
    <w:rsid w:val="00B10092"/>
    <w:rsid w:val="00B1035B"/>
    <w:rsid w:val="00B103E7"/>
    <w:rsid w:val="00B106B4"/>
    <w:rsid w:val="00B10819"/>
    <w:rsid w:val="00B1123A"/>
    <w:rsid w:val="00B128B5"/>
    <w:rsid w:val="00B12952"/>
    <w:rsid w:val="00B13546"/>
    <w:rsid w:val="00B1431F"/>
    <w:rsid w:val="00B14800"/>
    <w:rsid w:val="00B14C78"/>
    <w:rsid w:val="00B14D19"/>
    <w:rsid w:val="00B14F96"/>
    <w:rsid w:val="00B15271"/>
    <w:rsid w:val="00B158E6"/>
    <w:rsid w:val="00B162AF"/>
    <w:rsid w:val="00B168B7"/>
    <w:rsid w:val="00B16F4C"/>
    <w:rsid w:val="00B1710B"/>
    <w:rsid w:val="00B17286"/>
    <w:rsid w:val="00B17562"/>
    <w:rsid w:val="00B17705"/>
    <w:rsid w:val="00B17CF0"/>
    <w:rsid w:val="00B17DF4"/>
    <w:rsid w:val="00B204F9"/>
    <w:rsid w:val="00B20525"/>
    <w:rsid w:val="00B206B7"/>
    <w:rsid w:val="00B2185B"/>
    <w:rsid w:val="00B22548"/>
    <w:rsid w:val="00B22628"/>
    <w:rsid w:val="00B22751"/>
    <w:rsid w:val="00B2290A"/>
    <w:rsid w:val="00B232C1"/>
    <w:rsid w:val="00B236DA"/>
    <w:rsid w:val="00B236E7"/>
    <w:rsid w:val="00B23705"/>
    <w:rsid w:val="00B24821"/>
    <w:rsid w:val="00B251FF"/>
    <w:rsid w:val="00B256FF"/>
    <w:rsid w:val="00B25D41"/>
    <w:rsid w:val="00B25F9E"/>
    <w:rsid w:val="00B26BB7"/>
    <w:rsid w:val="00B26C2D"/>
    <w:rsid w:val="00B27D35"/>
    <w:rsid w:val="00B30E62"/>
    <w:rsid w:val="00B30F19"/>
    <w:rsid w:val="00B314AC"/>
    <w:rsid w:val="00B314E7"/>
    <w:rsid w:val="00B3174E"/>
    <w:rsid w:val="00B3187F"/>
    <w:rsid w:val="00B31BA7"/>
    <w:rsid w:val="00B320CE"/>
    <w:rsid w:val="00B324C1"/>
    <w:rsid w:val="00B3256C"/>
    <w:rsid w:val="00B326E2"/>
    <w:rsid w:val="00B32CC9"/>
    <w:rsid w:val="00B331ED"/>
    <w:rsid w:val="00B33256"/>
    <w:rsid w:val="00B3347D"/>
    <w:rsid w:val="00B33537"/>
    <w:rsid w:val="00B340FA"/>
    <w:rsid w:val="00B343F8"/>
    <w:rsid w:val="00B34A26"/>
    <w:rsid w:val="00B3540F"/>
    <w:rsid w:val="00B3542C"/>
    <w:rsid w:val="00B36511"/>
    <w:rsid w:val="00B37344"/>
    <w:rsid w:val="00B4019D"/>
    <w:rsid w:val="00B4049F"/>
    <w:rsid w:val="00B405BD"/>
    <w:rsid w:val="00B40BB5"/>
    <w:rsid w:val="00B4107E"/>
    <w:rsid w:val="00B41107"/>
    <w:rsid w:val="00B417EC"/>
    <w:rsid w:val="00B41E36"/>
    <w:rsid w:val="00B4215F"/>
    <w:rsid w:val="00B43276"/>
    <w:rsid w:val="00B433FB"/>
    <w:rsid w:val="00B443D2"/>
    <w:rsid w:val="00B44778"/>
    <w:rsid w:val="00B44AD5"/>
    <w:rsid w:val="00B44F3E"/>
    <w:rsid w:val="00B4649E"/>
    <w:rsid w:val="00B46669"/>
    <w:rsid w:val="00B466CE"/>
    <w:rsid w:val="00B467F8"/>
    <w:rsid w:val="00B46968"/>
    <w:rsid w:val="00B46B88"/>
    <w:rsid w:val="00B46CDF"/>
    <w:rsid w:val="00B46D74"/>
    <w:rsid w:val="00B50C0F"/>
    <w:rsid w:val="00B51407"/>
    <w:rsid w:val="00B51827"/>
    <w:rsid w:val="00B51BE2"/>
    <w:rsid w:val="00B51DC1"/>
    <w:rsid w:val="00B51FA6"/>
    <w:rsid w:val="00B529EE"/>
    <w:rsid w:val="00B53495"/>
    <w:rsid w:val="00B53645"/>
    <w:rsid w:val="00B54126"/>
    <w:rsid w:val="00B5446E"/>
    <w:rsid w:val="00B545A0"/>
    <w:rsid w:val="00B54864"/>
    <w:rsid w:val="00B54BAB"/>
    <w:rsid w:val="00B54F6A"/>
    <w:rsid w:val="00B55029"/>
    <w:rsid w:val="00B562BA"/>
    <w:rsid w:val="00B56981"/>
    <w:rsid w:val="00B56ADC"/>
    <w:rsid w:val="00B56C0C"/>
    <w:rsid w:val="00B56CEF"/>
    <w:rsid w:val="00B5747C"/>
    <w:rsid w:val="00B607BC"/>
    <w:rsid w:val="00B60829"/>
    <w:rsid w:val="00B60C38"/>
    <w:rsid w:val="00B60E84"/>
    <w:rsid w:val="00B60FCD"/>
    <w:rsid w:val="00B61146"/>
    <w:rsid w:val="00B61360"/>
    <w:rsid w:val="00B6138D"/>
    <w:rsid w:val="00B61423"/>
    <w:rsid w:val="00B614F7"/>
    <w:rsid w:val="00B61546"/>
    <w:rsid w:val="00B61BF5"/>
    <w:rsid w:val="00B61C03"/>
    <w:rsid w:val="00B62F33"/>
    <w:rsid w:val="00B6315E"/>
    <w:rsid w:val="00B63D8D"/>
    <w:rsid w:val="00B63EEE"/>
    <w:rsid w:val="00B6441C"/>
    <w:rsid w:val="00B64617"/>
    <w:rsid w:val="00B64A14"/>
    <w:rsid w:val="00B6541C"/>
    <w:rsid w:val="00B65F3D"/>
    <w:rsid w:val="00B6687B"/>
    <w:rsid w:val="00B66913"/>
    <w:rsid w:val="00B67C16"/>
    <w:rsid w:val="00B7047D"/>
    <w:rsid w:val="00B70736"/>
    <w:rsid w:val="00B7080A"/>
    <w:rsid w:val="00B70890"/>
    <w:rsid w:val="00B70D77"/>
    <w:rsid w:val="00B71467"/>
    <w:rsid w:val="00B71BA4"/>
    <w:rsid w:val="00B71E0A"/>
    <w:rsid w:val="00B71E5D"/>
    <w:rsid w:val="00B724CF"/>
    <w:rsid w:val="00B72C58"/>
    <w:rsid w:val="00B7310A"/>
    <w:rsid w:val="00B73365"/>
    <w:rsid w:val="00B73BFC"/>
    <w:rsid w:val="00B74C70"/>
    <w:rsid w:val="00B74C8D"/>
    <w:rsid w:val="00B74D21"/>
    <w:rsid w:val="00B751E5"/>
    <w:rsid w:val="00B7555A"/>
    <w:rsid w:val="00B75575"/>
    <w:rsid w:val="00B75E2E"/>
    <w:rsid w:val="00B75EE7"/>
    <w:rsid w:val="00B761C4"/>
    <w:rsid w:val="00B770ED"/>
    <w:rsid w:val="00B77AD4"/>
    <w:rsid w:val="00B77AD6"/>
    <w:rsid w:val="00B8118F"/>
    <w:rsid w:val="00B812F2"/>
    <w:rsid w:val="00B81319"/>
    <w:rsid w:val="00B82422"/>
    <w:rsid w:val="00B83339"/>
    <w:rsid w:val="00B8359E"/>
    <w:rsid w:val="00B83936"/>
    <w:rsid w:val="00B83F44"/>
    <w:rsid w:val="00B844AA"/>
    <w:rsid w:val="00B84989"/>
    <w:rsid w:val="00B855A4"/>
    <w:rsid w:val="00B85FF1"/>
    <w:rsid w:val="00B863E7"/>
    <w:rsid w:val="00B86B39"/>
    <w:rsid w:val="00B86E5F"/>
    <w:rsid w:val="00B86FED"/>
    <w:rsid w:val="00B87D51"/>
    <w:rsid w:val="00B9086F"/>
    <w:rsid w:val="00B90C0E"/>
    <w:rsid w:val="00B917B7"/>
    <w:rsid w:val="00B922E5"/>
    <w:rsid w:val="00B92DF4"/>
    <w:rsid w:val="00B92E69"/>
    <w:rsid w:val="00B93489"/>
    <w:rsid w:val="00B93B89"/>
    <w:rsid w:val="00B9432E"/>
    <w:rsid w:val="00B943BA"/>
    <w:rsid w:val="00B94942"/>
    <w:rsid w:val="00B94B30"/>
    <w:rsid w:val="00B95182"/>
    <w:rsid w:val="00B958A1"/>
    <w:rsid w:val="00B95CD7"/>
    <w:rsid w:val="00B963E0"/>
    <w:rsid w:val="00B97716"/>
    <w:rsid w:val="00BA07EB"/>
    <w:rsid w:val="00BA0886"/>
    <w:rsid w:val="00BA09A5"/>
    <w:rsid w:val="00BA0D33"/>
    <w:rsid w:val="00BA16FB"/>
    <w:rsid w:val="00BA1A41"/>
    <w:rsid w:val="00BA1E8C"/>
    <w:rsid w:val="00BA223A"/>
    <w:rsid w:val="00BA2315"/>
    <w:rsid w:val="00BA237D"/>
    <w:rsid w:val="00BA305B"/>
    <w:rsid w:val="00BA392C"/>
    <w:rsid w:val="00BA3A94"/>
    <w:rsid w:val="00BA3C13"/>
    <w:rsid w:val="00BA3F7D"/>
    <w:rsid w:val="00BA423D"/>
    <w:rsid w:val="00BA4336"/>
    <w:rsid w:val="00BA4D0B"/>
    <w:rsid w:val="00BA4F87"/>
    <w:rsid w:val="00BA5391"/>
    <w:rsid w:val="00BA5581"/>
    <w:rsid w:val="00BA5674"/>
    <w:rsid w:val="00BA581A"/>
    <w:rsid w:val="00BA5C88"/>
    <w:rsid w:val="00BA601F"/>
    <w:rsid w:val="00BA6358"/>
    <w:rsid w:val="00BA6505"/>
    <w:rsid w:val="00BA680D"/>
    <w:rsid w:val="00BA6A4D"/>
    <w:rsid w:val="00BA7109"/>
    <w:rsid w:val="00BB0147"/>
    <w:rsid w:val="00BB063B"/>
    <w:rsid w:val="00BB08B1"/>
    <w:rsid w:val="00BB0C5E"/>
    <w:rsid w:val="00BB12C9"/>
    <w:rsid w:val="00BB1A48"/>
    <w:rsid w:val="00BB250F"/>
    <w:rsid w:val="00BB25AF"/>
    <w:rsid w:val="00BB28A9"/>
    <w:rsid w:val="00BB31FB"/>
    <w:rsid w:val="00BB4170"/>
    <w:rsid w:val="00BB41AA"/>
    <w:rsid w:val="00BB47FF"/>
    <w:rsid w:val="00BB4830"/>
    <w:rsid w:val="00BB5A55"/>
    <w:rsid w:val="00BB5E38"/>
    <w:rsid w:val="00BB61C0"/>
    <w:rsid w:val="00BB655A"/>
    <w:rsid w:val="00BB678D"/>
    <w:rsid w:val="00BB6893"/>
    <w:rsid w:val="00BB6CF3"/>
    <w:rsid w:val="00BB6D7B"/>
    <w:rsid w:val="00BB6D7F"/>
    <w:rsid w:val="00BB72D2"/>
    <w:rsid w:val="00BB7670"/>
    <w:rsid w:val="00BB7994"/>
    <w:rsid w:val="00BB7A02"/>
    <w:rsid w:val="00BB7DED"/>
    <w:rsid w:val="00BB7E46"/>
    <w:rsid w:val="00BC057D"/>
    <w:rsid w:val="00BC1925"/>
    <w:rsid w:val="00BC19D2"/>
    <w:rsid w:val="00BC1E80"/>
    <w:rsid w:val="00BC1F16"/>
    <w:rsid w:val="00BC2A2E"/>
    <w:rsid w:val="00BC2BD2"/>
    <w:rsid w:val="00BC3255"/>
    <w:rsid w:val="00BC38F5"/>
    <w:rsid w:val="00BC3929"/>
    <w:rsid w:val="00BC3AC5"/>
    <w:rsid w:val="00BC3D6B"/>
    <w:rsid w:val="00BC41FF"/>
    <w:rsid w:val="00BC4214"/>
    <w:rsid w:val="00BC465D"/>
    <w:rsid w:val="00BC46DA"/>
    <w:rsid w:val="00BC472A"/>
    <w:rsid w:val="00BC48DC"/>
    <w:rsid w:val="00BC5058"/>
    <w:rsid w:val="00BC5389"/>
    <w:rsid w:val="00BC564E"/>
    <w:rsid w:val="00BC5A74"/>
    <w:rsid w:val="00BC5DCC"/>
    <w:rsid w:val="00BC73EA"/>
    <w:rsid w:val="00BC7AFC"/>
    <w:rsid w:val="00BC7B08"/>
    <w:rsid w:val="00BC7B63"/>
    <w:rsid w:val="00BC7DA3"/>
    <w:rsid w:val="00BD056A"/>
    <w:rsid w:val="00BD0601"/>
    <w:rsid w:val="00BD06FE"/>
    <w:rsid w:val="00BD0A16"/>
    <w:rsid w:val="00BD1236"/>
    <w:rsid w:val="00BD20B9"/>
    <w:rsid w:val="00BD2713"/>
    <w:rsid w:val="00BD2B56"/>
    <w:rsid w:val="00BD2C7E"/>
    <w:rsid w:val="00BD2F72"/>
    <w:rsid w:val="00BD30E3"/>
    <w:rsid w:val="00BD3426"/>
    <w:rsid w:val="00BD3A58"/>
    <w:rsid w:val="00BD3C71"/>
    <w:rsid w:val="00BD4107"/>
    <w:rsid w:val="00BD6717"/>
    <w:rsid w:val="00BD671F"/>
    <w:rsid w:val="00BD70CB"/>
    <w:rsid w:val="00BD71B2"/>
    <w:rsid w:val="00BD75C4"/>
    <w:rsid w:val="00BD79D7"/>
    <w:rsid w:val="00BD7C2E"/>
    <w:rsid w:val="00BD7C82"/>
    <w:rsid w:val="00BE029E"/>
    <w:rsid w:val="00BE034E"/>
    <w:rsid w:val="00BE04B7"/>
    <w:rsid w:val="00BE0815"/>
    <w:rsid w:val="00BE08B4"/>
    <w:rsid w:val="00BE0D76"/>
    <w:rsid w:val="00BE0EE0"/>
    <w:rsid w:val="00BE0FC9"/>
    <w:rsid w:val="00BE14E1"/>
    <w:rsid w:val="00BE174C"/>
    <w:rsid w:val="00BE1E97"/>
    <w:rsid w:val="00BE2345"/>
    <w:rsid w:val="00BE2587"/>
    <w:rsid w:val="00BE272F"/>
    <w:rsid w:val="00BE2FFB"/>
    <w:rsid w:val="00BE37C0"/>
    <w:rsid w:val="00BE4642"/>
    <w:rsid w:val="00BE4C21"/>
    <w:rsid w:val="00BE5D5E"/>
    <w:rsid w:val="00BE6071"/>
    <w:rsid w:val="00BE69FC"/>
    <w:rsid w:val="00BE71B4"/>
    <w:rsid w:val="00BE7550"/>
    <w:rsid w:val="00BE7BDD"/>
    <w:rsid w:val="00BF0AA5"/>
    <w:rsid w:val="00BF1ACA"/>
    <w:rsid w:val="00BF1BEE"/>
    <w:rsid w:val="00BF1D45"/>
    <w:rsid w:val="00BF285C"/>
    <w:rsid w:val="00BF29D7"/>
    <w:rsid w:val="00BF2F97"/>
    <w:rsid w:val="00BF36EB"/>
    <w:rsid w:val="00BF3EA2"/>
    <w:rsid w:val="00BF3F5C"/>
    <w:rsid w:val="00BF42F9"/>
    <w:rsid w:val="00BF43E0"/>
    <w:rsid w:val="00BF5130"/>
    <w:rsid w:val="00BF5159"/>
    <w:rsid w:val="00BF5205"/>
    <w:rsid w:val="00BF590F"/>
    <w:rsid w:val="00BF61F4"/>
    <w:rsid w:val="00BF6546"/>
    <w:rsid w:val="00BF6578"/>
    <w:rsid w:val="00BF6BFF"/>
    <w:rsid w:val="00BF6F42"/>
    <w:rsid w:val="00BF6F45"/>
    <w:rsid w:val="00C004BD"/>
    <w:rsid w:val="00C010B4"/>
    <w:rsid w:val="00C01EAC"/>
    <w:rsid w:val="00C020BE"/>
    <w:rsid w:val="00C02548"/>
    <w:rsid w:val="00C032E1"/>
    <w:rsid w:val="00C0339F"/>
    <w:rsid w:val="00C038D0"/>
    <w:rsid w:val="00C03C73"/>
    <w:rsid w:val="00C041BC"/>
    <w:rsid w:val="00C04476"/>
    <w:rsid w:val="00C0447E"/>
    <w:rsid w:val="00C051EC"/>
    <w:rsid w:val="00C05230"/>
    <w:rsid w:val="00C057C0"/>
    <w:rsid w:val="00C05C1A"/>
    <w:rsid w:val="00C0657B"/>
    <w:rsid w:val="00C066AF"/>
    <w:rsid w:val="00C067DF"/>
    <w:rsid w:val="00C06E6A"/>
    <w:rsid w:val="00C06FB4"/>
    <w:rsid w:val="00C071A5"/>
    <w:rsid w:val="00C079B8"/>
    <w:rsid w:val="00C07C71"/>
    <w:rsid w:val="00C105D4"/>
    <w:rsid w:val="00C1097A"/>
    <w:rsid w:val="00C10B5B"/>
    <w:rsid w:val="00C112C0"/>
    <w:rsid w:val="00C117BA"/>
    <w:rsid w:val="00C11E99"/>
    <w:rsid w:val="00C122C8"/>
    <w:rsid w:val="00C13B73"/>
    <w:rsid w:val="00C13D8A"/>
    <w:rsid w:val="00C13DE7"/>
    <w:rsid w:val="00C145BE"/>
    <w:rsid w:val="00C14A60"/>
    <w:rsid w:val="00C15341"/>
    <w:rsid w:val="00C160E1"/>
    <w:rsid w:val="00C164BA"/>
    <w:rsid w:val="00C1704A"/>
    <w:rsid w:val="00C17589"/>
    <w:rsid w:val="00C179EE"/>
    <w:rsid w:val="00C17B54"/>
    <w:rsid w:val="00C17C87"/>
    <w:rsid w:val="00C21E68"/>
    <w:rsid w:val="00C21F6D"/>
    <w:rsid w:val="00C226C3"/>
    <w:rsid w:val="00C22D58"/>
    <w:rsid w:val="00C22D84"/>
    <w:rsid w:val="00C24821"/>
    <w:rsid w:val="00C251EF"/>
    <w:rsid w:val="00C25349"/>
    <w:rsid w:val="00C2598F"/>
    <w:rsid w:val="00C25B3F"/>
    <w:rsid w:val="00C25C93"/>
    <w:rsid w:val="00C2617D"/>
    <w:rsid w:val="00C2618D"/>
    <w:rsid w:val="00C26D8C"/>
    <w:rsid w:val="00C272DE"/>
    <w:rsid w:val="00C2753F"/>
    <w:rsid w:val="00C278BD"/>
    <w:rsid w:val="00C27918"/>
    <w:rsid w:val="00C27A83"/>
    <w:rsid w:val="00C27CBC"/>
    <w:rsid w:val="00C30B8A"/>
    <w:rsid w:val="00C31C43"/>
    <w:rsid w:val="00C32FD9"/>
    <w:rsid w:val="00C331FF"/>
    <w:rsid w:val="00C33C8F"/>
    <w:rsid w:val="00C33D76"/>
    <w:rsid w:val="00C33EB0"/>
    <w:rsid w:val="00C34115"/>
    <w:rsid w:val="00C34576"/>
    <w:rsid w:val="00C35189"/>
    <w:rsid w:val="00C35408"/>
    <w:rsid w:val="00C35675"/>
    <w:rsid w:val="00C3573B"/>
    <w:rsid w:val="00C35773"/>
    <w:rsid w:val="00C35DB2"/>
    <w:rsid w:val="00C35EDF"/>
    <w:rsid w:val="00C36684"/>
    <w:rsid w:val="00C37064"/>
    <w:rsid w:val="00C37089"/>
    <w:rsid w:val="00C37949"/>
    <w:rsid w:val="00C40035"/>
    <w:rsid w:val="00C402FF"/>
    <w:rsid w:val="00C40851"/>
    <w:rsid w:val="00C40B8E"/>
    <w:rsid w:val="00C40F3D"/>
    <w:rsid w:val="00C41528"/>
    <w:rsid w:val="00C41852"/>
    <w:rsid w:val="00C41CAB"/>
    <w:rsid w:val="00C41DF9"/>
    <w:rsid w:val="00C41F84"/>
    <w:rsid w:val="00C424BE"/>
    <w:rsid w:val="00C42F56"/>
    <w:rsid w:val="00C438B7"/>
    <w:rsid w:val="00C442EE"/>
    <w:rsid w:val="00C443AB"/>
    <w:rsid w:val="00C4472C"/>
    <w:rsid w:val="00C448E0"/>
    <w:rsid w:val="00C44DD1"/>
    <w:rsid w:val="00C4540A"/>
    <w:rsid w:val="00C45754"/>
    <w:rsid w:val="00C4799A"/>
    <w:rsid w:val="00C47D91"/>
    <w:rsid w:val="00C507EE"/>
    <w:rsid w:val="00C51149"/>
    <w:rsid w:val="00C5130F"/>
    <w:rsid w:val="00C514D5"/>
    <w:rsid w:val="00C51707"/>
    <w:rsid w:val="00C524C3"/>
    <w:rsid w:val="00C52D90"/>
    <w:rsid w:val="00C533FC"/>
    <w:rsid w:val="00C53CEB"/>
    <w:rsid w:val="00C53D04"/>
    <w:rsid w:val="00C53FBB"/>
    <w:rsid w:val="00C544B5"/>
    <w:rsid w:val="00C547A8"/>
    <w:rsid w:val="00C548CB"/>
    <w:rsid w:val="00C55104"/>
    <w:rsid w:val="00C5564C"/>
    <w:rsid w:val="00C56467"/>
    <w:rsid w:val="00C56789"/>
    <w:rsid w:val="00C568D4"/>
    <w:rsid w:val="00C574B6"/>
    <w:rsid w:val="00C57666"/>
    <w:rsid w:val="00C5784B"/>
    <w:rsid w:val="00C601BF"/>
    <w:rsid w:val="00C60561"/>
    <w:rsid w:val="00C607F9"/>
    <w:rsid w:val="00C60D57"/>
    <w:rsid w:val="00C6176E"/>
    <w:rsid w:val="00C61D6E"/>
    <w:rsid w:val="00C628E4"/>
    <w:rsid w:val="00C629E9"/>
    <w:rsid w:val="00C633FF"/>
    <w:rsid w:val="00C63B2D"/>
    <w:rsid w:val="00C64290"/>
    <w:rsid w:val="00C642CC"/>
    <w:rsid w:val="00C64417"/>
    <w:rsid w:val="00C64421"/>
    <w:rsid w:val="00C6490E"/>
    <w:rsid w:val="00C64C31"/>
    <w:rsid w:val="00C65411"/>
    <w:rsid w:val="00C6555A"/>
    <w:rsid w:val="00C656A7"/>
    <w:rsid w:val="00C65D47"/>
    <w:rsid w:val="00C65F31"/>
    <w:rsid w:val="00C6609D"/>
    <w:rsid w:val="00C673F7"/>
    <w:rsid w:val="00C673F8"/>
    <w:rsid w:val="00C6769A"/>
    <w:rsid w:val="00C67D33"/>
    <w:rsid w:val="00C67F4B"/>
    <w:rsid w:val="00C70581"/>
    <w:rsid w:val="00C70D39"/>
    <w:rsid w:val="00C71086"/>
    <w:rsid w:val="00C71459"/>
    <w:rsid w:val="00C716E1"/>
    <w:rsid w:val="00C71703"/>
    <w:rsid w:val="00C71902"/>
    <w:rsid w:val="00C71E33"/>
    <w:rsid w:val="00C72425"/>
    <w:rsid w:val="00C72671"/>
    <w:rsid w:val="00C7268F"/>
    <w:rsid w:val="00C729DF"/>
    <w:rsid w:val="00C72B74"/>
    <w:rsid w:val="00C731FA"/>
    <w:rsid w:val="00C732F7"/>
    <w:rsid w:val="00C73419"/>
    <w:rsid w:val="00C73A7A"/>
    <w:rsid w:val="00C73F25"/>
    <w:rsid w:val="00C743E5"/>
    <w:rsid w:val="00C74C35"/>
    <w:rsid w:val="00C755C7"/>
    <w:rsid w:val="00C75A67"/>
    <w:rsid w:val="00C75F2D"/>
    <w:rsid w:val="00C769EE"/>
    <w:rsid w:val="00C76C50"/>
    <w:rsid w:val="00C76D0C"/>
    <w:rsid w:val="00C77415"/>
    <w:rsid w:val="00C77B1C"/>
    <w:rsid w:val="00C80556"/>
    <w:rsid w:val="00C808E2"/>
    <w:rsid w:val="00C80F06"/>
    <w:rsid w:val="00C81122"/>
    <w:rsid w:val="00C81EA3"/>
    <w:rsid w:val="00C82028"/>
    <w:rsid w:val="00C824A6"/>
    <w:rsid w:val="00C8278D"/>
    <w:rsid w:val="00C82EFA"/>
    <w:rsid w:val="00C8350E"/>
    <w:rsid w:val="00C8418F"/>
    <w:rsid w:val="00C855B2"/>
    <w:rsid w:val="00C85725"/>
    <w:rsid w:val="00C85D82"/>
    <w:rsid w:val="00C863C9"/>
    <w:rsid w:val="00C86B20"/>
    <w:rsid w:val="00C870E8"/>
    <w:rsid w:val="00C8727C"/>
    <w:rsid w:val="00C9011C"/>
    <w:rsid w:val="00C901AC"/>
    <w:rsid w:val="00C909A3"/>
    <w:rsid w:val="00C90BBD"/>
    <w:rsid w:val="00C90C83"/>
    <w:rsid w:val="00C914BD"/>
    <w:rsid w:val="00C91818"/>
    <w:rsid w:val="00C91B36"/>
    <w:rsid w:val="00C91C07"/>
    <w:rsid w:val="00C91DFA"/>
    <w:rsid w:val="00C92B80"/>
    <w:rsid w:val="00C92FED"/>
    <w:rsid w:val="00C93AEC"/>
    <w:rsid w:val="00C94012"/>
    <w:rsid w:val="00C94347"/>
    <w:rsid w:val="00C94F45"/>
    <w:rsid w:val="00C950D0"/>
    <w:rsid w:val="00C95554"/>
    <w:rsid w:val="00C9682F"/>
    <w:rsid w:val="00C96B36"/>
    <w:rsid w:val="00C9726D"/>
    <w:rsid w:val="00CA03EB"/>
    <w:rsid w:val="00CA04CE"/>
    <w:rsid w:val="00CA094F"/>
    <w:rsid w:val="00CA0D4B"/>
    <w:rsid w:val="00CA1356"/>
    <w:rsid w:val="00CA197F"/>
    <w:rsid w:val="00CA1A6A"/>
    <w:rsid w:val="00CA1CCC"/>
    <w:rsid w:val="00CA1DC6"/>
    <w:rsid w:val="00CA25AF"/>
    <w:rsid w:val="00CA2ACF"/>
    <w:rsid w:val="00CA2E2C"/>
    <w:rsid w:val="00CA2E93"/>
    <w:rsid w:val="00CA2FD8"/>
    <w:rsid w:val="00CA3D23"/>
    <w:rsid w:val="00CA4693"/>
    <w:rsid w:val="00CA470E"/>
    <w:rsid w:val="00CA4844"/>
    <w:rsid w:val="00CA49CD"/>
    <w:rsid w:val="00CA4D8E"/>
    <w:rsid w:val="00CA504A"/>
    <w:rsid w:val="00CA5316"/>
    <w:rsid w:val="00CA5BF1"/>
    <w:rsid w:val="00CA5DD6"/>
    <w:rsid w:val="00CA5DEF"/>
    <w:rsid w:val="00CA6460"/>
    <w:rsid w:val="00CA7048"/>
    <w:rsid w:val="00CA7203"/>
    <w:rsid w:val="00CA7EAC"/>
    <w:rsid w:val="00CB0434"/>
    <w:rsid w:val="00CB13E6"/>
    <w:rsid w:val="00CB173A"/>
    <w:rsid w:val="00CB19E7"/>
    <w:rsid w:val="00CB2142"/>
    <w:rsid w:val="00CB237F"/>
    <w:rsid w:val="00CB2453"/>
    <w:rsid w:val="00CB2AE0"/>
    <w:rsid w:val="00CB2B57"/>
    <w:rsid w:val="00CB2F04"/>
    <w:rsid w:val="00CB33F7"/>
    <w:rsid w:val="00CB35EE"/>
    <w:rsid w:val="00CB3AD0"/>
    <w:rsid w:val="00CB3DCD"/>
    <w:rsid w:val="00CB4531"/>
    <w:rsid w:val="00CB4534"/>
    <w:rsid w:val="00CB487D"/>
    <w:rsid w:val="00CB5314"/>
    <w:rsid w:val="00CB57D4"/>
    <w:rsid w:val="00CB6E45"/>
    <w:rsid w:val="00CB720D"/>
    <w:rsid w:val="00CB7C1D"/>
    <w:rsid w:val="00CC086A"/>
    <w:rsid w:val="00CC1890"/>
    <w:rsid w:val="00CC2194"/>
    <w:rsid w:val="00CC2BB7"/>
    <w:rsid w:val="00CC2DBC"/>
    <w:rsid w:val="00CC2F4B"/>
    <w:rsid w:val="00CC32B5"/>
    <w:rsid w:val="00CC3CD6"/>
    <w:rsid w:val="00CC4079"/>
    <w:rsid w:val="00CC55A5"/>
    <w:rsid w:val="00CC55BE"/>
    <w:rsid w:val="00CC72A4"/>
    <w:rsid w:val="00CC73C7"/>
    <w:rsid w:val="00CC7E02"/>
    <w:rsid w:val="00CC7EDB"/>
    <w:rsid w:val="00CD0174"/>
    <w:rsid w:val="00CD044B"/>
    <w:rsid w:val="00CD04DF"/>
    <w:rsid w:val="00CD05A0"/>
    <w:rsid w:val="00CD0C7A"/>
    <w:rsid w:val="00CD0DE2"/>
    <w:rsid w:val="00CD149E"/>
    <w:rsid w:val="00CD23F5"/>
    <w:rsid w:val="00CD2646"/>
    <w:rsid w:val="00CD292E"/>
    <w:rsid w:val="00CD2DCB"/>
    <w:rsid w:val="00CD3181"/>
    <w:rsid w:val="00CD3435"/>
    <w:rsid w:val="00CD3685"/>
    <w:rsid w:val="00CD3CE1"/>
    <w:rsid w:val="00CD3D20"/>
    <w:rsid w:val="00CD3DF8"/>
    <w:rsid w:val="00CD3F54"/>
    <w:rsid w:val="00CD454C"/>
    <w:rsid w:val="00CD459B"/>
    <w:rsid w:val="00CD464C"/>
    <w:rsid w:val="00CD4C18"/>
    <w:rsid w:val="00CD4CD3"/>
    <w:rsid w:val="00CD506C"/>
    <w:rsid w:val="00CD5B58"/>
    <w:rsid w:val="00CD5D2D"/>
    <w:rsid w:val="00CD6AD9"/>
    <w:rsid w:val="00CD6ED4"/>
    <w:rsid w:val="00CD7456"/>
    <w:rsid w:val="00CD78E1"/>
    <w:rsid w:val="00CD7C1C"/>
    <w:rsid w:val="00CD7DC6"/>
    <w:rsid w:val="00CD7EDD"/>
    <w:rsid w:val="00CE03D8"/>
    <w:rsid w:val="00CE04BD"/>
    <w:rsid w:val="00CE22E9"/>
    <w:rsid w:val="00CE269F"/>
    <w:rsid w:val="00CE282D"/>
    <w:rsid w:val="00CE2898"/>
    <w:rsid w:val="00CE29CE"/>
    <w:rsid w:val="00CE36D9"/>
    <w:rsid w:val="00CE37DF"/>
    <w:rsid w:val="00CE39B4"/>
    <w:rsid w:val="00CE49A2"/>
    <w:rsid w:val="00CE4A55"/>
    <w:rsid w:val="00CE4A99"/>
    <w:rsid w:val="00CE52C4"/>
    <w:rsid w:val="00CE541C"/>
    <w:rsid w:val="00CE589B"/>
    <w:rsid w:val="00CE5C6E"/>
    <w:rsid w:val="00CE6AF8"/>
    <w:rsid w:val="00CE6DED"/>
    <w:rsid w:val="00CE6EB5"/>
    <w:rsid w:val="00CE7480"/>
    <w:rsid w:val="00CE764D"/>
    <w:rsid w:val="00CE7809"/>
    <w:rsid w:val="00CF00E5"/>
    <w:rsid w:val="00CF05EC"/>
    <w:rsid w:val="00CF0B5F"/>
    <w:rsid w:val="00CF0E79"/>
    <w:rsid w:val="00CF11DE"/>
    <w:rsid w:val="00CF12CD"/>
    <w:rsid w:val="00CF13C4"/>
    <w:rsid w:val="00CF16A8"/>
    <w:rsid w:val="00CF18F3"/>
    <w:rsid w:val="00CF1DF1"/>
    <w:rsid w:val="00CF2120"/>
    <w:rsid w:val="00CF2377"/>
    <w:rsid w:val="00CF25AB"/>
    <w:rsid w:val="00CF29FE"/>
    <w:rsid w:val="00CF2EB9"/>
    <w:rsid w:val="00CF4215"/>
    <w:rsid w:val="00CF48A8"/>
    <w:rsid w:val="00CF51F0"/>
    <w:rsid w:val="00CF5203"/>
    <w:rsid w:val="00CF5340"/>
    <w:rsid w:val="00CF580D"/>
    <w:rsid w:val="00CF5E24"/>
    <w:rsid w:val="00CF66EB"/>
    <w:rsid w:val="00CF69B6"/>
    <w:rsid w:val="00CF6D09"/>
    <w:rsid w:val="00CF6F2B"/>
    <w:rsid w:val="00CF7853"/>
    <w:rsid w:val="00CF7CAA"/>
    <w:rsid w:val="00CF7E46"/>
    <w:rsid w:val="00CF7F7C"/>
    <w:rsid w:val="00D00434"/>
    <w:rsid w:val="00D00CA8"/>
    <w:rsid w:val="00D0176F"/>
    <w:rsid w:val="00D018C6"/>
    <w:rsid w:val="00D01F76"/>
    <w:rsid w:val="00D02B92"/>
    <w:rsid w:val="00D04EA9"/>
    <w:rsid w:val="00D04F59"/>
    <w:rsid w:val="00D05F1A"/>
    <w:rsid w:val="00D0637C"/>
    <w:rsid w:val="00D0638B"/>
    <w:rsid w:val="00D066D6"/>
    <w:rsid w:val="00D06AE8"/>
    <w:rsid w:val="00D06B90"/>
    <w:rsid w:val="00D07175"/>
    <w:rsid w:val="00D07598"/>
    <w:rsid w:val="00D079BF"/>
    <w:rsid w:val="00D07C4D"/>
    <w:rsid w:val="00D07C82"/>
    <w:rsid w:val="00D100A7"/>
    <w:rsid w:val="00D104A7"/>
    <w:rsid w:val="00D106A1"/>
    <w:rsid w:val="00D106E2"/>
    <w:rsid w:val="00D10798"/>
    <w:rsid w:val="00D10CD4"/>
    <w:rsid w:val="00D119CD"/>
    <w:rsid w:val="00D119D9"/>
    <w:rsid w:val="00D11DCD"/>
    <w:rsid w:val="00D12694"/>
    <w:rsid w:val="00D1305B"/>
    <w:rsid w:val="00D13EF4"/>
    <w:rsid w:val="00D14325"/>
    <w:rsid w:val="00D148AD"/>
    <w:rsid w:val="00D15237"/>
    <w:rsid w:val="00D15E9B"/>
    <w:rsid w:val="00D16A9F"/>
    <w:rsid w:val="00D16FAC"/>
    <w:rsid w:val="00D17874"/>
    <w:rsid w:val="00D17AB4"/>
    <w:rsid w:val="00D17D43"/>
    <w:rsid w:val="00D207FD"/>
    <w:rsid w:val="00D21768"/>
    <w:rsid w:val="00D21E4A"/>
    <w:rsid w:val="00D2250F"/>
    <w:rsid w:val="00D22729"/>
    <w:rsid w:val="00D22F18"/>
    <w:rsid w:val="00D230AD"/>
    <w:rsid w:val="00D231FF"/>
    <w:rsid w:val="00D23EBE"/>
    <w:rsid w:val="00D24582"/>
    <w:rsid w:val="00D24819"/>
    <w:rsid w:val="00D25383"/>
    <w:rsid w:val="00D261E5"/>
    <w:rsid w:val="00D26B39"/>
    <w:rsid w:val="00D27C22"/>
    <w:rsid w:val="00D27EA8"/>
    <w:rsid w:val="00D30015"/>
    <w:rsid w:val="00D30287"/>
    <w:rsid w:val="00D31568"/>
    <w:rsid w:val="00D31745"/>
    <w:rsid w:val="00D31D2B"/>
    <w:rsid w:val="00D320BE"/>
    <w:rsid w:val="00D33845"/>
    <w:rsid w:val="00D33ED0"/>
    <w:rsid w:val="00D3405F"/>
    <w:rsid w:val="00D34CCF"/>
    <w:rsid w:val="00D34CE5"/>
    <w:rsid w:val="00D35A8F"/>
    <w:rsid w:val="00D35BB1"/>
    <w:rsid w:val="00D36555"/>
    <w:rsid w:val="00D36628"/>
    <w:rsid w:val="00D36723"/>
    <w:rsid w:val="00D36849"/>
    <w:rsid w:val="00D370EF"/>
    <w:rsid w:val="00D377E6"/>
    <w:rsid w:val="00D37DF1"/>
    <w:rsid w:val="00D403AA"/>
    <w:rsid w:val="00D403C5"/>
    <w:rsid w:val="00D40958"/>
    <w:rsid w:val="00D4134C"/>
    <w:rsid w:val="00D4157D"/>
    <w:rsid w:val="00D41630"/>
    <w:rsid w:val="00D42136"/>
    <w:rsid w:val="00D42D7A"/>
    <w:rsid w:val="00D42DA4"/>
    <w:rsid w:val="00D436FE"/>
    <w:rsid w:val="00D437DD"/>
    <w:rsid w:val="00D43A1B"/>
    <w:rsid w:val="00D43B13"/>
    <w:rsid w:val="00D444E4"/>
    <w:rsid w:val="00D44A6F"/>
    <w:rsid w:val="00D4502E"/>
    <w:rsid w:val="00D455F3"/>
    <w:rsid w:val="00D45B70"/>
    <w:rsid w:val="00D45E9F"/>
    <w:rsid w:val="00D463AE"/>
    <w:rsid w:val="00D46902"/>
    <w:rsid w:val="00D50B43"/>
    <w:rsid w:val="00D50FED"/>
    <w:rsid w:val="00D513F2"/>
    <w:rsid w:val="00D517FB"/>
    <w:rsid w:val="00D52022"/>
    <w:rsid w:val="00D524C6"/>
    <w:rsid w:val="00D5276A"/>
    <w:rsid w:val="00D52AC6"/>
    <w:rsid w:val="00D54784"/>
    <w:rsid w:val="00D54A69"/>
    <w:rsid w:val="00D54FAC"/>
    <w:rsid w:val="00D5502E"/>
    <w:rsid w:val="00D55526"/>
    <w:rsid w:val="00D556BA"/>
    <w:rsid w:val="00D55745"/>
    <w:rsid w:val="00D55F8B"/>
    <w:rsid w:val="00D5671A"/>
    <w:rsid w:val="00D5672B"/>
    <w:rsid w:val="00D56C18"/>
    <w:rsid w:val="00D574D2"/>
    <w:rsid w:val="00D57869"/>
    <w:rsid w:val="00D57E1E"/>
    <w:rsid w:val="00D6067B"/>
    <w:rsid w:val="00D613DD"/>
    <w:rsid w:val="00D61EA3"/>
    <w:rsid w:val="00D625E3"/>
    <w:rsid w:val="00D627A5"/>
    <w:rsid w:val="00D636BC"/>
    <w:rsid w:val="00D63A61"/>
    <w:rsid w:val="00D645DA"/>
    <w:rsid w:val="00D64A21"/>
    <w:rsid w:val="00D64F6A"/>
    <w:rsid w:val="00D64F9C"/>
    <w:rsid w:val="00D64FCF"/>
    <w:rsid w:val="00D64FF5"/>
    <w:rsid w:val="00D653B8"/>
    <w:rsid w:val="00D65B05"/>
    <w:rsid w:val="00D66446"/>
    <w:rsid w:val="00D664C3"/>
    <w:rsid w:val="00D666F1"/>
    <w:rsid w:val="00D670AF"/>
    <w:rsid w:val="00D67768"/>
    <w:rsid w:val="00D677E3"/>
    <w:rsid w:val="00D70302"/>
    <w:rsid w:val="00D7059E"/>
    <w:rsid w:val="00D71005"/>
    <w:rsid w:val="00D71EAC"/>
    <w:rsid w:val="00D7241B"/>
    <w:rsid w:val="00D72726"/>
    <w:rsid w:val="00D72DAA"/>
    <w:rsid w:val="00D733BD"/>
    <w:rsid w:val="00D737A6"/>
    <w:rsid w:val="00D73CD4"/>
    <w:rsid w:val="00D74080"/>
    <w:rsid w:val="00D748B6"/>
    <w:rsid w:val="00D74B0C"/>
    <w:rsid w:val="00D74CC2"/>
    <w:rsid w:val="00D7501F"/>
    <w:rsid w:val="00D75429"/>
    <w:rsid w:val="00D7569F"/>
    <w:rsid w:val="00D7593A"/>
    <w:rsid w:val="00D759DA"/>
    <w:rsid w:val="00D7612D"/>
    <w:rsid w:val="00D763A0"/>
    <w:rsid w:val="00D76E1B"/>
    <w:rsid w:val="00D76E3E"/>
    <w:rsid w:val="00D77013"/>
    <w:rsid w:val="00D7704F"/>
    <w:rsid w:val="00D77A21"/>
    <w:rsid w:val="00D77E66"/>
    <w:rsid w:val="00D77F35"/>
    <w:rsid w:val="00D80953"/>
    <w:rsid w:val="00D80EF5"/>
    <w:rsid w:val="00D81650"/>
    <w:rsid w:val="00D8281B"/>
    <w:rsid w:val="00D82C68"/>
    <w:rsid w:val="00D83381"/>
    <w:rsid w:val="00D83FB0"/>
    <w:rsid w:val="00D84B94"/>
    <w:rsid w:val="00D8504D"/>
    <w:rsid w:val="00D857B3"/>
    <w:rsid w:val="00D8582B"/>
    <w:rsid w:val="00D85A11"/>
    <w:rsid w:val="00D85F7F"/>
    <w:rsid w:val="00D8672D"/>
    <w:rsid w:val="00D86777"/>
    <w:rsid w:val="00D86C67"/>
    <w:rsid w:val="00D86EC2"/>
    <w:rsid w:val="00D86F75"/>
    <w:rsid w:val="00D87C18"/>
    <w:rsid w:val="00D90A9A"/>
    <w:rsid w:val="00D90EF6"/>
    <w:rsid w:val="00D90F6F"/>
    <w:rsid w:val="00D91005"/>
    <w:rsid w:val="00D92516"/>
    <w:rsid w:val="00D92637"/>
    <w:rsid w:val="00D92F02"/>
    <w:rsid w:val="00D92F4E"/>
    <w:rsid w:val="00D937D9"/>
    <w:rsid w:val="00D93D55"/>
    <w:rsid w:val="00D93E0A"/>
    <w:rsid w:val="00D94D5A"/>
    <w:rsid w:val="00D954BD"/>
    <w:rsid w:val="00D9558F"/>
    <w:rsid w:val="00D960C9"/>
    <w:rsid w:val="00D963F8"/>
    <w:rsid w:val="00D96461"/>
    <w:rsid w:val="00D96651"/>
    <w:rsid w:val="00D96684"/>
    <w:rsid w:val="00D96CE1"/>
    <w:rsid w:val="00D96F84"/>
    <w:rsid w:val="00D97013"/>
    <w:rsid w:val="00D97238"/>
    <w:rsid w:val="00D97F8D"/>
    <w:rsid w:val="00DA0A99"/>
    <w:rsid w:val="00DA15B3"/>
    <w:rsid w:val="00DA1C5B"/>
    <w:rsid w:val="00DA26E6"/>
    <w:rsid w:val="00DA26F3"/>
    <w:rsid w:val="00DA2D23"/>
    <w:rsid w:val="00DA3043"/>
    <w:rsid w:val="00DA37C9"/>
    <w:rsid w:val="00DA397B"/>
    <w:rsid w:val="00DA488B"/>
    <w:rsid w:val="00DA4D00"/>
    <w:rsid w:val="00DA4D29"/>
    <w:rsid w:val="00DA51E0"/>
    <w:rsid w:val="00DA5342"/>
    <w:rsid w:val="00DA5932"/>
    <w:rsid w:val="00DA59B4"/>
    <w:rsid w:val="00DA6305"/>
    <w:rsid w:val="00DA65A6"/>
    <w:rsid w:val="00DA69D9"/>
    <w:rsid w:val="00DA700E"/>
    <w:rsid w:val="00DA7356"/>
    <w:rsid w:val="00DA73AA"/>
    <w:rsid w:val="00DA76A4"/>
    <w:rsid w:val="00DA7822"/>
    <w:rsid w:val="00DA7BEA"/>
    <w:rsid w:val="00DB0509"/>
    <w:rsid w:val="00DB0548"/>
    <w:rsid w:val="00DB0CAE"/>
    <w:rsid w:val="00DB0CB7"/>
    <w:rsid w:val="00DB123C"/>
    <w:rsid w:val="00DB142D"/>
    <w:rsid w:val="00DB1640"/>
    <w:rsid w:val="00DB16ED"/>
    <w:rsid w:val="00DB1B09"/>
    <w:rsid w:val="00DB1D91"/>
    <w:rsid w:val="00DB2ED5"/>
    <w:rsid w:val="00DB303B"/>
    <w:rsid w:val="00DB3B92"/>
    <w:rsid w:val="00DB453E"/>
    <w:rsid w:val="00DB46D3"/>
    <w:rsid w:val="00DB499E"/>
    <w:rsid w:val="00DB49F3"/>
    <w:rsid w:val="00DB49F9"/>
    <w:rsid w:val="00DB4C60"/>
    <w:rsid w:val="00DB52C9"/>
    <w:rsid w:val="00DB5301"/>
    <w:rsid w:val="00DB641E"/>
    <w:rsid w:val="00DB678A"/>
    <w:rsid w:val="00DB6824"/>
    <w:rsid w:val="00DB69E7"/>
    <w:rsid w:val="00DB71D4"/>
    <w:rsid w:val="00DB7415"/>
    <w:rsid w:val="00DB74FF"/>
    <w:rsid w:val="00DC08C9"/>
    <w:rsid w:val="00DC0F43"/>
    <w:rsid w:val="00DC15D1"/>
    <w:rsid w:val="00DC162D"/>
    <w:rsid w:val="00DC1D7F"/>
    <w:rsid w:val="00DC288A"/>
    <w:rsid w:val="00DC305B"/>
    <w:rsid w:val="00DC34DA"/>
    <w:rsid w:val="00DC42EA"/>
    <w:rsid w:val="00DC480B"/>
    <w:rsid w:val="00DC48B6"/>
    <w:rsid w:val="00DC4B83"/>
    <w:rsid w:val="00DC60C8"/>
    <w:rsid w:val="00DC6590"/>
    <w:rsid w:val="00DC7044"/>
    <w:rsid w:val="00DC7194"/>
    <w:rsid w:val="00DC796E"/>
    <w:rsid w:val="00DC7D57"/>
    <w:rsid w:val="00DD0B08"/>
    <w:rsid w:val="00DD1055"/>
    <w:rsid w:val="00DD1B63"/>
    <w:rsid w:val="00DD24E4"/>
    <w:rsid w:val="00DD29F1"/>
    <w:rsid w:val="00DD2AD1"/>
    <w:rsid w:val="00DD339A"/>
    <w:rsid w:val="00DD3B1F"/>
    <w:rsid w:val="00DD3C39"/>
    <w:rsid w:val="00DD411E"/>
    <w:rsid w:val="00DD4166"/>
    <w:rsid w:val="00DD4EA8"/>
    <w:rsid w:val="00DD4F1E"/>
    <w:rsid w:val="00DD4F93"/>
    <w:rsid w:val="00DD5256"/>
    <w:rsid w:val="00DD5391"/>
    <w:rsid w:val="00DD545B"/>
    <w:rsid w:val="00DD57E6"/>
    <w:rsid w:val="00DD5ACC"/>
    <w:rsid w:val="00DD5DC9"/>
    <w:rsid w:val="00DD5DF8"/>
    <w:rsid w:val="00DD60ED"/>
    <w:rsid w:val="00DD622E"/>
    <w:rsid w:val="00DD6941"/>
    <w:rsid w:val="00DD6B4F"/>
    <w:rsid w:val="00DD7238"/>
    <w:rsid w:val="00DD7299"/>
    <w:rsid w:val="00DD7B20"/>
    <w:rsid w:val="00DD7CC3"/>
    <w:rsid w:val="00DE019E"/>
    <w:rsid w:val="00DE0238"/>
    <w:rsid w:val="00DE02F3"/>
    <w:rsid w:val="00DE1CB6"/>
    <w:rsid w:val="00DE216B"/>
    <w:rsid w:val="00DE21BB"/>
    <w:rsid w:val="00DE25E6"/>
    <w:rsid w:val="00DE2883"/>
    <w:rsid w:val="00DE28C0"/>
    <w:rsid w:val="00DE2A73"/>
    <w:rsid w:val="00DE2CCD"/>
    <w:rsid w:val="00DE2D7F"/>
    <w:rsid w:val="00DE3135"/>
    <w:rsid w:val="00DE31AF"/>
    <w:rsid w:val="00DE34CD"/>
    <w:rsid w:val="00DE364E"/>
    <w:rsid w:val="00DE36C1"/>
    <w:rsid w:val="00DE3821"/>
    <w:rsid w:val="00DE3865"/>
    <w:rsid w:val="00DE3B97"/>
    <w:rsid w:val="00DE3EBA"/>
    <w:rsid w:val="00DE41D8"/>
    <w:rsid w:val="00DE4331"/>
    <w:rsid w:val="00DE4CBD"/>
    <w:rsid w:val="00DE4F5E"/>
    <w:rsid w:val="00DE531D"/>
    <w:rsid w:val="00DE5BAE"/>
    <w:rsid w:val="00DE6746"/>
    <w:rsid w:val="00DE6CC0"/>
    <w:rsid w:val="00DE7581"/>
    <w:rsid w:val="00DE7751"/>
    <w:rsid w:val="00DE7D9E"/>
    <w:rsid w:val="00DF0461"/>
    <w:rsid w:val="00DF070E"/>
    <w:rsid w:val="00DF111E"/>
    <w:rsid w:val="00DF1635"/>
    <w:rsid w:val="00DF1B0B"/>
    <w:rsid w:val="00DF209D"/>
    <w:rsid w:val="00DF235F"/>
    <w:rsid w:val="00DF23DB"/>
    <w:rsid w:val="00DF3A3A"/>
    <w:rsid w:val="00DF3B3C"/>
    <w:rsid w:val="00DF3F71"/>
    <w:rsid w:val="00DF413C"/>
    <w:rsid w:val="00DF4F6D"/>
    <w:rsid w:val="00DF528C"/>
    <w:rsid w:val="00DF5680"/>
    <w:rsid w:val="00DF6038"/>
    <w:rsid w:val="00DF6847"/>
    <w:rsid w:val="00DF691C"/>
    <w:rsid w:val="00DF75A1"/>
    <w:rsid w:val="00DF7693"/>
    <w:rsid w:val="00DF7EE1"/>
    <w:rsid w:val="00E002C4"/>
    <w:rsid w:val="00E004A5"/>
    <w:rsid w:val="00E01393"/>
    <w:rsid w:val="00E020D4"/>
    <w:rsid w:val="00E023A5"/>
    <w:rsid w:val="00E0332D"/>
    <w:rsid w:val="00E034AB"/>
    <w:rsid w:val="00E037F2"/>
    <w:rsid w:val="00E05BA2"/>
    <w:rsid w:val="00E05DE5"/>
    <w:rsid w:val="00E06294"/>
    <w:rsid w:val="00E0641C"/>
    <w:rsid w:val="00E0681A"/>
    <w:rsid w:val="00E06BA8"/>
    <w:rsid w:val="00E07184"/>
    <w:rsid w:val="00E07B47"/>
    <w:rsid w:val="00E105F7"/>
    <w:rsid w:val="00E10736"/>
    <w:rsid w:val="00E10999"/>
    <w:rsid w:val="00E112AB"/>
    <w:rsid w:val="00E11C1F"/>
    <w:rsid w:val="00E1216B"/>
    <w:rsid w:val="00E1232F"/>
    <w:rsid w:val="00E1267E"/>
    <w:rsid w:val="00E135B0"/>
    <w:rsid w:val="00E135CB"/>
    <w:rsid w:val="00E13818"/>
    <w:rsid w:val="00E138F7"/>
    <w:rsid w:val="00E13D54"/>
    <w:rsid w:val="00E1424C"/>
    <w:rsid w:val="00E1454B"/>
    <w:rsid w:val="00E1498A"/>
    <w:rsid w:val="00E14E10"/>
    <w:rsid w:val="00E153D5"/>
    <w:rsid w:val="00E15DDC"/>
    <w:rsid w:val="00E164C1"/>
    <w:rsid w:val="00E16BF8"/>
    <w:rsid w:val="00E17144"/>
    <w:rsid w:val="00E177BE"/>
    <w:rsid w:val="00E177EB"/>
    <w:rsid w:val="00E17B88"/>
    <w:rsid w:val="00E17D5C"/>
    <w:rsid w:val="00E17EDF"/>
    <w:rsid w:val="00E20196"/>
    <w:rsid w:val="00E202DE"/>
    <w:rsid w:val="00E20358"/>
    <w:rsid w:val="00E207CD"/>
    <w:rsid w:val="00E209D7"/>
    <w:rsid w:val="00E211DB"/>
    <w:rsid w:val="00E2187C"/>
    <w:rsid w:val="00E218DE"/>
    <w:rsid w:val="00E21B74"/>
    <w:rsid w:val="00E21DB7"/>
    <w:rsid w:val="00E22F5F"/>
    <w:rsid w:val="00E24686"/>
    <w:rsid w:val="00E24798"/>
    <w:rsid w:val="00E248B7"/>
    <w:rsid w:val="00E24AD2"/>
    <w:rsid w:val="00E259C0"/>
    <w:rsid w:val="00E25D4A"/>
    <w:rsid w:val="00E26042"/>
    <w:rsid w:val="00E269C5"/>
    <w:rsid w:val="00E26FEE"/>
    <w:rsid w:val="00E271A8"/>
    <w:rsid w:val="00E2729C"/>
    <w:rsid w:val="00E2753C"/>
    <w:rsid w:val="00E27683"/>
    <w:rsid w:val="00E276DB"/>
    <w:rsid w:val="00E278DB"/>
    <w:rsid w:val="00E27930"/>
    <w:rsid w:val="00E27A85"/>
    <w:rsid w:val="00E30458"/>
    <w:rsid w:val="00E30698"/>
    <w:rsid w:val="00E30D3E"/>
    <w:rsid w:val="00E3132E"/>
    <w:rsid w:val="00E31995"/>
    <w:rsid w:val="00E32082"/>
    <w:rsid w:val="00E32B15"/>
    <w:rsid w:val="00E33F7B"/>
    <w:rsid w:val="00E34385"/>
    <w:rsid w:val="00E34C71"/>
    <w:rsid w:val="00E3560E"/>
    <w:rsid w:val="00E365E6"/>
    <w:rsid w:val="00E3684E"/>
    <w:rsid w:val="00E36DEF"/>
    <w:rsid w:val="00E36E8F"/>
    <w:rsid w:val="00E36EB5"/>
    <w:rsid w:val="00E37386"/>
    <w:rsid w:val="00E37794"/>
    <w:rsid w:val="00E37939"/>
    <w:rsid w:val="00E37D8D"/>
    <w:rsid w:val="00E37DCC"/>
    <w:rsid w:val="00E40A5A"/>
    <w:rsid w:val="00E4169C"/>
    <w:rsid w:val="00E416E4"/>
    <w:rsid w:val="00E417B7"/>
    <w:rsid w:val="00E419AF"/>
    <w:rsid w:val="00E419F9"/>
    <w:rsid w:val="00E41D15"/>
    <w:rsid w:val="00E4243F"/>
    <w:rsid w:val="00E425DF"/>
    <w:rsid w:val="00E4264E"/>
    <w:rsid w:val="00E433C9"/>
    <w:rsid w:val="00E43512"/>
    <w:rsid w:val="00E43656"/>
    <w:rsid w:val="00E438B9"/>
    <w:rsid w:val="00E43E2B"/>
    <w:rsid w:val="00E440A0"/>
    <w:rsid w:val="00E44668"/>
    <w:rsid w:val="00E452CE"/>
    <w:rsid w:val="00E45486"/>
    <w:rsid w:val="00E45854"/>
    <w:rsid w:val="00E4624F"/>
    <w:rsid w:val="00E4640F"/>
    <w:rsid w:val="00E46CB2"/>
    <w:rsid w:val="00E46FE9"/>
    <w:rsid w:val="00E47593"/>
    <w:rsid w:val="00E50441"/>
    <w:rsid w:val="00E508AC"/>
    <w:rsid w:val="00E50DAF"/>
    <w:rsid w:val="00E50E72"/>
    <w:rsid w:val="00E510C8"/>
    <w:rsid w:val="00E51260"/>
    <w:rsid w:val="00E516F6"/>
    <w:rsid w:val="00E517FA"/>
    <w:rsid w:val="00E5188D"/>
    <w:rsid w:val="00E5277A"/>
    <w:rsid w:val="00E52E33"/>
    <w:rsid w:val="00E5315E"/>
    <w:rsid w:val="00E53200"/>
    <w:rsid w:val="00E53417"/>
    <w:rsid w:val="00E53FD5"/>
    <w:rsid w:val="00E5409D"/>
    <w:rsid w:val="00E54167"/>
    <w:rsid w:val="00E54288"/>
    <w:rsid w:val="00E55277"/>
    <w:rsid w:val="00E55BAC"/>
    <w:rsid w:val="00E56294"/>
    <w:rsid w:val="00E5677A"/>
    <w:rsid w:val="00E5751B"/>
    <w:rsid w:val="00E575D5"/>
    <w:rsid w:val="00E605E0"/>
    <w:rsid w:val="00E606C4"/>
    <w:rsid w:val="00E60852"/>
    <w:rsid w:val="00E60A66"/>
    <w:rsid w:val="00E61D85"/>
    <w:rsid w:val="00E62FB1"/>
    <w:rsid w:val="00E63AB8"/>
    <w:rsid w:val="00E63B70"/>
    <w:rsid w:val="00E63F59"/>
    <w:rsid w:val="00E645A7"/>
    <w:rsid w:val="00E645E6"/>
    <w:rsid w:val="00E654AE"/>
    <w:rsid w:val="00E65687"/>
    <w:rsid w:val="00E65716"/>
    <w:rsid w:val="00E66043"/>
    <w:rsid w:val="00E66350"/>
    <w:rsid w:val="00E66916"/>
    <w:rsid w:val="00E669ED"/>
    <w:rsid w:val="00E66F38"/>
    <w:rsid w:val="00E67170"/>
    <w:rsid w:val="00E702C0"/>
    <w:rsid w:val="00E70386"/>
    <w:rsid w:val="00E709B4"/>
    <w:rsid w:val="00E70E1D"/>
    <w:rsid w:val="00E713D1"/>
    <w:rsid w:val="00E7156F"/>
    <w:rsid w:val="00E71750"/>
    <w:rsid w:val="00E7192A"/>
    <w:rsid w:val="00E7199F"/>
    <w:rsid w:val="00E71EA6"/>
    <w:rsid w:val="00E72118"/>
    <w:rsid w:val="00E72393"/>
    <w:rsid w:val="00E72541"/>
    <w:rsid w:val="00E7294B"/>
    <w:rsid w:val="00E72A6E"/>
    <w:rsid w:val="00E72EB9"/>
    <w:rsid w:val="00E72F53"/>
    <w:rsid w:val="00E73B73"/>
    <w:rsid w:val="00E73FA4"/>
    <w:rsid w:val="00E7434E"/>
    <w:rsid w:val="00E74610"/>
    <w:rsid w:val="00E74A77"/>
    <w:rsid w:val="00E75AE9"/>
    <w:rsid w:val="00E7662A"/>
    <w:rsid w:val="00E76992"/>
    <w:rsid w:val="00E76BEE"/>
    <w:rsid w:val="00E77361"/>
    <w:rsid w:val="00E80724"/>
    <w:rsid w:val="00E80E9A"/>
    <w:rsid w:val="00E817F1"/>
    <w:rsid w:val="00E818FF"/>
    <w:rsid w:val="00E82493"/>
    <w:rsid w:val="00E827F7"/>
    <w:rsid w:val="00E82CBE"/>
    <w:rsid w:val="00E830EC"/>
    <w:rsid w:val="00E83394"/>
    <w:rsid w:val="00E835A5"/>
    <w:rsid w:val="00E841D6"/>
    <w:rsid w:val="00E84267"/>
    <w:rsid w:val="00E84815"/>
    <w:rsid w:val="00E84935"/>
    <w:rsid w:val="00E8530B"/>
    <w:rsid w:val="00E853F3"/>
    <w:rsid w:val="00E855C3"/>
    <w:rsid w:val="00E85757"/>
    <w:rsid w:val="00E859A1"/>
    <w:rsid w:val="00E85D81"/>
    <w:rsid w:val="00E85F1A"/>
    <w:rsid w:val="00E8626F"/>
    <w:rsid w:val="00E8649B"/>
    <w:rsid w:val="00E86518"/>
    <w:rsid w:val="00E86896"/>
    <w:rsid w:val="00E86B70"/>
    <w:rsid w:val="00E901B8"/>
    <w:rsid w:val="00E905F7"/>
    <w:rsid w:val="00E90A5F"/>
    <w:rsid w:val="00E90C93"/>
    <w:rsid w:val="00E90CF3"/>
    <w:rsid w:val="00E9126E"/>
    <w:rsid w:val="00E91622"/>
    <w:rsid w:val="00E91A24"/>
    <w:rsid w:val="00E91DEE"/>
    <w:rsid w:val="00E9240D"/>
    <w:rsid w:val="00E928BC"/>
    <w:rsid w:val="00E9297E"/>
    <w:rsid w:val="00E929B3"/>
    <w:rsid w:val="00E92D05"/>
    <w:rsid w:val="00E939CB"/>
    <w:rsid w:val="00E93FD9"/>
    <w:rsid w:val="00E94F39"/>
    <w:rsid w:val="00E95779"/>
    <w:rsid w:val="00E9580A"/>
    <w:rsid w:val="00E96D47"/>
    <w:rsid w:val="00E96DA4"/>
    <w:rsid w:val="00E97738"/>
    <w:rsid w:val="00E97DFD"/>
    <w:rsid w:val="00EA06C7"/>
    <w:rsid w:val="00EA08D7"/>
    <w:rsid w:val="00EA0C2E"/>
    <w:rsid w:val="00EA14B9"/>
    <w:rsid w:val="00EA1606"/>
    <w:rsid w:val="00EA1C56"/>
    <w:rsid w:val="00EA1E88"/>
    <w:rsid w:val="00EA25BE"/>
    <w:rsid w:val="00EA2769"/>
    <w:rsid w:val="00EA2B74"/>
    <w:rsid w:val="00EA2DB4"/>
    <w:rsid w:val="00EA32D6"/>
    <w:rsid w:val="00EA3B73"/>
    <w:rsid w:val="00EA3CCA"/>
    <w:rsid w:val="00EA4061"/>
    <w:rsid w:val="00EA436E"/>
    <w:rsid w:val="00EA4930"/>
    <w:rsid w:val="00EA4A1F"/>
    <w:rsid w:val="00EA4ACD"/>
    <w:rsid w:val="00EA4BCE"/>
    <w:rsid w:val="00EA4E08"/>
    <w:rsid w:val="00EA54E4"/>
    <w:rsid w:val="00EB0239"/>
    <w:rsid w:val="00EB0402"/>
    <w:rsid w:val="00EB17A8"/>
    <w:rsid w:val="00EB17B0"/>
    <w:rsid w:val="00EB24BA"/>
    <w:rsid w:val="00EB259F"/>
    <w:rsid w:val="00EB2EA3"/>
    <w:rsid w:val="00EB3269"/>
    <w:rsid w:val="00EB326B"/>
    <w:rsid w:val="00EB390C"/>
    <w:rsid w:val="00EB47C7"/>
    <w:rsid w:val="00EB4968"/>
    <w:rsid w:val="00EB507F"/>
    <w:rsid w:val="00EB5496"/>
    <w:rsid w:val="00EB5E28"/>
    <w:rsid w:val="00EB62D5"/>
    <w:rsid w:val="00EB7DB5"/>
    <w:rsid w:val="00EC00CD"/>
    <w:rsid w:val="00EC00D6"/>
    <w:rsid w:val="00EC0203"/>
    <w:rsid w:val="00EC0BCA"/>
    <w:rsid w:val="00EC11BF"/>
    <w:rsid w:val="00EC1A3C"/>
    <w:rsid w:val="00EC1D1C"/>
    <w:rsid w:val="00EC26AB"/>
    <w:rsid w:val="00EC28D2"/>
    <w:rsid w:val="00EC2B23"/>
    <w:rsid w:val="00EC32B9"/>
    <w:rsid w:val="00EC36E2"/>
    <w:rsid w:val="00EC3BE9"/>
    <w:rsid w:val="00EC3D4E"/>
    <w:rsid w:val="00EC3DFB"/>
    <w:rsid w:val="00EC42FA"/>
    <w:rsid w:val="00EC43D3"/>
    <w:rsid w:val="00EC4879"/>
    <w:rsid w:val="00EC4A8F"/>
    <w:rsid w:val="00EC534A"/>
    <w:rsid w:val="00EC568C"/>
    <w:rsid w:val="00EC569C"/>
    <w:rsid w:val="00EC5C88"/>
    <w:rsid w:val="00EC5D1C"/>
    <w:rsid w:val="00EC5F92"/>
    <w:rsid w:val="00EC6836"/>
    <w:rsid w:val="00EC6C60"/>
    <w:rsid w:val="00EC7341"/>
    <w:rsid w:val="00EC74CB"/>
    <w:rsid w:val="00ED0075"/>
    <w:rsid w:val="00ED044B"/>
    <w:rsid w:val="00ED05D4"/>
    <w:rsid w:val="00ED082B"/>
    <w:rsid w:val="00ED0BCF"/>
    <w:rsid w:val="00ED1942"/>
    <w:rsid w:val="00ED2012"/>
    <w:rsid w:val="00ED216D"/>
    <w:rsid w:val="00ED241F"/>
    <w:rsid w:val="00ED2B59"/>
    <w:rsid w:val="00ED2F7F"/>
    <w:rsid w:val="00ED312E"/>
    <w:rsid w:val="00ED3883"/>
    <w:rsid w:val="00ED38B9"/>
    <w:rsid w:val="00ED44D6"/>
    <w:rsid w:val="00ED49D6"/>
    <w:rsid w:val="00ED4DE7"/>
    <w:rsid w:val="00ED56D0"/>
    <w:rsid w:val="00ED5AC0"/>
    <w:rsid w:val="00ED656B"/>
    <w:rsid w:val="00ED6606"/>
    <w:rsid w:val="00ED7746"/>
    <w:rsid w:val="00ED7BBD"/>
    <w:rsid w:val="00EE02A0"/>
    <w:rsid w:val="00EE04E7"/>
    <w:rsid w:val="00EE05CA"/>
    <w:rsid w:val="00EE06C1"/>
    <w:rsid w:val="00EE0AA5"/>
    <w:rsid w:val="00EE0DF2"/>
    <w:rsid w:val="00EE1600"/>
    <w:rsid w:val="00EE19DC"/>
    <w:rsid w:val="00EE2785"/>
    <w:rsid w:val="00EE32BA"/>
    <w:rsid w:val="00EE3635"/>
    <w:rsid w:val="00EE3B31"/>
    <w:rsid w:val="00EE3CB1"/>
    <w:rsid w:val="00EE4BDC"/>
    <w:rsid w:val="00EE54FA"/>
    <w:rsid w:val="00EE57A1"/>
    <w:rsid w:val="00EE582D"/>
    <w:rsid w:val="00EE607F"/>
    <w:rsid w:val="00EE654D"/>
    <w:rsid w:val="00EE6711"/>
    <w:rsid w:val="00EE6A28"/>
    <w:rsid w:val="00EE6DD1"/>
    <w:rsid w:val="00EE6EB6"/>
    <w:rsid w:val="00EE6F9E"/>
    <w:rsid w:val="00EE72D0"/>
    <w:rsid w:val="00EE786A"/>
    <w:rsid w:val="00EE7E43"/>
    <w:rsid w:val="00EF0145"/>
    <w:rsid w:val="00EF0704"/>
    <w:rsid w:val="00EF0DA9"/>
    <w:rsid w:val="00EF10CA"/>
    <w:rsid w:val="00EF1385"/>
    <w:rsid w:val="00EF159B"/>
    <w:rsid w:val="00EF18E2"/>
    <w:rsid w:val="00EF1C26"/>
    <w:rsid w:val="00EF1C30"/>
    <w:rsid w:val="00EF20A6"/>
    <w:rsid w:val="00EF24A8"/>
    <w:rsid w:val="00EF2586"/>
    <w:rsid w:val="00EF3319"/>
    <w:rsid w:val="00EF37C8"/>
    <w:rsid w:val="00EF3F89"/>
    <w:rsid w:val="00EF49C0"/>
    <w:rsid w:val="00EF4A3C"/>
    <w:rsid w:val="00EF60BC"/>
    <w:rsid w:val="00EF65C7"/>
    <w:rsid w:val="00EF69FA"/>
    <w:rsid w:val="00EF6EC4"/>
    <w:rsid w:val="00EF70A5"/>
    <w:rsid w:val="00EF7568"/>
    <w:rsid w:val="00EF7C29"/>
    <w:rsid w:val="00F0132F"/>
    <w:rsid w:val="00F015AD"/>
    <w:rsid w:val="00F020F1"/>
    <w:rsid w:val="00F02730"/>
    <w:rsid w:val="00F02B21"/>
    <w:rsid w:val="00F03078"/>
    <w:rsid w:val="00F031D3"/>
    <w:rsid w:val="00F0402E"/>
    <w:rsid w:val="00F045D5"/>
    <w:rsid w:val="00F051A7"/>
    <w:rsid w:val="00F05C40"/>
    <w:rsid w:val="00F05F4A"/>
    <w:rsid w:val="00F0603B"/>
    <w:rsid w:val="00F06265"/>
    <w:rsid w:val="00F06646"/>
    <w:rsid w:val="00F06916"/>
    <w:rsid w:val="00F06EAF"/>
    <w:rsid w:val="00F0761F"/>
    <w:rsid w:val="00F077CF"/>
    <w:rsid w:val="00F079CA"/>
    <w:rsid w:val="00F07E8A"/>
    <w:rsid w:val="00F10268"/>
    <w:rsid w:val="00F1068E"/>
    <w:rsid w:val="00F10A22"/>
    <w:rsid w:val="00F10D88"/>
    <w:rsid w:val="00F10FA5"/>
    <w:rsid w:val="00F11329"/>
    <w:rsid w:val="00F113F4"/>
    <w:rsid w:val="00F11F51"/>
    <w:rsid w:val="00F12463"/>
    <w:rsid w:val="00F125A4"/>
    <w:rsid w:val="00F129E4"/>
    <w:rsid w:val="00F12AF9"/>
    <w:rsid w:val="00F12C92"/>
    <w:rsid w:val="00F12EEB"/>
    <w:rsid w:val="00F12F11"/>
    <w:rsid w:val="00F13536"/>
    <w:rsid w:val="00F13C69"/>
    <w:rsid w:val="00F147DA"/>
    <w:rsid w:val="00F14C75"/>
    <w:rsid w:val="00F14DCE"/>
    <w:rsid w:val="00F15116"/>
    <w:rsid w:val="00F15202"/>
    <w:rsid w:val="00F154AD"/>
    <w:rsid w:val="00F1554A"/>
    <w:rsid w:val="00F156FD"/>
    <w:rsid w:val="00F156FE"/>
    <w:rsid w:val="00F16007"/>
    <w:rsid w:val="00F1658F"/>
    <w:rsid w:val="00F166D9"/>
    <w:rsid w:val="00F1695A"/>
    <w:rsid w:val="00F17A6E"/>
    <w:rsid w:val="00F20334"/>
    <w:rsid w:val="00F20549"/>
    <w:rsid w:val="00F205F7"/>
    <w:rsid w:val="00F20847"/>
    <w:rsid w:val="00F20DD9"/>
    <w:rsid w:val="00F2130B"/>
    <w:rsid w:val="00F2209F"/>
    <w:rsid w:val="00F224C6"/>
    <w:rsid w:val="00F228E1"/>
    <w:rsid w:val="00F22AE6"/>
    <w:rsid w:val="00F23C2D"/>
    <w:rsid w:val="00F24D76"/>
    <w:rsid w:val="00F256E2"/>
    <w:rsid w:val="00F25A43"/>
    <w:rsid w:val="00F25A80"/>
    <w:rsid w:val="00F261D2"/>
    <w:rsid w:val="00F2638D"/>
    <w:rsid w:val="00F26883"/>
    <w:rsid w:val="00F269E7"/>
    <w:rsid w:val="00F26E3E"/>
    <w:rsid w:val="00F27191"/>
    <w:rsid w:val="00F279F9"/>
    <w:rsid w:val="00F301D7"/>
    <w:rsid w:val="00F3027C"/>
    <w:rsid w:val="00F303E5"/>
    <w:rsid w:val="00F310EE"/>
    <w:rsid w:val="00F3148D"/>
    <w:rsid w:val="00F31818"/>
    <w:rsid w:val="00F32137"/>
    <w:rsid w:val="00F33139"/>
    <w:rsid w:val="00F331EB"/>
    <w:rsid w:val="00F33B42"/>
    <w:rsid w:val="00F343D4"/>
    <w:rsid w:val="00F34441"/>
    <w:rsid w:val="00F34442"/>
    <w:rsid w:val="00F3476D"/>
    <w:rsid w:val="00F347BF"/>
    <w:rsid w:val="00F34ACD"/>
    <w:rsid w:val="00F350BB"/>
    <w:rsid w:val="00F35191"/>
    <w:rsid w:val="00F35219"/>
    <w:rsid w:val="00F356FA"/>
    <w:rsid w:val="00F358DC"/>
    <w:rsid w:val="00F359F8"/>
    <w:rsid w:val="00F35A64"/>
    <w:rsid w:val="00F3706C"/>
    <w:rsid w:val="00F37135"/>
    <w:rsid w:val="00F372EB"/>
    <w:rsid w:val="00F37C0E"/>
    <w:rsid w:val="00F37D28"/>
    <w:rsid w:val="00F411BD"/>
    <w:rsid w:val="00F41A69"/>
    <w:rsid w:val="00F41F20"/>
    <w:rsid w:val="00F42849"/>
    <w:rsid w:val="00F43491"/>
    <w:rsid w:val="00F44122"/>
    <w:rsid w:val="00F44518"/>
    <w:rsid w:val="00F4461D"/>
    <w:rsid w:val="00F45045"/>
    <w:rsid w:val="00F45612"/>
    <w:rsid w:val="00F45717"/>
    <w:rsid w:val="00F45B1B"/>
    <w:rsid w:val="00F47B54"/>
    <w:rsid w:val="00F50AA5"/>
    <w:rsid w:val="00F51415"/>
    <w:rsid w:val="00F52238"/>
    <w:rsid w:val="00F526D2"/>
    <w:rsid w:val="00F52A89"/>
    <w:rsid w:val="00F52B57"/>
    <w:rsid w:val="00F52D88"/>
    <w:rsid w:val="00F52E8F"/>
    <w:rsid w:val="00F533D5"/>
    <w:rsid w:val="00F5352B"/>
    <w:rsid w:val="00F53C08"/>
    <w:rsid w:val="00F53EAB"/>
    <w:rsid w:val="00F53F5E"/>
    <w:rsid w:val="00F5414F"/>
    <w:rsid w:val="00F54721"/>
    <w:rsid w:val="00F54772"/>
    <w:rsid w:val="00F5501E"/>
    <w:rsid w:val="00F555AD"/>
    <w:rsid w:val="00F558F7"/>
    <w:rsid w:val="00F55B5D"/>
    <w:rsid w:val="00F55C99"/>
    <w:rsid w:val="00F55F8D"/>
    <w:rsid w:val="00F56E84"/>
    <w:rsid w:val="00F570AE"/>
    <w:rsid w:val="00F57307"/>
    <w:rsid w:val="00F60258"/>
    <w:rsid w:val="00F603EB"/>
    <w:rsid w:val="00F60A20"/>
    <w:rsid w:val="00F60BC5"/>
    <w:rsid w:val="00F60C82"/>
    <w:rsid w:val="00F60DC5"/>
    <w:rsid w:val="00F616F4"/>
    <w:rsid w:val="00F61F55"/>
    <w:rsid w:val="00F626EF"/>
    <w:rsid w:val="00F63323"/>
    <w:rsid w:val="00F6438D"/>
    <w:rsid w:val="00F649BB"/>
    <w:rsid w:val="00F64B0F"/>
    <w:rsid w:val="00F65FE7"/>
    <w:rsid w:val="00F66E3F"/>
    <w:rsid w:val="00F674BE"/>
    <w:rsid w:val="00F67806"/>
    <w:rsid w:val="00F67A2B"/>
    <w:rsid w:val="00F70436"/>
    <w:rsid w:val="00F70D01"/>
    <w:rsid w:val="00F714BE"/>
    <w:rsid w:val="00F72887"/>
    <w:rsid w:val="00F73621"/>
    <w:rsid w:val="00F73A24"/>
    <w:rsid w:val="00F73F18"/>
    <w:rsid w:val="00F75584"/>
    <w:rsid w:val="00F75816"/>
    <w:rsid w:val="00F7586B"/>
    <w:rsid w:val="00F75FCB"/>
    <w:rsid w:val="00F7658E"/>
    <w:rsid w:val="00F76861"/>
    <w:rsid w:val="00F76CFD"/>
    <w:rsid w:val="00F77100"/>
    <w:rsid w:val="00F7730D"/>
    <w:rsid w:val="00F7758B"/>
    <w:rsid w:val="00F775EA"/>
    <w:rsid w:val="00F77907"/>
    <w:rsid w:val="00F801B6"/>
    <w:rsid w:val="00F805E6"/>
    <w:rsid w:val="00F80E5F"/>
    <w:rsid w:val="00F81913"/>
    <w:rsid w:val="00F82160"/>
    <w:rsid w:val="00F82A44"/>
    <w:rsid w:val="00F82DE9"/>
    <w:rsid w:val="00F83929"/>
    <w:rsid w:val="00F83B57"/>
    <w:rsid w:val="00F83EC7"/>
    <w:rsid w:val="00F842C9"/>
    <w:rsid w:val="00F842D7"/>
    <w:rsid w:val="00F84D4C"/>
    <w:rsid w:val="00F85010"/>
    <w:rsid w:val="00F85055"/>
    <w:rsid w:val="00F86256"/>
    <w:rsid w:val="00F864CC"/>
    <w:rsid w:val="00F866F3"/>
    <w:rsid w:val="00F8675A"/>
    <w:rsid w:val="00F86B1E"/>
    <w:rsid w:val="00F86B1F"/>
    <w:rsid w:val="00F87203"/>
    <w:rsid w:val="00F875B1"/>
    <w:rsid w:val="00F876CA"/>
    <w:rsid w:val="00F90218"/>
    <w:rsid w:val="00F9077B"/>
    <w:rsid w:val="00F90BC9"/>
    <w:rsid w:val="00F914A3"/>
    <w:rsid w:val="00F9189B"/>
    <w:rsid w:val="00F923E9"/>
    <w:rsid w:val="00F92E8B"/>
    <w:rsid w:val="00F931DF"/>
    <w:rsid w:val="00F938D2"/>
    <w:rsid w:val="00F941D8"/>
    <w:rsid w:val="00F94765"/>
    <w:rsid w:val="00F94A1E"/>
    <w:rsid w:val="00F95314"/>
    <w:rsid w:val="00F953F3"/>
    <w:rsid w:val="00F95423"/>
    <w:rsid w:val="00F9592A"/>
    <w:rsid w:val="00F959D2"/>
    <w:rsid w:val="00F964E4"/>
    <w:rsid w:val="00F96702"/>
    <w:rsid w:val="00F96C3C"/>
    <w:rsid w:val="00F9789A"/>
    <w:rsid w:val="00F97C40"/>
    <w:rsid w:val="00F97D1A"/>
    <w:rsid w:val="00FA0717"/>
    <w:rsid w:val="00FA1713"/>
    <w:rsid w:val="00FA1820"/>
    <w:rsid w:val="00FA1CD6"/>
    <w:rsid w:val="00FA217C"/>
    <w:rsid w:val="00FA23CB"/>
    <w:rsid w:val="00FA2AA1"/>
    <w:rsid w:val="00FA2C4B"/>
    <w:rsid w:val="00FA346E"/>
    <w:rsid w:val="00FA3ABD"/>
    <w:rsid w:val="00FA4864"/>
    <w:rsid w:val="00FA4880"/>
    <w:rsid w:val="00FA565F"/>
    <w:rsid w:val="00FA5708"/>
    <w:rsid w:val="00FA60E1"/>
    <w:rsid w:val="00FA656C"/>
    <w:rsid w:val="00FA687C"/>
    <w:rsid w:val="00FA72BD"/>
    <w:rsid w:val="00FA7501"/>
    <w:rsid w:val="00FA79E1"/>
    <w:rsid w:val="00FA7BE7"/>
    <w:rsid w:val="00FB030F"/>
    <w:rsid w:val="00FB0982"/>
    <w:rsid w:val="00FB0B18"/>
    <w:rsid w:val="00FB111A"/>
    <w:rsid w:val="00FB11AA"/>
    <w:rsid w:val="00FB1A07"/>
    <w:rsid w:val="00FB2068"/>
    <w:rsid w:val="00FB3614"/>
    <w:rsid w:val="00FB367F"/>
    <w:rsid w:val="00FB41C7"/>
    <w:rsid w:val="00FB4384"/>
    <w:rsid w:val="00FB45C7"/>
    <w:rsid w:val="00FB4662"/>
    <w:rsid w:val="00FB480C"/>
    <w:rsid w:val="00FB48C5"/>
    <w:rsid w:val="00FB4F0A"/>
    <w:rsid w:val="00FB6032"/>
    <w:rsid w:val="00FB681F"/>
    <w:rsid w:val="00FB70DC"/>
    <w:rsid w:val="00FB76E1"/>
    <w:rsid w:val="00FB7761"/>
    <w:rsid w:val="00FC033C"/>
    <w:rsid w:val="00FC07B0"/>
    <w:rsid w:val="00FC0C56"/>
    <w:rsid w:val="00FC21FA"/>
    <w:rsid w:val="00FC2CDD"/>
    <w:rsid w:val="00FC37AE"/>
    <w:rsid w:val="00FC38D6"/>
    <w:rsid w:val="00FC3F09"/>
    <w:rsid w:val="00FC4338"/>
    <w:rsid w:val="00FC4739"/>
    <w:rsid w:val="00FC4788"/>
    <w:rsid w:val="00FC4E5D"/>
    <w:rsid w:val="00FC50AD"/>
    <w:rsid w:val="00FC50C1"/>
    <w:rsid w:val="00FC61EC"/>
    <w:rsid w:val="00FC66A4"/>
    <w:rsid w:val="00FC68A6"/>
    <w:rsid w:val="00FC6A8D"/>
    <w:rsid w:val="00FC75A3"/>
    <w:rsid w:val="00FC78BF"/>
    <w:rsid w:val="00FD0827"/>
    <w:rsid w:val="00FD109B"/>
    <w:rsid w:val="00FD10C5"/>
    <w:rsid w:val="00FD1235"/>
    <w:rsid w:val="00FD13A5"/>
    <w:rsid w:val="00FD1953"/>
    <w:rsid w:val="00FD1AD8"/>
    <w:rsid w:val="00FD1CF8"/>
    <w:rsid w:val="00FD1FB0"/>
    <w:rsid w:val="00FD2064"/>
    <w:rsid w:val="00FD2450"/>
    <w:rsid w:val="00FD2B33"/>
    <w:rsid w:val="00FD34F8"/>
    <w:rsid w:val="00FD36EC"/>
    <w:rsid w:val="00FD41DC"/>
    <w:rsid w:val="00FD42C6"/>
    <w:rsid w:val="00FD4308"/>
    <w:rsid w:val="00FD52BD"/>
    <w:rsid w:val="00FD55F0"/>
    <w:rsid w:val="00FD5696"/>
    <w:rsid w:val="00FD5850"/>
    <w:rsid w:val="00FD5B63"/>
    <w:rsid w:val="00FD601F"/>
    <w:rsid w:val="00FD6105"/>
    <w:rsid w:val="00FD6243"/>
    <w:rsid w:val="00FD6720"/>
    <w:rsid w:val="00FD67A2"/>
    <w:rsid w:val="00FD68FE"/>
    <w:rsid w:val="00FD6907"/>
    <w:rsid w:val="00FD6D2D"/>
    <w:rsid w:val="00FD6E94"/>
    <w:rsid w:val="00FD7557"/>
    <w:rsid w:val="00FD7BC6"/>
    <w:rsid w:val="00FD7D1E"/>
    <w:rsid w:val="00FD7DED"/>
    <w:rsid w:val="00FE015E"/>
    <w:rsid w:val="00FE0794"/>
    <w:rsid w:val="00FE19BE"/>
    <w:rsid w:val="00FE19C6"/>
    <w:rsid w:val="00FE231F"/>
    <w:rsid w:val="00FE2336"/>
    <w:rsid w:val="00FE3279"/>
    <w:rsid w:val="00FE3C5A"/>
    <w:rsid w:val="00FE3FB6"/>
    <w:rsid w:val="00FE410A"/>
    <w:rsid w:val="00FE5065"/>
    <w:rsid w:val="00FE58CC"/>
    <w:rsid w:val="00FE5F3B"/>
    <w:rsid w:val="00FE641F"/>
    <w:rsid w:val="00FE6A93"/>
    <w:rsid w:val="00FE6D51"/>
    <w:rsid w:val="00FE7198"/>
    <w:rsid w:val="00FE78F3"/>
    <w:rsid w:val="00FE7D24"/>
    <w:rsid w:val="00FF0A6A"/>
    <w:rsid w:val="00FF0A87"/>
    <w:rsid w:val="00FF10B9"/>
    <w:rsid w:val="00FF1273"/>
    <w:rsid w:val="00FF1EF3"/>
    <w:rsid w:val="00FF23B3"/>
    <w:rsid w:val="00FF23C9"/>
    <w:rsid w:val="00FF294F"/>
    <w:rsid w:val="00FF2CAE"/>
    <w:rsid w:val="00FF3098"/>
    <w:rsid w:val="00FF3216"/>
    <w:rsid w:val="00FF3D29"/>
    <w:rsid w:val="00FF4203"/>
    <w:rsid w:val="00FF44E5"/>
    <w:rsid w:val="00FF4AEC"/>
    <w:rsid w:val="00FF508B"/>
    <w:rsid w:val="00FF5121"/>
    <w:rsid w:val="00FF60DF"/>
    <w:rsid w:val="00FF63C7"/>
    <w:rsid w:val="00FF66D6"/>
    <w:rsid w:val="00FF704C"/>
    <w:rsid w:val="00FF7753"/>
    <w:rsid w:val="00FF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677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7564"/>
    <w:pPr>
      <w:keepNext/>
      <w:outlineLvl w:val="0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E7564"/>
    <w:rPr>
      <w:rFonts w:cs="Times New Roman"/>
      <w:sz w:val="28"/>
      <w:szCs w:val="28"/>
      <w:lang w:val="uk-UA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6852B9"/>
    <w:pPr>
      <w:ind w:firstLine="72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17A6E"/>
    <w:rPr>
      <w:rFonts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03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7A6E"/>
    <w:rPr>
      <w:rFonts w:cs="Times New Roman"/>
      <w:sz w:val="2"/>
      <w:lang w:val="ru-RU" w:eastAsia="ru-RU"/>
    </w:rPr>
  </w:style>
  <w:style w:type="table" w:styleId="TableGrid">
    <w:name w:val="Table Grid"/>
    <w:basedOn w:val="TableNormal"/>
    <w:uiPriority w:val="99"/>
    <w:rsid w:val="005F193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703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6CE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6CE1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E78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E786A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5C1CD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C1CDB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51540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154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540F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15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540F"/>
    <w:rPr>
      <w:b/>
      <w:bCs/>
    </w:rPr>
  </w:style>
  <w:style w:type="paragraph" w:styleId="Title">
    <w:name w:val="Title"/>
    <w:basedOn w:val="Normal"/>
    <w:link w:val="TitleChar"/>
    <w:uiPriority w:val="99"/>
    <w:qFormat/>
    <w:rsid w:val="003A4440"/>
    <w:pPr>
      <w:jc w:val="center"/>
    </w:pPr>
    <w:rPr>
      <w:sz w:val="28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3A4440"/>
    <w:rPr>
      <w:rFonts w:cs="Times New Roman"/>
      <w:sz w:val="28"/>
      <w:lang w:val="uk-UA"/>
    </w:rPr>
  </w:style>
  <w:style w:type="paragraph" w:customStyle="1" w:styleId="a">
    <w:name w:val="Знак Знак Знак Знак"/>
    <w:basedOn w:val="Normal"/>
    <w:uiPriority w:val="99"/>
    <w:rsid w:val="003A4440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aliases w:val="Обычный (Web),Обычный (Web)1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Normal"/>
    <w:link w:val="NormalWebChar"/>
    <w:uiPriority w:val="99"/>
    <w:rsid w:val="00DD5391"/>
    <w:pPr>
      <w:spacing w:before="100" w:beforeAutospacing="1" w:after="100" w:afterAutospacing="1"/>
    </w:pPr>
    <w:rPr>
      <w:szCs w:val="20"/>
      <w:lang w:val="uk-UA" w:eastAsia="uk-UA"/>
    </w:rPr>
  </w:style>
  <w:style w:type="paragraph" w:customStyle="1" w:styleId="a0">
    <w:name w:val="Абзац списка"/>
    <w:basedOn w:val="Normal"/>
    <w:uiPriority w:val="99"/>
    <w:rsid w:val="00C27CBC"/>
    <w:pPr>
      <w:ind w:left="720"/>
      <w:contextualSpacing/>
    </w:pPr>
  </w:style>
  <w:style w:type="paragraph" w:customStyle="1" w:styleId="a1">
    <w:name w:val="Без интервала"/>
    <w:uiPriority w:val="99"/>
    <w:rsid w:val="008A69FB"/>
    <w:rPr>
      <w:rFonts w:ascii="Calibri" w:hAnsi="Calibri"/>
      <w:lang w:val="ru-RU"/>
    </w:rPr>
  </w:style>
  <w:style w:type="paragraph" w:styleId="BodyText2">
    <w:name w:val="Body Text 2"/>
    <w:basedOn w:val="Normal"/>
    <w:link w:val="BodyText2Char"/>
    <w:uiPriority w:val="99"/>
    <w:rsid w:val="00E7294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F4388"/>
    <w:rPr>
      <w:rFonts w:cs="Times New Roman"/>
      <w:sz w:val="24"/>
      <w:szCs w:val="24"/>
      <w:lang w:val="ru-RU" w:eastAsia="ru-RU"/>
    </w:rPr>
  </w:style>
  <w:style w:type="paragraph" w:styleId="NoSpacing">
    <w:name w:val="No Spacing"/>
    <w:uiPriority w:val="99"/>
    <w:qFormat/>
    <w:rsid w:val="000274BC"/>
    <w:rPr>
      <w:rFonts w:ascii="Calibri" w:hAnsi="Calibri"/>
      <w:lang w:val="ru-RU"/>
    </w:rPr>
  </w:style>
  <w:style w:type="character" w:customStyle="1" w:styleId="NormalWebChar">
    <w:name w:val="Normal (Web) Char"/>
    <w:aliases w:val="Обычный (Web) Char,Обычный (Web)1 Char,Обычный (веб) Знак2 Char,Обычный (веб) Знак1 Знак Char,Обычный (веб) Знак2 Знак1 Знак Char,Обычный (веб) Знак1 Знак Знак Знак Char,Обычный (веб) Знак Знак Знак Знак Знак Char"/>
    <w:link w:val="NormalWeb"/>
    <w:uiPriority w:val="99"/>
    <w:locked/>
    <w:rsid w:val="004E63B7"/>
    <w:rPr>
      <w:sz w:val="24"/>
      <w:lang w:val="uk-UA" w:eastAsia="uk-UA"/>
    </w:rPr>
  </w:style>
  <w:style w:type="paragraph" w:customStyle="1" w:styleId="Normal0">
    <w:name w:val="Normal0"/>
    <w:uiPriority w:val="99"/>
    <w:rsid w:val="001142B5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70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469</TotalTime>
  <Pages>29</Pages>
  <Words>12821</Words>
  <Characters>-32766</Characters>
  <Application>Microsoft Office Outlook</Application>
  <DocSecurity>0</DocSecurity>
  <Lines>0</Lines>
  <Paragraphs>0</Paragraphs>
  <ScaleCrop>false</ScaleCrop>
  <Company>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subject/>
  <dc:creator>WW</dc:creator>
  <cp:keywords/>
  <dc:description/>
  <cp:lastModifiedBy>Пользователь Windows</cp:lastModifiedBy>
  <cp:revision>145</cp:revision>
  <cp:lastPrinted>2020-12-24T11:07:00Z</cp:lastPrinted>
  <dcterms:created xsi:type="dcterms:W3CDTF">2021-01-06T06:39:00Z</dcterms:created>
  <dcterms:modified xsi:type="dcterms:W3CDTF">2021-01-22T07:28:00Z</dcterms:modified>
</cp:coreProperties>
</file>