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62" w:rsidRPr="001929B3" w:rsidRDefault="00094C62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094C62" w:rsidRPr="001929B3" w:rsidRDefault="00094C62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</w:t>
      </w:r>
      <w:r>
        <w:rPr>
          <w:szCs w:val="28"/>
        </w:rPr>
        <w:t xml:space="preserve">другої </w:t>
      </w:r>
      <w:r w:rsidRPr="001929B3">
        <w:rPr>
          <w:szCs w:val="28"/>
        </w:rPr>
        <w:t xml:space="preserve">сесії </w:t>
      </w:r>
    </w:p>
    <w:p w:rsidR="00094C62" w:rsidRPr="001929B3" w:rsidRDefault="00094C62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094C62" w:rsidRPr="001929B3" w:rsidRDefault="00094C62" w:rsidP="003A4440">
      <w:pPr>
        <w:pStyle w:val="Title"/>
        <w:tabs>
          <w:tab w:val="center" w:pos="4844"/>
        </w:tabs>
        <w:rPr>
          <w:szCs w:val="28"/>
        </w:rPr>
      </w:pPr>
      <w:r>
        <w:rPr>
          <w:szCs w:val="28"/>
        </w:rPr>
        <w:t>во</w:t>
      </w:r>
      <w:r w:rsidRPr="001929B3">
        <w:rPr>
          <w:szCs w:val="28"/>
        </w:rPr>
        <w:t>сьмого скликання</w:t>
      </w:r>
    </w:p>
    <w:p w:rsidR="00094C62" w:rsidRPr="001929B3" w:rsidRDefault="00094C62" w:rsidP="003A4440">
      <w:pPr>
        <w:pStyle w:val="Title"/>
        <w:jc w:val="left"/>
        <w:rPr>
          <w:szCs w:val="28"/>
        </w:rPr>
      </w:pPr>
    </w:p>
    <w:p w:rsidR="00094C62" w:rsidRPr="001929B3" w:rsidRDefault="00094C62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24 грудня</w:t>
      </w:r>
      <w:r w:rsidRPr="001929B3">
        <w:rPr>
          <w:i/>
          <w:szCs w:val="28"/>
          <w:lang w:val="ru-RU"/>
        </w:rPr>
        <w:t xml:space="preserve"> 2020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</w:t>
      </w:r>
      <w:r w:rsidRPr="001929B3">
        <w:rPr>
          <w:i/>
          <w:szCs w:val="28"/>
        </w:rPr>
        <w:t>Початок: 1</w:t>
      </w:r>
      <w:r>
        <w:rPr>
          <w:i/>
          <w:szCs w:val="28"/>
        </w:rPr>
        <w:t>4</w:t>
      </w:r>
      <w:r w:rsidRPr="001929B3">
        <w:rPr>
          <w:i/>
          <w:szCs w:val="28"/>
        </w:rPr>
        <w:t>.00</w:t>
      </w:r>
    </w:p>
    <w:p w:rsidR="00094C62" w:rsidRPr="001929B3" w:rsidRDefault="00094C62" w:rsidP="00E27A85">
      <w:pPr>
        <w:pStyle w:val="Title"/>
        <w:ind w:firstLine="708"/>
        <w:jc w:val="left"/>
        <w:rPr>
          <w:szCs w:val="28"/>
        </w:rPr>
      </w:pPr>
      <w:r>
        <w:rPr>
          <w:szCs w:val="28"/>
        </w:rPr>
        <w:t>смт Марківка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094C62" w:rsidRPr="001929B3" w:rsidRDefault="00094C62" w:rsidP="00C533FC">
      <w:pPr>
        <w:ind w:firstLine="708"/>
        <w:jc w:val="both"/>
        <w:rPr>
          <w:sz w:val="28"/>
          <w:szCs w:val="28"/>
          <w:lang w:val="uk-UA"/>
        </w:rPr>
      </w:pPr>
    </w:p>
    <w:p w:rsidR="00094C62" w:rsidRPr="002C46EB" w:rsidRDefault="00094C62" w:rsidP="002C46EB">
      <w:pPr>
        <w:ind w:firstLine="708"/>
        <w:jc w:val="both"/>
        <w:rPr>
          <w:sz w:val="28"/>
          <w:szCs w:val="28"/>
        </w:rPr>
      </w:pPr>
      <w:r w:rsidRPr="002C46EB">
        <w:rPr>
          <w:sz w:val="28"/>
          <w:szCs w:val="28"/>
        </w:rPr>
        <w:t xml:space="preserve">1. Про </w:t>
      </w:r>
      <w:r>
        <w:rPr>
          <w:sz w:val="28"/>
          <w:szCs w:val="28"/>
        </w:rPr>
        <w:t>затвердження цільової Програми підтримки к</w:t>
      </w:r>
      <w:r w:rsidRPr="002C46EB">
        <w:rPr>
          <w:sz w:val="28"/>
          <w:szCs w:val="28"/>
        </w:rPr>
        <w:t>омунальної установи «Трудовий архів територіальних громад Марківського району на 202</w:t>
      </w:r>
      <w:r>
        <w:rPr>
          <w:sz w:val="28"/>
          <w:szCs w:val="28"/>
        </w:rPr>
        <w:t>1</w:t>
      </w:r>
      <w:r w:rsidRPr="002C46EB">
        <w:rPr>
          <w:sz w:val="28"/>
          <w:szCs w:val="28"/>
        </w:rPr>
        <w:t xml:space="preserve"> рік».</w:t>
      </w:r>
    </w:p>
    <w:p w:rsidR="00094C62" w:rsidRPr="002C46EB" w:rsidRDefault="00094C62" w:rsidP="002C46EB">
      <w:pPr>
        <w:ind w:firstLine="708"/>
        <w:jc w:val="both"/>
        <w:rPr>
          <w:sz w:val="28"/>
          <w:szCs w:val="28"/>
        </w:rPr>
      </w:pPr>
      <w:r w:rsidRPr="002C46EB">
        <w:rPr>
          <w:b/>
          <w:i/>
          <w:sz w:val="28"/>
          <w:szCs w:val="28"/>
        </w:rPr>
        <w:t>Доповідає:</w:t>
      </w:r>
      <w:r w:rsidRPr="002C46EB">
        <w:rPr>
          <w:sz w:val="28"/>
          <w:szCs w:val="28"/>
        </w:rPr>
        <w:t xml:space="preserve"> директор Комунальної установи «Трудовий архів територіальних громад Марківського району» Наталя Ткаченко.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Pr="002C46EB" w:rsidRDefault="00094C62" w:rsidP="002C46E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sz w:val="28"/>
          <w:szCs w:val="28"/>
          <w:lang w:val="uk-UA"/>
        </w:rPr>
        <w:t xml:space="preserve">2. Про затвердження Програми </w:t>
      </w:r>
      <w:r>
        <w:rPr>
          <w:sz w:val="28"/>
          <w:szCs w:val="28"/>
          <w:lang w:val="uk-UA"/>
        </w:rPr>
        <w:t>соціального захисту незахищених верств населення Марківської селищної ради на 2021 рік</w:t>
      </w:r>
      <w:r w:rsidRPr="002C46EB">
        <w:rPr>
          <w:sz w:val="28"/>
          <w:szCs w:val="28"/>
          <w:lang w:val="uk-UA"/>
        </w:rPr>
        <w:t xml:space="preserve">. </w:t>
      </w:r>
    </w:p>
    <w:p w:rsidR="00094C62" w:rsidRPr="002C46EB" w:rsidRDefault="00094C62" w:rsidP="002C46EB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</w:t>
      </w:r>
      <w:r w:rsidRPr="002C46EB">
        <w:rPr>
          <w:sz w:val="28"/>
          <w:szCs w:val="28"/>
          <w:lang w:val="uk-UA"/>
        </w:rPr>
        <w:t>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Про затвердження Програми «Благоустрій територій Марківської селищної на 2021 рік».</w:t>
      </w:r>
    </w:p>
    <w:p w:rsidR="00094C62" w:rsidRPr="002C46EB" w:rsidRDefault="00094C62" w:rsidP="00A85309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Про внесення змін до «Програми фінансової підтримки комунальних підприємств та здійснення внесків до їх статутних фондів на 2020-2022 роки».</w:t>
      </w:r>
    </w:p>
    <w:p w:rsidR="00094C62" w:rsidRPr="002C46EB" w:rsidRDefault="00094C62" w:rsidP="00846BC2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внесення змін до Програми охорони навколишнього природного середовища на території Марківської селищної ради на 2020-2021 роки.</w:t>
      </w:r>
    </w:p>
    <w:p w:rsidR="00094C62" w:rsidRPr="002C46EB" w:rsidRDefault="00094C62" w:rsidP="00497772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3B56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C46E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затвердження Програми «Соціального захисту дітей-сиріт та дітей позбавлених батьківського піклування на 2021-2023 роки».</w:t>
      </w:r>
    </w:p>
    <w:p w:rsidR="00094C62" w:rsidRPr="002C46EB" w:rsidRDefault="00094C62" w:rsidP="003B5684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Служби у справах дітей Марківської селищної ради Володимир Олексієнко.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Про внесення змін до цільової Програми розвитку та фінансування фізичної культури та спорту Марківської селищної ради на 2020-2022 роки.</w:t>
      </w:r>
    </w:p>
    <w:p w:rsidR="00094C62" w:rsidRPr="002C46EB" w:rsidRDefault="00094C62" w:rsidP="009E2A80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094C62" w:rsidRDefault="00094C62" w:rsidP="009E2A80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8647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Про внесення змін до цільової Програми молодіжної політики, допризовної підготовки та національно-патріотичного виховання Марківської селищної ради на 2020-2022 роки.</w:t>
      </w:r>
    </w:p>
    <w:p w:rsidR="00094C62" w:rsidRDefault="00094C62" w:rsidP="00864748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9174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Про затвердження цільової Програми «Стипендія молодим та перспективним спортсменам Марківської селищної ради» на 2021 рік.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Про перейменування та внесення змін до Статуту Марківської районної комунальної установи фізкультурно-спортивний комплекс «Нива» Марківської районної ради.</w:t>
      </w:r>
    </w:p>
    <w:p w:rsidR="00094C62" w:rsidRDefault="00094C62" w:rsidP="00710318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 прийняття майна на баланс відділу освіти Марківської селищної ради.</w:t>
      </w:r>
    </w:p>
    <w:p w:rsidR="00094C62" w:rsidRDefault="00094C62" w:rsidP="0032314C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B94B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Про перейменування закладів освіти Марківської селищної ради та затвердження їх статутів.</w:t>
      </w:r>
    </w:p>
    <w:p w:rsidR="00094C62" w:rsidRDefault="00094C62" w:rsidP="00B94B3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094C62" w:rsidRDefault="00094C62" w:rsidP="00B94B30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E703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Про затвердження штатних розписів закладів освіти Марківської селищної ради Луганської області.</w:t>
      </w:r>
    </w:p>
    <w:p w:rsidR="00094C62" w:rsidRDefault="00094C62" w:rsidP="00E7038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094C62" w:rsidRDefault="00094C62" w:rsidP="00E70386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F457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Про введення додаткових 2,5 ставок до штатного розпису групи централізованого господарського обслуговування та 5,5 ставок до штатного розпису централізованої бухгалтерії відділу освіти Марківської селищної ради.</w:t>
      </w:r>
    </w:p>
    <w:p w:rsidR="00094C62" w:rsidRDefault="00094C62" w:rsidP="00F45717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094C62" w:rsidRDefault="00094C62" w:rsidP="00F45717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D857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Про затвердження цільової Програми «Надання одноразової допомоги дітям-сиротам і дітям, позбавленим батьківського піклування, після досягнення 18-річного віку, які проживають на території Марківської селищної ради на 2021-2023 роки».</w:t>
      </w:r>
    </w:p>
    <w:p w:rsidR="00094C62" w:rsidRDefault="00094C62" w:rsidP="00D857B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5040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Про затвердження цільової Програми «Розвиток освіти Марківської селищної ради» на 2021 рік.</w:t>
      </w:r>
    </w:p>
    <w:p w:rsidR="00094C62" w:rsidRDefault="00094C62" w:rsidP="005040C7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Про передачу дошкільних навчальних закладів на баланс та утримання до відділу освіти Марківської селищної ради.</w:t>
      </w:r>
    </w:p>
    <w:p w:rsidR="00094C62" w:rsidRDefault="00094C62" w:rsidP="00277E0A">
      <w:pPr>
        <w:ind w:firstLine="708"/>
        <w:jc w:val="both"/>
        <w:rPr>
          <w:sz w:val="28"/>
          <w:szCs w:val="28"/>
          <w:lang w:val="uk-UA"/>
        </w:rPr>
      </w:pPr>
      <w:r w:rsidRPr="00846BC2">
        <w:rPr>
          <w:b/>
          <w:i/>
          <w:sz w:val="28"/>
          <w:szCs w:val="28"/>
          <w:lang w:val="uk-UA"/>
        </w:rPr>
        <w:t>Доповідає</w:t>
      </w:r>
      <w:r w:rsidRPr="00846BC2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 xml:space="preserve">бухгалтерського обліку та звітності – головний бухгалтер </w:t>
      </w:r>
      <w:r w:rsidRPr="00846BC2">
        <w:rPr>
          <w:sz w:val="28"/>
          <w:szCs w:val="28"/>
          <w:lang w:val="uk-UA"/>
        </w:rPr>
        <w:t xml:space="preserve">Марківської селищної ради </w:t>
      </w:r>
      <w:r>
        <w:rPr>
          <w:sz w:val="28"/>
          <w:szCs w:val="28"/>
          <w:lang w:val="uk-UA"/>
        </w:rPr>
        <w:t>Алла Житник</w:t>
      </w:r>
      <w:r w:rsidRPr="00846BC2">
        <w:rPr>
          <w:sz w:val="28"/>
          <w:szCs w:val="28"/>
          <w:lang w:val="uk-UA"/>
        </w:rPr>
        <w:t>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77E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Про передачу клубних закладів Марківської селищної ради на баланс відділу культури, національностей, релігій та туризму Марківської селищної ради.</w:t>
      </w:r>
    </w:p>
    <w:p w:rsidR="00094C62" w:rsidRDefault="00094C62" w:rsidP="00277E0A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17F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Про створення з 01.01.2021 року та затвердження штатних розписів централізованої бухгалтерії відділу культури, національностей, релігій та туризму Марківської селищної ради.</w:t>
      </w:r>
    </w:p>
    <w:p w:rsidR="00094C62" w:rsidRDefault="00094C62" w:rsidP="00217FBC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Pr="00247D8B" w:rsidRDefault="00094C62" w:rsidP="00247D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247D8B">
        <w:rPr>
          <w:sz w:val="28"/>
          <w:szCs w:val="28"/>
          <w:lang w:val="uk-UA"/>
        </w:rPr>
        <w:t xml:space="preserve"> </w:t>
      </w:r>
      <w:r w:rsidRPr="00247D8B">
        <w:rPr>
          <w:color w:val="000000"/>
          <w:sz w:val="28"/>
          <w:szCs w:val="28"/>
          <w:lang w:val="uk-UA"/>
        </w:rPr>
        <w:t>Про перейменування та внесення зміндо Статуту Комунального закладу</w:t>
      </w:r>
      <w:r>
        <w:rPr>
          <w:color w:val="000000"/>
          <w:sz w:val="28"/>
          <w:szCs w:val="28"/>
          <w:lang w:val="uk-UA"/>
        </w:rPr>
        <w:t xml:space="preserve"> </w:t>
      </w:r>
      <w:r w:rsidRPr="00247D8B">
        <w:rPr>
          <w:sz w:val="28"/>
          <w:szCs w:val="28"/>
        </w:rPr>
        <w:t>Початковий спеціалізований мистецький навчальний заклад (школа естетичного виховання) Марківського району Луганської області</w:t>
      </w:r>
      <w:r>
        <w:rPr>
          <w:sz w:val="28"/>
          <w:szCs w:val="28"/>
        </w:rPr>
        <w:t>.</w:t>
      </w:r>
    </w:p>
    <w:p w:rsidR="00094C62" w:rsidRDefault="00094C62" w:rsidP="00247D8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Pr="00247D8B" w:rsidRDefault="00094C62" w:rsidP="00247D8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247D8B">
        <w:rPr>
          <w:sz w:val="28"/>
          <w:szCs w:val="28"/>
          <w:lang w:val="uk-UA"/>
        </w:rPr>
        <w:t>.</w:t>
      </w:r>
      <w:r w:rsidRPr="00247D8B">
        <w:rPr>
          <w:color w:val="000000"/>
          <w:sz w:val="28"/>
          <w:szCs w:val="28"/>
          <w:lang w:val="uk-UA"/>
        </w:rPr>
        <w:t xml:space="preserve"> Про перейменування та внесення змін до Статуту Комунального закладу </w:t>
      </w:r>
      <w:r w:rsidRPr="00247D8B">
        <w:rPr>
          <w:sz w:val="28"/>
          <w:szCs w:val="28"/>
        </w:rPr>
        <w:t>«</w:t>
      </w:r>
      <w:r w:rsidRPr="00247D8B">
        <w:rPr>
          <w:sz w:val="28"/>
          <w:szCs w:val="28"/>
          <w:lang w:val="uk-UA"/>
        </w:rPr>
        <w:t>Марківський районний будинок культури</w:t>
      </w:r>
      <w:r w:rsidRPr="00247D8B">
        <w:rPr>
          <w:sz w:val="28"/>
          <w:szCs w:val="28"/>
        </w:rPr>
        <w:t>».</w:t>
      </w:r>
    </w:p>
    <w:p w:rsidR="00094C62" w:rsidRDefault="00094C62" w:rsidP="00247D8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Pr="00354F09" w:rsidRDefault="00094C62" w:rsidP="00354F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354F09">
        <w:rPr>
          <w:sz w:val="28"/>
          <w:szCs w:val="28"/>
          <w:lang w:val="uk-UA"/>
        </w:rPr>
        <w:t xml:space="preserve">. </w:t>
      </w:r>
      <w:r w:rsidRPr="00354F09">
        <w:rPr>
          <w:color w:val="000000"/>
          <w:sz w:val="28"/>
          <w:szCs w:val="28"/>
          <w:lang w:val="uk-UA"/>
        </w:rPr>
        <w:t xml:space="preserve">Про перейменування та внесення змін до Статуту Комунального закладу </w:t>
      </w:r>
      <w:r w:rsidRPr="00354F09">
        <w:rPr>
          <w:sz w:val="28"/>
          <w:szCs w:val="28"/>
        </w:rPr>
        <w:t>«Марківська централізована бібліотечна система Луганської області»</w:t>
      </w:r>
      <w:r>
        <w:rPr>
          <w:sz w:val="28"/>
          <w:szCs w:val="28"/>
        </w:rPr>
        <w:t>.</w:t>
      </w:r>
    </w:p>
    <w:p w:rsidR="00094C62" w:rsidRDefault="00094C62" w:rsidP="00354F09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Pr="006F3C63" w:rsidRDefault="00094C62" w:rsidP="006F3C6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F3C6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6F3C63">
        <w:rPr>
          <w:sz w:val="28"/>
          <w:szCs w:val="28"/>
          <w:lang w:val="uk-UA"/>
        </w:rPr>
        <w:t xml:space="preserve">. </w:t>
      </w:r>
      <w:r w:rsidRPr="006F3C63">
        <w:rPr>
          <w:color w:val="000000"/>
          <w:sz w:val="28"/>
          <w:szCs w:val="28"/>
          <w:lang w:val="uk-UA"/>
        </w:rPr>
        <w:t xml:space="preserve">Про перейменування та внесення змін до Статуту Комунального закладу </w:t>
      </w:r>
      <w:r w:rsidRPr="006F3C63">
        <w:rPr>
          <w:sz w:val="28"/>
          <w:szCs w:val="28"/>
        </w:rPr>
        <w:t>«</w:t>
      </w:r>
      <w:r w:rsidRPr="006F3C63">
        <w:rPr>
          <w:sz w:val="28"/>
          <w:szCs w:val="28"/>
          <w:lang w:val="uk-UA"/>
        </w:rPr>
        <w:t>Марківський районний історичний музей</w:t>
      </w:r>
      <w:r w:rsidRPr="006F3C63">
        <w:rPr>
          <w:sz w:val="28"/>
          <w:szCs w:val="28"/>
        </w:rPr>
        <w:t>».</w:t>
      </w:r>
    </w:p>
    <w:p w:rsidR="00094C62" w:rsidRDefault="00094C62" w:rsidP="006F3C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Про затвердження штатних розписів комунальних закладів Марківської селищної ради.</w:t>
      </w:r>
    </w:p>
    <w:p w:rsidR="00094C62" w:rsidRDefault="00094C62" w:rsidP="006F3C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Про затвердження Програми реалізації культурно-масових заходів на території Марківської селищної ради на 2021 рік.</w:t>
      </w:r>
    </w:p>
    <w:p w:rsidR="00094C62" w:rsidRDefault="00094C62" w:rsidP="00212714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Про внесення змін до Програми розвитку культури Марківської селищної ради на 2020-2021 роки.</w:t>
      </w:r>
    </w:p>
    <w:p w:rsidR="00094C62" w:rsidRDefault="00094C62" w:rsidP="00212714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094C62" w:rsidRDefault="00094C62" w:rsidP="00212714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 Про внесення змін до штатного розпису комунальної установи «Центр надання соціальних послуг» Марківської селищної ради.</w:t>
      </w:r>
    </w:p>
    <w:p w:rsidR="00094C62" w:rsidRPr="006C13BF" w:rsidRDefault="00094C62" w:rsidP="006C13BF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директора КУ </w:t>
      </w:r>
      <w:r w:rsidRPr="006C13BF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району Луганської області Оксана Гармаш.</w:t>
      </w: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Про перейменування на внесення змін до Статуту Комунального некомерційного підприємства «Марківська багатопрофільна лікарня «Марківської районної ради».</w:t>
      </w:r>
    </w:p>
    <w:p w:rsidR="00094C62" w:rsidRPr="006C13BF" w:rsidRDefault="00094C62" w:rsidP="00683C21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Директор КНП «Марківська багатопрофільна лікарня» Андрій Третяк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6F63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Про затвердження фінансового плану на 2021 рік Комунального некомерційного підприємства «Марківська багатопрофільна лікарня «Марківської селищної ради».</w:t>
      </w:r>
    </w:p>
    <w:p w:rsidR="00094C62" w:rsidRPr="006C13BF" w:rsidRDefault="00094C62" w:rsidP="006F6329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директор КНП «Марківська багатопрофільна лікарня» Андрій Третяк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3976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Про затвердження програми розвитку та підтримки Комунального некомерційного підприємства «Марківська багатопрофільна лікарня Марківської селищної ради» на 2021 рік.</w:t>
      </w:r>
    </w:p>
    <w:p w:rsidR="00094C62" w:rsidRPr="006C13BF" w:rsidRDefault="00094C62" w:rsidP="003976A7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Директор КНП «Марківська багатопрофільна лікарня» Андрій Третяк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 Про перейменування на внесення змін до Статуту Комунального некомерційного підприємства «Марківський центр первинної медико-санітарної допомоги».</w:t>
      </w:r>
    </w:p>
    <w:p w:rsidR="00094C62" w:rsidRPr="006C13BF" w:rsidRDefault="00094C62" w:rsidP="00BC1925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Про затвердження цільової програми «Забезпечення лікарськими засобами та виробами медичного призначення населення Марківської селищної ради на 2021-2022 роки».</w:t>
      </w:r>
    </w:p>
    <w:p w:rsidR="00094C62" w:rsidRPr="006C13BF" w:rsidRDefault="00094C62" w:rsidP="00876217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FB36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Про затвердження Програми по забезпеченню відомчим житлом медичних працівників з вищою медичною освітою на 2021-2022 роки комунального некомерційного підприємства «Марківський центр первинної медико-санітарної допомоги».</w:t>
      </w:r>
    </w:p>
    <w:p w:rsidR="00094C62" w:rsidRDefault="00094C62" w:rsidP="00FB367F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Default="00094C62" w:rsidP="00FB367F">
      <w:pPr>
        <w:ind w:right="175" w:firstLine="708"/>
        <w:jc w:val="both"/>
        <w:rPr>
          <w:color w:val="000000"/>
          <w:sz w:val="28"/>
          <w:szCs w:val="28"/>
          <w:lang w:val="uk-UA"/>
        </w:rPr>
      </w:pPr>
    </w:p>
    <w:p w:rsidR="00094C62" w:rsidRDefault="00094C62" w:rsidP="00FB367F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34. Програма розвитку та підтримки комунального некомерційного підприємства «Марківський центр первинної медико-санітарної допомоги» на 2021 рік.</w:t>
      </w:r>
    </w:p>
    <w:p w:rsidR="00094C62" w:rsidRDefault="00094C62" w:rsidP="009543FD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Pr="006C13BF" w:rsidRDefault="00094C62" w:rsidP="00FB367F">
      <w:pPr>
        <w:ind w:right="175" w:firstLine="708"/>
        <w:jc w:val="both"/>
        <w:rPr>
          <w:sz w:val="28"/>
          <w:szCs w:val="28"/>
          <w:lang w:val="uk-UA"/>
        </w:rPr>
      </w:pP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Про затвердження фінансового плану на 2021 рік </w:t>
      </w:r>
      <w:r>
        <w:rPr>
          <w:color w:val="000000"/>
          <w:sz w:val="28"/>
          <w:szCs w:val="28"/>
          <w:lang w:val="uk-UA"/>
        </w:rPr>
        <w:t>комунального некомерційного підприємства «Марківський центр первинної медико-санітарної допомоги»</w:t>
      </w:r>
      <w:r>
        <w:rPr>
          <w:sz w:val="28"/>
          <w:szCs w:val="28"/>
          <w:lang w:val="uk-UA"/>
        </w:rPr>
        <w:t>.</w:t>
      </w:r>
    </w:p>
    <w:p w:rsidR="00094C62" w:rsidRDefault="00094C62" w:rsidP="00C514D5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 Про внесення змін до бюджету Марківської селищної ради на 2020 рік.</w:t>
      </w:r>
    </w:p>
    <w:p w:rsidR="00094C62" w:rsidRPr="00797F7C" w:rsidRDefault="00094C62" w:rsidP="00797F7C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</w:t>
      </w:r>
      <w:r w:rsidRPr="00797F7C">
        <w:rPr>
          <w:sz w:val="28"/>
          <w:szCs w:val="28"/>
          <w:lang w:val="uk-UA"/>
        </w:rPr>
        <w:t>Ірина Кравцова.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 Про бюджет Марківської селищної ради на 2021 рік.</w:t>
      </w:r>
    </w:p>
    <w:p w:rsidR="00094C62" w:rsidRPr="00797F7C" w:rsidRDefault="00094C62" w:rsidP="00AB1653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</w:t>
      </w:r>
      <w:r w:rsidRPr="00797F7C">
        <w:rPr>
          <w:sz w:val="28"/>
          <w:szCs w:val="28"/>
          <w:lang w:val="uk-UA"/>
        </w:rPr>
        <w:t>Ірина Кравцова.</w:t>
      </w:r>
    </w:p>
    <w:p w:rsidR="00094C62" w:rsidRDefault="00094C62" w:rsidP="00B55029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B55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Про затвердження структури апарату, виконавчого комітету та штатного розпису Марківської селищної ради Луганської області на 2021 рік. </w:t>
      </w:r>
    </w:p>
    <w:p w:rsidR="00094C62" w:rsidRDefault="00094C62" w:rsidP="00B55029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094C62" w:rsidRDefault="00094C62" w:rsidP="00B55029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B55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 Про упорядкування умов оплати праці селищного голови на 2021 рік.</w:t>
      </w:r>
    </w:p>
    <w:p w:rsidR="00094C62" w:rsidRDefault="00094C62" w:rsidP="00B55029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094C62" w:rsidRDefault="00094C62" w:rsidP="00AB1653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6931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Pr="006931D2">
        <w:rPr>
          <w:sz w:val="28"/>
          <w:szCs w:val="28"/>
          <w:lang w:val="uk-UA"/>
        </w:rPr>
        <w:t>. Про затвердження Регламенту Марківської селищної ради восьмого скликання</w:t>
      </w:r>
      <w:r>
        <w:rPr>
          <w:sz w:val="28"/>
          <w:szCs w:val="28"/>
          <w:lang w:val="uk-UA"/>
        </w:rPr>
        <w:t>.</w:t>
      </w:r>
    </w:p>
    <w:p w:rsidR="00094C62" w:rsidRDefault="00094C62" w:rsidP="006F61B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начальник </w:t>
      </w:r>
      <w:r>
        <w:rPr>
          <w:sz w:val="28"/>
          <w:szCs w:val="28"/>
          <w:lang w:val="uk-UA"/>
        </w:rPr>
        <w:t xml:space="preserve">юридичного </w:t>
      </w:r>
      <w:r w:rsidRPr="00797F7C">
        <w:rPr>
          <w:sz w:val="28"/>
          <w:szCs w:val="28"/>
          <w:lang w:val="uk-UA"/>
        </w:rPr>
        <w:t xml:space="preserve">відділу Марківської селищної ради </w:t>
      </w:r>
      <w:r>
        <w:rPr>
          <w:sz w:val="28"/>
          <w:szCs w:val="28"/>
          <w:lang w:val="uk-UA"/>
        </w:rPr>
        <w:t xml:space="preserve">                 Ігор Лигута</w:t>
      </w:r>
      <w:r w:rsidRPr="00797F7C">
        <w:rPr>
          <w:sz w:val="28"/>
          <w:szCs w:val="28"/>
          <w:lang w:val="uk-UA"/>
        </w:rPr>
        <w:t>.</w:t>
      </w:r>
    </w:p>
    <w:p w:rsidR="00094C62" w:rsidRPr="00797F7C" w:rsidRDefault="00094C62" w:rsidP="006F61B6">
      <w:pPr>
        <w:ind w:right="175" w:firstLine="708"/>
        <w:jc w:val="both"/>
        <w:rPr>
          <w:sz w:val="28"/>
          <w:szCs w:val="28"/>
          <w:lang w:val="uk-UA"/>
        </w:rPr>
      </w:pPr>
    </w:p>
    <w:p w:rsidR="00094C62" w:rsidRPr="00CD454C" w:rsidRDefault="00094C62" w:rsidP="00CD45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Pr="00CD454C">
        <w:rPr>
          <w:sz w:val="28"/>
          <w:szCs w:val="28"/>
          <w:lang w:val="uk-UA"/>
        </w:rPr>
        <w:t>. Про постійні комісії Марківської селищної ради восьмого скликання</w:t>
      </w:r>
      <w:r>
        <w:rPr>
          <w:sz w:val="28"/>
          <w:szCs w:val="28"/>
          <w:lang w:val="uk-UA"/>
        </w:rPr>
        <w:t>.</w:t>
      </w:r>
    </w:p>
    <w:p w:rsidR="00094C62" w:rsidRDefault="00094C62" w:rsidP="00CD454C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6931D2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0C6F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42. </w:t>
      </w:r>
      <w:r w:rsidRPr="002B4FF0">
        <w:rPr>
          <w:sz w:val="28"/>
          <w:szCs w:val="28"/>
        </w:rPr>
        <w:t xml:space="preserve">Про затвердження на посаду заступника селищного голови </w:t>
      </w:r>
      <w:r>
        <w:rPr>
          <w:sz w:val="28"/>
          <w:szCs w:val="28"/>
        </w:rPr>
        <w:t>Марківської</w:t>
      </w:r>
      <w:r w:rsidRPr="002B4FF0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.</w:t>
      </w:r>
    </w:p>
    <w:p w:rsidR="00094C62" w:rsidRDefault="00094C62" w:rsidP="000C6FB0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0C6FB0">
      <w:pPr>
        <w:ind w:firstLine="708"/>
        <w:jc w:val="both"/>
        <w:rPr>
          <w:sz w:val="28"/>
          <w:szCs w:val="28"/>
          <w:lang w:val="uk-UA"/>
        </w:rPr>
      </w:pPr>
    </w:p>
    <w:p w:rsidR="00094C62" w:rsidRPr="00714F26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Pr="00714F26">
        <w:rPr>
          <w:sz w:val="28"/>
          <w:szCs w:val="28"/>
          <w:lang w:val="uk-UA"/>
        </w:rPr>
        <w:t>. Про затвердження на посаду керуючого справами (секретаря) виконавчого комітету Марківської селищної ради</w:t>
      </w:r>
      <w:r>
        <w:rPr>
          <w:sz w:val="28"/>
          <w:szCs w:val="28"/>
          <w:lang w:val="uk-UA"/>
        </w:rPr>
        <w:t xml:space="preserve">. 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5F12A4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6931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6931D2">
      <w:pPr>
        <w:rPr>
          <w:b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52. Про затвердження на посаду старости.</w:t>
      </w:r>
    </w:p>
    <w:p w:rsidR="00094C62" w:rsidRDefault="00094C62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094C62" w:rsidRDefault="00094C62" w:rsidP="0069055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6905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</w:t>
      </w:r>
      <w:r w:rsidRPr="00690555">
        <w:rPr>
          <w:sz w:val="28"/>
          <w:szCs w:val="28"/>
          <w:lang w:val="uk-UA"/>
        </w:rPr>
        <w:t>. Про початок реорганізації сільських рад шляхом приєднання до Марківської селищної ради Луганської області</w:t>
      </w:r>
      <w:r>
        <w:rPr>
          <w:sz w:val="28"/>
          <w:szCs w:val="28"/>
          <w:lang w:val="uk-UA"/>
        </w:rPr>
        <w:t>.</w:t>
      </w:r>
    </w:p>
    <w:p w:rsidR="00094C62" w:rsidRDefault="00094C62" w:rsidP="00690555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094C62" w:rsidRDefault="00094C62" w:rsidP="00690555">
      <w:pPr>
        <w:ind w:firstLine="708"/>
        <w:jc w:val="both"/>
        <w:rPr>
          <w:sz w:val="28"/>
          <w:szCs w:val="28"/>
          <w:lang w:val="uk-UA"/>
        </w:rPr>
      </w:pPr>
    </w:p>
    <w:p w:rsidR="00094C62" w:rsidRDefault="00094C62" w:rsidP="006905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54. Про порядок виконання бюджетів Кабичівської, Просянської, Гераськівської, Краснопільської сільських рад до завершення бюджетного періоду.</w:t>
      </w:r>
    </w:p>
    <w:p w:rsidR="00094C62" w:rsidRDefault="00094C62" w:rsidP="000F5E02">
      <w:pPr>
        <w:ind w:firstLine="708"/>
        <w:jc w:val="both"/>
        <w:rPr>
          <w:sz w:val="28"/>
          <w:szCs w:val="28"/>
          <w:lang w:val="uk-UA"/>
        </w:rPr>
      </w:pPr>
      <w:r w:rsidRPr="00846BC2">
        <w:rPr>
          <w:b/>
          <w:i/>
          <w:sz w:val="28"/>
          <w:szCs w:val="28"/>
          <w:lang w:val="uk-UA"/>
        </w:rPr>
        <w:t>Доповідає</w:t>
      </w:r>
      <w:r w:rsidRPr="00846BC2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 xml:space="preserve">бухгалтерського обліку та звітності – головний бухгалтер </w:t>
      </w:r>
      <w:r w:rsidRPr="00846BC2">
        <w:rPr>
          <w:sz w:val="28"/>
          <w:szCs w:val="28"/>
          <w:lang w:val="uk-UA"/>
        </w:rPr>
        <w:t xml:space="preserve">Марківської селищної ради </w:t>
      </w:r>
      <w:r>
        <w:rPr>
          <w:sz w:val="28"/>
          <w:szCs w:val="28"/>
          <w:lang w:val="uk-UA"/>
        </w:rPr>
        <w:t>Алла Житник</w:t>
      </w:r>
      <w:r w:rsidRPr="00846BC2">
        <w:rPr>
          <w:sz w:val="28"/>
          <w:szCs w:val="28"/>
          <w:lang w:val="uk-UA"/>
        </w:rPr>
        <w:t>.</w:t>
      </w:r>
    </w:p>
    <w:p w:rsidR="00094C62" w:rsidRDefault="00094C62" w:rsidP="002C46EB">
      <w:pPr>
        <w:ind w:firstLine="708"/>
        <w:jc w:val="both"/>
        <w:rPr>
          <w:sz w:val="28"/>
          <w:szCs w:val="28"/>
          <w:lang w:val="uk-UA"/>
        </w:rPr>
      </w:pPr>
    </w:p>
    <w:p w:rsidR="00094C62" w:rsidRPr="002C46EB" w:rsidRDefault="00094C62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55. Різне.</w:t>
      </w:r>
    </w:p>
    <w:sectPr w:rsidR="00094C62" w:rsidRPr="002C46EB" w:rsidSect="00F079CA">
      <w:pgSz w:w="11906" w:h="16838"/>
      <w:pgMar w:top="567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62" w:rsidRDefault="00094C62" w:rsidP="00D96CE1">
      <w:r>
        <w:separator/>
      </w:r>
    </w:p>
  </w:endnote>
  <w:endnote w:type="continuationSeparator" w:id="0">
    <w:p w:rsidR="00094C62" w:rsidRDefault="00094C62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62" w:rsidRDefault="00094C62" w:rsidP="00D96CE1">
      <w:r>
        <w:separator/>
      </w:r>
    </w:p>
  </w:footnote>
  <w:footnote w:type="continuationSeparator" w:id="0">
    <w:p w:rsidR="00094C62" w:rsidRDefault="00094C62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3DA"/>
    <w:rsid w:val="000476A8"/>
    <w:rsid w:val="00047B07"/>
    <w:rsid w:val="00047BA2"/>
    <w:rsid w:val="00047E95"/>
    <w:rsid w:val="00050C43"/>
    <w:rsid w:val="00050CCE"/>
    <w:rsid w:val="00050F2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C62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9C2"/>
    <w:rsid w:val="000A6C08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27D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2DDF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714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76F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1F54"/>
    <w:rsid w:val="002B21F7"/>
    <w:rsid w:val="002B33CB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6EB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14C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A7C9A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34DB"/>
    <w:rsid w:val="003E48D6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63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A43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0FD0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87826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27D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1741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BF"/>
    <w:rsid w:val="00510AD6"/>
    <w:rsid w:val="00512E5C"/>
    <w:rsid w:val="00513436"/>
    <w:rsid w:val="005136BC"/>
    <w:rsid w:val="00513AAD"/>
    <w:rsid w:val="00514433"/>
    <w:rsid w:val="00514F11"/>
    <w:rsid w:val="0051540F"/>
    <w:rsid w:val="005154A6"/>
    <w:rsid w:val="0051551E"/>
    <w:rsid w:val="00515604"/>
    <w:rsid w:val="005156BB"/>
    <w:rsid w:val="00515DC8"/>
    <w:rsid w:val="00516241"/>
    <w:rsid w:val="00517690"/>
    <w:rsid w:val="00517C41"/>
    <w:rsid w:val="00520B18"/>
    <w:rsid w:val="00521620"/>
    <w:rsid w:val="00521D1B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3C26"/>
    <w:rsid w:val="005E473E"/>
    <w:rsid w:val="005E4819"/>
    <w:rsid w:val="005E4E0B"/>
    <w:rsid w:val="005E50EB"/>
    <w:rsid w:val="005E51F4"/>
    <w:rsid w:val="005E571D"/>
    <w:rsid w:val="005E5EB6"/>
    <w:rsid w:val="005E6E03"/>
    <w:rsid w:val="005E759E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7EF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5079"/>
    <w:rsid w:val="006E517C"/>
    <w:rsid w:val="006E51C1"/>
    <w:rsid w:val="006E54CB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318"/>
    <w:rsid w:val="00710520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18D4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4748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13A"/>
    <w:rsid w:val="0093627F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33F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5EDA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70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3FEF"/>
    <w:rsid w:val="00A84019"/>
    <w:rsid w:val="00A8471C"/>
    <w:rsid w:val="00A851F0"/>
    <w:rsid w:val="00A85309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64BA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4C3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D55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62D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605E0"/>
    <w:rsid w:val="00E606C4"/>
    <w:rsid w:val="00E60852"/>
    <w:rsid w:val="00E60A66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5F7"/>
    <w:rsid w:val="00E90A5F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6B1E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367F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A3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700</TotalTime>
  <Pages>6</Pages>
  <Words>1613</Words>
  <Characters>9197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135</cp:revision>
  <cp:lastPrinted>2020-12-24T09:35:00Z</cp:lastPrinted>
  <dcterms:created xsi:type="dcterms:W3CDTF">2020-11-13T14:59:00Z</dcterms:created>
  <dcterms:modified xsi:type="dcterms:W3CDTF">2020-12-24T09:36:00Z</dcterms:modified>
</cp:coreProperties>
</file>