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DC5" w:rsidRPr="000F6A69" w:rsidRDefault="00C55DC5" w:rsidP="00D6706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436E59">
        <w:rPr>
          <w:rFonts w:ascii="Times New Roman" w:hAnsi="Times New Roman"/>
          <w:noProof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3pt;visibility:visible">
            <v:imagedata r:id="rId5" o:title=""/>
          </v:shape>
        </w:pict>
      </w:r>
    </w:p>
    <w:p w:rsidR="00C55DC5" w:rsidRPr="000F6A69" w:rsidRDefault="00C55DC5" w:rsidP="00D6706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C55DC5" w:rsidRDefault="00C55DC5" w:rsidP="00D67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МАРКІВСЬКА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 xml:space="preserve"> СЕЛИЩНА РАДА</w:t>
      </w:r>
    </w:p>
    <w:p w:rsidR="00C55DC5" w:rsidRPr="000F6A69" w:rsidRDefault="00C55DC5" w:rsidP="00D67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МАРКІВСЬКОГО РАЙОНУ ЛУГАНСЬКОЇ ОБЛАСТІ</w:t>
      </w:r>
    </w:p>
    <w:p w:rsidR="00C55DC5" w:rsidRPr="000F6A69" w:rsidRDefault="00C55DC5" w:rsidP="00D67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>СЬО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МОГО 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>СКЛИКАННЯ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СЬОМА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 xml:space="preserve"> СЕСІЯ</w:t>
      </w:r>
    </w:p>
    <w:p w:rsidR="00C55DC5" w:rsidRPr="000F6A69" w:rsidRDefault="00C55DC5" w:rsidP="00D67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55DC5" w:rsidRPr="000F6A69" w:rsidRDefault="00C55DC5" w:rsidP="00D67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Р І Ш Е Н Н Я </w:t>
      </w:r>
    </w:p>
    <w:p w:rsidR="00C55DC5" w:rsidRPr="000F6A69" w:rsidRDefault="00C55DC5" w:rsidP="00D6706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55DC5" w:rsidRPr="003259D9" w:rsidRDefault="00C55DC5" w:rsidP="00D6706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12 грудня</w:t>
      </w:r>
      <w:r w:rsidRPr="003259D9">
        <w:rPr>
          <w:rFonts w:ascii="Times New Roman" w:hAnsi="Times New Roman"/>
          <w:sz w:val="28"/>
          <w:szCs w:val="28"/>
          <w:lang w:val="uk-UA" w:eastAsia="ru-RU"/>
        </w:rPr>
        <w:t xml:space="preserve"> 2019 року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</w:t>
      </w:r>
      <w:r w:rsidRPr="003259D9">
        <w:rPr>
          <w:rFonts w:ascii="Times New Roman" w:hAnsi="Times New Roman"/>
          <w:sz w:val="28"/>
          <w:szCs w:val="28"/>
          <w:lang w:val="uk-UA" w:eastAsia="ru-RU"/>
        </w:rPr>
        <w:t>смт Марківка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№ 7- 5/2019</w:t>
      </w:r>
    </w:p>
    <w:p w:rsidR="00C55DC5" w:rsidRPr="003259D9" w:rsidRDefault="00C55DC5" w:rsidP="002275F8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C55DC5" w:rsidRDefault="00C55DC5" w:rsidP="00C8197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55DC5" w:rsidRDefault="00C55DC5" w:rsidP="00C8197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C439A1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бюджету </w:t>
      </w:r>
    </w:p>
    <w:p w:rsidR="00C55DC5" w:rsidRPr="00C439A1" w:rsidRDefault="00C55DC5" w:rsidP="00C8197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Сичанської</w:t>
      </w:r>
      <w:r w:rsidRPr="00C439A1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на 2019 рік</w:t>
      </w:r>
    </w:p>
    <w:p w:rsidR="00C55DC5" w:rsidRPr="00C439A1" w:rsidRDefault="00C55DC5" w:rsidP="00C81972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C55DC5" w:rsidRPr="00EF61C7" w:rsidRDefault="00C55DC5" w:rsidP="00C8197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7BBC">
        <w:rPr>
          <w:rFonts w:ascii="Times New Roman" w:hAnsi="Times New Roman"/>
          <w:sz w:val="28"/>
          <w:szCs w:val="24"/>
          <w:lang w:val="uk-UA"/>
        </w:rPr>
        <w:t>Керуючись Бюджетним кодексом України, Законом України «Про Державний бюджет України на 2019 рік»,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8C36DC">
        <w:rPr>
          <w:rFonts w:ascii="Times New Roman" w:hAnsi="Times New Roman"/>
          <w:sz w:val="28"/>
          <w:szCs w:val="28"/>
          <w:lang w:val="uk-UA"/>
        </w:rPr>
        <w:t>пунктом 23 статті 26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A7BBC">
        <w:rPr>
          <w:rFonts w:ascii="Times New Roman" w:hAnsi="Times New Roman"/>
          <w:sz w:val="28"/>
          <w:szCs w:val="24"/>
          <w:lang w:val="uk-UA"/>
        </w:rPr>
        <w:t xml:space="preserve">Закону України «Про місцеве самоврядування в Україні», </w:t>
      </w:r>
      <w:r w:rsidRPr="00EF61C7">
        <w:rPr>
          <w:rFonts w:ascii="Times New Roman" w:hAnsi="Times New Roman"/>
          <w:color w:val="000000"/>
          <w:sz w:val="28"/>
          <w:szCs w:val="28"/>
          <w:lang w:val="uk-UA"/>
        </w:rPr>
        <w:t>Марківська селищна рада</w:t>
      </w:r>
    </w:p>
    <w:p w:rsidR="00C55DC5" w:rsidRPr="00EF61C7" w:rsidRDefault="00C55DC5" w:rsidP="002275F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55DC5" w:rsidRDefault="00C55DC5" w:rsidP="002275F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C55DC5" w:rsidRDefault="00C55DC5" w:rsidP="008C0EDC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5DC5" w:rsidRDefault="00C55DC5" w:rsidP="008C0EDC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EF61C7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</w:t>
      </w:r>
      <w:r>
        <w:rPr>
          <w:rFonts w:ascii="Times New Roman" w:hAnsi="Times New Roman"/>
          <w:sz w:val="28"/>
          <w:szCs w:val="28"/>
          <w:lang w:val="uk-UA"/>
        </w:rPr>
        <w:t>Сичанської</w:t>
      </w:r>
      <w:r w:rsidRPr="00EF61C7">
        <w:rPr>
          <w:rFonts w:ascii="Times New Roman" w:hAnsi="Times New Roman"/>
          <w:sz w:val="28"/>
          <w:szCs w:val="28"/>
          <w:lang w:val="uk-UA"/>
        </w:rPr>
        <w:t xml:space="preserve"> сільської ради від 21.12.2018 </w:t>
      </w:r>
      <w:r>
        <w:rPr>
          <w:rFonts w:ascii="Times New Roman" w:hAnsi="Times New Roman"/>
          <w:sz w:val="28"/>
          <w:szCs w:val="28"/>
          <w:lang w:val="uk-UA"/>
        </w:rPr>
        <w:t xml:space="preserve">      № 2</w:t>
      </w:r>
      <w:r w:rsidRPr="00EF61C7">
        <w:rPr>
          <w:rFonts w:ascii="Times New Roman" w:hAnsi="Times New Roman"/>
          <w:sz w:val="28"/>
          <w:szCs w:val="28"/>
          <w:lang w:val="uk-UA"/>
        </w:rPr>
        <w:t>5/1 «Про сільський бюджет на 2019 рік» (зі змінами)</w:t>
      </w:r>
      <w:r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C55DC5" w:rsidRDefault="00C55DC5" w:rsidP="008C0ED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 </w:t>
      </w:r>
      <w:r w:rsidRPr="008C0EDC">
        <w:rPr>
          <w:rFonts w:ascii="Times New Roman" w:hAnsi="Times New Roman"/>
          <w:sz w:val="28"/>
          <w:szCs w:val="24"/>
          <w:lang w:val="uk-UA"/>
        </w:rPr>
        <w:t>Додатки 2, 3</w:t>
      </w:r>
      <w:r>
        <w:rPr>
          <w:rFonts w:ascii="Times New Roman" w:hAnsi="Times New Roman"/>
          <w:sz w:val="28"/>
          <w:szCs w:val="24"/>
          <w:lang w:val="uk-UA"/>
        </w:rPr>
        <w:t>, 4,5</w:t>
      </w:r>
      <w:r w:rsidRPr="008C0EDC">
        <w:rPr>
          <w:rFonts w:ascii="Times New Roman" w:hAnsi="Times New Roman"/>
          <w:sz w:val="28"/>
          <w:szCs w:val="24"/>
          <w:lang w:val="uk-UA"/>
        </w:rPr>
        <w:t xml:space="preserve"> до рішення викласти </w:t>
      </w:r>
      <w:r w:rsidRPr="00EF61C7">
        <w:rPr>
          <w:rFonts w:ascii="Times New Roman" w:hAnsi="Times New Roman"/>
          <w:sz w:val="28"/>
          <w:szCs w:val="24"/>
        </w:rPr>
        <w:t>у новій редакції, що додаються</w:t>
      </w:r>
      <w:r w:rsidRPr="00EF61C7">
        <w:rPr>
          <w:rFonts w:ascii="Times New Roman" w:hAnsi="Times New Roman"/>
          <w:sz w:val="28"/>
          <w:szCs w:val="28"/>
        </w:rPr>
        <w:t xml:space="preserve">. </w:t>
      </w:r>
    </w:p>
    <w:p w:rsidR="00C55DC5" w:rsidRPr="00EF61C7" w:rsidRDefault="00C55DC5" w:rsidP="008C0ED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F61C7">
        <w:rPr>
          <w:rFonts w:ascii="Times New Roman" w:hAnsi="Times New Roman"/>
          <w:sz w:val="28"/>
          <w:szCs w:val="28"/>
        </w:rPr>
        <w:t>Контроль за виконання цього рішення покласти на постійну комісію з питань планування, фінансів, бюджету та соціально-економічного розвитку.</w:t>
      </w:r>
    </w:p>
    <w:p w:rsidR="00C55DC5" w:rsidRDefault="00C55DC5" w:rsidP="008C0EDC">
      <w:pPr>
        <w:tabs>
          <w:tab w:val="left" w:pos="7088"/>
        </w:tabs>
        <w:spacing w:line="240" w:lineRule="auto"/>
        <w:ind w:right="-244"/>
        <w:jc w:val="both"/>
        <w:rPr>
          <w:rFonts w:ascii="Times New Roman" w:hAnsi="Times New Roman"/>
          <w:sz w:val="28"/>
          <w:szCs w:val="24"/>
        </w:rPr>
      </w:pPr>
    </w:p>
    <w:p w:rsidR="00C55DC5" w:rsidRDefault="00C55DC5" w:rsidP="008C0EDC">
      <w:pPr>
        <w:tabs>
          <w:tab w:val="left" w:pos="7088"/>
        </w:tabs>
        <w:spacing w:line="240" w:lineRule="auto"/>
        <w:ind w:right="-244"/>
        <w:jc w:val="both"/>
        <w:rPr>
          <w:rFonts w:ascii="Times New Roman" w:hAnsi="Times New Roman"/>
          <w:sz w:val="28"/>
          <w:szCs w:val="24"/>
        </w:rPr>
      </w:pPr>
    </w:p>
    <w:p w:rsidR="00C55DC5" w:rsidRDefault="00C55DC5" w:rsidP="008C0EDC">
      <w:pPr>
        <w:tabs>
          <w:tab w:val="left" w:pos="7088"/>
        </w:tabs>
        <w:spacing w:line="240" w:lineRule="auto"/>
        <w:ind w:right="-244"/>
        <w:jc w:val="both"/>
        <w:rPr>
          <w:lang w:val="uk-UA"/>
        </w:rPr>
      </w:pPr>
      <w:r w:rsidRPr="00EF61C7">
        <w:rPr>
          <w:rFonts w:ascii="Times New Roman" w:hAnsi="Times New Roman"/>
          <w:sz w:val="28"/>
          <w:szCs w:val="24"/>
        </w:rPr>
        <w:t>Селищний голова</w:t>
      </w:r>
      <w:r w:rsidRPr="00EF61C7"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 xml:space="preserve">     </w:t>
      </w:r>
      <w:r w:rsidRPr="00EF61C7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     </w:t>
      </w:r>
      <w:r w:rsidRPr="00EF61C7">
        <w:rPr>
          <w:rFonts w:ascii="Times New Roman" w:hAnsi="Times New Roman"/>
          <w:sz w:val="28"/>
          <w:szCs w:val="24"/>
        </w:rPr>
        <w:t xml:space="preserve">  Ігор ДЗЮБА</w:t>
      </w:r>
    </w:p>
    <w:sectPr w:rsidR="00C55DC5" w:rsidSect="001B3E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1B36"/>
    <w:multiLevelType w:val="multilevel"/>
    <w:tmpl w:val="18360F18"/>
    <w:lvl w:ilvl="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9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0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740" w:hanging="1800"/>
      </w:pPr>
      <w:rPr>
        <w:rFonts w:cs="Times New Roman" w:hint="default"/>
      </w:rPr>
    </w:lvl>
  </w:abstractNum>
  <w:abstractNum w:abstractNumId="1">
    <w:nsid w:val="0F572B86"/>
    <w:multiLevelType w:val="hybridMultilevel"/>
    <w:tmpl w:val="1B3412D0"/>
    <w:lvl w:ilvl="0" w:tplc="234A17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D130851"/>
    <w:multiLevelType w:val="hybridMultilevel"/>
    <w:tmpl w:val="0994E3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8938B8"/>
    <w:multiLevelType w:val="hybridMultilevel"/>
    <w:tmpl w:val="F4E6CC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17480B"/>
    <w:multiLevelType w:val="multilevel"/>
    <w:tmpl w:val="3ED866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cs="Times New Roman" w:hint="default"/>
      </w:rPr>
    </w:lvl>
  </w:abstractNum>
  <w:abstractNum w:abstractNumId="6">
    <w:nsid w:val="583A73BC"/>
    <w:multiLevelType w:val="multilevel"/>
    <w:tmpl w:val="9274E9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602F45EA"/>
    <w:multiLevelType w:val="hybridMultilevel"/>
    <w:tmpl w:val="6F4E950E"/>
    <w:lvl w:ilvl="0" w:tplc="EBA80A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9F123B"/>
    <w:multiLevelType w:val="hybridMultilevel"/>
    <w:tmpl w:val="BDDE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CF02F7"/>
    <w:multiLevelType w:val="hybridMultilevel"/>
    <w:tmpl w:val="3B92A0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4767276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8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B98"/>
    <w:rsid w:val="0000311C"/>
    <w:rsid w:val="00017421"/>
    <w:rsid w:val="000238AB"/>
    <w:rsid w:val="00024791"/>
    <w:rsid w:val="00024E8F"/>
    <w:rsid w:val="00033C17"/>
    <w:rsid w:val="00042600"/>
    <w:rsid w:val="0006313F"/>
    <w:rsid w:val="000806A1"/>
    <w:rsid w:val="0008738C"/>
    <w:rsid w:val="000B454C"/>
    <w:rsid w:val="000C0059"/>
    <w:rsid w:val="000C7ACE"/>
    <w:rsid w:val="000E36B8"/>
    <w:rsid w:val="000E7263"/>
    <w:rsid w:val="000F6A69"/>
    <w:rsid w:val="000F749F"/>
    <w:rsid w:val="001033D9"/>
    <w:rsid w:val="00121FAF"/>
    <w:rsid w:val="00126F5D"/>
    <w:rsid w:val="0013069C"/>
    <w:rsid w:val="00130A6E"/>
    <w:rsid w:val="0015051E"/>
    <w:rsid w:val="001574D2"/>
    <w:rsid w:val="00161CFB"/>
    <w:rsid w:val="0016703D"/>
    <w:rsid w:val="001930E8"/>
    <w:rsid w:val="001A66DC"/>
    <w:rsid w:val="001B3EB5"/>
    <w:rsid w:val="001C2E9C"/>
    <w:rsid w:val="001D144A"/>
    <w:rsid w:val="001E052C"/>
    <w:rsid w:val="001E7103"/>
    <w:rsid w:val="001F0ADB"/>
    <w:rsid w:val="001F4BB3"/>
    <w:rsid w:val="002275F8"/>
    <w:rsid w:val="00240E49"/>
    <w:rsid w:val="0024400F"/>
    <w:rsid w:val="002453D6"/>
    <w:rsid w:val="00260548"/>
    <w:rsid w:val="002673BC"/>
    <w:rsid w:val="00292E20"/>
    <w:rsid w:val="002B3EDB"/>
    <w:rsid w:val="002C0E98"/>
    <w:rsid w:val="002C437A"/>
    <w:rsid w:val="002D0DEF"/>
    <w:rsid w:val="002F1543"/>
    <w:rsid w:val="00303559"/>
    <w:rsid w:val="00312D05"/>
    <w:rsid w:val="0031548E"/>
    <w:rsid w:val="0031555E"/>
    <w:rsid w:val="003208EC"/>
    <w:rsid w:val="003255AB"/>
    <w:rsid w:val="003259D9"/>
    <w:rsid w:val="00336DF2"/>
    <w:rsid w:val="00385DEE"/>
    <w:rsid w:val="003D1C2B"/>
    <w:rsid w:val="003E03DB"/>
    <w:rsid w:val="00403131"/>
    <w:rsid w:val="00412A82"/>
    <w:rsid w:val="00416B39"/>
    <w:rsid w:val="00436E59"/>
    <w:rsid w:val="00440CB2"/>
    <w:rsid w:val="0044720E"/>
    <w:rsid w:val="00454F88"/>
    <w:rsid w:val="004652FB"/>
    <w:rsid w:val="004B5270"/>
    <w:rsid w:val="004B7DD7"/>
    <w:rsid w:val="004C1478"/>
    <w:rsid w:val="004E24B0"/>
    <w:rsid w:val="004F0CEF"/>
    <w:rsid w:val="004F6CD8"/>
    <w:rsid w:val="005009CD"/>
    <w:rsid w:val="00502668"/>
    <w:rsid w:val="00513808"/>
    <w:rsid w:val="005476D3"/>
    <w:rsid w:val="00566FEF"/>
    <w:rsid w:val="005868A7"/>
    <w:rsid w:val="00604398"/>
    <w:rsid w:val="00605CD1"/>
    <w:rsid w:val="0061571F"/>
    <w:rsid w:val="0062093E"/>
    <w:rsid w:val="00626AC1"/>
    <w:rsid w:val="006353CE"/>
    <w:rsid w:val="00642466"/>
    <w:rsid w:val="0065374B"/>
    <w:rsid w:val="006650B3"/>
    <w:rsid w:val="0067537A"/>
    <w:rsid w:val="00677707"/>
    <w:rsid w:val="0069574E"/>
    <w:rsid w:val="00697917"/>
    <w:rsid w:val="006B511F"/>
    <w:rsid w:val="006B51F7"/>
    <w:rsid w:val="006B5A1E"/>
    <w:rsid w:val="006D49FC"/>
    <w:rsid w:val="006E6598"/>
    <w:rsid w:val="0070358A"/>
    <w:rsid w:val="00705494"/>
    <w:rsid w:val="00720880"/>
    <w:rsid w:val="00721A80"/>
    <w:rsid w:val="00740BCE"/>
    <w:rsid w:val="00746924"/>
    <w:rsid w:val="00751209"/>
    <w:rsid w:val="00754963"/>
    <w:rsid w:val="00755342"/>
    <w:rsid w:val="007568AC"/>
    <w:rsid w:val="00773D42"/>
    <w:rsid w:val="007778C9"/>
    <w:rsid w:val="00785613"/>
    <w:rsid w:val="007A2903"/>
    <w:rsid w:val="007A6CCA"/>
    <w:rsid w:val="007C59FC"/>
    <w:rsid w:val="007D4552"/>
    <w:rsid w:val="007E5E48"/>
    <w:rsid w:val="007E62E6"/>
    <w:rsid w:val="007F78C1"/>
    <w:rsid w:val="008072D0"/>
    <w:rsid w:val="00814F7B"/>
    <w:rsid w:val="00820CCF"/>
    <w:rsid w:val="008403A3"/>
    <w:rsid w:val="00872E50"/>
    <w:rsid w:val="00893180"/>
    <w:rsid w:val="008C0EDC"/>
    <w:rsid w:val="008C2F67"/>
    <w:rsid w:val="008C36DC"/>
    <w:rsid w:val="008D451A"/>
    <w:rsid w:val="008F2CDA"/>
    <w:rsid w:val="00903B11"/>
    <w:rsid w:val="00914DAA"/>
    <w:rsid w:val="00916032"/>
    <w:rsid w:val="009165E7"/>
    <w:rsid w:val="009363F6"/>
    <w:rsid w:val="00951CC9"/>
    <w:rsid w:val="00977A54"/>
    <w:rsid w:val="009952D2"/>
    <w:rsid w:val="009A26CF"/>
    <w:rsid w:val="009B2DCF"/>
    <w:rsid w:val="009D78D7"/>
    <w:rsid w:val="009F4AB4"/>
    <w:rsid w:val="00A01CF7"/>
    <w:rsid w:val="00A0797F"/>
    <w:rsid w:val="00A16528"/>
    <w:rsid w:val="00A352F8"/>
    <w:rsid w:val="00A7676B"/>
    <w:rsid w:val="00A859C9"/>
    <w:rsid w:val="00A93D0C"/>
    <w:rsid w:val="00AB3A44"/>
    <w:rsid w:val="00AF6005"/>
    <w:rsid w:val="00B04BE4"/>
    <w:rsid w:val="00B05B36"/>
    <w:rsid w:val="00B11C34"/>
    <w:rsid w:val="00B21CFC"/>
    <w:rsid w:val="00B26C8E"/>
    <w:rsid w:val="00B37882"/>
    <w:rsid w:val="00B431AD"/>
    <w:rsid w:val="00B46352"/>
    <w:rsid w:val="00B4657D"/>
    <w:rsid w:val="00B64763"/>
    <w:rsid w:val="00B71927"/>
    <w:rsid w:val="00B71929"/>
    <w:rsid w:val="00B86E67"/>
    <w:rsid w:val="00B93D97"/>
    <w:rsid w:val="00B94B78"/>
    <w:rsid w:val="00B95B00"/>
    <w:rsid w:val="00B96B98"/>
    <w:rsid w:val="00BA2FE1"/>
    <w:rsid w:val="00BA4FA2"/>
    <w:rsid w:val="00BB328A"/>
    <w:rsid w:val="00BB564C"/>
    <w:rsid w:val="00BD40A4"/>
    <w:rsid w:val="00BD652C"/>
    <w:rsid w:val="00BE384F"/>
    <w:rsid w:val="00BF31D2"/>
    <w:rsid w:val="00C036A0"/>
    <w:rsid w:val="00C0758B"/>
    <w:rsid w:val="00C12DD3"/>
    <w:rsid w:val="00C130C8"/>
    <w:rsid w:val="00C25F95"/>
    <w:rsid w:val="00C30EE6"/>
    <w:rsid w:val="00C40538"/>
    <w:rsid w:val="00C4210B"/>
    <w:rsid w:val="00C439A1"/>
    <w:rsid w:val="00C55DC5"/>
    <w:rsid w:val="00C64264"/>
    <w:rsid w:val="00C81972"/>
    <w:rsid w:val="00C87F5C"/>
    <w:rsid w:val="00CA3B59"/>
    <w:rsid w:val="00CD1FB6"/>
    <w:rsid w:val="00CF6B1A"/>
    <w:rsid w:val="00CF76CB"/>
    <w:rsid w:val="00D10EB1"/>
    <w:rsid w:val="00D1437A"/>
    <w:rsid w:val="00D54334"/>
    <w:rsid w:val="00D55022"/>
    <w:rsid w:val="00D67067"/>
    <w:rsid w:val="00D8471E"/>
    <w:rsid w:val="00DB3030"/>
    <w:rsid w:val="00DB75CF"/>
    <w:rsid w:val="00DC43D5"/>
    <w:rsid w:val="00DC4D75"/>
    <w:rsid w:val="00DC6518"/>
    <w:rsid w:val="00E00150"/>
    <w:rsid w:val="00E00718"/>
    <w:rsid w:val="00E043E7"/>
    <w:rsid w:val="00E34FE1"/>
    <w:rsid w:val="00E52B40"/>
    <w:rsid w:val="00EA1235"/>
    <w:rsid w:val="00EA5E1E"/>
    <w:rsid w:val="00EA7BBC"/>
    <w:rsid w:val="00EB35E0"/>
    <w:rsid w:val="00EB43D8"/>
    <w:rsid w:val="00EC79F9"/>
    <w:rsid w:val="00EE2054"/>
    <w:rsid w:val="00EF3DC3"/>
    <w:rsid w:val="00EF61C7"/>
    <w:rsid w:val="00F027B1"/>
    <w:rsid w:val="00F0484A"/>
    <w:rsid w:val="00F11B34"/>
    <w:rsid w:val="00F30FC1"/>
    <w:rsid w:val="00F3211B"/>
    <w:rsid w:val="00F472A2"/>
    <w:rsid w:val="00F57A02"/>
    <w:rsid w:val="00F64BFF"/>
    <w:rsid w:val="00F66112"/>
    <w:rsid w:val="00F7006A"/>
    <w:rsid w:val="00F72D89"/>
    <w:rsid w:val="00F745BD"/>
    <w:rsid w:val="00F84CB1"/>
    <w:rsid w:val="00F87DCF"/>
    <w:rsid w:val="00FA3A99"/>
    <w:rsid w:val="00FB3203"/>
    <w:rsid w:val="00FB3A92"/>
    <w:rsid w:val="00FE1817"/>
    <w:rsid w:val="00FE6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DEE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275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02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27B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1E05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20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133</Words>
  <Characters>762</Characters>
  <Application>Microsoft Office Outlook</Application>
  <DocSecurity>0</DocSecurity>
  <Lines>0</Lines>
  <Paragraphs>0</Paragraphs>
  <ScaleCrop>false</ScaleCrop>
  <Company>Romeo1994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2</cp:revision>
  <cp:lastPrinted>2019-11-26T07:02:00Z</cp:lastPrinted>
  <dcterms:created xsi:type="dcterms:W3CDTF">2019-12-18T09:22:00Z</dcterms:created>
  <dcterms:modified xsi:type="dcterms:W3CDTF">2019-12-18T09:22:00Z</dcterms:modified>
</cp:coreProperties>
</file>