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F36" w:rsidRDefault="001E7F36" w:rsidP="00274C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Додаток 2 до рішення сесії</w:t>
      </w:r>
    </w:p>
    <w:p w:rsidR="001E7F36" w:rsidRDefault="001E7F36" w:rsidP="00274C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Марківської селищної ради</w:t>
      </w:r>
    </w:p>
    <w:p w:rsidR="001E7F36" w:rsidRDefault="001E7F36" w:rsidP="00274CBA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18.08.2020 року № 20 - 3/2020</w:t>
      </w:r>
    </w:p>
    <w:p w:rsidR="001E7F36" w:rsidRDefault="001E7F36" w:rsidP="005C4CEA">
      <w:pPr>
        <w:tabs>
          <w:tab w:val="left" w:pos="1995"/>
        </w:tabs>
        <w:rPr>
          <w:lang w:val="uk-UA"/>
        </w:rPr>
      </w:pPr>
    </w:p>
    <w:p w:rsidR="001E7F36" w:rsidRDefault="001E7F36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</w:t>
      </w:r>
    </w:p>
    <w:p w:rsidR="001E7F36" w:rsidRDefault="001E7F36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bookmarkStart w:id="0" w:name="_GoBack"/>
      <w:bookmarkEnd w:id="0"/>
      <w:r>
        <w:rPr>
          <w:sz w:val="28"/>
          <w:szCs w:val="28"/>
          <w:lang w:val="uk-UA"/>
        </w:rPr>
        <w:t>таном на 31.08.2020 р.</w:t>
      </w:r>
    </w:p>
    <w:p w:rsidR="001E7F36" w:rsidRPr="002808DE" w:rsidRDefault="001E7F36" w:rsidP="005C4CEA">
      <w:pPr>
        <w:tabs>
          <w:tab w:val="left" w:pos="1995"/>
        </w:tabs>
        <w:jc w:val="center"/>
        <w:rPr>
          <w:lang w:val="uk-UA"/>
        </w:rPr>
      </w:pPr>
      <w:r>
        <w:rPr>
          <w:lang w:val="uk-UA"/>
        </w:rPr>
        <w:t xml:space="preserve">БОНДАРІВСЬКОЇ </w:t>
      </w:r>
      <w:r w:rsidRPr="00C260EE">
        <w:rPr>
          <w:lang w:val="uk-UA"/>
        </w:rPr>
        <w:t xml:space="preserve">ГІМНАЗІЇ </w:t>
      </w:r>
      <w:r w:rsidRPr="002808DE">
        <w:rPr>
          <w:lang w:val="uk-UA"/>
        </w:rPr>
        <w:t>МАРКІВСЬКОЇ СЕЛИЩНОЇ РАДИ ЛУГАНСЬКОЇ ОБЛАСТІ</w:t>
      </w:r>
    </w:p>
    <w:tbl>
      <w:tblPr>
        <w:tblW w:w="15134" w:type="dxa"/>
        <w:tblInd w:w="118" w:type="dxa"/>
        <w:tblLayout w:type="fixed"/>
        <w:tblLook w:val="00A0"/>
      </w:tblPr>
      <w:tblGrid>
        <w:gridCol w:w="465"/>
        <w:gridCol w:w="2381"/>
        <w:gridCol w:w="1115"/>
        <w:gridCol w:w="1274"/>
        <w:gridCol w:w="1418"/>
        <w:gridCol w:w="1051"/>
        <w:gridCol w:w="1051"/>
        <w:gridCol w:w="1099"/>
        <w:gridCol w:w="826"/>
        <w:gridCol w:w="776"/>
        <w:gridCol w:w="1313"/>
        <w:gridCol w:w="1027"/>
        <w:gridCol w:w="1338"/>
      </w:tblGrid>
      <w:tr w:rsidR="001E7F36" w:rsidRPr="00C260EE" w:rsidTr="00BC6D14">
        <w:trPr>
          <w:trHeight w:val="1380"/>
        </w:trPr>
        <w:tc>
          <w:tcPr>
            <w:tcW w:w="46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E7F36" w:rsidRDefault="001E7F36" w:rsidP="00BC6D14">
            <w:r>
              <w:t>№</w:t>
            </w:r>
          </w:p>
          <w:p w:rsidR="001E7F36" w:rsidRPr="00664A40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38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E7F36" w:rsidRPr="00664A40" w:rsidRDefault="001E7F36" w:rsidP="00BC6D14">
            <w:pPr>
              <w:rPr>
                <w:lang w:val="uk-UA"/>
              </w:rPr>
            </w:pPr>
            <w:r w:rsidRPr="00951CB0">
              <w:t>Назва структурного підрозділу</w:t>
            </w:r>
            <w:r>
              <w:rPr>
                <w:lang w:val="uk-UA"/>
              </w:rPr>
              <w:t xml:space="preserve"> та посад</w:t>
            </w:r>
          </w:p>
        </w:tc>
        <w:tc>
          <w:tcPr>
            <w:tcW w:w="111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E7F36" w:rsidRPr="00664A40" w:rsidRDefault="001E7F36" w:rsidP="00BC6D14">
            <w:pPr>
              <w:jc w:val="center"/>
            </w:pPr>
            <w:r w:rsidRPr="00664A40">
              <w:rPr>
                <w:lang w:val="uk-UA" w:eastAsia="en-US"/>
              </w:rPr>
              <w:t>Тарифний розряд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E7F36" w:rsidRPr="00951CB0" w:rsidRDefault="001E7F36" w:rsidP="00BC6D14">
            <w:r>
              <w:t>Кількість</w:t>
            </w:r>
            <w:r w:rsidRPr="00951CB0">
              <w:t xml:space="preserve"> штатних посад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E7F36" w:rsidRPr="00664A40" w:rsidRDefault="001E7F36" w:rsidP="00BC6D14">
            <w:pPr>
              <w:rPr>
                <w:lang w:val="uk-UA"/>
              </w:rPr>
            </w:pPr>
            <w:r w:rsidRPr="00951CB0">
              <w:t>Посадовий оклад</w:t>
            </w:r>
            <w:r>
              <w:rPr>
                <w:lang w:val="uk-UA"/>
              </w:rPr>
              <w:t xml:space="preserve"> з підвищен-ням </w:t>
            </w:r>
            <w:r w:rsidRPr="00951CB0">
              <w:t xml:space="preserve"> </w:t>
            </w:r>
            <w:r>
              <w:rPr>
                <w:lang w:val="uk-UA"/>
              </w:rPr>
              <w:t>10 % 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0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E7F36" w:rsidRPr="00664A40" w:rsidRDefault="001E7F36" w:rsidP="00BC6D14">
            <w:pPr>
              <w:jc w:val="center"/>
              <w:rPr>
                <w:lang w:val="uk-UA"/>
              </w:rPr>
            </w:pPr>
            <w:r>
              <w:t xml:space="preserve">Надбавка </w:t>
            </w:r>
            <w:r>
              <w:rPr>
                <w:lang w:val="uk-UA"/>
              </w:rPr>
              <w:t xml:space="preserve">за </w:t>
            </w:r>
            <w:r>
              <w:t>пре</w:t>
            </w:r>
            <w:r w:rsidRPr="00951CB0">
              <w:t>стиж-ність</w:t>
            </w:r>
            <w:r>
              <w:rPr>
                <w:lang w:val="uk-UA"/>
              </w:rPr>
              <w:t xml:space="preserve"> праці</w:t>
            </w:r>
          </w:p>
          <w:p w:rsidR="001E7F36" w:rsidRDefault="001E7F36" w:rsidP="00BC6D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20,30%</w:t>
            </w:r>
          </w:p>
          <w:p w:rsidR="001E7F36" w:rsidRPr="00664A40" w:rsidRDefault="001E7F36" w:rsidP="00BC6D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0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E7F36" w:rsidRDefault="001E7F36" w:rsidP="00BC6D14">
            <w:pPr>
              <w:jc w:val="center"/>
            </w:pPr>
            <w:r>
              <w:t>Надбавка за вислугу</w:t>
            </w:r>
            <w:r w:rsidRPr="00951CB0">
              <w:t xml:space="preserve"> років</w:t>
            </w:r>
          </w:p>
          <w:p w:rsidR="001E7F36" w:rsidRPr="0033749C" w:rsidRDefault="001E7F36" w:rsidP="00BC6D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10-30%</w:t>
            </w:r>
          </w:p>
          <w:p w:rsidR="001E7F36" w:rsidRPr="00951CB0" w:rsidRDefault="001E7F36" w:rsidP="00BC6D14">
            <w:pPr>
              <w:jc w:val="center"/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504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E7F36" w:rsidRPr="00C260EE" w:rsidRDefault="001E7F36" w:rsidP="00BC6D14">
            <w:pPr>
              <w:jc w:val="center"/>
            </w:pPr>
            <w:r w:rsidRPr="00951CB0">
              <w:t>Доплати</w:t>
            </w:r>
            <w:r>
              <w:rPr>
                <w:lang w:val="uk-UA"/>
              </w:rPr>
              <w:t xml:space="preserve"> за</w:t>
            </w:r>
          </w:p>
        </w:tc>
        <w:tc>
          <w:tcPr>
            <w:tcW w:w="133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E7F36" w:rsidRDefault="001E7F36" w:rsidP="00BC6D14">
            <w:pPr>
              <w:rPr>
                <w:lang w:val="uk-UA"/>
              </w:rPr>
            </w:pPr>
            <w:r w:rsidRPr="00951CB0">
              <w:t>Фонд з\плати на місяць</w:t>
            </w:r>
            <w:r>
              <w:rPr>
                <w:lang w:val="uk-UA"/>
              </w:rPr>
              <w:t>,</w:t>
            </w:r>
          </w:p>
          <w:p w:rsidR="001E7F36" w:rsidRPr="00C260EE" w:rsidRDefault="001E7F36" w:rsidP="00BC6D14">
            <w:r>
              <w:rPr>
                <w:lang w:val="uk-UA"/>
              </w:rPr>
              <w:t>(грн.)</w:t>
            </w:r>
          </w:p>
        </w:tc>
      </w:tr>
      <w:tr w:rsidR="001E7F36" w:rsidRPr="00C260EE" w:rsidTr="00BC6D14">
        <w:trPr>
          <w:trHeight w:val="1080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E7F36" w:rsidRPr="00C260EE" w:rsidRDefault="001E7F36" w:rsidP="00BC6D14"/>
        </w:tc>
        <w:tc>
          <w:tcPr>
            <w:tcW w:w="238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E7F36" w:rsidRPr="00C260EE" w:rsidRDefault="001E7F36" w:rsidP="00BC6D14"/>
        </w:tc>
        <w:tc>
          <w:tcPr>
            <w:tcW w:w="11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E7F36" w:rsidRPr="00C260EE" w:rsidRDefault="001E7F36" w:rsidP="00BC6D14"/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E7F36" w:rsidRPr="00C260EE" w:rsidRDefault="001E7F36" w:rsidP="00BC6D14"/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E7F36" w:rsidRPr="00C260EE" w:rsidRDefault="001E7F36" w:rsidP="00BC6D14"/>
        </w:tc>
        <w:tc>
          <w:tcPr>
            <w:tcW w:w="10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E7F36" w:rsidRPr="00C260EE" w:rsidRDefault="001E7F36" w:rsidP="00BC6D14"/>
        </w:tc>
        <w:tc>
          <w:tcPr>
            <w:tcW w:w="10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E7F36" w:rsidRPr="00C260EE" w:rsidRDefault="001E7F36" w:rsidP="00BC6D14"/>
        </w:tc>
        <w:tc>
          <w:tcPr>
            <w:tcW w:w="109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E7F36" w:rsidRDefault="001E7F36" w:rsidP="00BC6D14">
            <w:pPr>
              <w:rPr>
                <w:lang w:val="uk-UA"/>
              </w:rPr>
            </w:pPr>
            <w:r>
              <w:t>завіду</w:t>
            </w:r>
            <w:r>
              <w:rPr>
                <w:lang w:val="uk-UA"/>
              </w:rPr>
              <w:t>-</w:t>
            </w:r>
          </w:p>
          <w:p w:rsidR="001E7F36" w:rsidRDefault="001E7F36" w:rsidP="00BC6D14">
            <w:r>
              <w:t>вання</w:t>
            </w:r>
          </w:p>
          <w:p w:rsidR="001E7F36" w:rsidRDefault="001E7F36" w:rsidP="00BC6D14">
            <w:pPr>
              <w:rPr>
                <w:lang w:val="uk-UA"/>
              </w:rPr>
            </w:pPr>
            <w:r w:rsidRPr="00951CB0">
              <w:t>каб</w:t>
            </w:r>
            <w:r>
              <w:rPr>
                <w:lang w:val="uk-UA"/>
              </w:rPr>
              <w:t>інетом</w:t>
            </w:r>
          </w:p>
          <w:p w:rsidR="001E7F36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10%,</w:t>
            </w:r>
          </w:p>
          <w:p w:rsidR="001E7F36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15%</w:t>
            </w:r>
          </w:p>
          <w:p w:rsidR="001E7F36" w:rsidRPr="00951CB0" w:rsidRDefault="001E7F36" w:rsidP="00BC6D14">
            <w:r>
              <w:rPr>
                <w:lang w:val="uk-UA"/>
              </w:rPr>
              <w:t>(грн.)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E7F36" w:rsidRDefault="001E7F36" w:rsidP="00BC6D14">
            <w:r>
              <w:rPr>
                <w:lang w:val="uk-UA"/>
              </w:rPr>
              <w:t xml:space="preserve">роботу у </w:t>
            </w:r>
            <w:r>
              <w:t>ніч</w:t>
            </w:r>
            <w:r>
              <w:rPr>
                <w:lang w:val="uk-UA"/>
              </w:rPr>
              <w:t>-</w:t>
            </w:r>
            <w:r>
              <w:t>ний</w:t>
            </w:r>
          </w:p>
          <w:p w:rsidR="001E7F36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час</w:t>
            </w:r>
          </w:p>
          <w:p w:rsidR="001E7F36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35%</w:t>
            </w:r>
          </w:p>
          <w:p w:rsidR="001E7F36" w:rsidRPr="0033749C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E7F36" w:rsidRDefault="001E7F36" w:rsidP="00BC6D14">
            <w:r w:rsidRPr="00951CB0">
              <w:t>особл.</w:t>
            </w:r>
          </w:p>
          <w:p w:rsidR="001E7F36" w:rsidRDefault="001E7F36" w:rsidP="00BC6D14">
            <w:r w:rsidRPr="00951CB0">
              <w:t>умови</w:t>
            </w:r>
          </w:p>
          <w:p w:rsidR="001E7F36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робо-ти</w:t>
            </w:r>
          </w:p>
          <w:p w:rsidR="001E7F36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біб-ліоте-</w:t>
            </w:r>
          </w:p>
          <w:p w:rsidR="001E7F36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карям</w:t>
            </w:r>
          </w:p>
          <w:p w:rsidR="001E7F36" w:rsidRPr="00664A40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5% (грн.)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E7F36" w:rsidRDefault="001E7F36" w:rsidP="00BC6D14">
            <w:r>
              <w:t>дезінфекцію</w:t>
            </w:r>
          </w:p>
          <w:p w:rsidR="001E7F36" w:rsidRDefault="001E7F36" w:rsidP="00BC6D14">
            <w:r>
              <w:t>туалетів</w:t>
            </w:r>
          </w:p>
          <w:p w:rsidR="001E7F36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(10%),</w:t>
            </w:r>
          </w:p>
          <w:p w:rsidR="001E7F36" w:rsidRPr="0033749C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E7F36" w:rsidRDefault="001E7F36" w:rsidP="00BC6D14">
            <w:pPr>
              <w:rPr>
                <w:lang w:val="uk-UA"/>
              </w:rPr>
            </w:pPr>
            <w:r>
              <w:t>клас</w:t>
            </w:r>
            <w:r>
              <w:rPr>
                <w:lang w:val="uk-UA"/>
              </w:rPr>
              <w:t>-</w:t>
            </w:r>
          </w:p>
          <w:p w:rsidR="001E7F36" w:rsidRDefault="001E7F36" w:rsidP="00BC6D14">
            <w:r>
              <w:t>ність</w:t>
            </w:r>
          </w:p>
          <w:p w:rsidR="001E7F36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водія</w:t>
            </w:r>
          </w:p>
          <w:p w:rsidR="001E7F36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10%,25%</w:t>
            </w:r>
          </w:p>
          <w:p w:rsidR="001E7F36" w:rsidRPr="00664A40" w:rsidRDefault="001E7F36" w:rsidP="00BC6D14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133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E7F36" w:rsidRPr="00C260EE" w:rsidRDefault="001E7F36" w:rsidP="00BC6D14"/>
        </w:tc>
      </w:tr>
      <w:tr w:rsidR="001E7F36" w:rsidRPr="00C260EE" w:rsidTr="00BC6D14">
        <w:trPr>
          <w:trHeight w:val="315"/>
        </w:trPr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BC6D14" w:rsidRDefault="001E7F36" w:rsidP="00BC6D14">
            <w:pPr>
              <w:jc w:val="right"/>
              <w:rPr>
                <w:lang w:val="uk-UA"/>
              </w:rPr>
            </w:pPr>
            <w:r w:rsidRPr="00C260EE"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>
              <w:t>П</w:t>
            </w:r>
            <w:r w:rsidRPr="00C260EE">
              <w:t>едставки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18,75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 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1698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164755</w:t>
            </w:r>
          </w:p>
        </w:tc>
      </w:tr>
      <w:tr w:rsidR="001E7F36" w:rsidRPr="00C260EE" w:rsidTr="00BC6D14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Директор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6452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1935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1935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pPr>
              <w:jc w:val="right"/>
            </w:pPr>
            <w:r w:rsidRPr="00C260EE">
              <w:t>10322</w:t>
            </w:r>
          </w:p>
        </w:tc>
      </w:tr>
      <w:tr w:rsidR="001E7F36" w:rsidRPr="00C260EE" w:rsidTr="00BC6D14">
        <w:trPr>
          <w:trHeight w:val="60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36" w:rsidRPr="00C260EE" w:rsidRDefault="001E7F36" w:rsidP="00BC6D14">
            <w:r w:rsidRPr="00C260EE">
              <w:t>Заст. дир. з навч.-вих. роботи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F36" w:rsidRPr="00C260EE" w:rsidRDefault="001E7F36" w:rsidP="00BC6D14">
            <w:pPr>
              <w:jc w:val="center"/>
            </w:pPr>
            <w:r w:rsidRPr="00C260EE"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5806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1742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1742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pPr>
              <w:jc w:val="right"/>
            </w:pPr>
            <w:r w:rsidRPr="00C260EE">
              <w:t>9290</w:t>
            </w:r>
          </w:p>
        </w:tc>
      </w:tr>
      <w:tr w:rsidR="001E7F36" w:rsidRPr="00C260EE" w:rsidTr="00BC6D14">
        <w:trPr>
          <w:trHeight w:val="60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36" w:rsidRPr="00C260EE" w:rsidRDefault="001E7F36" w:rsidP="00BC6D14">
            <w:r w:rsidRPr="00C260EE">
              <w:t>Заст. дир. з навч.-вих. роботи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F36" w:rsidRPr="00C260EE" w:rsidRDefault="001E7F36" w:rsidP="00BC6D14">
            <w:pPr>
              <w:jc w:val="center"/>
            </w:pPr>
            <w:r w:rsidRPr="00C260EE"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5806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1161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1742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pPr>
              <w:jc w:val="right"/>
            </w:pPr>
            <w:r w:rsidRPr="00C260EE">
              <w:t>8709</w:t>
            </w:r>
          </w:p>
        </w:tc>
      </w:tr>
      <w:tr w:rsidR="001E7F36" w:rsidRPr="00C260EE" w:rsidTr="00BC6D14">
        <w:trPr>
          <w:trHeight w:val="63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36" w:rsidRPr="00C260EE" w:rsidRDefault="001E7F36" w:rsidP="00BC6D14">
            <w:r w:rsidRPr="00C260EE">
              <w:t>практичний психолог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F36" w:rsidRPr="00C260EE" w:rsidRDefault="001E7F36" w:rsidP="00BC6D14">
            <w:pPr>
              <w:jc w:val="center"/>
            </w:pPr>
            <w:r w:rsidRPr="00C260EE">
              <w:t>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F36" w:rsidRPr="00C260EE" w:rsidRDefault="001E7F36" w:rsidP="00BC6D14">
            <w:pPr>
              <w:jc w:val="right"/>
            </w:pPr>
            <w:r w:rsidRPr="00C260EE">
              <w:t>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5596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1119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1679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pPr>
              <w:jc w:val="right"/>
            </w:pPr>
            <w:r w:rsidRPr="00C260EE">
              <w:t>2098</w:t>
            </w:r>
          </w:p>
        </w:tc>
      </w:tr>
      <w:tr w:rsidR="001E7F36" w:rsidRPr="00C260EE" w:rsidTr="00BC6D14">
        <w:trPr>
          <w:trHeight w:val="40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36" w:rsidRPr="00C260EE" w:rsidRDefault="001E7F36" w:rsidP="00BC6D14">
            <w:r w:rsidRPr="00C260EE">
              <w:t>соціальний педагог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F36" w:rsidRPr="00C260EE" w:rsidRDefault="001E7F36" w:rsidP="00BC6D14">
            <w:pPr>
              <w:jc w:val="center"/>
            </w:pPr>
            <w:r w:rsidRPr="00C260EE">
              <w:t>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4902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980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980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pPr>
              <w:jc w:val="right"/>
            </w:pPr>
            <w:r w:rsidRPr="00C260EE">
              <w:t>3431</w:t>
            </w:r>
          </w:p>
        </w:tc>
      </w:tr>
      <w:tr w:rsidR="001E7F36" w:rsidRPr="00C260EE" w:rsidTr="00BC6D14">
        <w:trPr>
          <w:trHeight w:val="34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педагог-організатор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4555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911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pPr>
              <w:jc w:val="right"/>
            </w:pPr>
            <w:r w:rsidRPr="00C260EE">
              <w:t>5466</w:t>
            </w:r>
          </w:p>
        </w:tc>
      </w:tr>
      <w:tr w:rsidR="001E7F36" w:rsidRPr="00C260EE" w:rsidTr="00BC6D14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Вихователь ГПД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5596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1119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1679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pPr>
              <w:jc w:val="right"/>
            </w:pPr>
            <w:r w:rsidRPr="00C260EE">
              <w:t>4197</w:t>
            </w:r>
          </w:p>
        </w:tc>
      </w:tr>
      <w:tr w:rsidR="001E7F36" w:rsidRPr="00C260EE" w:rsidTr="00BC6D14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1E7F36" w:rsidRPr="00C260EE" w:rsidRDefault="001E7F36" w:rsidP="00BC6D14">
            <w:pPr>
              <w:jc w:val="right"/>
            </w:pPr>
            <w:r>
              <w:t>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r w:rsidRPr="00C260EE">
              <w:t>бібліотекар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pPr>
              <w:jc w:val="center"/>
            </w:pPr>
            <w:r w:rsidRPr="00C260EE">
              <w:t>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pPr>
              <w:jc w:val="right"/>
            </w:pPr>
            <w:r w:rsidRPr="00C260EE"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pPr>
              <w:jc w:val="right"/>
            </w:pPr>
            <w:r w:rsidRPr="00C260EE">
              <w:t>3636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pPr>
              <w:jc w:val="right"/>
            </w:pPr>
            <w:r w:rsidRPr="00C260EE">
              <w:t>1091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pPr>
              <w:jc w:val="right"/>
            </w:pPr>
            <w:r w:rsidRPr="00C260EE">
              <w:t>182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F36" w:rsidRPr="00C260EE" w:rsidRDefault="001E7F36" w:rsidP="00BC6D14">
            <w:pPr>
              <w:jc w:val="right"/>
            </w:pPr>
            <w:r w:rsidRPr="00C260EE">
              <w:t>2454</w:t>
            </w:r>
          </w:p>
        </w:tc>
      </w:tr>
      <w:tr w:rsidR="001E7F36" w:rsidRPr="00C260EE" w:rsidTr="00BC6D14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10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36" w:rsidRPr="00C260EE" w:rsidRDefault="001E7F36" w:rsidP="00BC6D14">
            <w:r w:rsidRPr="00C260EE">
              <w:t>Завгосп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7F36" w:rsidRPr="00C260EE" w:rsidRDefault="001E7F36" w:rsidP="00BC6D14">
            <w:pPr>
              <w:jc w:val="center"/>
            </w:pPr>
            <w:r w:rsidRPr="00C260EE"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3447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3447</w:t>
            </w:r>
          </w:p>
        </w:tc>
      </w:tr>
      <w:tr w:rsidR="001E7F36" w:rsidRPr="00C260EE" w:rsidTr="00BC6D14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11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медсестра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3048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762</w:t>
            </w:r>
          </w:p>
        </w:tc>
      </w:tr>
      <w:tr w:rsidR="001E7F36" w:rsidRPr="00C260EE" w:rsidTr="00BC6D14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12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Кухар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2480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1240</w:t>
            </w:r>
          </w:p>
        </w:tc>
      </w:tr>
      <w:tr w:rsidR="001E7F36" w:rsidRPr="00C260EE" w:rsidTr="00BC6D14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13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Підсобний робітник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2102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1051</w:t>
            </w:r>
          </w:p>
        </w:tc>
      </w:tr>
      <w:tr w:rsidR="001E7F36" w:rsidRPr="00C260EE" w:rsidTr="00BC6D14">
        <w:trPr>
          <w:trHeight w:val="36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14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7F36" w:rsidRPr="00C260EE" w:rsidRDefault="001E7F36" w:rsidP="00BC6D14">
            <w:r w:rsidRPr="00C260EE">
              <w:t>Прибиральник служб.приміщ.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7F36" w:rsidRPr="00C260EE" w:rsidRDefault="001E7F36" w:rsidP="00BC6D14">
            <w:pPr>
              <w:jc w:val="center"/>
            </w:pPr>
            <w:r w:rsidRPr="00C260EE"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2291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12601</w:t>
            </w:r>
          </w:p>
        </w:tc>
      </w:tr>
      <w:tr w:rsidR="001E7F36" w:rsidRPr="00C260EE" w:rsidTr="00BC6D14">
        <w:trPr>
          <w:trHeight w:val="67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15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Робітник з обсл. і пот.рем.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2102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1051</w:t>
            </w:r>
          </w:p>
        </w:tc>
      </w:tr>
      <w:tr w:rsidR="001E7F36" w:rsidRPr="00C260EE" w:rsidTr="00BC6D14">
        <w:trPr>
          <w:trHeight w:val="42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16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Секретар-друкарка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2859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1430</w:t>
            </w:r>
          </w:p>
        </w:tc>
      </w:tr>
      <w:tr w:rsidR="001E7F36" w:rsidRPr="00C260EE" w:rsidTr="00BC6D14">
        <w:trPr>
          <w:trHeight w:val="30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17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двірник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2102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2102</w:t>
            </w:r>
          </w:p>
        </w:tc>
      </w:tr>
      <w:tr w:rsidR="001E7F36" w:rsidRPr="00C260EE" w:rsidTr="00BC6D14">
        <w:trPr>
          <w:trHeight w:val="30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18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Сторож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2291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802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1303</w:t>
            </w:r>
          </w:p>
        </w:tc>
      </w:tr>
      <w:tr w:rsidR="001E7F36" w:rsidRPr="00C260EE" w:rsidTr="00BC6D14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19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оператор котельні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2291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401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2692</w:t>
            </w:r>
          </w:p>
        </w:tc>
      </w:tr>
      <w:tr w:rsidR="001E7F36" w:rsidRPr="00C260EE" w:rsidTr="00BC6D14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20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оператор кот. сез.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2291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401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7403</w:t>
            </w:r>
          </w:p>
        </w:tc>
      </w:tr>
      <w:tr w:rsidR="001E7F36" w:rsidRPr="00C260EE" w:rsidTr="00BC6D14">
        <w:trPr>
          <w:trHeight w:val="33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>
              <w:t>21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водій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center"/>
            </w:pPr>
            <w:r w:rsidRPr="00C260EE"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2480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248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7F36" w:rsidRPr="00C260EE" w:rsidRDefault="001E7F36" w:rsidP="00BC6D14">
            <w:pPr>
              <w:jc w:val="right"/>
            </w:pPr>
            <w:r w:rsidRPr="00C260EE">
              <w:t>2728</w:t>
            </w:r>
          </w:p>
        </w:tc>
      </w:tr>
      <w:tr w:rsidR="001E7F36" w:rsidRPr="00C260EE" w:rsidTr="00BC6D14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7F36" w:rsidRPr="00C260EE" w:rsidRDefault="001E7F36" w:rsidP="00BC6D14">
            <w:pPr>
              <w:rPr>
                <w:b/>
                <w:bCs/>
              </w:rPr>
            </w:pPr>
            <w:r w:rsidRPr="00C260EE">
              <w:rPr>
                <w:b/>
                <w:bCs/>
              </w:rPr>
              <w:t>Всього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7F36" w:rsidRPr="00C260EE" w:rsidRDefault="001E7F36" w:rsidP="00BC6D14">
            <w:r w:rsidRPr="00C260EE"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7F36" w:rsidRPr="00C260EE" w:rsidRDefault="001E7F36" w:rsidP="00BC6D14">
            <w:pPr>
              <w:jc w:val="right"/>
              <w:rPr>
                <w:b/>
                <w:bCs/>
              </w:rPr>
            </w:pPr>
            <w:r w:rsidRPr="00C260EE">
              <w:rPr>
                <w:b/>
                <w:bCs/>
              </w:rPr>
              <w:t>39,50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7F36" w:rsidRPr="00C260EE" w:rsidRDefault="001E7F36" w:rsidP="00BC6D14">
            <w:pPr>
              <w:jc w:val="right"/>
              <w:rPr>
                <w:b/>
                <w:bCs/>
              </w:rPr>
            </w:pPr>
            <w:r w:rsidRPr="00C260EE">
              <w:rPr>
                <w:b/>
                <w:bCs/>
              </w:rPr>
              <w:t>72132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7F36" w:rsidRPr="00C260EE" w:rsidRDefault="001E7F36" w:rsidP="00BC6D14">
            <w:pPr>
              <w:jc w:val="right"/>
              <w:rPr>
                <w:b/>
                <w:bCs/>
              </w:rPr>
            </w:pPr>
            <w:r w:rsidRPr="00C260EE">
              <w:rPr>
                <w:b/>
                <w:bCs/>
              </w:rPr>
              <w:t>8967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7F36" w:rsidRPr="00C260EE" w:rsidRDefault="001E7F36" w:rsidP="00BC6D14">
            <w:pPr>
              <w:jc w:val="right"/>
              <w:rPr>
                <w:b/>
                <w:bCs/>
              </w:rPr>
            </w:pPr>
            <w:r w:rsidRPr="00C260EE">
              <w:rPr>
                <w:b/>
                <w:bCs/>
              </w:rPr>
              <w:t>10848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7F36" w:rsidRPr="00C260EE" w:rsidRDefault="001E7F36" w:rsidP="00BC6D14">
            <w:pPr>
              <w:jc w:val="right"/>
              <w:rPr>
                <w:b/>
                <w:bCs/>
              </w:rPr>
            </w:pPr>
            <w:r w:rsidRPr="00C260EE">
              <w:rPr>
                <w:b/>
                <w:bCs/>
              </w:rPr>
              <w:t>1698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7F36" w:rsidRPr="00C260EE" w:rsidRDefault="001E7F36" w:rsidP="00BC6D14">
            <w:pPr>
              <w:jc w:val="right"/>
              <w:rPr>
                <w:b/>
                <w:bCs/>
              </w:rPr>
            </w:pPr>
            <w:r w:rsidRPr="00C260EE">
              <w:rPr>
                <w:b/>
                <w:bCs/>
              </w:rPr>
              <w:t>182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7F36" w:rsidRPr="00C260EE" w:rsidRDefault="001E7F36" w:rsidP="00BC6D14">
            <w:pPr>
              <w:jc w:val="right"/>
              <w:rPr>
                <w:b/>
                <w:bCs/>
              </w:rPr>
            </w:pPr>
            <w:r w:rsidRPr="00C260EE">
              <w:rPr>
                <w:b/>
                <w:bCs/>
              </w:rPr>
              <w:t>1604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7F36" w:rsidRPr="00C260EE" w:rsidRDefault="001E7F36" w:rsidP="00BC6D14">
            <w:pPr>
              <w:jc w:val="right"/>
              <w:rPr>
                <w:b/>
                <w:bCs/>
              </w:rPr>
            </w:pPr>
            <w:r w:rsidRPr="00C260EE">
              <w:rPr>
                <w:b/>
                <w:bCs/>
              </w:rPr>
              <w:t>229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E7F36" w:rsidRPr="00C260EE" w:rsidRDefault="001E7F36" w:rsidP="00BC6D14">
            <w:pPr>
              <w:jc w:val="right"/>
              <w:rPr>
                <w:b/>
                <w:bCs/>
              </w:rPr>
            </w:pPr>
            <w:r w:rsidRPr="00C260EE">
              <w:rPr>
                <w:b/>
                <w:bCs/>
              </w:rPr>
              <w:t>248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F36" w:rsidRPr="00C260EE" w:rsidRDefault="001E7F36" w:rsidP="00BC6D14">
            <w:pPr>
              <w:jc w:val="right"/>
              <w:rPr>
                <w:b/>
                <w:bCs/>
              </w:rPr>
            </w:pPr>
            <w:r w:rsidRPr="00C260EE">
              <w:rPr>
                <w:b/>
                <w:bCs/>
              </w:rPr>
              <w:t>248531</w:t>
            </w:r>
          </w:p>
        </w:tc>
      </w:tr>
    </w:tbl>
    <w:p w:rsidR="001E7F36" w:rsidRDefault="001E7F36" w:rsidP="004A4872">
      <w:pPr>
        <w:tabs>
          <w:tab w:val="left" w:pos="1995"/>
        </w:tabs>
        <w:rPr>
          <w:lang w:val="uk-UA" w:eastAsia="en-US"/>
        </w:rPr>
      </w:pPr>
    </w:p>
    <w:p w:rsidR="001E7F36" w:rsidRDefault="001E7F36" w:rsidP="004A4872">
      <w:pPr>
        <w:tabs>
          <w:tab w:val="left" w:pos="1995"/>
        </w:tabs>
        <w:rPr>
          <w:lang w:val="uk-UA" w:eastAsia="en-US"/>
        </w:rPr>
      </w:pPr>
    </w:p>
    <w:p w:rsidR="001E7F36" w:rsidRPr="00274CBA" w:rsidRDefault="001E7F36" w:rsidP="00184965">
      <w:pPr>
        <w:rPr>
          <w:sz w:val="28"/>
          <w:szCs w:val="28"/>
          <w:lang w:val="uk-UA" w:eastAsia="en-US"/>
        </w:rPr>
      </w:pPr>
      <w:r w:rsidRPr="00274CBA">
        <w:rPr>
          <w:sz w:val="28"/>
          <w:szCs w:val="28"/>
          <w:lang w:val="uk-UA" w:eastAsia="en-US"/>
        </w:rPr>
        <w:t xml:space="preserve">Селищний голова               </w:t>
      </w:r>
      <w:r>
        <w:rPr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</w:t>
      </w:r>
      <w:r w:rsidRPr="00274CBA">
        <w:rPr>
          <w:sz w:val="28"/>
          <w:szCs w:val="28"/>
          <w:lang w:val="uk-UA" w:eastAsia="en-US"/>
        </w:rPr>
        <w:t xml:space="preserve">             Ігор ДЗЮБА</w:t>
      </w:r>
    </w:p>
    <w:p w:rsidR="001E7F36" w:rsidRDefault="001E7F36" w:rsidP="009D45D1">
      <w:pPr>
        <w:tabs>
          <w:tab w:val="left" w:pos="1995"/>
        </w:tabs>
        <w:jc w:val="center"/>
        <w:rPr>
          <w:lang w:val="uk-UA" w:eastAsia="en-US"/>
        </w:rPr>
      </w:pPr>
    </w:p>
    <w:sectPr w:rsidR="001E7F36" w:rsidSect="00951C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DEF"/>
    <w:rsid w:val="00184965"/>
    <w:rsid w:val="001E7F36"/>
    <w:rsid w:val="00274CBA"/>
    <w:rsid w:val="002808DE"/>
    <w:rsid w:val="0033749C"/>
    <w:rsid w:val="00346D0E"/>
    <w:rsid w:val="003F477D"/>
    <w:rsid w:val="00462DEF"/>
    <w:rsid w:val="00487A33"/>
    <w:rsid w:val="004A4872"/>
    <w:rsid w:val="005A00A3"/>
    <w:rsid w:val="005C4CEA"/>
    <w:rsid w:val="00664A40"/>
    <w:rsid w:val="007A3903"/>
    <w:rsid w:val="0091260A"/>
    <w:rsid w:val="00951CB0"/>
    <w:rsid w:val="009D45D1"/>
    <w:rsid w:val="00A01D26"/>
    <w:rsid w:val="00AF63BC"/>
    <w:rsid w:val="00BC6D14"/>
    <w:rsid w:val="00C260EE"/>
    <w:rsid w:val="00C904E2"/>
    <w:rsid w:val="00CF08FB"/>
    <w:rsid w:val="00D025C0"/>
    <w:rsid w:val="00D42E27"/>
    <w:rsid w:val="00DE344C"/>
    <w:rsid w:val="00DE3C40"/>
    <w:rsid w:val="00EC0802"/>
    <w:rsid w:val="00F4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E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5C4CEA"/>
    <w:rPr>
      <w:sz w:val="22"/>
      <w:lang w:val="ru-RU" w:eastAsia="uk-UA"/>
    </w:rPr>
  </w:style>
  <w:style w:type="paragraph" w:customStyle="1" w:styleId="NoSpacing1">
    <w:name w:val="No Spacing1"/>
    <w:link w:val="NoSpacingChar"/>
    <w:uiPriority w:val="99"/>
    <w:rsid w:val="005C4CEA"/>
    <w:rPr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904E2"/>
    <w:rPr>
      <w:rFonts w:ascii="Segoe UI" w:hAnsi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4E2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69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2</Pages>
  <Words>338</Words>
  <Characters>1930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2020-08-12T12:10:00Z</cp:lastPrinted>
  <dcterms:created xsi:type="dcterms:W3CDTF">2019-01-08T12:10:00Z</dcterms:created>
  <dcterms:modified xsi:type="dcterms:W3CDTF">2020-08-25T11:10:00Z</dcterms:modified>
</cp:coreProperties>
</file>