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9F" w:rsidRPr="00355065" w:rsidRDefault="00B45D9F" w:rsidP="003A4440">
      <w:pPr>
        <w:pStyle w:val="Title"/>
        <w:outlineLvl w:val="0"/>
        <w:rPr>
          <w:b/>
          <w:sz w:val="26"/>
          <w:szCs w:val="26"/>
        </w:rPr>
      </w:pPr>
      <w:r w:rsidRPr="00355065">
        <w:rPr>
          <w:b/>
          <w:sz w:val="26"/>
          <w:szCs w:val="26"/>
        </w:rPr>
        <w:t xml:space="preserve">ПОРЯДОК ДЕННИЙ </w:t>
      </w:r>
    </w:p>
    <w:p w:rsidR="00B45D9F" w:rsidRPr="00355065" w:rsidRDefault="00B45D9F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355065">
        <w:rPr>
          <w:sz w:val="26"/>
          <w:szCs w:val="26"/>
        </w:rPr>
        <w:t xml:space="preserve">пленарного засідання чергової двадцять третьої сесії </w:t>
      </w:r>
    </w:p>
    <w:p w:rsidR="00B45D9F" w:rsidRPr="00355065" w:rsidRDefault="00B45D9F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355065">
        <w:rPr>
          <w:sz w:val="26"/>
          <w:szCs w:val="26"/>
        </w:rPr>
        <w:t>Марківської селищної ради</w:t>
      </w:r>
    </w:p>
    <w:p w:rsidR="00B45D9F" w:rsidRPr="00355065" w:rsidRDefault="00B45D9F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355065">
        <w:rPr>
          <w:sz w:val="26"/>
          <w:szCs w:val="26"/>
        </w:rPr>
        <w:t>сьомого скликання</w:t>
      </w:r>
    </w:p>
    <w:p w:rsidR="00B45D9F" w:rsidRDefault="00B45D9F" w:rsidP="003A4440">
      <w:pPr>
        <w:pStyle w:val="Title"/>
        <w:jc w:val="left"/>
        <w:rPr>
          <w:sz w:val="26"/>
          <w:szCs w:val="26"/>
        </w:rPr>
      </w:pPr>
    </w:p>
    <w:p w:rsidR="00B45D9F" w:rsidRPr="00355065" w:rsidRDefault="00B45D9F" w:rsidP="003A4440">
      <w:pPr>
        <w:pStyle w:val="Title"/>
        <w:jc w:val="left"/>
        <w:rPr>
          <w:sz w:val="26"/>
          <w:szCs w:val="26"/>
        </w:rPr>
      </w:pPr>
    </w:p>
    <w:p w:rsidR="00B45D9F" w:rsidRPr="00355065" w:rsidRDefault="00B45D9F" w:rsidP="00E27A85">
      <w:pPr>
        <w:pStyle w:val="Title"/>
        <w:ind w:firstLine="708"/>
        <w:jc w:val="left"/>
        <w:rPr>
          <w:i/>
          <w:sz w:val="26"/>
          <w:szCs w:val="26"/>
        </w:rPr>
      </w:pPr>
      <w:r w:rsidRPr="00355065">
        <w:rPr>
          <w:i/>
          <w:sz w:val="26"/>
          <w:szCs w:val="26"/>
          <w:lang w:val="ru-RU"/>
        </w:rPr>
        <w:t>12 жовтня 2020 року</w:t>
      </w:r>
      <w:r w:rsidRPr="00355065">
        <w:rPr>
          <w:i/>
          <w:sz w:val="26"/>
          <w:szCs w:val="26"/>
        </w:rPr>
        <w:tab/>
      </w:r>
      <w:r w:rsidRPr="00355065">
        <w:rPr>
          <w:i/>
          <w:sz w:val="26"/>
          <w:szCs w:val="26"/>
        </w:rPr>
        <w:tab/>
      </w:r>
      <w:r w:rsidRPr="00355065">
        <w:rPr>
          <w:i/>
          <w:sz w:val="26"/>
          <w:szCs w:val="26"/>
        </w:rPr>
        <w:tab/>
      </w:r>
      <w:r w:rsidRPr="00355065">
        <w:rPr>
          <w:i/>
          <w:sz w:val="26"/>
          <w:szCs w:val="26"/>
        </w:rPr>
        <w:tab/>
        <w:t xml:space="preserve">    Початок: 10.00</w:t>
      </w:r>
    </w:p>
    <w:p w:rsidR="00B45D9F" w:rsidRPr="00355065" w:rsidRDefault="00B45D9F" w:rsidP="00E27A85">
      <w:pPr>
        <w:pStyle w:val="Title"/>
        <w:ind w:firstLine="708"/>
        <w:jc w:val="left"/>
        <w:rPr>
          <w:sz w:val="26"/>
          <w:szCs w:val="26"/>
        </w:rPr>
      </w:pPr>
      <w:r w:rsidRPr="00355065">
        <w:rPr>
          <w:sz w:val="26"/>
          <w:szCs w:val="26"/>
        </w:rPr>
        <w:t>смт Марківка</w:t>
      </w:r>
      <w:r w:rsidRPr="00355065">
        <w:rPr>
          <w:sz w:val="26"/>
          <w:szCs w:val="26"/>
        </w:rPr>
        <w:tab/>
      </w:r>
      <w:r w:rsidRPr="00355065">
        <w:rPr>
          <w:sz w:val="26"/>
          <w:szCs w:val="26"/>
        </w:rPr>
        <w:tab/>
      </w:r>
      <w:r w:rsidRPr="00355065">
        <w:rPr>
          <w:sz w:val="26"/>
          <w:szCs w:val="26"/>
        </w:rPr>
        <w:tab/>
      </w:r>
      <w:r w:rsidRPr="00355065">
        <w:rPr>
          <w:sz w:val="26"/>
          <w:szCs w:val="26"/>
        </w:rPr>
        <w:tab/>
      </w:r>
      <w:r w:rsidRPr="00355065">
        <w:rPr>
          <w:sz w:val="26"/>
          <w:szCs w:val="26"/>
        </w:rPr>
        <w:tab/>
        <w:t xml:space="preserve">    Зала засідань райдержадміністрації</w:t>
      </w:r>
    </w:p>
    <w:p w:rsidR="00B45D9F" w:rsidRPr="00355065" w:rsidRDefault="00B45D9F" w:rsidP="003A4440">
      <w:pPr>
        <w:pStyle w:val="Title"/>
        <w:jc w:val="left"/>
        <w:rPr>
          <w:sz w:val="26"/>
          <w:szCs w:val="26"/>
        </w:rPr>
      </w:pPr>
    </w:p>
    <w:p w:rsidR="00B45D9F" w:rsidRPr="00355065" w:rsidRDefault="00B45D9F" w:rsidP="00BF31F4">
      <w:pPr>
        <w:ind w:firstLine="708"/>
        <w:jc w:val="both"/>
        <w:rPr>
          <w:sz w:val="26"/>
          <w:szCs w:val="26"/>
        </w:rPr>
      </w:pPr>
      <w:r w:rsidRPr="00355065">
        <w:rPr>
          <w:sz w:val="26"/>
          <w:szCs w:val="26"/>
        </w:rPr>
        <w:t>1. Про внесення змін до цільової Програми підтримки Комунальної установи «Трудовий архів територіальних громад Марківського району на 2020 рік».</w:t>
      </w:r>
    </w:p>
    <w:p w:rsidR="00B45D9F" w:rsidRPr="00355065" w:rsidRDefault="00B45D9F" w:rsidP="00BF31F4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директор Комунальної установи «Трудовий архів територіальних громад Марківського району» Наталя Ткаченко.</w:t>
      </w:r>
    </w:p>
    <w:p w:rsidR="00B45D9F" w:rsidRPr="00355065" w:rsidRDefault="00B45D9F" w:rsidP="000A4B3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2. Про затвердження цільової Програми «Розвиток освіти Марківської селищної ради» на 2020 рік в новій редакції. </w:t>
      </w:r>
    </w:p>
    <w:p w:rsidR="00B45D9F" w:rsidRPr="00355065" w:rsidRDefault="00B45D9F" w:rsidP="000A4B36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начальник відділу освіти Марківської селищної ради Анатолій Бородавка.</w:t>
      </w:r>
    </w:p>
    <w:p w:rsidR="00B45D9F" w:rsidRPr="00355065" w:rsidRDefault="00B45D9F" w:rsidP="004E63B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3. Про введення додаткових 0,75 ставки механіка до групи централізованого обслуговування та 0,75 ставки сестри медичної до Бондарівської гімназії Марківської селищної ради.</w:t>
      </w:r>
    </w:p>
    <w:p w:rsidR="00B45D9F" w:rsidRPr="00355065" w:rsidRDefault="00B45D9F" w:rsidP="000E238F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начальник відділу освіти Марківської селищної ради Анатолій Бородавка.</w:t>
      </w:r>
    </w:p>
    <w:p w:rsidR="00B45D9F" w:rsidRPr="00355065" w:rsidRDefault="00B45D9F" w:rsidP="004E63B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4. Про внесення змін до Програми </w:t>
      </w:r>
      <w:r w:rsidRPr="00355065">
        <w:rPr>
          <w:bCs/>
          <w:color w:val="000000"/>
          <w:sz w:val="26"/>
          <w:szCs w:val="26"/>
          <w:lang w:val="uk-UA"/>
        </w:rPr>
        <w:t>розвитку надання соціальних послуг у Марківській селищній раді на 2020 – 2022 роки</w:t>
      </w:r>
      <w:r w:rsidRPr="00355065">
        <w:rPr>
          <w:sz w:val="26"/>
          <w:szCs w:val="26"/>
          <w:lang w:val="uk-UA"/>
        </w:rPr>
        <w:t>.</w:t>
      </w:r>
    </w:p>
    <w:p w:rsidR="00B45D9F" w:rsidRPr="00355065" w:rsidRDefault="00B45D9F" w:rsidP="005465C6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i/>
          <w:sz w:val="26"/>
          <w:szCs w:val="26"/>
          <w:lang w:val="uk-UA"/>
        </w:rPr>
        <w:t xml:space="preserve">: </w:t>
      </w:r>
      <w:r w:rsidRPr="00355065">
        <w:rPr>
          <w:sz w:val="26"/>
          <w:szCs w:val="26"/>
          <w:lang w:val="uk-UA"/>
        </w:rPr>
        <w:t xml:space="preserve">в.о. директора КУ </w:t>
      </w:r>
      <w:r w:rsidRPr="00355065">
        <w:rPr>
          <w:color w:val="000000"/>
          <w:sz w:val="26"/>
          <w:szCs w:val="26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B45D9F" w:rsidRPr="00355065" w:rsidRDefault="00B45D9F" w:rsidP="00741F9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5. </w:t>
      </w:r>
      <w:r w:rsidRPr="00355065">
        <w:rPr>
          <w:bCs/>
          <w:sz w:val="26"/>
          <w:szCs w:val="26"/>
          <w:lang w:val="uk-UA"/>
        </w:rPr>
        <w:t xml:space="preserve">Про внесення змін до Статуту комунальної </w:t>
      </w:r>
      <w:r w:rsidRPr="00355065">
        <w:rPr>
          <w:sz w:val="26"/>
          <w:szCs w:val="26"/>
          <w:lang w:val="uk-UA"/>
        </w:rPr>
        <w:t>установи «Центр надання соціальних послуг» Марківської селищної ради Марківського району Луганської області та створення відділення стаціонарного догляду для постійного або тимчасового проживання.</w:t>
      </w:r>
    </w:p>
    <w:p w:rsidR="00B45D9F" w:rsidRPr="00355065" w:rsidRDefault="00B45D9F" w:rsidP="00741F92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i/>
          <w:sz w:val="26"/>
          <w:szCs w:val="26"/>
          <w:lang w:val="uk-UA"/>
        </w:rPr>
        <w:t xml:space="preserve">: </w:t>
      </w:r>
      <w:r w:rsidRPr="00355065">
        <w:rPr>
          <w:sz w:val="26"/>
          <w:szCs w:val="26"/>
          <w:lang w:val="uk-UA"/>
        </w:rPr>
        <w:t xml:space="preserve">в.о. директора КУ </w:t>
      </w:r>
      <w:r w:rsidRPr="00355065">
        <w:rPr>
          <w:color w:val="000000"/>
          <w:sz w:val="26"/>
          <w:szCs w:val="26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B45D9F" w:rsidRPr="00355065" w:rsidRDefault="00B45D9F" w:rsidP="00787C2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6. Про внесення змін до Програми розвитку культури Марківської селищної ради на 2020-2021 роки.</w:t>
      </w:r>
    </w:p>
    <w:p w:rsidR="00B45D9F" w:rsidRPr="00355065" w:rsidRDefault="00B45D9F" w:rsidP="00787C23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начальник відділу культури Марківськ</w:t>
      </w:r>
      <w:r>
        <w:rPr>
          <w:sz w:val="26"/>
          <w:szCs w:val="26"/>
        </w:rPr>
        <w:t xml:space="preserve">ої селищної ради                                  </w:t>
      </w:r>
      <w:r w:rsidRPr="00355065">
        <w:rPr>
          <w:sz w:val="26"/>
          <w:szCs w:val="26"/>
        </w:rPr>
        <w:t>Ольга Стрижаченко.</w:t>
      </w:r>
    </w:p>
    <w:p w:rsidR="00B45D9F" w:rsidRPr="00355065" w:rsidRDefault="00B45D9F" w:rsidP="00554D9D">
      <w:pPr>
        <w:ind w:firstLine="708"/>
        <w:jc w:val="both"/>
        <w:rPr>
          <w:sz w:val="26"/>
          <w:szCs w:val="26"/>
        </w:rPr>
      </w:pPr>
      <w:r w:rsidRPr="00355065">
        <w:rPr>
          <w:sz w:val="26"/>
          <w:szCs w:val="26"/>
        </w:rPr>
        <w:t>7. Про внесення змін до цільової Програми розвитку та фінансування фізичної культури та спорту Марківської селищної ради на 2020-2022 роки.</w:t>
      </w:r>
    </w:p>
    <w:p w:rsidR="00B45D9F" w:rsidRPr="00355065" w:rsidRDefault="00B45D9F" w:rsidP="00554D9D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головний спеціаліст, в.о. начальник відділу молоді та спорту Марківської селищної ради Анна Розовлян.</w:t>
      </w:r>
    </w:p>
    <w:p w:rsidR="00B45D9F" w:rsidRPr="00355065" w:rsidRDefault="00B45D9F" w:rsidP="00BC564E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5065">
        <w:rPr>
          <w:rFonts w:ascii="Times New Roman" w:hAnsi="Times New Roman"/>
          <w:sz w:val="26"/>
          <w:szCs w:val="26"/>
          <w:lang w:val="uk-UA"/>
        </w:rPr>
        <w:t>8. Про затвердження Програми «Соціального захисту дітей-сиріт та дітей позбавлених батьківського піклування на 2020 рік».</w:t>
      </w:r>
    </w:p>
    <w:p w:rsidR="00B45D9F" w:rsidRPr="00355065" w:rsidRDefault="00B45D9F" w:rsidP="00AB6E0E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начальник Служби у справах дітей Марківської селищної ради </w:t>
      </w:r>
      <w:r>
        <w:rPr>
          <w:sz w:val="26"/>
          <w:szCs w:val="26"/>
        </w:rPr>
        <w:t xml:space="preserve">                 </w:t>
      </w:r>
      <w:r w:rsidRPr="00355065">
        <w:rPr>
          <w:sz w:val="26"/>
          <w:szCs w:val="26"/>
        </w:rPr>
        <w:t>Володимир Олексієнко.</w:t>
      </w:r>
    </w:p>
    <w:p w:rsidR="00B45D9F" w:rsidRPr="00355065" w:rsidRDefault="00B45D9F" w:rsidP="0002662C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9. Про внесення змін до Програми фінансової підтримки комунальних підприємств та здійснення внесків до їх статутних фондів на 2020-2022 роки.</w:t>
      </w:r>
    </w:p>
    <w:p w:rsidR="00B45D9F" w:rsidRPr="00355065" w:rsidRDefault="00B45D9F" w:rsidP="0002662C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заступник селищного голови Віталій Семенченко.</w:t>
      </w:r>
    </w:p>
    <w:p w:rsidR="00B45D9F" w:rsidRPr="00355065" w:rsidRDefault="00B45D9F" w:rsidP="00BC564E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5065">
        <w:rPr>
          <w:rFonts w:ascii="Times New Roman" w:hAnsi="Times New Roman"/>
          <w:sz w:val="26"/>
          <w:szCs w:val="26"/>
          <w:lang w:val="uk-UA"/>
        </w:rPr>
        <w:t>10. Про внесення змін до Програми економічного, соціального та культурного розвитку Марківської селищної ради (Марківської об’єднаної територіальної громади) на 2020-2025 роки.</w:t>
      </w:r>
    </w:p>
    <w:p w:rsidR="00B45D9F" w:rsidRPr="00355065" w:rsidRDefault="00B45D9F" w:rsidP="00AB6E0E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начальник відділу фінансів Марківської селищної ради Ірина Кравцова.</w:t>
      </w:r>
    </w:p>
    <w:p w:rsidR="00B45D9F" w:rsidRPr="00355065" w:rsidRDefault="00B45D9F" w:rsidP="00355C99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11. Про внесення змін до напрямків використання коштів іншої субвенції, виділеної Марківською селищною радою на утримання закладів загальної середньої освіти Марківського району.</w:t>
      </w:r>
    </w:p>
    <w:p w:rsidR="00B45D9F" w:rsidRPr="00355065" w:rsidRDefault="00B45D9F" w:rsidP="00330C44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начальник відділу фінансів Марківської селищної ради Ірина Кравцова.</w:t>
      </w:r>
    </w:p>
    <w:p w:rsidR="00B45D9F" w:rsidRPr="00355065" w:rsidRDefault="00B45D9F" w:rsidP="00B7310A">
      <w:pPr>
        <w:ind w:firstLine="708"/>
        <w:jc w:val="both"/>
        <w:rPr>
          <w:sz w:val="26"/>
          <w:szCs w:val="26"/>
        </w:rPr>
      </w:pPr>
      <w:r w:rsidRPr="00355065">
        <w:rPr>
          <w:sz w:val="26"/>
          <w:szCs w:val="26"/>
        </w:rPr>
        <w:t>12. Про внесення змін до бюджету Марківської селищної ради на 2020 рік.</w:t>
      </w:r>
    </w:p>
    <w:p w:rsidR="00B45D9F" w:rsidRPr="00355065" w:rsidRDefault="00B45D9F" w:rsidP="00B7310A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начальник відділу фінансів Марківської селищної ради Ірина Кравцова.</w:t>
      </w:r>
    </w:p>
    <w:p w:rsidR="00B45D9F" w:rsidRPr="00355065" w:rsidRDefault="00B45D9F" w:rsidP="00322641">
      <w:pPr>
        <w:ind w:firstLine="708"/>
        <w:jc w:val="both"/>
        <w:rPr>
          <w:sz w:val="26"/>
          <w:szCs w:val="26"/>
        </w:rPr>
      </w:pPr>
      <w:r w:rsidRPr="00355065">
        <w:rPr>
          <w:sz w:val="26"/>
          <w:szCs w:val="26"/>
        </w:rPr>
        <w:t>13. Про затвердження Положення про стипендії молодим перспективним спортсменам та складу комісії з питань призначення стипендії.</w:t>
      </w:r>
    </w:p>
    <w:p w:rsidR="00B45D9F" w:rsidRPr="00355065" w:rsidRDefault="00B45D9F" w:rsidP="00322641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головний спеціаліст, в.о. начальник відділу молоді та спорту Марківської селищної ради Анна Розовлян.</w:t>
      </w:r>
    </w:p>
    <w:p w:rsidR="00B45D9F" w:rsidRPr="00355065" w:rsidRDefault="00B45D9F" w:rsidP="00CE03D8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14. Про внесення змін до рішення Марківської селищної ради сьомого скликання від 25.06.2020 № 18-13/2020 «Про створення комунального підприємства «Марківка Вода» Марківської селищної ради Марківського району Луганської області».</w:t>
      </w:r>
    </w:p>
    <w:p w:rsidR="00B45D9F" w:rsidRPr="00355065" w:rsidRDefault="00B45D9F" w:rsidP="00DA7EE0">
      <w:pPr>
        <w:ind w:right="175"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заступник селищного голови Віталій Семенченко.</w:t>
      </w:r>
    </w:p>
    <w:p w:rsidR="00B45D9F" w:rsidRPr="00355065" w:rsidRDefault="00B45D9F" w:rsidP="00F20A5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15. Про надання дозволу на виготовлення проекту землеустрою щодо відведення земельної ділянки у приватну власність гр. Чагіну Миколі Степановичу, для ведення особистого селянського господарства, за адресою: с. Бондарівка,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в.о. старости Олександр Тіщенко.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16. Про надання дозволу на виготовлення проекту землеустрою щодо відведення земельної ділянки у приватну власність гр. Лушпі Володимиру Володимировичу, для ведення особистого селянського господарства, за адресою: с. Бондарівка,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в.о. старости Олександр Тіщенко.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17. Про надання дозволу на виготовлення проекту землеустрою щодо відведення земельної ділянки у приватну власність гр. Нескоромному Олександру Валентиновичу, для ведення особистого селянського господарства, за адресою: с. Бондарівка,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в.о. старости Олександр Тіщенко.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18. Про затвердження проекту землеустрою щодо відведення земельної ділянки у приватну власність гр. Гармаш Олександру Вікторовичу,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Курячівка, Марківського району Луганської області.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в.о. старости Олександр Тіщенко.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19. 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призначення.</w:t>
      </w:r>
    </w:p>
    <w:p w:rsidR="00B45D9F" w:rsidRPr="00355065" w:rsidRDefault="00B45D9F" w:rsidP="0048368A">
      <w:pPr>
        <w:ind w:firstLine="708"/>
        <w:jc w:val="both"/>
        <w:rPr>
          <w:sz w:val="26"/>
          <w:szCs w:val="26"/>
        </w:rPr>
      </w:pPr>
      <w:r w:rsidRPr="00355065">
        <w:rPr>
          <w:b/>
          <w:i/>
          <w:sz w:val="26"/>
          <w:szCs w:val="26"/>
        </w:rPr>
        <w:t>Доповідає:</w:t>
      </w:r>
      <w:r w:rsidRPr="00355065">
        <w:rPr>
          <w:sz w:val="26"/>
          <w:szCs w:val="26"/>
        </w:rPr>
        <w:t xml:space="preserve"> в.о. старости Олександр Тіщенко.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20. Про надання дозволу на виготовлення проекту землеустрою щодо відведення земельної ділянки </w:t>
      </w:r>
      <w:r>
        <w:rPr>
          <w:sz w:val="26"/>
          <w:szCs w:val="26"/>
          <w:lang w:val="uk-UA"/>
        </w:rPr>
        <w:t>в оренду</w:t>
      </w:r>
      <w:r w:rsidRPr="00355065">
        <w:rPr>
          <w:sz w:val="26"/>
          <w:szCs w:val="26"/>
          <w:lang w:val="uk-UA"/>
        </w:rPr>
        <w:t xml:space="preserve"> власність гр. Петренко Тамарі Валентинівні,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21. Про надання дозволу на виготовлення проекту землеустрою щодо відведення земельної ділянки у приватну власність гр. Петренко Віктору Анатолійовичу,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22. Про надання дозволу на виготовлення проекту землеустрою щодо відведення земельної ділянки у приватну власність гр. Шапкіній Валентині Василівні,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23. Про надання дозволу на виготовлення проекту землеустрою щодо відведення земельної ділянки у приватну власність гр. Лигусу Євгенію Миколайовичу, для ведення особистого селянського господарства, за адресою: с. Сичанське,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24. Про надання дозволу на розробку технічної документації із землеустрою щодо інвентаризації земель колишнього КСП «Марківське» сільськогосподарського призначення. </w:t>
      </w:r>
    </w:p>
    <w:p w:rsidR="00B45D9F" w:rsidRPr="00355065" w:rsidRDefault="00B45D9F" w:rsidP="00CA7D3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DB4AA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25. 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призначення.</w:t>
      </w:r>
    </w:p>
    <w:p w:rsidR="00B45D9F" w:rsidRPr="00355065" w:rsidRDefault="00B45D9F" w:rsidP="00DB4AA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DB4AA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26. Про затвердження проекту землеустрою щодо відведення земельної ділянки у приватну власність гр. Скиртачу Віталію Олексійовичу,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DB4AA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DB4AA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27. Про затвердження проекту землеустрою щодо відведення земельної ділянки у приватну власність гр. Скиртач Ользі Миколаївні,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F291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F291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28. Про затвердження проекту землеустрою щодо відведення земельної ділянки у приватну власність гр. Гончаровій Зої Григоріївні,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45D9F" w:rsidRPr="00355065" w:rsidRDefault="00B45D9F" w:rsidP="00CF291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B45D9F" w:rsidRPr="00355065" w:rsidRDefault="00B45D9F" w:rsidP="00C74FB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29.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40).</w:t>
      </w:r>
    </w:p>
    <w:p w:rsidR="00B45D9F" w:rsidRPr="00355065" w:rsidRDefault="00B45D9F" w:rsidP="007A7A17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Олексій Сич.</w:t>
      </w:r>
    </w:p>
    <w:p w:rsidR="00B45D9F" w:rsidRPr="00355065" w:rsidRDefault="00B45D9F" w:rsidP="008A17F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 xml:space="preserve">30. Про затвердження проекту землеустрою щодо відведення земельної ділянки в оренду гр. Скиртачу Віталію Вадимовичу для сінокосіння та випасання худоби, що знаходиться в межах населеного пункту, на території, яка за даними Державного земельного кадастру враховується в Кризькій сільській раді (в районі пров. Сонячний) Марківського району Луганської області. </w:t>
      </w:r>
    </w:p>
    <w:p w:rsidR="00B45D9F" w:rsidRPr="00355065" w:rsidRDefault="00B45D9F" w:rsidP="008A17F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Олексій Сич.</w:t>
      </w:r>
    </w:p>
    <w:p w:rsidR="00B45D9F" w:rsidRPr="00355065" w:rsidRDefault="00B45D9F" w:rsidP="007F693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31. Про затвердження технічної документації із землеустрою щодо встановлення меж земельної ділянки в натурі (на місцевості), гр. Каркачовій Ользі Василівні,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Кризькій сільській раді за адресою: с. Кризьке, вул. Чкалова, 46, Марківського району Луганської області.</w:t>
      </w:r>
    </w:p>
    <w:p w:rsidR="00B45D9F" w:rsidRPr="00355065" w:rsidRDefault="00B45D9F" w:rsidP="007F693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Олексій Сич.</w:t>
      </w:r>
    </w:p>
    <w:p w:rsidR="00B45D9F" w:rsidRPr="00355065" w:rsidRDefault="00B45D9F" w:rsidP="00455A91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32. Про затвердження проекту землеустрою щодо відведення земельної ділянки в оренду гр. Курячому Василю Івановичу для сінокосіння та випасання худоби, що знаходиться в межах населеного пункту, на території, яка за даними Державного земельного кадастру враховується в Кризькій сільській раді за адресою: с. Сичівка (в районі вул. Зарічна) Марківського району Луганської області.</w:t>
      </w:r>
    </w:p>
    <w:p w:rsidR="00B45D9F" w:rsidRPr="00355065" w:rsidRDefault="00B45D9F" w:rsidP="00455A91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</w:t>
      </w:r>
      <w:r w:rsidRPr="00355065">
        <w:rPr>
          <w:sz w:val="26"/>
          <w:szCs w:val="26"/>
          <w:lang w:val="uk-UA"/>
        </w:rPr>
        <w:t>: спеціаліст-землевпорядник відділу земельних відносин Марківської селищної ради Олексій Сич.</w:t>
      </w:r>
    </w:p>
    <w:p w:rsidR="00B45D9F" w:rsidRPr="00355065" w:rsidRDefault="00B45D9F" w:rsidP="00D9474B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33. Про надання дозволу на виготовлення звіту про експертну грошову оцінку земельної ділянки кадастровий номер 4422555100:15:013:0009, для будівництва та обслуговування будівель торгівлі, площею 0,2482 га, гр. Козлову Костянтину Миколайовичу, земельна ділянка розташ</w:t>
      </w:r>
      <w:r>
        <w:rPr>
          <w:sz w:val="26"/>
          <w:szCs w:val="26"/>
          <w:lang w:val="uk-UA"/>
        </w:rPr>
        <w:t>ована за адресою: смт Марківка,</w:t>
      </w:r>
      <w:r w:rsidRPr="00355065">
        <w:rPr>
          <w:sz w:val="26"/>
          <w:szCs w:val="26"/>
          <w:lang w:val="uk-UA"/>
        </w:rPr>
        <w:t xml:space="preserve"> вул. Підгірна, 2а.</w:t>
      </w:r>
    </w:p>
    <w:p w:rsidR="00B45D9F" w:rsidRPr="00355065" w:rsidRDefault="00B45D9F" w:rsidP="00276F5D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34. Про надання дозволу на виготовлення звіту про експертну грошову оцінку земельної ділянки кадастровий номер 4422555100:07:003:0190, для будівництва та обслуговування інших будівель громадської забудови, площею 0,0039 га, гр. Рипалу Миколі Миколайовичу, земельна ділянка розташована, за адресою: смт Марківка, вул. Центральна, 2.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35. Про надання дозволу на виготовлення звіту про експертну грошову оцінку земельної ділянки кадастровий номер 4422555100:07:002:0254, для будівництва та обслуговування будівель торгівлі, площею 0,0200 га гр. Шустіковій Лідії Андріївні, земельна ділянка розташована, за адресою: смт Марківка, пров. Південний, 11В.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36. Про надання дозволу на виготовлення проекту землеустрою щодо відведення земельної ділянки у приватну власність гр. Фомуляєвій Марії Іванівні, для ведення особистого селянського господарства, за адресою: смт Марківка (в районі пров. Шкільний),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37.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зерносховище),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смт. Марківка, вул. Миру, 42в.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38.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зерносховище),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42г.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787E04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39.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зерносховище),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42д</w:t>
      </w:r>
    </w:p>
    <w:p w:rsidR="00B45D9F" w:rsidRPr="00355065" w:rsidRDefault="00B45D9F" w:rsidP="008A7FAE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8A7FAE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40.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зерносховище),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42ж.</w:t>
      </w:r>
    </w:p>
    <w:p w:rsidR="00B45D9F" w:rsidRPr="00355065" w:rsidRDefault="00B45D9F" w:rsidP="004B082E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4B082E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41.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критим током),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42з.</w:t>
      </w:r>
    </w:p>
    <w:p w:rsidR="00B45D9F" w:rsidRPr="00355065" w:rsidRDefault="00B45D9F" w:rsidP="00444E08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444E08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42. Про припинення дії договору оренди землі, реєстраційний від 04.07.2016 року № 73, укладеного між Марківською селищною радою та Денищенко Олександром Володимировичем, за адресою: смт Марківка, район колишнього садка КСП «Радянська Україна»,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B45D9F" w:rsidRPr="00355065" w:rsidRDefault="00B45D9F" w:rsidP="00EE4969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43. Про затвердження проекту землеустрою щодо відведення земельної ділянки у приватну власність гр. Іванів Марині Миколаївні,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вул. Вишнева, (в кінці домоволодіння № 227), Марківського району Луганської області.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44. Про затвердження технічної документації із землеустрою щодо встановлення меж земельної ділянки в натурі (на місцевості), гр. Рожко Ользі Володимирівні,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Марківській селищній раді (ділянка № 221), Марківського району Луганської області.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45. Про затвердження технічної документації із землеустрою щодо встановлення меж земельної ділянки в натурі (на місцевості), гр. Рожко Ользі Володимирівні,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Марківській селищній раді (ділянка № 222), Марківського району Луганської області.</w:t>
      </w:r>
    </w:p>
    <w:p w:rsidR="00B45D9F" w:rsidRPr="00355065" w:rsidRDefault="00B45D9F" w:rsidP="00903F5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13164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46. Про затвердження технічної документації із землеустрою щодо встановлення меж земельної ділянки в натурі (на місцевості), гр. Рожко Ользі Володимирівні,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Марківській селищній раді (ділянка № 223), Марківського району Луганської області.</w:t>
      </w:r>
    </w:p>
    <w:p w:rsidR="00B45D9F" w:rsidRPr="00355065" w:rsidRDefault="00B45D9F" w:rsidP="0013164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13164F">
      <w:pPr>
        <w:ind w:firstLine="708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355065">
        <w:rPr>
          <w:sz w:val="26"/>
          <w:szCs w:val="26"/>
          <w:lang w:val="uk-UA"/>
        </w:rPr>
        <w:t>47. Про затвердження проекту землеустрою щодо відведення земельної ділянки у власність гр. Ткаченку Віталію Миколайовичу для будівництва і обслуговування житлового будинку, господарських будівель і споруд (присадна ділянка), розташованої в межах населеного пункту, за адресою: смт Марківка, вул. Комунальна, 8,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B45D9F" w:rsidRPr="00355065" w:rsidRDefault="00B45D9F" w:rsidP="0013164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 2 категорії-землевпорядник відділу земельних відносин Марківської селищної ради Вікторія Рибалка.</w:t>
      </w:r>
    </w:p>
    <w:p w:rsidR="00B45D9F" w:rsidRPr="00355065" w:rsidRDefault="00B45D9F" w:rsidP="009E22F1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48. Про затвердження проекту землеустрою щодо відведення земельної ділянки в оренду для городництва гр. Абрамович Алевтині Юріївні, що знаходиться в межах населеного пункту, на території, яка за даними Державного земельного кадастру враховується в Ліснополянській сільській раді за адресою: с. Марківське (в районі           вул. Пушкіна) Марківського району Луганської області.</w:t>
      </w:r>
    </w:p>
    <w:p w:rsidR="00B45D9F" w:rsidRPr="00355065" w:rsidRDefault="00B45D9F" w:rsidP="001C2586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107AE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49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Шаферову Анатолію Леонідовичу, для ведення особистого селянського господарства, за адресою: с. Марківське (в районі  вул. Пушкіна),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B45D9F" w:rsidRPr="00355065" w:rsidRDefault="00B45D9F" w:rsidP="00107AE2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E75AE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0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Руцькій Наталії Дмитрівні, для ведення особистого селянського господарства, за адресою: с. Крупчанське (в районі кладовища),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B45D9F" w:rsidRPr="00355065" w:rsidRDefault="00B45D9F" w:rsidP="00E75AE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15184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1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Коваль Юлії Віталіївні, для ведення особистого селянського господарства, за адресою: с. Крупчанське (в районі вул. Молодіжна),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B45D9F" w:rsidRPr="00355065" w:rsidRDefault="00B45D9F" w:rsidP="0015184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4C5D4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2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Бестрицькій Ірині Віталіївні, для ведення особистого селянського господарства, за адресою: с. Крупчанське, на території, яка за даними Державного земельного кадастру враховується в Ліснополянській  сільській раді Марківського району Луганської області.</w:t>
      </w:r>
    </w:p>
    <w:p w:rsidR="00B45D9F" w:rsidRPr="00355065" w:rsidRDefault="00B45D9F" w:rsidP="004C5D45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53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Шапкіной Ганні Віталіївні, для ведення особистого селянського господарства, за адресою: с. Крупчанське (в районі кладовища) на території, яка за даними Державного земельного кадастру враховується в Ліснополянській  сільській раді Марківського району Луганської області.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4</w:t>
      </w:r>
      <w:r w:rsidRPr="00355065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Лушпієвой Маргариті Михайлівні, для ведення особистого селянського господарства, за адресою: с. Фартуківка (в районі кладовища) на території, яка за даними Державного земельного кадастру враховується в Ліснополянській  сільській раді Марківського району Луганської області.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5</w:t>
      </w:r>
      <w:r w:rsidRPr="00355065">
        <w:rPr>
          <w:sz w:val="26"/>
          <w:szCs w:val="26"/>
          <w:lang w:val="uk-UA"/>
        </w:rPr>
        <w:t>. Про затвердження проекту землеустрою щодо відведення земельної ділянки в оренду для городництва гр. Муравцовій Вірі Михайлівні, що знаходиться в межах населеного пункту, на території, яка за даними Державного земельного кадастру враховується в Ліснополянській  сільській раді Марківського району Луганської області.</w:t>
      </w:r>
    </w:p>
    <w:p w:rsidR="00B45D9F" w:rsidRPr="00355065" w:rsidRDefault="00B45D9F" w:rsidP="001A610F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EF2A9D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6</w:t>
      </w:r>
      <w:r w:rsidRPr="00355065">
        <w:rPr>
          <w:sz w:val="26"/>
          <w:szCs w:val="26"/>
          <w:lang w:val="uk-UA"/>
        </w:rPr>
        <w:t>. Про затвердження проекту землеустрою щодо відведення земельної ділянки в оренду для городництва гр. Великохацькому Олексію Вікторовичу, що знаходиться в межах населеного пункту с. Фартуківка (в районі вул. Урожайної),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B45D9F" w:rsidRPr="00355065" w:rsidRDefault="00B45D9F" w:rsidP="00EF2A9D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D44E6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7</w:t>
      </w:r>
      <w:r w:rsidRPr="00355065">
        <w:rPr>
          <w:sz w:val="26"/>
          <w:szCs w:val="26"/>
          <w:lang w:val="uk-UA"/>
        </w:rPr>
        <w:t xml:space="preserve">. Про затвердження проекту землеустрою щодо відведення земельної ділянки у приватну власність гр. Борецькій Любов Павлівні, для індивідуального садівництва, що знаходиться в межах населеного пункту, на території, яка за даними Державного земельного кадастру враховується в Ліснополянській сільській раді за адресою: с. Тишківка, </w:t>
      </w:r>
      <w:r>
        <w:rPr>
          <w:sz w:val="26"/>
          <w:szCs w:val="26"/>
          <w:lang w:val="uk-UA"/>
        </w:rPr>
        <w:t xml:space="preserve">                         </w:t>
      </w:r>
      <w:r w:rsidRPr="00355065">
        <w:rPr>
          <w:sz w:val="26"/>
          <w:szCs w:val="26"/>
          <w:lang w:val="uk-UA"/>
        </w:rPr>
        <w:t>вул. Затишна (в районі домоволодіння № 56) Марківського району Луганської області.</w:t>
      </w:r>
    </w:p>
    <w:p w:rsidR="00B45D9F" w:rsidRPr="00355065" w:rsidRDefault="00B45D9F" w:rsidP="00D44E63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Pr="00355065" w:rsidRDefault="00B45D9F" w:rsidP="004474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8</w:t>
      </w:r>
      <w:r w:rsidRPr="00355065">
        <w:rPr>
          <w:sz w:val="26"/>
          <w:szCs w:val="26"/>
          <w:lang w:val="uk-UA"/>
        </w:rPr>
        <w:t>. Про надання дозволу на розробку технічної документації із землеустрою щодо інвентаризації земель колишнього КСП «Старобільське» сільськогосподарського призначення.</w:t>
      </w:r>
    </w:p>
    <w:p w:rsidR="00B45D9F" w:rsidRPr="00355065" w:rsidRDefault="00B45D9F" w:rsidP="0044748A">
      <w:pPr>
        <w:ind w:firstLine="708"/>
        <w:jc w:val="both"/>
        <w:rPr>
          <w:sz w:val="26"/>
          <w:szCs w:val="26"/>
          <w:lang w:val="uk-UA"/>
        </w:rPr>
      </w:pPr>
      <w:r w:rsidRPr="00355065">
        <w:rPr>
          <w:b/>
          <w:i/>
          <w:sz w:val="26"/>
          <w:szCs w:val="26"/>
          <w:lang w:val="uk-UA"/>
        </w:rPr>
        <w:t>Доповідає:</w:t>
      </w:r>
      <w:r w:rsidRPr="00355065">
        <w:rPr>
          <w:sz w:val="26"/>
          <w:szCs w:val="26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B45D9F" w:rsidRDefault="00B45D9F" w:rsidP="0013164F">
      <w:pPr>
        <w:ind w:firstLine="708"/>
        <w:jc w:val="both"/>
        <w:rPr>
          <w:sz w:val="26"/>
          <w:szCs w:val="26"/>
          <w:lang w:val="uk-UA"/>
        </w:rPr>
      </w:pPr>
    </w:p>
    <w:p w:rsidR="00B45D9F" w:rsidRDefault="00B45D9F" w:rsidP="0013164F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59</w:t>
      </w:r>
      <w:r w:rsidRPr="00355065">
        <w:rPr>
          <w:sz w:val="26"/>
          <w:szCs w:val="26"/>
          <w:lang w:val="uk-UA"/>
        </w:rPr>
        <w:t>. Різне.</w:t>
      </w:r>
    </w:p>
    <w:p w:rsidR="00B45D9F" w:rsidRDefault="00B45D9F" w:rsidP="0013164F">
      <w:pPr>
        <w:ind w:firstLine="708"/>
        <w:jc w:val="both"/>
        <w:rPr>
          <w:sz w:val="26"/>
          <w:szCs w:val="26"/>
          <w:lang w:val="uk-UA"/>
        </w:rPr>
      </w:pPr>
    </w:p>
    <w:p w:rsidR="00B45D9F" w:rsidRDefault="00B45D9F" w:rsidP="0013164F">
      <w:pPr>
        <w:ind w:firstLine="708"/>
        <w:jc w:val="both"/>
        <w:rPr>
          <w:sz w:val="26"/>
          <w:szCs w:val="26"/>
          <w:lang w:val="uk-UA"/>
        </w:rPr>
      </w:pPr>
    </w:p>
    <w:p w:rsidR="00B45D9F" w:rsidRPr="00011DD8" w:rsidRDefault="00B45D9F" w:rsidP="00011DD8">
      <w:pPr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uk-UA"/>
        </w:rPr>
        <w:t>Селищний голова                                                                                                            Ігор ДЗЮБА</w:t>
      </w:r>
    </w:p>
    <w:sectPr w:rsidR="00B45D9F" w:rsidRPr="00011DD8" w:rsidSect="009E68F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D9F" w:rsidRDefault="00B45D9F" w:rsidP="00D96CE1">
      <w:r>
        <w:separator/>
      </w:r>
    </w:p>
  </w:endnote>
  <w:endnote w:type="continuationSeparator" w:id="0">
    <w:p w:rsidR="00B45D9F" w:rsidRDefault="00B45D9F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D9F" w:rsidRDefault="00B45D9F" w:rsidP="00D96CE1">
      <w:r>
        <w:separator/>
      </w:r>
    </w:p>
  </w:footnote>
  <w:footnote w:type="continuationSeparator" w:id="0">
    <w:p w:rsidR="00B45D9F" w:rsidRDefault="00B45D9F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1DD8"/>
    <w:rsid w:val="00012178"/>
    <w:rsid w:val="00012573"/>
    <w:rsid w:val="0001300F"/>
    <w:rsid w:val="000138C5"/>
    <w:rsid w:val="00013F4A"/>
    <w:rsid w:val="000144A8"/>
    <w:rsid w:val="00014C95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2C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0EE0"/>
    <w:rsid w:val="00033399"/>
    <w:rsid w:val="000335BC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6F96"/>
    <w:rsid w:val="000473D6"/>
    <w:rsid w:val="000476A8"/>
    <w:rsid w:val="00047B07"/>
    <w:rsid w:val="00047BA2"/>
    <w:rsid w:val="00047E95"/>
    <w:rsid w:val="00050CCE"/>
    <w:rsid w:val="00051901"/>
    <w:rsid w:val="00051B8F"/>
    <w:rsid w:val="00052308"/>
    <w:rsid w:val="00052462"/>
    <w:rsid w:val="00052877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6E45"/>
    <w:rsid w:val="0006772B"/>
    <w:rsid w:val="00067757"/>
    <w:rsid w:val="00067D12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5F89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D17"/>
    <w:rsid w:val="000E1939"/>
    <w:rsid w:val="000E223A"/>
    <w:rsid w:val="000E238F"/>
    <w:rsid w:val="000E299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384"/>
    <w:rsid w:val="000F584E"/>
    <w:rsid w:val="000F63CA"/>
    <w:rsid w:val="000F651D"/>
    <w:rsid w:val="000F666F"/>
    <w:rsid w:val="000F745B"/>
    <w:rsid w:val="000F7521"/>
    <w:rsid w:val="000F7967"/>
    <w:rsid w:val="000F79FA"/>
    <w:rsid w:val="00100133"/>
    <w:rsid w:val="00100161"/>
    <w:rsid w:val="00100586"/>
    <w:rsid w:val="001011ED"/>
    <w:rsid w:val="001012D8"/>
    <w:rsid w:val="001016C8"/>
    <w:rsid w:val="00101922"/>
    <w:rsid w:val="00101A36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4C0"/>
    <w:rsid w:val="0010696C"/>
    <w:rsid w:val="00106A37"/>
    <w:rsid w:val="00106E8A"/>
    <w:rsid w:val="001073D0"/>
    <w:rsid w:val="00107AE2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164F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845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2D00"/>
    <w:rsid w:val="001931F9"/>
    <w:rsid w:val="0019344B"/>
    <w:rsid w:val="00194BBF"/>
    <w:rsid w:val="00195516"/>
    <w:rsid w:val="00195A15"/>
    <w:rsid w:val="00195F47"/>
    <w:rsid w:val="00196766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10F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15CC"/>
    <w:rsid w:val="001B1F83"/>
    <w:rsid w:val="001B2124"/>
    <w:rsid w:val="001B2B7D"/>
    <w:rsid w:val="001B31B0"/>
    <w:rsid w:val="001B3FEE"/>
    <w:rsid w:val="001B5382"/>
    <w:rsid w:val="001B57E5"/>
    <w:rsid w:val="001B5E93"/>
    <w:rsid w:val="001B5F98"/>
    <w:rsid w:val="001B6149"/>
    <w:rsid w:val="001B6632"/>
    <w:rsid w:val="001B6BC5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2586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478C"/>
    <w:rsid w:val="00234FFD"/>
    <w:rsid w:val="0023593E"/>
    <w:rsid w:val="00235ABC"/>
    <w:rsid w:val="00235C4E"/>
    <w:rsid w:val="00236314"/>
    <w:rsid w:val="00236611"/>
    <w:rsid w:val="002367A1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3C6"/>
    <w:rsid w:val="00257C1A"/>
    <w:rsid w:val="00257FC8"/>
    <w:rsid w:val="002609B2"/>
    <w:rsid w:val="0026191A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6F5D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196"/>
    <w:rsid w:val="002846FE"/>
    <w:rsid w:val="00285D84"/>
    <w:rsid w:val="00285EAA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B1A"/>
    <w:rsid w:val="00294C14"/>
    <w:rsid w:val="00294E8C"/>
    <w:rsid w:val="0029576F"/>
    <w:rsid w:val="00295EB0"/>
    <w:rsid w:val="00296064"/>
    <w:rsid w:val="00296A64"/>
    <w:rsid w:val="00296C00"/>
    <w:rsid w:val="0029728A"/>
    <w:rsid w:val="00297E2B"/>
    <w:rsid w:val="002A0A57"/>
    <w:rsid w:val="002A0B0A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B5E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5F0"/>
    <w:rsid w:val="002C080A"/>
    <w:rsid w:val="002C0C6E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6AA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4ACE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20059"/>
    <w:rsid w:val="00320541"/>
    <w:rsid w:val="00320972"/>
    <w:rsid w:val="00320C84"/>
    <w:rsid w:val="0032148B"/>
    <w:rsid w:val="003221CC"/>
    <w:rsid w:val="00322641"/>
    <w:rsid w:val="00322B2E"/>
    <w:rsid w:val="00322F7A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065"/>
    <w:rsid w:val="0035570D"/>
    <w:rsid w:val="00355BC3"/>
    <w:rsid w:val="00355C99"/>
    <w:rsid w:val="00355EE2"/>
    <w:rsid w:val="00356233"/>
    <w:rsid w:val="00356419"/>
    <w:rsid w:val="00356E9C"/>
    <w:rsid w:val="00357060"/>
    <w:rsid w:val="003573A8"/>
    <w:rsid w:val="00357444"/>
    <w:rsid w:val="00357654"/>
    <w:rsid w:val="00357A00"/>
    <w:rsid w:val="00357A8B"/>
    <w:rsid w:val="00357AEE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F6E"/>
    <w:rsid w:val="003842D2"/>
    <w:rsid w:val="00384737"/>
    <w:rsid w:val="003848C4"/>
    <w:rsid w:val="00384C45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09C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E70"/>
    <w:rsid w:val="003D08C9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D0E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2F62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08"/>
    <w:rsid w:val="00444E31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4748A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A91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2577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68A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7FF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6453"/>
    <w:rsid w:val="004A705C"/>
    <w:rsid w:val="004A71EF"/>
    <w:rsid w:val="004A7698"/>
    <w:rsid w:val="004A7877"/>
    <w:rsid w:val="004B022C"/>
    <w:rsid w:val="004B03A5"/>
    <w:rsid w:val="004B05EA"/>
    <w:rsid w:val="004B082E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537E"/>
    <w:rsid w:val="004C5574"/>
    <w:rsid w:val="004C5D45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45B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3B7"/>
    <w:rsid w:val="004E68DB"/>
    <w:rsid w:val="004E7742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B15"/>
    <w:rsid w:val="00522DD4"/>
    <w:rsid w:val="005239E4"/>
    <w:rsid w:val="00523A8F"/>
    <w:rsid w:val="005240B0"/>
    <w:rsid w:val="00524889"/>
    <w:rsid w:val="00524917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5C6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4D9D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37B7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70B8"/>
    <w:rsid w:val="0058715C"/>
    <w:rsid w:val="005908F4"/>
    <w:rsid w:val="00590E08"/>
    <w:rsid w:val="00591524"/>
    <w:rsid w:val="005919C0"/>
    <w:rsid w:val="00591BBF"/>
    <w:rsid w:val="0059273A"/>
    <w:rsid w:val="00592D60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0CC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8B3"/>
    <w:rsid w:val="005A4E5E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08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DC3"/>
    <w:rsid w:val="00610270"/>
    <w:rsid w:val="00611613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35A0"/>
    <w:rsid w:val="006249A7"/>
    <w:rsid w:val="00624A3D"/>
    <w:rsid w:val="00624F3D"/>
    <w:rsid w:val="006252BC"/>
    <w:rsid w:val="006253C1"/>
    <w:rsid w:val="006259BC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22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5DC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2D83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25"/>
    <w:rsid w:val="006E1AB0"/>
    <w:rsid w:val="006E1B2B"/>
    <w:rsid w:val="006E263C"/>
    <w:rsid w:val="006E2F27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53B"/>
    <w:rsid w:val="00700732"/>
    <w:rsid w:val="00700A4A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48CA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1C0C"/>
    <w:rsid w:val="007227A5"/>
    <w:rsid w:val="007229AF"/>
    <w:rsid w:val="0072432D"/>
    <w:rsid w:val="007257B2"/>
    <w:rsid w:val="00725FE7"/>
    <w:rsid w:val="0072666E"/>
    <w:rsid w:val="00726974"/>
    <w:rsid w:val="007269FB"/>
    <w:rsid w:val="00726A63"/>
    <w:rsid w:val="00727805"/>
    <w:rsid w:val="00727864"/>
    <w:rsid w:val="00727979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21D"/>
    <w:rsid w:val="00737E0D"/>
    <w:rsid w:val="00740115"/>
    <w:rsid w:val="007401F8"/>
    <w:rsid w:val="00740ECE"/>
    <w:rsid w:val="00741F92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700ED"/>
    <w:rsid w:val="00770209"/>
    <w:rsid w:val="00770B49"/>
    <w:rsid w:val="007718CA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04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A7A17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0DC2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3636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394"/>
    <w:rsid w:val="007E2727"/>
    <w:rsid w:val="007E2BE4"/>
    <w:rsid w:val="007E2C37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2F9A"/>
    <w:rsid w:val="007F31C8"/>
    <w:rsid w:val="007F3E67"/>
    <w:rsid w:val="007F548E"/>
    <w:rsid w:val="007F54AE"/>
    <w:rsid w:val="007F59E6"/>
    <w:rsid w:val="007F690C"/>
    <w:rsid w:val="007F6935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2B73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54F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07B"/>
    <w:rsid w:val="00884871"/>
    <w:rsid w:val="00884E63"/>
    <w:rsid w:val="00885B9A"/>
    <w:rsid w:val="00885F41"/>
    <w:rsid w:val="00886917"/>
    <w:rsid w:val="00886E0C"/>
    <w:rsid w:val="0088705D"/>
    <w:rsid w:val="00887151"/>
    <w:rsid w:val="00887980"/>
    <w:rsid w:val="00887E11"/>
    <w:rsid w:val="008901C9"/>
    <w:rsid w:val="00890C1D"/>
    <w:rsid w:val="008910A4"/>
    <w:rsid w:val="0089180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E27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7F9"/>
    <w:rsid w:val="008A1FB7"/>
    <w:rsid w:val="008A2181"/>
    <w:rsid w:val="008A2583"/>
    <w:rsid w:val="008A2813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A7FAE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4FC"/>
    <w:rsid w:val="008D1F8C"/>
    <w:rsid w:val="008D23B7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314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F97"/>
    <w:rsid w:val="008E601A"/>
    <w:rsid w:val="008E65BC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3F52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19E"/>
    <w:rsid w:val="00916549"/>
    <w:rsid w:val="00916802"/>
    <w:rsid w:val="00916D5E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C97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950"/>
    <w:rsid w:val="009E22F1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7B0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4F26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3A1F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A34"/>
    <w:rsid w:val="00A41B59"/>
    <w:rsid w:val="00A422AF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286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3A7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6E0E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28B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5D9F"/>
    <w:rsid w:val="00B4649E"/>
    <w:rsid w:val="00B46669"/>
    <w:rsid w:val="00B466CE"/>
    <w:rsid w:val="00B467F8"/>
    <w:rsid w:val="00B46968"/>
    <w:rsid w:val="00B46B88"/>
    <w:rsid w:val="00B46CDF"/>
    <w:rsid w:val="00B46D74"/>
    <w:rsid w:val="00B478DD"/>
    <w:rsid w:val="00B50C0F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8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389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1F4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271B"/>
    <w:rsid w:val="00C13B73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328C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19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B91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69A"/>
    <w:rsid w:val="00C67D33"/>
    <w:rsid w:val="00C70581"/>
    <w:rsid w:val="00C70D39"/>
    <w:rsid w:val="00C71086"/>
    <w:rsid w:val="00C71459"/>
    <w:rsid w:val="00C716E1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C35"/>
    <w:rsid w:val="00C74FB3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D39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17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7DD"/>
    <w:rsid w:val="00D43A1B"/>
    <w:rsid w:val="00D43B13"/>
    <w:rsid w:val="00D44A6F"/>
    <w:rsid w:val="00D44E63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DAA"/>
    <w:rsid w:val="00D733BD"/>
    <w:rsid w:val="00D737A6"/>
    <w:rsid w:val="00D73CD4"/>
    <w:rsid w:val="00D74080"/>
    <w:rsid w:val="00D7420C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64E"/>
    <w:rsid w:val="00D77A21"/>
    <w:rsid w:val="00D77E66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74B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013"/>
    <w:rsid w:val="00D97238"/>
    <w:rsid w:val="00DA15B3"/>
    <w:rsid w:val="00DA1C5B"/>
    <w:rsid w:val="00DA26E6"/>
    <w:rsid w:val="00DA26F3"/>
    <w:rsid w:val="00DA2D23"/>
    <w:rsid w:val="00DA3043"/>
    <w:rsid w:val="00DA37C9"/>
    <w:rsid w:val="00DA38EE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647"/>
    <w:rsid w:val="00DA69D9"/>
    <w:rsid w:val="00DA700E"/>
    <w:rsid w:val="00DA7356"/>
    <w:rsid w:val="00DA73AA"/>
    <w:rsid w:val="00DA76A4"/>
    <w:rsid w:val="00DA7EE0"/>
    <w:rsid w:val="00DB0509"/>
    <w:rsid w:val="00DB0548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AA6"/>
    <w:rsid w:val="00DB4C60"/>
    <w:rsid w:val="00DB4E4D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DE"/>
    <w:rsid w:val="00E21B74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3"/>
    <w:rsid w:val="00E75AE9"/>
    <w:rsid w:val="00E7662A"/>
    <w:rsid w:val="00E76992"/>
    <w:rsid w:val="00E76BEE"/>
    <w:rsid w:val="00E77361"/>
    <w:rsid w:val="00E80724"/>
    <w:rsid w:val="00E80C8F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930"/>
    <w:rsid w:val="00EA4A1F"/>
    <w:rsid w:val="00EA4ACD"/>
    <w:rsid w:val="00EA4BCE"/>
    <w:rsid w:val="00EA4E08"/>
    <w:rsid w:val="00EA54E4"/>
    <w:rsid w:val="00EA62F5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6E2"/>
    <w:rsid w:val="00EC3BE9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969"/>
    <w:rsid w:val="00EE4BDC"/>
    <w:rsid w:val="00EE54FA"/>
    <w:rsid w:val="00EE57A1"/>
    <w:rsid w:val="00EE582D"/>
    <w:rsid w:val="00EE607F"/>
    <w:rsid w:val="00EE654D"/>
    <w:rsid w:val="00EE6711"/>
    <w:rsid w:val="00EE6987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2A9D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A57"/>
    <w:rsid w:val="00F20DD9"/>
    <w:rsid w:val="00F2130B"/>
    <w:rsid w:val="00F2209F"/>
    <w:rsid w:val="00F224C6"/>
    <w:rsid w:val="00F23C2D"/>
    <w:rsid w:val="00F24D76"/>
    <w:rsid w:val="00F256E2"/>
    <w:rsid w:val="00F25A43"/>
    <w:rsid w:val="00F25A80"/>
    <w:rsid w:val="00F261D2"/>
    <w:rsid w:val="00F2638D"/>
    <w:rsid w:val="00F267F8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2F5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126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AC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7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1731</TotalTime>
  <Pages>7</Pages>
  <Words>3628</Words>
  <Characters>20685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493</cp:revision>
  <cp:lastPrinted>2020-10-28T09:11:00Z</cp:lastPrinted>
  <dcterms:created xsi:type="dcterms:W3CDTF">2020-06-15T12:07:00Z</dcterms:created>
  <dcterms:modified xsi:type="dcterms:W3CDTF">2020-10-29T14:02:00Z</dcterms:modified>
</cp:coreProperties>
</file>