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717" w:rsidRPr="005D0FDC" w:rsidRDefault="007B2717" w:rsidP="00C33D6C">
      <w:pPr>
        <w:pStyle w:val="Heading1"/>
        <w:jc w:val="right"/>
        <w:rPr>
          <w:b w:val="0"/>
          <w:i/>
          <w:szCs w:val="24"/>
          <w:lang w:eastAsia="ar-SA"/>
        </w:rPr>
      </w:pPr>
      <w:r w:rsidRPr="005D0FDC">
        <w:rPr>
          <w:b w:val="0"/>
          <w:i/>
          <w:szCs w:val="24"/>
          <w:lang w:eastAsia="ar-SA"/>
        </w:rPr>
        <w:t>Рішення призупинено селищним головою</w:t>
      </w:r>
      <w:r>
        <w:rPr>
          <w:b w:val="0"/>
          <w:i/>
          <w:szCs w:val="24"/>
          <w:lang w:eastAsia="ar-SA"/>
        </w:rPr>
        <w:t>, розпорядження від 28.01.2021 № 21</w:t>
      </w:r>
    </w:p>
    <w:p w:rsidR="007B2717" w:rsidRDefault="007B2717" w:rsidP="00C33D6C">
      <w:pPr>
        <w:pStyle w:val="Heading1"/>
        <w:jc w:val="right"/>
        <w:rPr>
          <w:sz w:val="25"/>
          <w:szCs w:val="25"/>
        </w:rPr>
      </w:pPr>
    </w:p>
    <w:p w:rsidR="007B2717" w:rsidRDefault="007B2717" w:rsidP="00C33D6C">
      <w:pPr>
        <w:pStyle w:val="Heading1"/>
        <w:jc w:val="right"/>
        <w:rPr>
          <w:sz w:val="25"/>
          <w:szCs w:val="25"/>
        </w:rPr>
      </w:pPr>
    </w:p>
    <w:p w:rsidR="007B2717" w:rsidRPr="00C33D6C" w:rsidRDefault="007B2717" w:rsidP="00C33D6C">
      <w:pPr>
        <w:rPr>
          <w:lang w:val="uk-UA"/>
        </w:rPr>
      </w:pPr>
    </w:p>
    <w:p w:rsidR="007B2717" w:rsidRPr="002B2013" w:rsidRDefault="007B2717" w:rsidP="005811D5">
      <w:pPr>
        <w:pStyle w:val="Heading1"/>
        <w:jc w:val="left"/>
        <w:rPr>
          <w:sz w:val="25"/>
          <w:szCs w:val="25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32.9pt;margin-top:-9.2pt;width:27.55pt;height:35.3pt;z-index:251658240;visibility:visible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7B2717" w:rsidRPr="00A82339" w:rsidRDefault="007B2717" w:rsidP="005811D5">
      <w:pPr>
        <w:pStyle w:val="Heading1"/>
        <w:jc w:val="left"/>
        <w:rPr>
          <w:szCs w:val="24"/>
        </w:rPr>
      </w:pPr>
      <w:r w:rsidRPr="00A82339">
        <w:rPr>
          <w:szCs w:val="24"/>
        </w:rPr>
        <w:t xml:space="preserve">                                              </w:t>
      </w:r>
      <w:r w:rsidRPr="00A82339">
        <w:rPr>
          <w:szCs w:val="24"/>
        </w:rPr>
        <w:tab/>
      </w:r>
      <w:r w:rsidRPr="00A82339">
        <w:rPr>
          <w:szCs w:val="24"/>
        </w:rPr>
        <w:tab/>
      </w:r>
      <w:r w:rsidRPr="00A82339">
        <w:rPr>
          <w:szCs w:val="24"/>
        </w:rPr>
        <w:tab/>
      </w:r>
      <w:r w:rsidRPr="00A82339">
        <w:rPr>
          <w:szCs w:val="24"/>
        </w:rPr>
        <w:tab/>
      </w:r>
      <w:r w:rsidRPr="00A82339">
        <w:rPr>
          <w:szCs w:val="24"/>
        </w:rPr>
        <w:tab/>
      </w:r>
      <w:r w:rsidRPr="00A82339">
        <w:rPr>
          <w:szCs w:val="24"/>
        </w:rPr>
        <w:tab/>
      </w:r>
      <w:r w:rsidRPr="00A82339">
        <w:rPr>
          <w:szCs w:val="24"/>
        </w:rPr>
        <w:tab/>
        <w:t xml:space="preserve">  </w:t>
      </w:r>
    </w:p>
    <w:p w:rsidR="007B2717" w:rsidRPr="00A82339" w:rsidRDefault="007B2717" w:rsidP="00C731BC">
      <w:pPr>
        <w:pStyle w:val="Heading1"/>
        <w:ind w:left="2124" w:firstLine="708"/>
        <w:jc w:val="left"/>
        <w:rPr>
          <w:i/>
          <w:szCs w:val="24"/>
        </w:rPr>
      </w:pPr>
      <w:r w:rsidRPr="00A82339">
        <w:rPr>
          <w:szCs w:val="24"/>
        </w:rPr>
        <w:t xml:space="preserve"> МАРКІВСЬКА СЕЛИЩНА РАДА</w:t>
      </w:r>
    </w:p>
    <w:p w:rsidR="007B2717" w:rsidRPr="00A82339" w:rsidRDefault="007B2717" w:rsidP="005811D5">
      <w:pPr>
        <w:pStyle w:val="Heading1"/>
        <w:rPr>
          <w:szCs w:val="24"/>
        </w:rPr>
      </w:pPr>
      <w:r w:rsidRPr="00A82339">
        <w:rPr>
          <w:szCs w:val="24"/>
        </w:rPr>
        <w:t>МАРКІВСЬКОГО РАЙОНУ ЛУГАНСЬКОЇ ОБЛАСТІ</w:t>
      </w:r>
    </w:p>
    <w:p w:rsidR="007B2717" w:rsidRPr="00A82339" w:rsidRDefault="007B2717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82339">
        <w:rPr>
          <w:b/>
          <w:bCs/>
          <w:sz w:val="24"/>
          <w:szCs w:val="24"/>
          <w:lang w:val="uk-UA"/>
        </w:rPr>
        <w:t>В</w:t>
      </w:r>
      <w:r w:rsidRPr="00A82339">
        <w:rPr>
          <w:b/>
          <w:bCs/>
          <w:sz w:val="24"/>
          <w:szCs w:val="24"/>
        </w:rPr>
        <w:t>О</w:t>
      </w:r>
      <w:r w:rsidRPr="00A82339">
        <w:rPr>
          <w:b/>
          <w:bCs/>
          <w:sz w:val="24"/>
          <w:szCs w:val="24"/>
          <w:lang w:val="uk-UA"/>
        </w:rPr>
        <w:t>СЬ</w:t>
      </w:r>
      <w:r w:rsidRPr="00A82339">
        <w:rPr>
          <w:b/>
          <w:bCs/>
          <w:sz w:val="24"/>
          <w:szCs w:val="24"/>
        </w:rPr>
        <w:t xml:space="preserve">МОГО СКЛИКАННЯ </w:t>
      </w:r>
      <w:r w:rsidRPr="00A82339">
        <w:rPr>
          <w:b/>
          <w:bCs/>
          <w:sz w:val="24"/>
          <w:szCs w:val="24"/>
          <w:lang w:val="uk-UA"/>
        </w:rPr>
        <w:t>ТРЕТЯ</w:t>
      </w:r>
      <w:r w:rsidRPr="00A82339">
        <w:rPr>
          <w:b/>
          <w:bCs/>
          <w:sz w:val="24"/>
          <w:szCs w:val="24"/>
        </w:rPr>
        <w:t xml:space="preserve"> СЕСІЯ </w:t>
      </w:r>
    </w:p>
    <w:p w:rsidR="007B2717" w:rsidRPr="00A82339" w:rsidRDefault="007B2717" w:rsidP="003E02C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82339">
        <w:rPr>
          <w:b/>
          <w:bCs/>
          <w:sz w:val="24"/>
          <w:szCs w:val="24"/>
          <w:lang w:val="uk-UA"/>
        </w:rPr>
        <w:t xml:space="preserve">    </w:t>
      </w:r>
      <w:r w:rsidRPr="00A82339">
        <w:rPr>
          <w:b/>
          <w:bCs/>
          <w:sz w:val="24"/>
          <w:szCs w:val="24"/>
        </w:rPr>
        <w:t>(позачергова)</w:t>
      </w:r>
    </w:p>
    <w:p w:rsidR="007B2717" w:rsidRPr="00A82339" w:rsidRDefault="007B2717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7B2717" w:rsidRPr="00A82339" w:rsidRDefault="007B2717" w:rsidP="005811D5">
      <w:pPr>
        <w:ind w:right="84"/>
        <w:jc w:val="center"/>
        <w:rPr>
          <w:b/>
          <w:sz w:val="24"/>
          <w:szCs w:val="24"/>
        </w:rPr>
      </w:pPr>
      <w:r w:rsidRPr="00A82339">
        <w:rPr>
          <w:b/>
          <w:sz w:val="24"/>
          <w:szCs w:val="24"/>
        </w:rPr>
        <w:t>Р І Ш Е Н Н Я</w:t>
      </w:r>
    </w:p>
    <w:p w:rsidR="007B2717" w:rsidRPr="00A82339" w:rsidRDefault="007B2717" w:rsidP="005811D5">
      <w:pPr>
        <w:ind w:right="84"/>
        <w:jc w:val="center"/>
        <w:rPr>
          <w:b/>
          <w:sz w:val="24"/>
          <w:szCs w:val="24"/>
        </w:rPr>
      </w:pPr>
    </w:p>
    <w:p w:rsidR="007B2717" w:rsidRPr="00A82339" w:rsidRDefault="007B2717" w:rsidP="005811D5">
      <w:pPr>
        <w:pStyle w:val="BodyText2"/>
        <w:jc w:val="both"/>
        <w:rPr>
          <w:bCs/>
          <w:szCs w:val="24"/>
        </w:rPr>
      </w:pPr>
      <w:r w:rsidRPr="00A82339">
        <w:rPr>
          <w:bCs/>
          <w:szCs w:val="24"/>
          <w:lang w:val="ru-RU"/>
        </w:rPr>
        <w:t xml:space="preserve">25 січня </w:t>
      </w:r>
      <w:r w:rsidRPr="00A82339">
        <w:rPr>
          <w:bCs/>
          <w:szCs w:val="24"/>
        </w:rPr>
        <w:t>2021 року                                  смт. Марківка                                       № 3-142</w:t>
      </w:r>
      <w:r w:rsidRPr="00A82339">
        <w:rPr>
          <w:bCs/>
          <w:szCs w:val="24"/>
          <w:lang w:val="ru-RU"/>
        </w:rPr>
        <w:t>/2021</w:t>
      </w:r>
    </w:p>
    <w:p w:rsidR="007B2717" w:rsidRPr="00A82339" w:rsidRDefault="007B2717" w:rsidP="00A6194B">
      <w:pPr>
        <w:pStyle w:val="BodyText2"/>
        <w:tabs>
          <w:tab w:val="left" w:pos="2700"/>
        </w:tabs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4688"/>
      </w:tblGrid>
      <w:tr w:rsidR="007B2717" w:rsidRPr="00770238" w:rsidTr="00E40864">
        <w:trPr>
          <w:trHeight w:val="1464"/>
        </w:trPr>
        <w:tc>
          <w:tcPr>
            <w:tcW w:w="4688" w:type="dxa"/>
          </w:tcPr>
          <w:p w:rsidR="007B2717" w:rsidRPr="00E40864" w:rsidRDefault="007B2717" w:rsidP="00E40864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E40864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79)</w:t>
            </w:r>
          </w:p>
        </w:tc>
      </w:tr>
    </w:tbl>
    <w:p w:rsidR="007B2717" w:rsidRPr="00A82339" w:rsidRDefault="007B2717" w:rsidP="005811D5">
      <w:pPr>
        <w:pStyle w:val="BodyText2"/>
        <w:ind w:firstLine="709"/>
        <w:jc w:val="both"/>
        <w:rPr>
          <w:b w:val="0"/>
          <w:bCs/>
          <w:szCs w:val="24"/>
        </w:rPr>
      </w:pPr>
      <w:r w:rsidRPr="00A82339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A82339">
        <w:rPr>
          <w:b w:val="0"/>
          <w:bCs/>
          <w:szCs w:val="24"/>
          <w:lang w:val="en-US"/>
        </w:rPr>
        <w:t>VIII</w:t>
      </w:r>
      <w:r w:rsidRPr="00A82339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A82339">
        <w:rPr>
          <w:b w:val="0"/>
          <w:szCs w:val="24"/>
        </w:rPr>
        <w:t>, ст. 26 Закону України «Про місцеве самоврядування в Україні»,</w:t>
      </w:r>
      <w:r w:rsidRPr="00A82339">
        <w:rPr>
          <w:b w:val="0"/>
          <w:bCs/>
          <w:szCs w:val="24"/>
        </w:rPr>
        <w:t xml:space="preserve"> сесія селищної ради</w:t>
      </w:r>
    </w:p>
    <w:p w:rsidR="007B2717" w:rsidRPr="00A82339" w:rsidRDefault="007B2717" w:rsidP="005811D5">
      <w:pPr>
        <w:pStyle w:val="BodyText2"/>
        <w:ind w:firstLine="709"/>
        <w:jc w:val="both"/>
        <w:rPr>
          <w:b w:val="0"/>
          <w:bCs/>
          <w:szCs w:val="24"/>
        </w:rPr>
      </w:pPr>
    </w:p>
    <w:p w:rsidR="007B2717" w:rsidRPr="00A82339" w:rsidRDefault="007B2717" w:rsidP="005811D5">
      <w:pPr>
        <w:pStyle w:val="BodyText2"/>
        <w:jc w:val="center"/>
        <w:rPr>
          <w:bCs/>
          <w:szCs w:val="24"/>
        </w:rPr>
      </w:pPr>
      <w:r w:rsidRPr="00A82339">
        <w:rPr>
          <w:bCs/>
          <w:szCs w:val="24"/>
        </w:rPr>
        <w:t>в и р і ш и л а:</w:t>
      </w:r>
    </w:p>
    <w:p w:rsidR="007B2717" w:rsidRPr="00A82339" w:rsidRDefault="007B2717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«Дружба», розташовані в контурі № 79 (угіддя – пасовища,  орієнтовна площа 7,2000 га), згідно проекту роздержавлення і приватизації земель КСП «Дружба»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7B2717" w:rsidRPr="00A82339" w:rsidRDefault="007B2717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7B2717" w:rsidRPr="00A82339" w:rsidRDefault="007B2717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Укласти тристоронній договір між Марківською селищною радою, фермерським господарством «Агро-Макс» та суб’єктом, який має право на проведення робіт із землеустрою.</w:t>
      </w:r>
    </w:p>
    <w:p w:rsidR="007B2717" w:rsidRPr="00A82339" w:rsidRDefault="007B2717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Фермерському господарству «Агро-Макс»  провести оплату за виготовлення технічної документації із землеустрою щодо інвентаризації земель колишнього КСП «Дружба» сільськогосподарського призначення (контур № 79).</w:t>
      </w:r>
    </w:p>
    <w:p w:rsidR="007B2717" w:rsidRPr="00A82339" w:rsidRDefault="007B2717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2339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B2717" w:rsidRPr="00A82339" w:rsidRDefault="007B2717" w:rsidP="005811D5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82339">
        <w:rPr>
          <w:bCs/>
          <w:sz w:val="24"/>
          <w:szCs w:val="24"/>
          <w:lang w:val="uk-UA"/>
        </w:rPr>
        <w:t>Контроль за виконанням дан</w:t>
      </w:r>
      <w:r>
        <w:rPr>
          <w:bCs/>
          <w:sz w:val="24"/>
          <w:szCs w:val="24"/>
          <w:lang w:val="uk-UA"/>
        </w:rPr>
        <w:t>ого рішення покласти на постійно діючу</w:t>
      </w:r>
      <w:bookmarkStart w:id="0" w:name="_GoBack"/>
      <w:bookmarkEnd w:id="0"/>
      <w:r w:rsidRPr="00A82339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7B2717" w:rsidRPr="00A82339" w:rsidRDefault="007B2717" w:rsidP="005811D5">
      <w:pPr>
        <w:jc w:val="both"/>
        <w:rPr>
          <w:bCs/>
          <w:sz w:val="24"/>
          <w:szCs w:val="24"/>
          <w:lang w:val="uk-UA"/>
        </w:rPr>
      </w:pPr>
    </w:p>
    <w:p w:rsidR="007B2717" w:rsidRPr="00A82339" w:rsidRDefault="007B2717" w:rsidP="005811D5">
      <w:pPr>
        <w:jc w:val="both"/>
        <w:rPr>
          <w:bCs/>
          <w:sz w:val="24"/>
          <w:szCs w:val="24"/>
        </w:rPr>
      </w:pPr>
    </w:p>
    <w:p w:rsidR="007B2717" w:rsidRPr="00A82339" w:rsidRDefault="007B2717" w:rsidP="005811D5">
      <w:pPr>
        <w:ind w:left="708" w:firstLine="708"/>
        <w:jc w:val="both"/>
        <w:rPr>
          <w:b/>
          <w:sz w:val="24"/>
          <w:szCs w:val="24"/>
          <w:lang w:val="uk-UA"/>
        </w:rPr>
      </w:pPr>
      <w:r w:rsidRPr="00A82339">
        <w:rPr>
          <w:b/>
          <w:bCs/>
          <w:sz w:val="24"/>
          <w:szCs w:val="24"/>
          <w:lang w:val="uk-UA"/>
        </w:rPr>
        <w:t>Селищний голова                                                                  Ігор ДЗЮБА</w:t>
      </w:r>
    </w:p>
    <w:sectPr w:rsidR="007B2717" w:rsidRPr="00A82339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1D5"/>
    <w:rsid w:val="00003F72"/>
    <w:rsid w:val="001670AD"/>
    <w:rsid w:val="00170C8D"/>
    <w:rsid w:val="001731AD"/>
    <w:rsid w:val="001E51FE"/>
    <w:rsid w:val="002210E4"/>
    <w:rsid w:val="00294B44"/>
    <w:rsid w:val="002B2013"/>
    <w:rsid w:val="002F44CF"/>
    <w:rsid w:val="0033680E"/>
    <w:rsid w:val="003807E3"/>
    <w:rsid w:val="00383A53"/>
    <w:rsid w:val="003D3C76"/>
    <w:rsid w:val="003E02CF"/>
    <w:rsid w:val="00417C7B"/>
    <w:rsid w:val="0042419E"/>
    <w:rsid w:val="00464377"/>
    <w:rsid w:val="00527DCD"/>
    <w:rsid w:val="005811D5"/>
    <w:rsid w:val="005D0D8F"/>
    <w:rsid w:val="005D0FDC"/>
    <w:rsid w:val="005E0C68"/>
    <w:rsid w:val="0063769D"/>
    <w:rsid w:val="00640A37"/>
    <w:rsid w:val="00684B39"/>
    <w:rsid w:val="006F5D60"/>
    <w:rsid w:val="0073659B"/>
    <w:rsid w:val="00770238"/>
    <w:rsid w:val="007B2717"/>
    <w:rsid w:val="007D140B"/>
    <w:rsid w:val="00802AF4"/>
    <w:rsid w:val="00923D7C"/>
    <w:rsid w:val="00A049E1"/>
    <w:rsid w:val="00A3008F"/>
    <w:rsid w:val="00A312E5"/>
    <w:rsid w:val="00A6194B"/>
    <w:rsid w:val="00A82339"/>
    <w:rsid w:val="00AC1D6A"/>
    <w:rsid w:val="00B035DE"/>
    <w:rsid w:val="00B50066"/>
    <w:rsid w:val="00B97BFF"/>
    <w:rsid w:val="00C33D6C"/>
    <w:rsid w:val="00C56A20"/>
    <w:rsid w:val="00C731BC"/>
    <w:rsid w:val="00DA580E"/>
    <w:rsid w:val="00DB7D3A"/>
    <w:rsid w:val="00DF525B"/>
    <w:rsid w:val="00E40864"/>
    <w:rsid w:val="00E828C2"/>
    <w:rsid w:val="00E85FAD"/>
    <w:rsid w:val="00EE19CB"/>
    <w:rsid w:val="00EE3D21"/>
    <w:rsid w:val="00F335F5"/>
    <w:rsid w:val="00FC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D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5811D5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811D5"/>
    <w:pPr>
      <w:ind w:left="720"/>
      <w:contextualSpacing/>
    </w:pPr>
  </w:style>
  <w:style w:type="table" w:styleId="TableGrid">
    <w:name w:val="Table Grid"/>
    <w:basedOn w:val="TableNormal"/>
    <w:uiPriority w:val="99"/>
    <w:rsid w:val="005811D5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11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409</Words>
  <Characters>2333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Пользователь Windows</cp:lastModifiedBy>
  <cp:revision>29</cp:revision>
  <cp:lastPrinted>2021-01-16T09:57:00Z</cp:lastPrinted>
  <dcterms:created xsi:type="dcterms:W3CDTF">2020-10-08T11:00:00Z</dcterms:created>
  <dcterms:modified xsi:type="dcterms:W3CDTF">2021-02-18T10:03:00Z</dcterms:modified>
</cp:coreProperties>
</file>