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9FE" w:rsidRPr="00E515D7" w:rsidRDefault="004869FE" w:rsidP="00E55EBD">
      <w:pPr>
        <w:pStyle w:val="Heading1"/>
        <w:jc w:val="left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          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             </w:t>
      </w:r>
    </w:p>
    <w:p w:rsidR="004869FE" w:rsidRPr="004716B4" w:rsidRDefault="004869FE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4869FE" w:rsidRPr="00A9207F" w:rsidRDefault="004869FE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1</w:t>
      </w:r>
      <w:r w:rsidRPr="00002FFB">
        <w:rPr>
          <w:b/>
          <w:bCs/>
          <w:sz w:val="28"/>
          <w:szCs w:val="28"/>
        </w:rPr>
        <w:t>2</w:t>
      </w:r>
      <w:r w:rsidRPr="0073723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СЕСІЯ 7</w:t>
      </w:r>
      <w:r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869FE" w:rsidRPr="004716B4" w:rsidRDefault="004869FE" w:rsidP="007012AA">
      <w:pPr>
        <w:ind w:right="84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4869FE" w:rsidRPr="004716B4" w:rsidRDefault="004869FE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25</w:t>
      </w:r>
      <w:r w:rsidRPr="00D127B3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лютого</w:t>
      </w:r>
      <w:r w:rsidRPr="00737238">
        <w:rPr>
          <w:bCs/>
          <w:szCs w:val="24"/>
        </w:rPr>
        <w:t xml:space="preserve"> </w:t>
      </w:r>
      <w:r>
        <w:rPr>
          <w:bCs/>
          <w:szCs w:val="24"/>
        </w:rPr>
        <w:t>2020</w:t>
      </w:r>
      <w:r w:rsidRPr="004716B4">
        <w:rPr>
          <w:bCs/>
          <w:szCs w:val="24"/>
        </w:rPr>
        <w:t xml:space="preserve"> року</w:t>
      </w:r>
    </w:p>
    <w:p w:rsidR="004869FE" w:rsidRPr="00737238" w:rsidRDefault="004869FE" w:rsidP="00112AA2">
      <w:pPr>
        <w:pStyle w:val="BodyText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457806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 xml:space="preserve">№ </w:t>
      </w:r>
      <w:r w:rsidRPr="00D127B3">
        <w:rPr>
          <w:bCs/>
          <w:szCs w:val="24"/>
          <w:lang w:val="ru-RU"/>
        </w:rPr>
        <w:t>1</w:t>
      </w:r>
      <w:r w:rsidRPr="00002FFB">
        <w:rPr>
          <w:bCs/>
          <w:szCs w:val="24"/>
          <w:lang w:val="ru-RU"/>
        </w:rPr>
        <w:t>2</w:t>
      </w:r>
      <w:r>
        <w:rPr>
          <w:bCs/>
          <w:szCs w:val="24"/>
        </w:rPr>
        <w:t xml:space="preserve"> </w:t>
      </w:r>
      <w:r w:rsidRPr="00457806">
        <w:rPr>
          <w:bCs/>
          <w:szCs w:val="24"/>
        </w:rPr>
        <w:t xml:space="preserve"> – </w:t>
      </w:r>
      <w:r w:rsidRPr="000117E6">
        <w:rPr>
          <w:bCs/>
          <w:szCs w:val="24"/>
          <w:lang w:val="ru-RU"/>
        </w:rPr>
        <w:t>41</w:t>
      </w:r>
      <w:r w:rsidRPr="00457806">
        <w:rPr>
          <w:bCs/>
          <w:szCs w:val="24"/>
        </w:rPr>
        <w:t>/</w:t>
      </w:r>
      <w:r>
        <w:rPr>
          <w:bCs/>
          <w:szCs w:val="24"/>
        </w:rPr>
        <w:t>2020</w:t>
      </w:r>
    </w:p>
    <w:p w:rsidR="004869FE" w:rsidRPr="00737238" w:rsidRDefault="004869FE" w:rsidP="00112AA2">
      <w:pPr>
        <w:pStyle w:val="BodyText2"/>
        <w:jc w:val="both"/>
        <w:rPr>
          <w:bCs/>
          <w:szCs w:val="24"/>
        </w:rPr>
      </w:pPr>
    </w:p>
    <w:tbl>
      <w:tblPr>
        <w:tblW w:w="0" w:type="auto"/>
        <w:tblLook w:val="00A0"/>
      </w:tblPr>
      <w:tblGrid>
        <w:gridCol w:w="5495"/>
      </w:tblGrid>
      <w:tr w:rsidR="004869FE" w:rsidRPr="00D127B3" w:rsidTr="00B60ACC">
        <w:trPr>
          <w:trHeight w:val="2098"/>
        </w:trPr>
        <w:tc>
          <w:tcPr>
            <w:tcW w:w="5495" w:type="dxa"/>
          </w:tcPr>
          <w:p w:rsidR="004869FE" w:rsidRPr="00B60ACC" w:rsidRDefault="004869FE" w:rsidP="00B60ACC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B60ACC">
              <w:rPr>
                <w:b w:val="0"/>
                <w:bCs/>
                <w:szCs w:val="24"/>
              </w:rPr>
              <w:t>Про</w:t>
            </w:r>
            <w:r w:rsidRPr="00B60ACC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B60ACC">
              <w:rPr>
                <w:b w:val="0"/>
                <w:bCs/>
                <w:szCs w:val="24"/>
              </w:rPr>
              <w:t xml:space="preserve">затвердження технічної документації із  землеустрою щодо встановлення  меж земельної ділянки в натурі (на місцевості), гр. Зінченку Віктору Івановичу та гр. Зінченко Валентині Василівні,  для будівництва і обслуговування житлового будинку, господарських будівель і споруд (присадибна ділянка), розташованої в межах </w:t>
            </w:r>
            <w:r w:rsidRPr="00B60ACC">
              <w:rPr>
                <w:b w:val="0"/>
                <w:szCs w:val="24"/>
              </w:rPr>
              <w:t>населеного пункту, на території, яка за даними державного земельного кадастру, враховується Марківській селищній раді за адресою: смт. Марківка, вул.</w:t>
            </w:r>
            <w:r w:rsidRPr="00B60ACC">
              <w:rPr>
                <w:b w:val="0"/>
                <w:bCs/>
                <w:szCs w:val="24"/>
              </w:rPr>
              <w:t xml:space="preserve"> Центральна, буд. 185,</w:t>
            </w:r>
            <w:r w:rsidRPr="00B60ACC">
              <w:rPr>
                <w:b w:val="0"/>
                <w:szCs w:val="24"/>
              </w:rPr>
              <w:t xml:space="preserve"> </w:t>
            </w:r>
            <w:r w:rsidRPr="00B60ACC">
              <w:rPr>
                <w:b w:val="0"/>
                <w:bCs/>
                <w:szCs w:val="24"/>
              </w:rPr>
              <w:t>Марківського району Луганської області.</w:t>
            </w:r>
          </w:p>
        </w:tc>
      </w:tr>
    </w:tbl>
    <w:p w:rsidR="004869FE" w:rsidRPr="00F92011" w:rsidRDefault="004869FE" w:rsidP="00111A02">
      <w:pPr>
        <w:pStyle w:val="BodyText2"/>
        <w:ind w:firstLine="709"/>
        <w:jc w:val="both"/>
        <w:rPr>
          <w:b w:val="0"/>
          <w:szCs w:val="24"/>
        </w:rPr>
      </w:pPr>
    </w:p>
    <w:p w:rsidR="004869FE" w:rsidRPr="00134134" w:rsidRDefault="004869FE" w:rsidP="00111A02">
      <w:pPr>
        <w:pStyle w:val="BodyText2"/>
        <w:ind w:firstLine="709"/>
        <w:jc w:val="both"/>
        <w:rPr>
          <w:b w:val="0"/>
          <w:bCs/>
          <w:szCs w:val="24"/>
        </w:rPr>
      </w:pPr>
      <w:r w:rsidRPr="00134134">
        <w:rPr>
          <w:b w:val="0"/>
          <w:szCs w:val="24"/>
        </w:rPr>
        <w:t xml:space="preserve">Розглянувши заяву </w:t>
      </w:r>
      <w:r w:rsidRPr="005954CE">
        <w:rPr>
          <w:b w:val="0"/>
          <w:bCs/>
          <w:szCs w:val="24"/>
        </w:rPr>
        <w:t>гр.</w:t>
      </w:r>
      <w:r>
        <w:rPr>
          <w:b w:val="0"/>
          <w:bCs/>
          <w:szCs w:val="24"/>
        </w:rPr>
        <w:t xml:space="preserve"> Зінченка Віктора Івановича та гр. Зінченко Валентини Василівни</w:t>
      </w:r>
      <w:r>
        <w:rPr>
          <w:b w:val="0"/>
          <w:szCs w:val="24"/>
        </w:rPr>
        <w:t xml:space="preserve">, </w:t>
      </w:r>
      <w:r w:rsidRPr="00134134">
        <w:rPr>
          <w:b w:val="0"/>
          <w:szCs w:val="24"/>
        </w:rPr>
        <w:t xml:space="preserve">про </w:t>
      </w:r>
      <w:r w:rsidRPr="00134134">
        <w:rPr>
          <w:b w:val="0"/>
          <w:bCs/>
          <w:szCs w:val="24"/>
        </w:rPr>
        <w:t>затвердж</w:t>
      </w:r>
      <w:r>
        <w:rPr>
          <w:b w:val="0"/>
          <w:bCs/>
          <w:szCs w:val="24"/>
        </w:rPr>
        <w:t xml:space="preserve">ення технічної документації із </w:t>
      </w:r>
      <w:r w:rsidRPr="00134134">
        <w:rPr>
          <w:b w:val="0"/>
          <w:bCs/>
          <w:szCs w:val="24"/>
        </w:rPr>
        <w:t>землеустрою щодо встановлення</w:t>
      </w:r>
      <w:r>
        <w:rPr>
          <w:b w:val="0"/>
          <w:bCs/>
          <w:szCs w:val="24"/>
        </w:rPr>
        <w:t xml:space="preserve"> </w:t>
      </w:r>
      <w:r w:rsidRPr="00134134">
        <w:rPr>
          <w:b w:val="0"/>
          <w:bCs/>
          <w:szCs w:val="24"/>
        </w:rPr>
        <w:t>меж земельн</w:t>
      </w:r>
      <w:r>
        <w:rPr>
          <w:b w:val="0"/>
          <w:bCs/>
          <w:szCs w:val="24"/>
        </w:rPr>
        <w:t>ої</w:t>
      </w:r>
      <w:r w:rsidRPr="00134134">
        <w:rPr>
          <w:b w:val="0"/>
          <w:bCs/>
          <w:szCs w:val="24"/>
        </w:rPr>
        <w:t xml:space="preserve"> ділян</w:t>
      </w:r>
      <w:r>
        <w:rPr>
          <w:b w:val="0"/>
          <w:bCs/>
          <w:szCs w:val="24"/>
        </w:rPr>
        <w:t>ки</w:t>
      </w:r>
      <w:r w:rsidRPr="00134134">
        <w:rPr>
          <w:b w:val="0"/>
          <w:bCs/>
          <w:szCs w:val="24"/>
        </w:rPr>
        <w:t xml:space="preserve"> в натурі (на місцевості), </w:t>
      </w:r>
      <w:r w:rsidRPr="00134134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>,</w:t>
      </w:r>
      <w:r w:rsidRPr="00134134">
        <w:rPr>
          <w:b w:val="0"/>
          <w:szCs w:val="24"/>
        </w:rPr>
        <w:t xml:space="preserve"> розташован</w:t>
      </w:r>
      <w:r>
        <w:rPr>
          <w:b w:val="0"/>
          <w:szCs w:val="24"/>
        </w:rPr>
        <w:t xml:space="preserve">ої </w:t>
      </w:r>
      <w:r w:rsidRPr="00134134">
        <w:rPr>
          <w:b w:val="0"/>
          <w:szCs w:val="24"/>
        </w:rPr>
        <w:t xml:space="preserve"> в межах населеного пункту, на території, яка за даними державного земельно</w:t>
      </w:r>
      <w:r>
        <w:rPr>
          <w:b w:val="0"/>
          <w:szCs w:val="24"/>
        </w:rPr>
        <w:t>го</w:t>
      </w:r>
      <w:r w:rsidRPr="00134134">
        <w:rPr>
          <w:b w:val="0"/>
          <w:szCs w:val="24"/>
        </w:rPr>
        <w:t xml:space="preserve"> кадастру, враховується в Марківській селищній раді за адресою: смт. Марківка, </w:t>
      </w:r>
      <w:r>
        <w:rPr>
          <w:b w:val="0"/>
          <w:bCs/>
          <w:szCs w:val="24"/>
        </w:rPr>
        <w:t>вул</w:t>
      </w:r>
      <w:r w:rsidRPr="00134134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 xml:space="preserve"> Центральна, 185,</w:t>
      </w:r>
      <w:r w:rsidRPr="00134134">
        <w:rPr>
          <w:b w:val="0"/>
          <w:bCs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>
        <w:rPr>
          <w:b w:val="0"/>
          <w:bCs/>
          <w:szCs w:val="24"/>
        </w:rPr>
        <w:t xml:space="preserve">ст. 55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</w:t>
      </w:r>
      <w:r w:rsidRPr="00134134">
        <w:rPr>
          <w:b w:val="0"/>
          <w:bCs/>
          <w:szCs w:val="24"/>
        </w:rPr>
        <w:t>есія селищної ради</w:t>
      </w:r>
    </w:p>
    <w:p w:rsidR="004869FE" w:rsidRPr="003A15C2" w:rsidRDefault="004869FE" w:rsidP="00641BAB">
      <w:pPr>
        <w:pStyle w:val="BodyText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4869FE" w:rsidRPr="00D35A2A" w:rsidRDefault="004869FE" w:rsidP="00D35A2A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16158">
        <w:rPr>
          <w:bCs/>
          <w:sz w:val="24"/>
          <w:szCs w:val="24"/>
          <w:lang w:val="uk-UA"/>
        </w:rPr>
        <w:t>Затвердити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технічн</w:t>
      </w:r>
      <w:r w:rsidRPr="00E16158">
        <w:rPr>
          <w:bCs/>
          <w:sz w:val="24"/>
          <w:szCs w:val="24"/>
          <w:lang w:val="uk-UA"/>
        </w:rPr>
        <w:t xml:space="preserve">у </w:t>
      </w:r>
      <w:r w:rsidRPr="00E16158">
        <w:rPr>
          <w:bCs/>
          <w:sz w:val="24"/>
          <w:szCs w:val="24"/>
        </w:rPr>
        <w:t>документаці</w:t>
      </w:r>
      <w:r w:rsidRPr="00E16158">
        <w:rPr>
          <w:bCs/>
          <w:sz w:val="24"/>
          <w:szCs w:val="24"/>
          <w:lang w:val="uk-UA"/>
        </w:rPr>
        <w:t>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із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землеустрою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щодо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встановлення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меж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земельн</w:t>
      </w:r>
      <w:r w:rsidRPr="00E16158">
        <w:rPr>
          <w:bCs/>
          <w:sz w:val="24"/>
          <w:szCs w:val="24"/>
          <w:lang w:val="uk-UA"/>
        </w:rPr>
        <w:t>ої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ділян</w:t>
      </w:r>
      <w:r w:rsidRPr="00E16158">
        <w:rPr>
          <w:bCs/>
          <w:sz w:val="24"/>
          <w:szCs w:val="24"/>
          <w:lang w:val="uk-UA"/>
        </w:rPr>
        <w:t>ки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натурі</w:t>
      </w:r>
      <w:r w:rsidRPr="001972C3">
        <w:rPr>
          <w:bCs/>
          <w:sz w:val="24"/>
          <w:szCs w:val="24"/>
        </w:rPr>
        <w:t xml:space="preserve"> (</w:t>
      </w:r>
      <w:r w:rsidRPr="00E16158">
        <w:rPr>
          <w:bCs/>
          <w:sz w:val="24"/>
          <w:szCs w:val="24"/>
        </w:rPr>
        <w:t>на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місцево</w:t>
      </w:r>
      <w:r w:rsidRPr="0051490A">
        <w:rPr>
          <w:bCs/>
          <w:sz w:val="24"/>
          <w:szCs w:val="24"/>
        </w:rPr>
        <w:t>сті</w:t>
      </w:r>
      <w:r w:rsidRPr="001972C3">
        <w:rPr>
          <w:bCs/>
          <w:sz w:val="24"/>
          <w:szCs w:val="24"/>
        </w:rPr>
        <w:t>)</w:t>
      </w:r>
      <w:r w:rsidRPr="00D127B3">
        <w:rPr>
          <w:bCs/>
          <w:sz w:val="24"/>
          <w:szCs w:val="24"/>
          <w:lang w:val="uk-UA"/>
        </w:rPr>
        <w:t xml:space="preserve"> </w:t>
      </w:r>
      <w:r w:rsidRPr="00D127B3">
        <w:rPr>
          <w:bCs/>
          <w:sz w:val="24"/>
          <w:szCs w:val="24"/>
        </w:rPr>
        <w:t>гр. Зінченку Віктору Івановичу та гр. Зінченко Валентині Василівні,</w:t>
      </w:r>
      <w:r w:rsidRPr="00D127B3">
        <w:rPr>
          <w:bCs/>
          <w:sz w:val="24"/>
          <w:szCs w:val="24"/>
          <w:lang w:val="uk-UA"/>
        </w:rPr>
        <w:t xml:space="preserve"> </w:t>
      </w:r>
      <w:r w:rsidRPr="00D35A2A">
        <w:rPr>
          <w:bCs/>
          <w:sz w:val="24"/>
          <w:szCs w:val="24"/>
          <w:lang w:val="uk-UA"/>
        </w:rPr>
        <w:t xml:space="preserve">для </w:t>
      </w:r>
      <w:r w:rsidRPr="00D35A2A">
        <w:rPr>
          <w:sz w:val="24"/>
          <w:szCs w:val="24"/>
          <w:lang w:val="uk-UA"/>
        </w:rPr>
        <w:t xml:space="preserve">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в Марківській селищній раді за адресою: смт. Марківка, </w:t>
      </w:r>
      <w:r w:rsidRPr="00D35A2A">
        <w:rPr>
          <w:bCs/>
          <w:sz w:val="24"/>
          <w:szCs w:val="24"/>
          <w:lang w:val="uk-UA"/>
        </w:rPr>
        <w:t xml:space="preserve">вул. </w:t>
      </w:r>
      <w:r>
        <w:rPr>
          <w:bCs/>
          <w:sz w:val="24"/>
          <w:szCs w:val="24"/>
          <w:lang w:val="uk-UA"/>
        </w:rPr>
        <w:t>Центральна, 185</w:t>
      </w:r>
      <w:r w:rsidRPr="00D35A2A">
        <w:rPr>
          <w:bCs/>
          <w:sz w:val="24"/>
          <w:szCs w:val="24"/>
          <w:lang w:val="uk-UA"/>
        </w:rPr>
        <w:t xml:space="preserve">, Марківського району Луганської області. </w:t>
      </w:r>
    </w:p>
    <w:p w:rsidR="004869FE" w:rsidRPr="00937A2F" w:rsidRDefault="004869FE" w:rsidP="0030242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012AA">
        <w:rPr>
          <w:bCs/>
          <w:sz w:val="24"/>
          <w:szCs w:val="24"/>
          <w:lang w:val="uk-UA"/>
        </w:rPr>
        <w:t xml:space="preserve">Передати у </w:t>
      </w:r>
      <w:r>
        <w:rPr>
          <w:bCs/>
          <w:sz w:val="24"/>
          <w:szCs w:val="24"/>
          <w:lang w:val="uk-UA"/>
        </w:rPr>
        <w:t xml:space="preserve">спільну часткову </w:t>
      </w:r>
      <w:r w:rsidRPr="00D127B3">
        <w:rPr>
          <w:bCs/>
          <w:sz w:val="24"/>
          <w:szCs w:val="24"/>
          <w:lang w:val="uk-UA"/>
        </w:rPr>
        <w:t xml:space="preserve">власність </w:t>
      </w:r>
      <w:r w:rsidRPr="00D127B3">
        <w:rPr>
          <w:bCs/>
          <w:sz w:val="24"/>
          <w:szCs w:val="24"/>
        </w:rPr>
        <w:t>гр. Зінченку Віктору Івановичу</w:t>
      </w:r>
      <w:r>
        <w:rPr>
          <w:bCs/>
          <w:sz w:val="24"/>
          <w:szCs w:val="24"/>
          <w:lang w:val="uk-UA"/>
        </w:rPr>
        <w:t xml:space="preserve"> (1/2)</w:t>
      </w:r>
      <w:r w:rsidRPr="00D127B3">
        <w:rPr>
          <w:bCs/>
          <w:sz w:val="24"/>
          <w:szCs w:val="24"/>
        </w:rPr>
        <w:t xml:space="preserve"> та гр. Зінченко Валентині Василівні</w:t>
      </w:r>
      <w:r>
        <w:rPr>
          <w:bCs/>
          <w:sz w:val="24"/>
          <w:szCs w:val="24"/>
          <w:lang w:val="uk-UA"/>
        </w:rPr>
        <w:t xml:space="preserve"> (1/2)</w:t>
      </w:r>
      <w:r w:rsidRPr="00D127B3">
        <w:rPr>
          <w:bCs/>
          <w:sz w:val="24"/>
          <w:szCs w:val="24"/>
        </w:rPr>
        <w:t>,</w:t>
      </w:r>
      <w:r>
        <w:rPr>
          <w:bCs/>
          <w:szCs w:val="24"/>
        </w:rPr>
        <w:t xml:space="preserve">  </w:t>
      </w:r>
      <w:r w:rsidRPr="001316EA">
        <w:rPr>
          <w:bCs/>
          <w:sz w:val="24"/>
          <w:szCs w:val="24"/>
          <w:lang w:val="uk-UA"/>
        </w:rPr>
        <w:t>земельну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bCs/>
          <w:sz w:val="24"/>
          <w:szCs w:val="24"/>
          <w:lang w:val="uk-UA"/>
        </w:rPr>
        <w:t>ділянку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площею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0,</w:t>
      </w:r>
      <w:r>
        <w:rPr>
          <w:sz w:val="24"/>
          <w:szCs w:val="24"/>
          <w:lang w:val="uk-UA"/>
        </w:rPr>
        <w:t xml:space="preserve">1500 </w:t>
      </w:r>
      <w:r w:rsidRPr="001316EA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, із них: 0,1500 </w:t>
      </w:r>
      <w:r w:rsidRPr="00E16158">
        <w:rPr>
          <w:sz w:val="24"/>
          <w:szCs w:val="24"/>
          <w:lang w:val="uk-UA"/>
        </w:rPr>
        <w:t>га (кадастровий номер 4422555100:</w:t>
      </w:r>
      <w:r>
        <w:rPr>
          <w:sz w:val="24"/>
          <w:szCs w:val="24"/>
          <w:lang w:val="uk-UA"/>
        </w:rPr>
        <w:t>06:015:0053</w:t>
      </w:r>
      <w:r w:rsidRPr="00E16158">
        <w:rPr>
          <w:sz w:val="24"/>
          <w:szCs w:val="24"/>
          <w:lang w:val="uk-UA"/>
        </w:rPr>
        <w:t>) - для будівництва і обслуговування житлового будинку, господарських будівель і споруд (приса</w:t>
      </w:r>
      <w:r>
        <w:rPr>
          <w:sz w:val="24"/>
          <w:szCs w:val="24"/>
          <w:lang w:val="uk-UA"/>
        </w:rPr>
        <w:t>дибна ділянка), (угіддя - малоповерхова забудова – 0,1500 га</w:t>
      </w:r>
      <w:r w:rsidRPr="00E16158">
        <w:rPr>
          <w:sz w:val="24"/>
          <w:szCs w:val="24"/>
          <w:lang w:val="uk-UA"/>
        </w:rPr>
        <w:t>) за рахунок земель житлової та громадської забудови населеного пункту за адресою: смт. Марківка</w:t>
      </w:r>
      <w:r>
        <w:rPr>
          <w:sz w:val="24"/>
          <w:szCs w:val="24"/>
          <w:lang w:val="uk-UA"/>
        </w:rPr>
        <w:t>, вул</w:t>
      </w:r>
      <w:r w:rsidRPr="00E1615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Центральна, 185</w:t>
      </w:r>
      <w:r w:rsidRPr="00E16158">
        <w:rPr>
          <w:sz w:val="24"/>
          <w:szCs w:val="24"/>
          <w:lang w:val="uk-UA"/>
        </w:rPr>
        <w:t>, Марківського району Луганської області.</w:t>
      </w:r>
    </w:p>
    <w:p w:rsidR="004869FE" w:rsidRPr="009836E3" w:rsidRDefault="004869FE" w:rsidP="00E95D4C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869FE" w:rsidRDefault="004869FE" w:rsidP="00F82CE0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869FE" w:rsidRPr="00991E24" w:rsidRDefault="004869FE" w:rsidP="00F82CE0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4869FE" w:rsidRPr="00635B6F" w:rsidRDefault="004869FE" w:rsidP="00775A5A">
      <w:pPr>
        <w:pStyle w:val="ListParagraph"/>
        <w:ind w:left="0"/>
        <w:jc w:val="both"/>
        <w:rPr>
          <w:b/>
          <w:sz w:val="24"/>
          <w:szCs w:val="24"/>
          <w:lang w:val="uk-UA"/>
        </w:rPr>
      </w:pPr>
      <w:r w:rsidRPr="00635B6F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</w:t>
      </w:r>
      <w:r w:rsidRPr="00635B6F">
        <w:rPr>
          <w:b/>
          <w:bCs/>
          <w:sz w:val="24"/>
          <w:szCs w:val="24"/>
          <w:lang w:val="en-US"/>
        </w:rPr>
        <w:t>ЗЮБА</w:t>
      </w:r>
    </w:p>
    <w:sectPr w:rsidR="004869FE" w:rsidRPr="00635B6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02FFB"/>
    <w:rsid w:val="000117E6"/>
    <w:rsid w:val="00031C60"/>
    <w:rsid w:val="000458E4"/>
    <w:rsid w:val="00053F97"/>
    <w:rsid w:val="00071A7E"/>
    <w:rsid w:val="000754D4"/>
    <w:rsid w:val="00075911"/>
    <w:rsid w:val="00075EB1"/>
    <w:rsid w:val="00084B41"/>
    <w:rsid w:val="00092532"/>
    <w:rsid w:val="000A1ED9"/>
    <w:rsid w:val="000D4047"/>
    <w:rsid w:val="000F322C"/>
    <w:rsid w:val="000F7971"/>
    <w:rsid w:val="0011157A"/>
    <w:rsid w:val="00111A02"/>
    <w:rsid w:val="00112AA2"/>
    <w:rsid w:val="001316EA"/>
    <w:rsid w:val="00133054"/>
    <w:rsid w:val="00134134"/>
    <w:rsid w:val="00143D5D"/>
    <w:rsid w:val="001539EF"/>
    <w:rsid w:val="00163FEF"/>
    <w:rsid w:val="001671F6"/>
    <w:rsid w:val="00171E81"/>
    <w:rsid w:val="00180A4E"/>
    <w:rsid w:val="00194650"/>
    <w:rsid w:val="001946F3"/>
    <w:rsid w:val="001972C3"/>
    <w:rsid w:val="001A29E7"/>
    <w:rsid w:val="001A7AE9"/>
    <w:rsid w:val="001B232D"/>
    <w:rsid w:val="001B59B5"/>
    <w:rsid w:val="001B6AAA"/>
    <w:rsid w:val="001E1021"/>
    <w:rsid w:val="00202447"/>
    <w:rsid w:val="0023138F"/>
    <w:rsid w:val="00236873"/>
    <w:rsid w:val="00244B55"/>
    <w:rsid w:val="002519F5"/>
    <w:rsid w:val="002643A1"/>
    <w:rsid w:val="00277300"/>
    <w:rsid w:val="002902AF"/>
    <w:rsid w:val="002D3B64"/>
    <w:rsid w:val="002E7A05"/>
    <w:rsid w:val="002F225F"/>
    <w:rsid w:val="00301326"/>
    <w:rsid w:val="00302429"/>
    <w:rsid w:val="003136A5"/>
    <w:rsid w:val="003143E8"/>
    <w:rsid w:val="00333EFB"/>
    <w:rsid w:val="00344DC9"/>
    <w:rsid w:val="0037271B"/>
    <w:rsid w:val="00376A18"/>
    <w:rsid w:val="003839D6"/>
    <w:rsid w:val="0039331F"/>
    <w:rsid w:val="003A15C2"/>
    <w:rsid w:val="003E3B73"/>
    <w:rsid w:val="004224C8"/>
    <w:rsid w:val="00425AC2"/>
    <w:rsid w:val="0042746E"/>
    <w:rsid w:val="00432316"/>
    <w:rsid w:val="00451CC6"/>
    <w:rsid w:val="00457806"/>
    <w:rsid w:val="004716B4"/>
    <w:rsid w:val="004754B8"/>
    <w:rsid w:val="004760B7"/>
    <w:rsid w:val="00485016"/>
    <w:rsid w:val="004869FE"/>
    <w:rsid w:val="004D3F5E"/>
    <w:rsid w:val="0051490A"/>
    <w:rsid w:val="0051798B"/>
    <w:rsid w:val="0052445C"/>
    <w:rsid w:val="00533BE4"/>
    <w:rsid w:val="005458B2"/>
    <w:rsid w:val="00567344"/>
    <w:rsid w:val="0057343D"/>
    <w:rsid w:val="00576117"/>
    <w:rsid w:val="005954CE"/>
    <w:rsid w:val="005B6683"/>
    <w:rsid w:val="005D4478"/>
    <w:rsid w:val="005F5F37"/>
    <w:rsid w:val="00604343"/>
    <w:rsid w:val="006337EE"/>
    <w:rsid w:val="00635B6F"/>
    <w:rsid w:val="00641BAB"/>
    <w:rsid w:val="0068499B"/>
    <w:rsid w:val="00696364"/>
    <w:rsid w:val="006A315B"/>
    <w:rsid w:val="006A7326"/>
    <w:rsid w:val="007012AA"/>
    <w:rsid w:val="00731A58"/>
    <w:rsid w:val="00737238"/>
    <w:rsid w:val="00742AC1"/>
    <w:rsid w:val="00775A5A"/>
    <w:rsid w:val="007B790D"/>
    <w:rsid w:val="007C2BFC"/>
    <w:rsid w:val="007C4DE2"/>
    <w:rsid w:val="007D61F7"/>
    <w:rsid w:val="007E6DFC"/>
    <w:rsid w:val="007F694E"/>
    <w:rsid w:val="00814ED7"/>
    <w:rsid w:val="00816B8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7A2F"/>
    <w:rsid w:val="009500BE"/>
    <w:rsid w:val="0097665D"/>
    <w:rsid w:val="009836E3"/>
    <w:rsid w:val="00991E24"/>
    <w:rsid w:val="009977DD"/>
    <w:rsid w:val="009B1674"/>
    <w:rsid w:val="009B5C9C"/>
    <w:rsid w:val="009C4B69"/>
    <w:rsid w:val="009C71E3"/>
    <w:rsid w:val="009D41F0"/>
    <w:rsid w:val="009D6C08"/>
    <w:rsid w:val="009F77B5"/>
    <w:rsid w:val="00A03E32"/>
    <w:rsid w:val="00A17388"/>
    <w:rsid w:val="00A253EB"/>
    <w:rsid w:val="00A4080D"/>
    <w:rsid w:val="00A62CBB"/>
    <w:rsid w:val="00A9207F"/>
    <w:rsid w:val="00AD4C6E"/>
    <w:rsid w:val="00AE3190"/>
    <w:rsid w:val="00AF0BB1"/>
    <w:rsid w:val="00AF2427"/>
    <w:rsid w:val="00B060F8"/>
    <w:rsid w:val="00B102F0"/>
    <w:rsid w:val="00B10C41"/>
    <w:rsid w:val="00B11F09"/>
    <w:rsid w:val="00B4071D"/>
    <w:rsid w:val="00B543BB"/>
    <w:rsid w:val="00B60ACC"/>
    <w:rsid w:val="00B91C08"/>
    <w:rsid w:val="00BB6DC4"/>
    <w:rsid w:val="00BD7763"/>
    <w:rsid w:val="00C265F8"/>
    <w:rsid w:val="00C30144"/>
    <w:rsid w:val="00C327B4"/>
    <w:rsid w:val="00C348CD"/>
    <w:rsid w:val="00C45642"/>
    <w:rsid w:val="00C46EC2"/>
    <w:rsid w:val="00C56E32"/>
    <w:rsid w:val="00CB2CCB"/>
    <w:rsid w:val="00CC205A"/>
    <w:rsid w:val="00CC3427"/>
    <w:rsid w:val="00CD4D63"/>
    <w:rsid w:val="00CE5EC0"/>
    <w:rsid w:val="00CF0139"/>
    <w:rsid w:val="00D127B3"/>
    <w:rsid w:val="00D1563A"/>
    <w:rsid w:val="00D214D7"/>
    <w:rsid w:val="00D35A2A"/>
    <w:rsid w:val="00D50DA0"/>
    <w:rsid w:val="00D53F4A"/>
    <w:rsid w:val="00D57993"/>
    <w:rsid w:val="00D67557"/>
    <w:rsid w:val="00D70FCE"/>
    <w:rsid w:val="00D73460"/>
    <w:rsid w:val="00D8216E"/>
    <w:rsid w:val="00D963AC"/>
    <w:rsid w:val="00DC61A9"/>
    <w:rsid w:val="00DD2481"/>
    <w:rsid w:val="00DE30A7"/>
    <w:rsid w:val="00DF0CB6"/>
    <w:rsid w:val="00E16158"/>
    <w:rsid w:val="00E22708"/>
    <w:rsid w:val="00E22D58"/>
    <w:rsid w:val="00E515D7"/>
    <w:rsid w:val="00E55EBD"/>
    <w:rsid w:val="00E72A29"/>
    <w:rsid w:val="00E95D4C"/>
    <w:rsid w:val="00EB20FC"/>
    <w:rsid w:val="00EB2BDC"/>
    <w:rsid w:val="00ED27DC"/>
    <w:rsid w:val="00ED3EC6"/>
    <w:rsid w:val="00EF6135"/>
    <w:rsid w:val="00F02955"/>
    <w:rsid w:val="00F0726E"/>
    <w:rsid w:val="00F07FAC"/>
    <w:rsid w:val="00F22947"/>
    <w:rsid w:val="00F40D12"/>
    <w:rsid w:val="00F47CB2"/>
    <w:rsid w:val="00F672FC"/>
    <w:rsid w:val="00F82CE0"/>
    <w:rsid w:val="00F92011"/>
    <w:rsid w:val="00F93965"/>
    <w:rsid w:val="00FA0462"/>
    <w:rsid w:val="00FB1365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440</Words>
  <Characters>2508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МАРКІВСЬКА СЕЛИЩНА РАДА                  </dc:title>
  <dc:subject/>
  <dc:creator>User</dc:creator>
  <cp:keywords/>
  <dc:description/>
  <cp:lastModifiedBy>Пользователь Windows</cp:lastModifiedBy>
  <cp:revision>2</cp:revision>
  <cp:lastPrinted>2020-03-04T07:01:00Z</cp:lastPrinted>
  <dcterms:created xsi:type="dcterms:W3CDTF">2020-03-12T13:37:00Z</dcterms:created>
  <dcterms:modified xsi:type="dcterms:W3CDTF">2020-03-12T13:37:00Z</dcterms:modified>
</cp:coreProperties>
</file>