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70" w:rsidRPr="00151597" w:rsidRDefault="00271470" w:rsidP="003A4440">
      <w:pPr>
        <w:pStyle w:val="Title"/>
        <w:outlineLvl w:val="0"/>
        <w:rPr>
          <w:b/>
          <w:szCs w:val="28"/>
        </w:rPr>
      </w:pPr>
      <w:r w:rsidRPr="00151597">
        <w:rPr>
          <w:b/>
          <w:szCs w:val="28"/>
        </w:rPr>
        <w:t xml:space="preserve">ПОРЯДОК ДЕННИЙ </w:t>
      </w:r>
    </w:p>
    <w:p w:rsidR="00271470" w:rsidRPr="00151597" w:rsidRDefault="00271470" w:rsidP="003A4440">
      <w:pPr>
        <w:pStyle w:val="Title"/>
        <w:tabs>
          <w:tab w:val="center" w:pos="4844"/>
        </w:tabs>
        <w:rPr>
          <w:szCs w:val="28"/>
        </w:rPr>
      </w:pPr>
      <w:r w:rsidRPr="00151597">
        <w:rPr>
          <w:szCs w:val="28"/>
        </w:rPr>
        <w:t xml:space="preserve">пленарного засідання </w:t>
      </w:r>
      <w:r>
        <w:rPr>
          <w:szCs w:val="28"/>
        </w:rPr>
        <w:t>чергової дев’ятнадцятої</w:t>
      </w:r>
      <w:r w:rsidRPr="00151597">
        <w:rPr>
          <w:szCs w:val="28"/>
        </w:rPr>
        <w:t xml:space="preserve"> сесії </w:t>
      </w:r>
    </w:p>
    <w:p w:rsidR="00271470" w:rsidRPr="00151597" w:rsidRDefault="00271470" w:rsidP="003A4440">
      <w:pPr>
        <w:pStyle w:val="Title"/>
        <w:tabs>
          <w:tab w:val="center" w:pos="4844"/>
        </w:tabs>
        <w:rPr>
          <w:szCs w:val="28"/>
        </w:rPr>
      </w:pPr>
      <w:r w:rsidRPr="00151597">
        <w:rPr>
          <w:szCs w:val="28"/>
        </w:rPr>
        <w:t>Марківської селищної ради</w:t>
      </w:r>
    </w:p>
    <w:p w:rsidR="00271470" w:rsidRPr="00151597" w:rsidRDefault="00271470" w:rsidP="003A4440">
      <w:pPr>
        <w:pStyle w:val="Title"/>
        <w:tabs>
          <w:tab w:val="center" w:pos="4844"/>
        </w:tabs>
        <w:rPr>
          <w:szCs w:val="28"/>
        </w:rPr>
      </w:pPr>
      <w:r w:rsidRPr="00151597">
        <w:rPr>
          <w:szCs w:val="28"/>
        </w:rPr>
        <w:t>сьомого скликання</w:t>
      </w:r>
    </w:p>
    <w:p w:rsidR="00271470" w:rsidRPr="00151597" w:rsidRDefault="00271470" w:rsidP="003A4440">
      <w:pPr>
        <w:pStyle w:val="Title"/>
        <w:jc w:val="left"/>
        <w:rPr>
          <w:szCs w:val="28"/>
        </w:rPr>
      </w:pPr>
    </w:p>
    <w:p w:rsidR="00271470" w:rsidRPr="00151597" w:rsidRDefault="00271470" w:rsidP="00E27A85">
      <w:pPr>
        <w:pStyle w:val="Title"/>
        <w:ind w:firstLine="708"/>
        <w:jc w:val="left"/>
        <w:rPr>
          <w:i/>
          <w:szCs w:val="28"/>
        </w:rPr>
      </w:pPr>
      <w:r>
        <w:rPr>
          <w:i/>
          <w:szCs w:val="28"/>
          <w:lang w:val="ru-RU"/>
        </w:rPr>
        <w:t>16 липня</w:t>
      </w:r>
      <w:r w:rsidRPr="00151597">
        <w:rPr>
          <w:i/>
          <w:szCs w:val="28"/>
          <w:lang w:val="ru-RU"/>
        </w:rPr>
        <w:t xml:space="preserve"> 2020 року</w:t>
      </w:r>
      <w:r w:rsidRPr="00151597">
        <w:rPr>
          <w:i/>
          <w:szCs w:val="28"/>
        </w:rPr>
        <w:tab/>
      </w:r>
      <w:r w:rsidRPr="00151597">
        <w:rPr>
          <w:i/>
          <w:szCs w:val="28"/>
        </w:rPr>
        <w:tab/>
      </w:r>
      <w:r w:rsidRPr="00151597">
        <w:rPr>
          <w:i/>
          <w:szCs w:val="28"/>
        </w:rPr>
        <w:tab/>
      </w:r>
      <w:r w:rsidRPr="00151597">
        <w:rPr>
          <w:i/>
          <w:szCs w:val="28"/>
        </w:rPr>
        <w:tab/>
        <w:t xml:space="preserve">    Початок: 10.00</w:t>
      </w:r>
    </w:p>
    <w:p w:rsidR="00271470" w:rsidRPr="00151597" w:rsidRDefault="00271470" w:rsidP="00E27A85">
      <w:pPr>
        <w:pStyle w:val="Title"/>
        <w:ind w:firstLine="708"/>
        <w:jc w:val="left"/>
        <w:rPr>
          <w:szCs w:val="28"/>
        </w:rPr>
      </w:pPr>
      <w:r w:rsidRPr="00151597">
        <w:rPr>
          <w:szCs w:val="28"/>
        </w:rPr>
        <w:t>смт Марківка</w:t>
      </w:r>
      <w:r w:rsidRPr="00151597">
        <w:rPr>
          <w:szCs w:val="28"/>
        </w:rPr>
        <w:tab/>
      </w:r>
      <w:r w:rsidRPr="00151597">
        <w:rPr>
          <w:szCs w:val="28"/>
        </w:rPr>
        <w:tab/>
      </w:r>
      <w:r w:rsidRPr="00151597">
        <w:rPr>
          <w:szCs w:val="28"/>
        </w:rPr>
        <w:tab/>
      </w:r>
      <w:r w:rsidRPr="00151597">
        <w:rPr>
          <w:szCs w:val="28"/>
        </w:rPr>
        <w:tab/>
      </w:r>
      <w:r w:rsidRPr="00151597">
        <w:rPr>
          <w:szCs w:val="28"/>
        </w:rPr>
        <w:tab/>
        <w:t xml:space="preserve">    Зала засідань райдержадміністрації</w:t>
      </w:r>
    </w:p>
    <w:p w:rsidR="00271470" w:rsidRPr="00151597" w:rsidRDefault="00271470" w:rsidP="003A4440">
      <w:pPr>
        <w:pStyle w:val="Title"/>
        <w:jc w:val="left"/>
        <w:rPr>
          <w:szCs w:val="28"/>
        </w:rPr>
      </w:pPr>
    </w:p>
    <w:p w:rsidR="00271470" w:rsidRPr="002333D9" w:rsidRDefault="00271470" w:rsidP="009E19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15159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2333D9">
        <w:rPr>
          <w:sz w:val="28"/>
          <w:szCs w:val="28"/>
          <w:lang w:val="uk-UA"/>
        </w:rPr>
        <w:t>Про внесення змін до Програми з реалізації бюджету участі в Марківській об</w:t>
      </w:r>
      <w:r>
        <w:rPr>
          <w:sz w:val="28"/>
          <w:szCs w:val="28"/>
        </w:rPr>
        <w:t>՚</w:t>
      </w:r>
      <w:r w:rsidRPr="002333D9">
        <w:rPr>
          <w:sz w:val="28"/>
          <w:szCs w:val="28"/>
          <w:lang w:val="uk-UA"/>
        </w:rPr>
        <w:t>єднаній територіальній громаді на 2020 рік.</w:t>
      </w:r>
    </w:p>
    <w:p w:rsidR="00271470" w:rsidRDefault="00271470" w:rsidP="009E1950">
      <w:pPr>
        <w:ind w:firstLine="708"/>
        <w:jc w:val="both"/>
        <w:rPr>
          <w:sz w:val="28"/>
          <w:szCs w:val="28"/>
          <w:lang w:val="uk-UA"/>
        </w:rPr>
      </w:pPr>
      <w:r w:rsidRPr="00C51707">
        <w:rPr>
          <w:b/>
          <w:i/>
          <w:sz w:val="28"/>
          <w:szCs w:val="28"/>
          <w:lang w:val="uk-UA"/>
        </w:rPr>
        <w:t>Доповідає</w:t>
      </w:r>
      <w:r w:rsidRPr="00C51707">
        <w:rPr>
          <w:sz w:val="28"/>
          <w:szCs w:val="28"/>
          <w:lang w:val="uk-UA"/>
        </w:rPr>
        <w:t>: начальник відділу економічного розвитку, інвестицій та інформаційно-комунікаційних технологій Марківської селищної ради Вікторія Сиса</w:t>
      </w:r>
      <w:r>
        <w:rPr>
          <w:sz w:val="28"/>
          <w:szCs w:val="28"/>
          <w:lang w:val="uk-UA"/>
        </w:rPr>
        <w:t>.</w:t>
      </w:r>
    </w:p>
    <w:p w:rsidR="00271470" w:rsidRPr="00B7310A" w:rsidRDefault="00271470" w:rsidP="00B731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B7310A">
        <w:rPr>
          <w:sz w:val="28"/>
          <w:szCs w:val="28"/>
          <w:lang w:val="uk-UA"/>
        </w:rPr>
        <w:t xml:space="preserve">. Про </w:t>
      </w:r>
      <w:r>
        <w:rPr>
          <w:sz w:val="28"/>
          <w:szCs w:val="28"/>
          <w:lang w:val="uk-UA"/>
        </w:rPr>
        <w:t>внесення змін</w:t>
      </w:r>
      <w:r w:rsidRPr="00B731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Pr="00B7310A">
        <w:rPr>
          <w:sz w:val="28"/>
          <w:szCs w:val="28"/>
          <w:lang w:val="uk-UA"/>
        </w:rPr>
        <w:t>Програми фінансової підтримки комунальних підприємств та здійснення внесків до їх статутних фондів на 2020-2022 роки.</w:t>
      </w:r>
    </w:p>
    <w:p w:rsidR="00271470" w:rsidRPr="00B7310A" w:rsidRDefault="00271470" w:rsidP="00B7310A">
      <w:pPr>
        <w:ind w:right="175" w:firstLine="708"/>
        <w:jc w:val="both"/>
        <w:rPr>
          <w:sz w:val="28"/>
          <w:szCs w:val="28"/>
          <w:lang w:val="uk-UA"/>
        </w:rPr>
      </w:pPr>
      <w:r w:rsidRPr="00B7310A">
        <w:rPr>
          <w:b/>
          <w:i/>
          <w:sz w:val="28"/>
          <w:szCs w:val="28"/>
          <w:lang w:val="uk-UA"/>
        </w:rPr>
        <w:t>Доповідає</w:t>
      </w:r>
      <w:r w:rsidRPr="00B7310A">
        <w:rPr>
          <w:sz w:val="28"/>
          <w:szCs w:val="28"/>
          <w:lang w:val="uk-UA"/>
        </w:rPr>
        <w:t>: заступник селищного голови Віталій Семенченко.</w:t>
      </w:r>
    </w:p>
    <w:p w:rsidR="00271470" w:rsidRPr="00C8727C" w:rsidRDefault="00271470" w:rsidP="00AD341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8727C">
        <w:rPr>
          <w:sz w:val="28"/>
          <w:szCs w:val="28"/>
        </w:rPr>
        <w:t>. Про введення до штатного розпису комунальної установи «Центр надання соціальних послуг» Маркі</w:t>
      </w:r>
      <w:r>
        <w:rPr>
          <w:sz w:val="28"/>
          <w:szCs w:val="28"/>
        </w:rPr>
        <w:t>вської селищної ради додатково 4,5 штатні</w:t>
      </w:r>
      <w:r w:rsidRPr="00C8727C">
        <w:rPr>
          <w:sz w:val="28"/>
          <w:szCs w:val="28"/>
        </w:rPr>
        <w:t xml:space="preserve"> одиниці з </w:t>
      </w:r>
      <w:r>
        <w:rPr>
          <w:sz w:val="28"/>
          <w:szCs w:val="28"/>
        </w:rPr>
        <w:t xml:space="preserve">                   </w:t>
      </w:r>
      <w:r w:rsidRPr="00C8727C">
        <w:rPr>
          <w:sz w:val="28"/>
          <w:szCs w:val="28"/>
        </w:rPr>
        <w:t xml:space="preserve">01 </w:t>
      </w:r>
      <w:r>
        <w:rPr>
          <w:sz w:val="28"/>
          <w:szCs w:val="28"/>
        </w:rPr>
        <w:t>серпня</w:t>
      </w:r>
      <w:r w:rsidRPr="00C8727C">
        <w:rPr>
          <w:sz w:val="28"/>
          <w:szCs w:val="28"/>
        </w:rPr>
        <w:t xml:space="preserve"> 2020 року.</w:t>
      </w:r>
    </w:p>
    <w:p w:rsidR="00271470" w:rsidRPr="00C8727C" w:rsidRDefault="00271470" w:rsidP="00AD341E">
      <w:pPr>
        <w:ind w:right="175" w:firstLine="708"/>
        <w:jc w:val="both"/>
        <w:rPr>
          <w:sz w:val="28"/>
          <w:szCs w:val="28"/>
          <w:lang w:val="uk-UA"/>
        </w:rPr>
      </w:pPr>
      <w:r w:rsidRPr="00C8727C">
        <w:rPr>
          <w:b/>
          <w:i/>
          <w:sz w:val="28"/>
          <w:szCs w:val="28"/>
          <w:lang w:val="uk-UA"/>
        </w:rPr>
        <w:t>Доповідає</w:t>
      </w:r>
      <w:r w:rsidRPr="00C8727C">
        <w:rPr>
          <w:i/>
          <w:sz w:val="28"/>
          <w:szCs w:val="28"/>
          <w:lang w:val="uk-UA"/>
        </w:rPr>
        <w:t xml:space="preserve">: </w:t>
      </w:r>
      <w:r w:rsidRPr="00C8727C">
        <w:rPr>
          <w:sz w:val="28"/>
          <w:szCs w:val="28"/>
          <w:lang w:val="uk-UA"/>
        </w:rPr>
        <w:t xml:space="preserve">в.о. директора КУ </w:t>
      </w:r>
      <w:r w:rsidRPr="00C8727C">
        <w:rPr>
          <w:color w:val="000000"/>
          <w:sz w:val="28"/>
          <w:szCs w:val="28"/>
          <w:lang w:val="uk-UA"/>
        </w:rPr>
        <w:t>«Центр надання соціальних послуг» Марківської селищної ради Марківсь</w:t>
      </w:r>
      <w:r>
        <w:rPr>
          <w:color w:val="000000"/>
          <w:sz w:val="28"/>
          <w:szCs w:val="28"/>
          <w:lang w:val="uk-UA"/>
        </w:rPr>
        <w:t xml:space="preserve">кого району Луганської області </w:t>
      </w:r>
      <w:r w:rsidRPr="00C8727C">
        <w:rPr>
          <w:color w:val="000000"/>
          <w:sz w:val="28"/>
          <w:szCs w:val="28"/>
          <w:lang w:val="uk-UA"/>
        </w:rPr>
        <w:t>Оксана Гармаш.</w:t>
      </w:r>
    </w:p>
    <w:p w:rsidR="00271470" w:rsidRPr="00C8727C" w:rsidRDefault="00271470" w:rsidP="004E63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C8727C">
        <w:rPr>
          <w:sz w:val="28"/>
          <w:szCs w:val="28"/>
          <w:lang w:val="uk-UA"/>
        </w:rPr>
        <w:t xml:space="preserve">. Про внесення змін до Програми </w:t>
      </w:r>
      <w:r w:rsidRPr="00C8727C">
        <w:rPr>
          <w:bCs/>
          <w:color w:val="000000"/>
          <w:sz w:val="28"/>
          <w:szCs w:val="28"/>
          <w:lang w:val="uk-UA"/>
        </w:rPr>
        <w:t>розвитку надання соціальних послуг у Марківській селищній раді на 2020 – 2022 роки</w:t>
      </w:r>
      <w:r w:rsidRPr="00C8727C">
        <w:rPr>
          <w:sz w:val="28"/>
          <w:szCs w:val="28"/>
          <w:lang w:val="uk-UA"/>
        </w:rPr>
        <w:t>.</w:t>
      </w:r>
    </w:p>
    <w:p w:rsidR="00271470" w:rsidRPr="00C8727C" w:rsidRDefault="00271470" w:rsidP="004E63B7">
      <w:pPr>
        <w:ind w:right="175" w:firstLine="708"/>
        <w:jc w:val="both"/>
        <w:rPr>
          <w:sz w:val="28"/>
          <w:szCs w:val="28"/>
          <w:lang w:val="uk-UA"/>
        </w:rPr>
      </w:pPr>
      <w:r w:rsidRPr="00C8727C">
        <w:rPr>
          <w:b/>
          <w:i/>
          <w:sz w:val="28"/>
          <w:szCs w:val="28"/>
          <w:lang w:val="uk-UA"/>
        </w:rPr>
        <w:t>Доповідає</w:t>
      </w:r>
      <w:r w:rsidRPr="00C8727C">
        <w:rPr>
          <w:i/>
          <w:sz w:val="28"/>
          <w:szCs w:val="28"/>
          <w:lang w:val="uk-UA"/>
        </w:rPr>
        <w:t xml:space="preserve">: </w:t>
      </w:r>
      <w:r w:rsidRPr="00C8727C">
        <w:rPr>
          <w:sz w:val="28"/>
          <w:szCs w:val="28"/>
          <w:lang w:val="uk-UA"/>
        </w:rPr>
        <w:t xml:space="preserve">в.о. директора КУ </w:t>
      </w:r>
      <w:r w:rsidRPr="00C8727C">
        <w:rPr>
          <w:color w:val="000000"/>
          <w:sz w:val="28"/>
          <w:szCs w:val="28"/>
          <w:lang w:val="uk-UA"/>
        </w:rPr>
        <w:t>«Центр надання соціальних послуг» Марківської селищної ради Марківського райо</w:t>
      </w:r>
      <w:r>
        <w:rPr>
          <w:color w:val="000000"/>
          <w:sz w:val="28"/>
          <w:szCs w:val="28"/>
          <w:lang w:val="uk-UA"/>
        </w:rPr>
        <w:t xml:space="preserve">ну Луганської області </w:t>
      </w:r>
      <w:r w:rsidRPr="00C8727C">
        <w:rPr>
          <w:color w:val="000000"/>
          <w:sz w:val="28"/>
          <w:szCs w:val="28"/>
          <w:lang w:val="uk-UA"/>
        </w:rPr>
        <w:t>Оксана Гармаш.</w:t>
      </w:r>
    </w:p>
    <w:p w:rsidR="00271470" w:rsidRPr="00151597" w:rsidRDefault="00271470" w:rsidP="00787C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15159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 внесення змін до Програми розвитку культури Марківської селищної ради на 2020-2021 роки</w:t>
      </w:r>
      <w:r w:rsidRPr="00151597">
        <w:rPr>
          <w:sz w:val="28"/>
          <w:szCs w:val="28"/>
          <w:lang w:val="uk-UA"/>
        </w:rPr>
        <w:t>.</w:t>
      </w:r>
    </w:p>
    <w:p w:rsidR="00271470" w:rsidRDefault="00271470" w:rsidP="00787C23">
      <w:pPr>
        <w:ind w:firstLine="708"/>
        <w:jc w:val="both"/>
        <w:rPr>
          <w:sz w:val="28"/>
          <w:szCs w:val="28"/>
        </w:rPr>
      </w:pPr>
      <w:r w:rsidRPr="00151597">
        <w:rPr>
          <w:b/>
          <w:i/>
          <w:sz w:val="28"/>
          <w:szCs w:val="28"/>
        </w:rPr>
        <w:t>Доповідає:</w:t>
      </w:r>
      <w:r w:rsidRPr="00151597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відділу культури Марківської селищної ради                Ольга Стрижаченко</w:t>
      </w:r>
      <w:r w:rsidRPr="00151597">
        <w:rPr>
          <w:sz w:val="28"/>
          <w:szCs w:val="28"/>
        </w:rPr>
        <w:t>.</w:t>
      </w:r>
    </w:p>
    <w:p w:rsidR="00271470" w:rsidRPr="00A70037" w:rsidRDefault="00271470" w:rsidP="00A700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A70037">
        <w:rPr>
          <w:sz w:val="28"/>
          <w:szCs w:val="28"/>
          <w:lang w:val="uk-UA"/>
        </w:rPr>
        <w:t xml:space="preserve">. Про </w:t>
      </w:r>
      <w:r>
        <w:rPr>
          <w:sz w:val="28"/>
          <w:szCs w:val="28"/>
          <w:lang w:val="uk-UA"/>
        </w:rPr>
        <w:t>внесення змін</w:t>
      </w:r>
      <w:r w:rsidRPr="00A700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Pr="00A70037">
        <w:rPr>
          <w:sz w:val="28"/>
          <w:szCs w:val="28"/>
          <w:lang w:val="uk-UA"/>
        </w:rPr>
        <w:t>цільової Програми «Розвиток освіти Марківської селищної ради» на 2020 рік.</w:t>
      </w:r>
    </w:p>
    <w:p w:rsidR="00271470" w:rsidRPr="00A70037" w:rsidRDefault="00271470" w:rsidP="00A70037">
      <w:pPr>
        <w:ind w:right="175" w:firstLine="708"/>
        <w:jc w:val="both"/>
        <w:rPr>
          <w:sz w:val="28"/>
          <w:szCs w:val="28"/>
          <w:lang w:val="uk-UA"/>
        </w:rPr>
      </w:pPr>
      <w:r w:rsidRPr="00A70037">
        <w:rPr>
          <w:b/>
          <w:i/>
          <w:sz w:val="28"/>
          <w:szCs w:val="28"/>
          <w:lang w:val="uk-UA"/>
        </w:rPr>
        <w:t>Доповідає</w:t>
      </w:r>
      <w:r w:rsidRPr="00A70037">
        <w:rPr>
          <w:sz w:val="28"/>
          <w:szCs w:val="28"/>
          <w:lang w:val="uk-UA"/>
        </w:rPr>
        <w:t>: начальник відділу освіти Марківської селищної ради                          Анатолій Бородавка.</w:t>
      </w:r>
    </w:p>
    <w:p w:rsidR="00271470" w:rsidRPr="00670FD7" w:rsidRDefault="00271470" w:rsidP="002333D9">
      <w:pPr>
        <w:pStyle w:val="a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670FD7">
        <w:rPr>
          <w:rFonts w:ascii="Times New Roman" w:hAnsi="Times New Roman"/>
          <w:sz w:val="28"/>
          <w:szCs w:val="28"/>
          <w:lang w:val="uk-UA"/>
        </w:rPr>
        <w:t>. Про внес</w:t>
      </w:r>
      <w:r>
        <w:rPr>
          <w:rFonts w:ascii="Times New Roman" w:hAnsi="Times New Roman"/>
          <w:sz w:val="28"/>
          <w:szCs w:val="28"/>
          <w:lang w:val="uk-UA"/>
        </w:rPr>
        <w:t>ення змін до селищної цільової Програми р</w:t>
      </w:r>
      <w:r w:rsidRPr="00670FD7">
        <w:rPr>
          <w:rFonts w:ascii="Times New Roman" w:hAnsi="Times New Roman"/>
          <w:sz w:val="28"/>
          <w:szCs w:val="28"/>
          <w:lang w:val="uk-UA"/>
        </w:rPr>
        <w:t>озвитку та фінансування волейбольної команди територіальної громади смт Марківка на 2017-2020 роки.</w:t>
      </w:r>
    </w:p>
    <w:p w:rsidR="00271470" w:rsidRPr="00670FD7" w:rsidRDefault="00271470" w:rsidP="002333D9">
      <w:pPr>
        <w:ind w:right="175" w:firstLine="708"/>
        <w:jc w:val="both"/>
        <w:rPr>
          <w:sz w:val="28"/>
          <w:szCs w:val="28"/>
          <w:lang w:val="uk-UA"/>
        </w:rPr>
      </w:pPr>
      <w:r w:rsidRPr="00670FD7">
        <w:rPr>
          <w:b/>
          <w:i/>
          <w:sz w:val="28"/>
          <w:szCs w:val="28"/>
          <w:lang w:val="uk-UA"/>
        </w:rPr>
        <w:t>Доповідає</w:t>
      </w:r>
      <w:r w:rsidRPr="00670FD7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молоді та спорту Марківської селищної ради Костянтин Костів.</w:t>
      </w:r>
    </w:p>
    <w:p w:rsidR="00271470" w:rsidRPr="000866EE" w:rsidRDefault="00271470" w:rsidP="000866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866EE">
        <w:rPr>
          <w:sz w:val="28"/>
          <w:szCs w:val="28"/>
        </w:rPr>
        <w:t>. Про внесення змін до цільової Програми розвитку та фінансування фізичної культури та спорту Марківської селищної ради на 2020-2022 роки.</w:t>
      </w:r>
    </w:p>
    <w:p w:rsidR="00271470" w:rsidRPr="00670FD7" w:rsidRDefault="00271470" w:rsidP="000866EE">
      <w:pPr>
        <w:ind w:right="175" w:firstLine="708"/>
        <w:jc w:val="both"/>
        <w:rPr>
          <w:sz w:val="28"/>
          <w:szCs w:val="28"/>
          <w:lang w:val="uk-UA"/>
        </w:rPr>
      </w:pPr>
      <w:r w:rsidRPr="000866EE">
        <w:rPr>
          <w:b/>
          <w:i/>
          <w:sz w:val="28"/>
          <w:szCs w:val="28"/>
          <w:lang w:val="uk-UA"/>
        </w:rPr>
        <w:t>Доповідає</w:t>
      </w:r>
      <w:r w:rsidRPr="000866EE">
        <w:rPr>
          <w:sz w:val="28"/>
          <w:szCs w:val="28"/>
          <w:lang w:val="uk-UA"/>
        </w:rPr>
        <w:t xml:space="preserve">: начальник відділу молоді та спорту Марківської селищної ради         </w:t>
      </w:r>
      <w:r>
        <w:rPr>
          <w:sz w:val="28"/>
          <w:szCs w:val="28"/>
          <w:lang w:val="uk-UA"/>
        </w:rPr>
        <w:t>Костянтин Костів.</w:t>
      </w:r>
    </w:p>
    <w:p w:rsidR="00271470" w:rsidRPr="00007657" w:rsidRDefault="00271470" w:rsidP="000076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07657">
        <w:rPr>
          <w:sz w:val="28"/>
          <w:szCs w:val="28"/>
        </w:rPr>
        <w:t xml:space="preserve">. </w:t>
      </w:r>
      <w:r>
        <w:rPr>
          <w:sz w:val="28"/>
          <w:szCs w:val="28"/>
        </w:rPr>
        <w:t>Про внесення змін</w:t>
      </w:r>
      <w:r w:rsidRPr="00007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007657">
        <w:rPr>
          <w:sz w:val="28"/>
          <w:szCs w:val="28"/>
        </w:rPr>
        <w:t>цільової Програми молодіжної політики, допризовної підготовки та національно-патріотичного виховання Марківської селищної ради на 2020-2022 роки.</w:t>
      </w:r>
    </w:p>
    <w:p w:rsidR="00271470" w:rsidRPr="00670FD7" w:rsidRDefault="00271470" w:rsidP="008356E9">
      <w:pPr>
        <w:ind w:right="175" w:firstLine="708"/>
        <w:jc w:val="both"/>
        <w:rPr>
          <w:sz w:val="28"/>
          <w:szCs w:val="28"/>
          <w:lang w:val="uk-UA"/>
        </w:rPr>
      </w:pPr>
      <w:r w:rsidRPr="000866EE">
        <w:rPr>
          <w:b/>
          <w:i/>
          <w:sz w:val="28"/>
          <w:szCs w:val="28"/>
          <w:lang w:val="uk-UA"/>
        </w:rPr>
        <w:t>Доповідає</w:t>
      </w:r>
      <w:r w:rsidRPr="000866EE">
        <w:rPr>
          <w:sz w:val="28"/>
          <w:szCs w:val="28"/>
          <w:lang w:val="uk-UA"/>
        </w:rPr>
        <w:t xml:space="preserve">: начальник відділу молоді та спорту Марківської селищної ради         </w:t>
      </w:r>
      <w:r>
        <w:rPr>
          <w:sz w:val="28"/>
          <w:szCs w:val="28"/>
          <w:lang w:val="uk-UA"/>
        </w:rPr>
        <w:t>Костянтин Костів.</w:t>
      </w:r>
    </w:p>
    <w:p w:rsidR="00271470" w:rsidRDefault="00271470" w:rsidP="00BC564E">
      <w:pPr>
        <w:pStyle w:val="a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1470" w:rsidRPr="00151597" w:rsidRDefault="00271470" w:rsidP="00BC564E">
      <w:pPr>
        <w:pStyle w:val="a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 </w:t>
      </w:r>
      <w:r w:rsidRPr="00151597">
        <w:rPr>
          <w:rFonts w:ascii="Times New Roman" w:hAnsi="Times New Roman"/>
          <w:sz w:val="28"/>
          <w:szCs w:val="28"/>
          <w:lang w:val="uk-UA"/>
        </w:rPr>
        <w:t>Про внесення змін до Програми економічного, соціального та культурного розвитку Марківської селищної ради (Марківської об’єднаної територіальної громади) на 2020-2025 роки.</w:t>
      </w:r>
    </w:p>
    <w:p w:rsidR="00271470" w:rsidRPr="00151597" w:rsidRDefault="00271470" w:rsidP="00BC564E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</w:t>
      </w:r>
      <w:r w:rsidRPr="00151597">
        <w:rPr>
          <w:sz w:val="28"/>
          <w:szCs w:val="28"/>
          <w:lang w:val="uk-UA"/>
        </w:rPr>
        <w:t>Ірина Кравцова.</w:t>
      </w:r>
    </w:p>
    <w:p w:rsidR="00271470" w:rsidRDefault="00271470" w:rsidP="00B731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15159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 внесення змін до напрямків використання коштів іншої субвенції, виділеної Марківською селищною радою на утримання закладів загальної середньої освіти Марківського району.</w:t>
      </w:r>
    </w:p>
    <w:p w:rsidR="00271470" w:rsidRPr="00151597" w:rsidRDefault="00271470" w:rsidP="00BC564E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</w:t>
      </w:r>
      <w:r w:rsidRPr="00151597">
        <w:rPr>
          <w:sz w:val="28"/>
          <w:szCs w:val="28"/>
          <w:lang w:val="uk-UA"/>
        </w:rPr>
        <w:t>Ірина Кравцова.</w:t>
      </w:r>
    </w:p>
    <w:p w:rsidR="00271470" w:rsidRDefault="00271470" w:rsidP="006415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Про внесення змін до напрямків використання коштів іншої субвенції, виділеної Марківською селищною радою на фінансову підтримку комунального некомерційного підприємства «Марківський центр первинної медико-санітарної допомоги».</w:t>
      </w:r>
    </w:p>
    <w:p w:rsidR="00271470" w:rsidRPr="00151597" w:rsidRDefault="00271470" w:rsidP="00641524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</w:t>
      </w:r>
      <w:r w:rsidRPr="00151597">
        <w:rPr>
          <w:sz w:val="28"/>
          <w:szCs w:val="28"/>
          <w:lang w:val="uk-UA"/>
        </w:rPr>
        <w:t>Ірина Кравцова.</w:t>
      </w:r>
    </w:p>
    <w:p w:rsidR="00271470" w:rsidRPr="00151597" w:rsidRDefault="00271470" w:rsidP="00B731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151597">
        <w:rPr>
          <w:sz w:val="28"/>
          <w:szCs w:val="28"/>
        </w:rPr>
        <w:t>Про внесення змін до бюджету Марківської селищної ради на 2020 рік.</w:t>
      </w:r>
    </w:p>
    <w:p w:rsidR="00271470" w:rsidRPr="00151597" w:rsidRDefault="00271470" w:rsidP="00B7310A">
      <w:pPr>
        <w:ind w:right="175" w:firstLine="708"/>
        <w:jc w:val="both"/>
        <w:rPr>
          <w:sz w:val="28"/>
          <w:szCs w:val="28"/>
          <w:lang w:val="uk-UA"/>
        </w:rPr>
      </w:pPr>
      <w:r w:rsidRPr="00151597">
        <w:rPr>
          <w:b/>
          <w:i/>
          <w:sz w:val="28"/>
          <w:szCs w:val="28"/>
          <w:lang w:val="uk-UA"/>
        </w:rPr>
        <w:t>Доповідає</w:t>
      </w:r>
      <w:r w:rsidRPr="00151597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</w:t>
      </w:r>
      <w:r w:rsidRPr="00151597">
        <w:rPr>
          <w:sz w:val="28"/>
          <w:szCs w:val="28"/>
          <w:lang w:val="uk-UA"/>
        </w:rPr>
        <w:t>Ірина Кравцова.</w:t>
      </w:r>
    </w:p>
    <w:p w:rsidR="00271470" w:rsidRPr="001142B5" w:rsidRDefault="00271470" w:rsidP="001142B5">
      <w:pPr>
        <w:pStyle w:val="Normal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9F77B3">
        <w:rPr>
          <w:sz w:val="28"/>
          <w:szCs w:val="28"/>
        </w:rPr>
        <w:t xml:space="preserve">. </w:t>
      </w:r>
      <w:r w:rsidRPr="009F77B3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</w:rPr>
        <w:t>затвердження переліку адміністративних послуг, які надаються через</w:t>
      </w:r>
      <w:r w:rsidRPr="009F77B3">
        <w:rPr>
          <w:color w:val="000000"/>
          <w:sz w:val="28"/>
          <w:szCs w:val="28"/>
        </w:rPr>
        <w:t xml:space="preserve"> відділ «Центр надання адміністративних послуг» виконавчого комітету Марківської селищної ради</w:t>
      </w:r>
      <w:r>
        <w:rPr>
          <w:color w:val="000000"/>
          <w:sz w:val="28"/>
          <w:szCs w:val="28"/>
        </w:rPr>
        <w:t>,</w:t>
      </w:r>
      <w:r w:rsidRPr="001142B5">
        <w:rPr>
          <w:b/>
        </w:rPr>
        <w:t xml:space="preserve"> </w:t>
      </w:r>
      <w:r w:rsidRPr="001142B5">
        <w:rPr>
          <w:sz w:val="28"/>
          <w:szCs w:val="28"/>
        </w:rPr>
        <w:t>його віддалені робочі місця та мобільний ЦНАП</w:t>
      </w:r>
      <w:r>
        <w:rPr>
          <w:sz w:val="28"/>
          <w:szCs w:val="28"/>
        </w:rPr>
        <w:t>.</w:t>
      </w:r>
    </w:p>
    <w:p w:rsidR="00271470" w:rsidRDefault="00271470" w:rsidP="005C52F3">
      <w:pPr>
        <w:pStyle w:val="a1"/>
        <w:ind w:firstLine="708"/>
        <w:jc w:val="both"/>
        <w:rPr>
          <w:rFonts w:ascii="Times New Roman" w:hAnsi="Times New Roman"/>
          <w:sz w:val="28"/>
          <w:szCs w:val="28"/>
        </w:rPr>
      </w:pPr>
      <w:r w:rsidRPr="00305C5B">
        <w:rPr>
          <w:rFonts w:ascii="Times New Roman" w:hAnsi="Times New Roman"/>
          <w:b/>
          <w:i/>
          <w:sz w:val="28"/>
          <w:szCs w:val="28"/>
        </w:rPr>
        <w:t>Доповідає:</w:t>
      </w:r>
      <w:r w:rsidRPr="001515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 відділу «Центр надання адміністративних послуг» виконавчого комітету Марківської селищної ради Світлана Мальцева</w:t>
      </w:r>
      <w:r w:rsidRPr="00151597">
        <w:rPr>
          <w:rFonts w:ascii="Times New Roman" w:hAnsi="Times New Roman"/>
          <w:sz w:val="28"/>
          <w:szCs w:val="28"/>
        </w:rPr>
        <w:t>.</w:t>
      </w:r>
    </w:p>
    <w:p w:rsidR="00271470" w:rsidRDefault="00271470" w:rsidP="00B731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Про надання статусу відокремленої юридичної особи відділу освіти Марківської селищної ради Марківського району Луганської області.</w:t>
      </w:r>
    </w:p>
    <w:p w:rsidR="00271470" w:rsidRDefault="00271470" w:rsidP="00305C5B">
      <w:pPr>
        <w:pStyle w:val="a1"/>
        <w:ind w:firstLine="708"/>
        <w:jc w:val="both"/>
        <w:rPr>
          <w:rFonts w:ascii="Times New Roman" w:hAnsi="Times New Roman"/>
          <w:sz w:val="28"/>
          <w:szCs w:val="28"/>
        </w:rPr>
      </w:pPr>
      <w:r w:rsidRPr="00305C5B">
        <w:rPr>
          <w:rFonts w:ascii="Times New Roman" w:hAnsi="Times New Roman"/>
          <w:b/>
          <w:i/>
          <w:sz w:val="28"/>
          <w:szCs w:val="28"/>
        </w:rPr>
        <w:t>Доповідає:</w:t>
      </w:r>
      <w:r w:rsidRPr="001515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 відділу освіти Марківської селищної ради Анатолій Бородавка</w:t>
      </w:r>
      <w:r w:rsidRPr="00151597">
        <w:rPr>
          <w:rFonts w:ascii="Times New Roman" w:hAnsi="Times New Roman"/>
          <w:sz w:val="28"/>
          <w:szCs w:val="28"/>
        </w:rPr>
        <w:t>.</w:t>
      </w:r>
    </w:p>
    <w:p w:rsidR="00271470" w:rsidRPr="000C5BE4" w:rsidRDefault="00271470" w:rsidP="00B61B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Pr="000C5BE4">
        <w:rPr>
          <w:sz w:val="28"/>
          <w:szCs w:val="28"/>
          <w:lang w:val="uk-UA"/>
        </w:rPr>
        <w:t>. Про внесення змін до складу комісії з питань передачі об’єктів соціальної інфраструктури у комунальну влас</w:t>
      </w:r>
      <w:r>
        <w:rPr>
          <w:sz w:val="28"/>
          <w:szCs w:val="28"/>
          <w:lang w:val="uk-UA"/>
        </w:rPr>
        <w:t>ність Марківської селищної ради.</w:t>
      </w:r>
    </w:p>
    <w:p w:rsidR="00271470" w:rsidRDefault="00271470" w:rsidP="00B61BF5">
      <w:pPr>
        <w:ind w:right="175" w:firstLine="708"/>
        <w:jc w:val="both"/>
        <w:rPr>
          <w:sz w:val="28"/>
          <w:szCs w:val="28"/>
          <w:lang w:val="uk-UA"/>
        </w:rPr>
      </w:pPr>
      <w:r w:rsidRPr="000C5BE4">
        <w:rPr>
          <w:b/>
          <w:i/>
          <w:sz w:val="28"/>
          <w:szCs w:val="28"/>
          <w:lang w:val="uk-UA"/>
        </w:rPr>
        <w:t>Доповідає</w:t>
      </w:r>
      <w:r w:rsidRPr="000C5BE4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Кривошлик.</w:t>
      </w:r>
    </w:p>
    <w:p w:rsidR="00271470" w:rsidRDefault="00271470" w:rsidP="00B731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Про створення сільської добровільної пожежної дружини в с. Караван-Солодкий Марківської селищної ради.</w:t>
      </w:r>
    </w:p>
    <w:p w:rsidR="00271470" w:rsidRDefault="00271470" w:rsidP="00783E66">
      <w:pPr>
        <w:ind w:right="175" w:firstLine="708"/>
        <w:jc w:val="both"/>
        <w:rPr>
          <w:sz w:val="28"/>
          <w:szCs w:val="28"/>
          <w:lang w:val="uk-UA"/>
        </w:rPr>
      </w:pPr>
      <w:r w:rsidRPr="000C5BE4">
        <w:rPr>
          <w:b/>
          <w:i/>
          <w:sz w:val="28"/>
          <w:szCs w:val="28"/>
          <w:lang w:val="uk-UA"/>
        </w:rPr>
        <w:t>Доповідає</w:t>
      </w:r>
      <w:r w:rsidRPr="000C5BE4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спеціаліст з питань техногенно-екологічної безпеки і надзвичайних ситуацій Марківської селищної ради Володимир Чередниченко.</w:t>
      </w:r>
    </w:p>
    <w:p w:rsidR="00271470" w:rsidRDefault="00271470" w:rsidP="00B731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 Про передачу трактора МТЗ - 80 в господарське відання Марківського комунального підприємства «Марківський комунальник» Марківської селищної ради.</w:t>
      </w:r>
    </w:p>
    <w:p w:rsidR="00271470" w:rsidRDefault="00271470" w:rsidP="00E76992">
      <w:pPr>
        <w:ind w:right="175" w:firstLine="708"/>
        <w:jc w:val="both"/>
        <w:rPr>
          <w:sz w:val="28"/>
          <w:szCs w:val="28"/>
          <w:lang w:val="uk-UA"/>
        </w:rPr>
      </w:pPr>
      <w:r w:rsidRPr="000C5BE4">
        <w:rPr>
          <w:b/>
          <w:i/>
          <w:sz w:val="28"/>
          <w:szCs w:val="28"/>
          <w:lang w:val="uk-UA"/>
        </w:rPr>
        <w:t>Доповідає</w:t>
      </w:r>
      <w:r w:rsidRPr="000C5BE4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юридичного відділу Марківської селищної ради                    Ігор Лигута.</w:t>
      </w:r>
    </w:p>
    <w:p w:rsidR="00271470" w:rsidRPr="00887151" w:rsidRDefault="00271470" w:rsidP="00BF36E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</w:t>
      </w:r>
      <w:r w:rsidRPr="00887151">
        <w:rPr>
          <w:bCs/>
          <w:sz w:val="28"/>
          <w:szCs w:val="28"/>
        </w:rPr>
        <w:t>Про затвердження проекту землеустрою щодо відведення земельної ділянки у власн</w:t>
      </w:r>
      <w:r w:rsidRPr="00887151">
        <w:rPr>
          <w:bCs/>
          <w:sz w:val="28"/>
          <w:szCs w:val="28"/>
          <w:lang w:val="uk-UA"/>
        </w:rPr>
        <w:t>ість гр.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Сало Аліні Анатоліївні для ведення особистого селянського господарства</w:t>
      </w:r>
      <w:r w:rsidRPr="00887151">
        <w:rPr>
          <w:bCs/>
          <w:sz w:val="28"/>
          <w:szCs w:val="28"/>
        </w:rPr>
        <w:t xml:space="preserve">, що знаходиться в межах населеного пункту, на території, яка за даними Державного земельного кадастру враховується в </w:t>
      </w:r>
      <w:r w:rsidRPr="00887151">
        <w:rPr>
          <w:bCs/>
          <w:sz w:val="28"/>
          <w:szCs w:val="28"/>
          <w:lang w:val="uk-UA"/>
        </w:rPr>
        <w:t xml:space="preserve">Сичанській </w:t>
      </w:r>
      <w:r w:rsidRPr="00887151">
        <w:rPr>
          <w:bCs/>
          <w:sz w:val="28"/>
          <w:szCs w:val="28"/>
        </w:rPr>
        <w:t xml:space="preserve">сільській раді за адресою: </w:t>
      </w:r>
      <w:r w:rsidRPr="00887151">
        <w:rPr>
          <w:bCs/>
          <w:sz w:val="28"/>
          <w:szCs w:val="28"/>
          <w:lang w:val="uk-UA"/>
        </w:rPr>
        <w:t xml:space="preserve">с. Лобасове </w:t>
      </w:r>
      <w:r w:rsidRPr="00887151">
        <w:rPr>
          <w:bCs/>
          <w:sz w:val="28"/>
          <w:szCs w:val="28"/>
        </w:rPr>
        <w:t>Марківського району Луганської області</w:t>
      </w:r>
      <w:r w:rsidRPr="00887151">
        <w:rPr>
          <w:bCs/>
          <w:sz w:val="28"/>
          <w:szCs w:val="28"/>
          <w:lang w:val="uk-UA"/>
        </w:rPr>
        <w:t>.</w:t>
      </w:r>
    </w:p>
    <w:p w:rsidR="00271470" w:rsidRPr="005240B0" w:rsidRDefault="00271470" w:rsidP="00617256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271470" w:rsidRDefault="00271470" w:rsidP="0072192E">
      <w:pPr>
        <w:jc w:val="both"/>
        <w:rPr>
          <w:sz w:val="28"/>
          <w:szCs w:val="28"/>
          <w:lang w:val="uk-UA"/>
        </w:rPr>
      </w:pPr>
    </w:p>
    <w:p w:rsidR="00271470" w:rsidRPr="00887151" w:rsidRDefault="00271470" w:rsidP="007C5DE9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</w:t>
      </w:r>
      <w:r w:rsidRPr="00887151">
        <w:rPr>
          <w:bCs/>
          <w:sz w:val="28"/>
          <w:szCs w:val="28"/>
        </w:rPr>
        <w:t>Про затвердження проекту землеустрою щодо відведення земельної ділянки у власн</w:t>
      </w:r>
      <w:r w:rsidRPr="00887151">
        <w:rPr>
          <w:bCs/>
          <w:sz w:val="28"/>
          <w:szCs w:val="28"/>
          <w:lang w:val="uk-UA"/>
        </w:rPr>
        <w:t>ість гр.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Богдановій Лілії Володимирівні для ведення особистого селянського господарства</w:t>
      </w:r>
      <w:r w:rsidRPr="00887151">
        <w:rPr>
          <w:bCs/>
          <w:sz w:val="28"/>
          <w:szCs w:val="28"/>
        </w:rPr>
        <w:t xml:space="preserve">, що знаходиться в межах населеного пункту, на території, яка за даними Державного земельного кадастру враховується в </w:t>
      </w:r>
      <w:r w:rsidRPr="00887151">
        <w:rPr>
          <w:bCs/>
          <w:sz w:val="28"/>
          <w:szCs w:val="28"/>
          <w:lang w:val="uk-UA"/>
        </w:rPr>
        <w:t xml:space="preserve">Сичанській </w:t>
      </w:r>
      <w:r w:rsidRPr="00887151">
        <w:rPr>
          <w:bCs/>
          <w:sz w:val="28"/>
          <w:szCs w:val="28"/>
        </w:rPr>
        <w:t xml:space="preserve">сільській раді за адресою: </w:t>
      </w:r>
      <w:r w:rsidRPr="00887151">
        <w:rPr>
          <w:bCs/>
          <w:sz w:val="28"/>
          <w:szCs w:val="28"/>
          <w:lang w:val="uk-UA"/>
        </w:rPr>
        <w:t xml:space="preserve">с. Лобасове </w:t>
      </w:r>
      <w:r w:rsidRPr="00887151">
        <w:rPr>
          <w:bCs/>
          <w:sz w:val="28"/>
          <w:szCs w:val="28"/>
        </w:rPr>
        <w:t>Марківського району Луганської області</w:t>
      </w:r>
      <w:r w:rsidRPr="00887151">
        <w:rPr>
          <w:bCs/>
          <w:sz w:val="28"/>
          <w:szCs w:val="28"/>
          <w:lang w:val="uk-UA"/>
        </w:rPr>
        <w:t xml:space="preserve">. </w:t>
      </w:r>
    </w:p>
    <w:p w:rsidR="00271470" w:rsidRPr="005240B0" w:rsidRDefault="00271470" w:rsidP="007C5DE9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271470" w:rsidRPr="00887151" w:rsidRDefault="00271470" w:rsidP="003D682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</w:t>
      </w:r>
      <w:r w:rsidRPr="00887151">
        <w:rPr>
          <w:bCs/>
          <w:sz w:val="28"/>
          <w:szCs w:val="28"/>
        </w:rPr>
        <w:t>Про затвердження проекту землеустрою щодо відведення земельної ділянки у власн</w:t>
      </w:r>
      <w:r w:rsidRPr="00887151">
        <w:rPr>
          <w:bCs/>
          <w:sz w:val="28"/>
          <w:szCs w:val="28"/>
          <w:lang w:val="uk-UA"/>
        </w:rPr>
        <w:t>ість гр.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Рибалка Світлані Миколаївні для ведення особистого селянського господарства</w:t>
      </w:r>
      <w:r w:rsidRPr="00887151">
        <w:rPr>
          <w:bCs/>
          <w:sz w:val="28"/>
          <w:szCs w:val="28"/>
        </w:rPr>
        <w:t xml:space="preserve">, що знаходиться в межах населеного пункту, на території, яка за даними Державного земельного кадастру враховується в </w:t>
      </w:r>
      <w:r w:rsidRPr="00887151">
        <w:rPr>
          <w:bCs/>
          <w:sz w:val="28"/>
          <w:szCs w:val="28"/>
          <w:lang w:val="uk-UA"/>
        </w:rPr>
        <w:t xml:space="preserve">Сичанській </w:t>
      </w:r>
      <w:r w:rsidRPr="00887151">
        <w:rPr>
          <w:bCs/>
          <w:sz w:val="28"/>
          <w:szCs w:val="28"/>
        </w:rPr>
        <w:t xml:space="preserve">сільській раді за адресою: </w:t>
      </w:r>
      <w:r w:rsidRPr="00887151">
        <w:rPr>
          <w:bCs/>
          <w:sz w:val="28"/>
          <w:szCs w:val="28"/>
          <w:lang w:val="uk-UA"/>
        </w:rPr>
        <w:t xml:space="preserve">с. Лобасове </w:t>
      </w:r>
      <w:r w:rsidRPr="00887151">
        <w:rPr>
          <w:bCs/>
          <w:sz w:val="28"/>
          <w:szCs w:val="28"/>
        </w:rPr>
        <w:t>Марківського району Луганської області</w:t>
      </w:r>
      <w:r w:rsidRPr="00887151">
        <w:rPr>
          <w:bCs/>
          <w:sz w:val="28"/>
          <w:szCs w:val="28"/>
          <w:lang w:val="uk-UA"/>
        </w:rPr>
        <w:t>.</w:t>
      </w:r>
    </w:p>
    <w:p w:rsidR="00271470" w:rsidRPr="005240B0" w:rsidRDefault="00271470" w:rsidP="003D6826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271470" w:rsidRPr="00887151" w:rsidRDefault="00271470" w:rsidP="007F54A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</w:t>
      </w:r>
      <w:r w:rsidRPr="00887151">
        <w:rPr>
          <w:bCs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Христюку Миколі Григоровичу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Сичанській сільській раді за адресою: с. Лобасове Марківського району Луганської області.</w:t>
      </w:r>
    </w:p>
    <w:p w:rsidR="00271470" w:rsidRPr="005240B0" w:rsidRDefault="00271470" w:rsidP="007F54A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271470" w:rsidRPr="00887151" w:rsidRDefault="00271470" w:rsidP="006C726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</w:t>
      </w:r>
      <w:r w:rsidRPr="00887151">
        <w:rPr>
          <w:bCs/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у приватну власність </w:t>
      </w:r>
      <w:r w:rsidRPr="00887151">
        <w:rPr>
          <w:sz w:val="28"/>
          <w:szCs w:val="28"/>
        </w:rPr>
        <w:t xml:space="preserve">гр. </w:t>
      </w:r>
      <w:r w:rsidRPr="00887151">
        <w:rPr>
          <w:sz w:val="28"/>
          <w:szCs w:val="28"/>
          <w:lang w:val="uk-UA"/>
        </w:rPr>
        <w:t xml:space="preserve">Кривоколиско Віталію Анатолійовичу </w:t>
      </w:r>
      <w:r w:rsidRPr="00887151">
        <w:rPr>
          <w:sz w:val="28"/>
          <w:szCs w:val="28"/>
        </w:rPr>
        <w:t>для ведення особистого селянського господарства</w:t>
      </w:r>
      <w:r w:rsidRPr="00887151">
        <w:rPr>
          <w:sz w:val="28"/>
          <w:szCs w:val="28"/>
          <w:lang w:val="uk-UA"/>
        </w:rPr>
        <w:t xml:space="preserve"> в межах населеного пункту с.</w:t>
      </w:r>
      <w:r>
        <w:rPr>
          <w:sz w:val="28"/>
          <w:szCs w:val="28"/>
          <w:lang w:val="uk-UA"/>
        </w:rPr>
        <w:t xml:space="preserve"> </w:t>
      </w:r>
      <w:r w:rsidRPr="00887151">
        <w:rPr>
          <w:sz w:val="28"/>
          <w:szCs w:val="28"/>
          <w:lang w:val="uk-UA"/>
        </w:rPr>
        <w:t>Лобасове</w:t>
      </w:r>
      <w:r w:rsidRPr="0088715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яка </w:t>
      </w:r>
      <w:r w:rsidRPr="00887151">
        <w:rPr>
          <w:bCs/>
          <w:sz w:val="28"/>
          <w:szCs w:val="28"/>
        </w:rPr>
        <w:t xml:space="preserve">за даними Державного земельного кадастру враховується в </w:t>
      </w:r>
      <w:r w:rsidRPr="00887151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271470" w:rsidRPr="005240B0" w:rsidRDefault="00271470" w:rsidP="006C726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271470" w:rsidRPr="00887151" w:rsidRDefault="00271470" w:rsidP="00D42D7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</w:t>
      </w:r>
      <w:r w:rsidRPr="00887151">
        <w:rPr>
          <w:bCs/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у приватну власність </w:t>
      </w:r>
      <w:r w:rsidRPr="00887151">
        <w:rPr>
          <w:sz w:val="28"/>
          <w:szCs w:val="28"/>
        </w:rPr>
        <w:t xml:space="preserve">гр. </w:t>
      </w:r>
      <w:r w:rsidRPr="00887151">
        <w:rPr>
          <w:sz w:val="28"/>
          <w:szCs w:val="28"/>
          <w:lang w:val="uk-UA"/>
        </w:rPr>
        <w:t xml:space="preserve">Кривоколиско Олексію Анатолійовичу </w:t>
      </w:r>
      <w:r w:rsidRPr="00887151">
        <w:rPr>
          <w:sz w:val="28"/>
          <w:szCs w:val="28"/>
        </w:rPr>
        <w:t>для ведення особистого селянського господарства</w:t>
      </w:r>
      <w:r w:rsidRPr="00887151">
        <w:rPr>
          <w:sz w:val="28"/>
          <w:szCs w:val="28"/>
          <w:lang w:val="uk-UA"/>
        </w:rPr>
        <w:t xml:space="preserve"> в межах населеного пункту с.</w:t>
      </w:r>
      <w:r>
        <w:rPr>
          <w:sz w:val="28"/>
          <w:szCs w:val="28"/>
          <w:lang w:val="uk-UA"/>
        </w:rPr>
        <w:t xml:space="preserve"> </w:t>
      </w:r>
      <w:r w:rsidRPr="00887151">
        <w:rPr>
          <w:sz w:val="28"/>
          <w:szCs w:val="28"/>
          <w:lang w:val="uk-UA"/>
        </w:rPr>
        <w:t>Лобасове</w:t>
      </w:r>
      <w:r w:rsidRPr="0088715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яка </w:t>
      </w:r>
      <w:r w:rsidRPr="00887151">
        <w:rPr>
          <w:bCs/>
          <w:sz w:val="28"/>
          <w:szCs w:val="28"/>
        </w:rPr>
        <w:t xml:space="preserve">за даними Державного земельного кадастру враховується в </w:t>
      </w:r>
      <w:r w:rsidRPr="00887151">
        <w:rPr>
          <w:bCs/>
          <w:sz w:val="28"/>
          <w:szCs w:val="28"/>
          <w:lang w:val="uk-UA"/>
        </w:rPr>
        <w:t>Сичанській сільській раді Марківського району Луганської області.</w:t>
      </w:r>
    </w:p>
    <w:p w:rsidR="00271470" w:rsidRPr="005240B0" w:rsidRDefault="00271470" w:rsidP="0022096D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271470" w:rsidRPr="00887151" w:rsidRDefault="00271470" w:rsidP="0094424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</w:t>
      </w:r>
      <w:r w:rsidRPr="00887151">
        <w:rPr>
          <w:bCs/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у приватну власність гр. Завадському Сергію Геннадійовичу для ведення особистого селянського господарства в межах населеного пункту </w:t>
      </w:r>
      <w:r>
        <w:rPr>
          <w:bCs/>
          <w:sz w:val="28"/>
          <w:szCs w:val="28"/>
          <w:lang w:val="uk-UA"/>
        </w:rPr>
        <w:t xml:space="preserve">                     </w:t>
      </w:r>
      <w:r w:rsidRPr="00887151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 xml:space="preserve">Сичанське, </w:t>
      </w:r>
      <w:r>
        <w:rPr>
          <w:bCs/>
          <w:sz w:val="28"/>
          <w:szCs w:val="28"/>
          <w:lang w:val="uk-UA"/>
        </w:rPr>
        <w:t xml:space="preserve">яка </w:t>
      </w:r>
      <w:r w:rsidRPr="00887151">
        <w:rPr>
          <w:bCs/>
          <w:sz w:val="28"/>
          <w:szCs w:val="28"/>
          <w:lang w:val="uk-UA"/>
        </w:rPr>
        <w:t>за даними Державного земельного кадастру враховується в Сичанській сільській раді Марківського району Луганської області</w:t>
      </w:r>
      <w:r>
        <w:rPr>
          <w:bCs/>
          <w:sz w:val="28"/>
          <w:szCs w:val="28"/>
          <w:lang w:val="uk-UA"/>
        </w:rPr>
        <w:t>.</w:t>
      </w:r>
    </w:p>
    <w:p w:rsidR="00271470" w:rsidRPr="005240B0" w:rsidRDefault="00271470" w:rsidP="00944242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271470" w:rsidRPr="00887151" w:rsidRDefault="00271470" w:rsidP="00435CB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</w:t>
      </w:r>
      <w:r w:rsidRPr="00887151">
        <w:rPr>
          <w:bCs/>
          <w:sz w:val="28"/>
          <w:szCs w:val="28"/>
          <w:lang w:val="uk-UA"/>
        </w:rPr>
        <w:t>Про надання дозволу на виготовл</w:t>
      </w:r>
      <w:r>
        <w:rPr>
          <w:bCs/>
          <w:sz w:val="28"/>
          <w:szCs w:val="28"/>
          <w:lang w:val="uk-UA"/>
        </w:rPr>
        <w:t xml:space="preserve">ення технічної документації із </w:t>
      </w:r>
      <w:r w:rsidRPr="00887151">
        <w:rPr>
          <w:bCs/>
          <w:sz w:val="28"/>
          <w:szCs w:val="28"/>
          <w:lang w:val="uk-UA"/>
        </w:rPr>
        <w:t>землеустрою щодо інвентаризації земель комунальної власності за адресою: с. Сичанське</w:t>
      </w:r>
      <w:r>
        <w:rPr>
          <w:bCs/>
          <w:sz w:val="28"/>
          <w:szCs w:val="28"/>
          <w:lang w:val="uk-UA"/>
        </w:rPr>
        <w:t>,</w:t>
      </w:r>
      <w:r w:rsidRPr="0088715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</w:t>
      </w:r>
      <w:r w:rsidRPr="00887151">
        <w:rPr>
          <w:bCs/>
          <w:sz w:val="28"/>
          <w:szCs w:val="28"/>
          <w:lang w:val="uk-UA"/>
        </w:rPr>
        <w:t>вул. Мира</w:t>
      </w:r>
      <w:r>
        <w:rPr>
          <w:bCs/>
          <w:sz w:val="28"/>
          <w:szCs w:val="28"/>
          <w:lang w:val="uk-UA"/>
        </w:rPr>
        <w:t>,</w:t>
      </w:r>
      <w:r w:rsidRPr="00887151">
        <w:rPr>
          <w:bCs/>
          <w:sz w:val="28"/>
          <w:szCs w:val="28"/>
          <w:lang w:val="uk-UA"/>
        </w:rPr>
        <w:t xml:space="preserve"> б.20</w:t>
      </w:r>
      <w:r>
        <w:rPr>
          <w:bCs/>
          <w:sz w:val="28"/>
          <w:szCs w:val="28"/>
          <w:lang w:val="uk-UA"/>
        </w:rPr>
        <w:t>,</w:t>
      </w:r>
      <w:r w:rsidRPr="00887151">
        <w:rPr>
          <w:bCs/>
          <w:sz w:val="28"/>
          <w:szCs w:val="28"/>
          <w:lang w:val="uk-UA"/>
        </w:rPr>
        <w:t xml:space="preserve"> Марківської селищної ради Марківського району Луганської області</w:t>
      </w:r>
      <w:r>
        <w:rPr>
          <w:bCs/>
          <w:sz w:val="28"/>
          <w:szCs w:val="28"/>
          <w:lang w:val="uk-UA"/>
        </w:rPr>
        <w:t>.</w:t>
      </w:r>
    </w:p>
    <w:p w:rsidR="00271470" w:rsidRPr="005240B0" w:rsidRDefault="00271470" w:rsidP="00435CB7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Антоніна Білець.</w:t>
      </w:r>
    </w:p>
    <w:p w:rsidR="00271470" w:rsidRDefault="00271470" w:rsidP="0072192E">
      <w:pPr>
        <w:jc w:val="both"/>
        <w:rPr>
          <w:sz w:val="28"/>
          <w:szCs w:val="28"/>
          <w:lang w:val="uk-UA"/>
        </w:rPr>
      </w:pPr>
    </w:p>
    <w:p w:rsidR="00271470" w:rsidRDefault="00271470" w:rsidP="00D858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</w:t>
      </w:r>
      <w:r w:rsidRPr="00887151">
        <w:rPr>
          <w:bCs/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у приватну власність гр. Денисенко Марині Володимирівні для ведення особистого селянського господарства в межах населеного пункту </w:t>
      </w:r>
      <w:r>
        <w:rPr>
          <w:bCs/>
          <w:sz w:val="28"/>
          <w:szCs w:val="28"/>
          <w:lang w:val="uk-UA"/>
        </w:rPr>
        <w:t xml:space="preserve">                                 </w:t>
      </w:r>
      <w:r w:rsidRPr="00887151">
        <w:rPr>
          <w:bCs/>
          <w:sz w:val="28"/>
          <w:szCs w:val="28"/>
          <w:lang w:val="uk-UA"/>
        </w:rPr>
        <w:t>с.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Крупчанське, яка за даними Державного земельного кадастру враховується в Ліснополянській сільській раді Марківського району Луганської області</w:t>
      </w:r>
      <w:r>
        <w:rPr>
          <w:bCs/>
          <w:sz w:val="28"/>
          <w:szCs w:val="28"/>
          <w:lang w:val="uk-UA"/>
        </w:rPr>
        <w:t>.</w:t>
      </w:r>
    </w:p>
    <w:p w:rsidR="00271470" w:rsidRPr="005240B0" w:rsidRDefault="00271470" w:rsidP="0043713A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Pr="00887151" w:rsidRDefault="00271470" w:rsidP="00725FE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</w:t>
      </w:r>
      <w:r w:rsidRPr="00887151">
        <w:rPr>
          <w:bCs/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у приватну власність гр. Маргієву </w:t>
      </w:r>
      <w:r>
        <w:rPr>
          <w:bCs/>
          <w:sz w:val="28"/>
          <w:szCs w:val="28"/>
          <w:lang w:val="uk-UA"/>
        </w:rPr>
        <w:t xml:space="preserve">Дмитру Славіковичу </w:t>
      </w:r>
      <w:r w:rsidRPr="00887151">
        <w:rPr>
          <w:bCs/>
          <w:sz w:val="28"/>
          <w:szCs w:val="28"/>
          <w:lang w:val="uk-UA"/>
        </w:rPr>
        <w:t>для ведення особистого селянського господарства в межах населеного пункту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Крупчанське,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271470" w:rsidRPr="005240B0" w:rsidRDefault="00271470" w:rsidP="00725FE7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Pr="00887151" w:rsidRDefault="00271470" w:rsidP="008A364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</w:t>
      </w:r>
      <w:r w:rsidRPr="00887151">
        <w:rPr>
          <w:bCs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</w:t>
      </w:r>
      <w:r>
        <w:rPr>
          <w:bCs/>
          <w:sz w:val="28"/>
          <w:szCs w:val="28"/>
          <w:lang w:val="uk-UA"/>
        </w:rPr>
        <w:t xml:space="preserve"> приватну власність гр. Маргієвій</w:t>
      </w:r>
      <w:r w:rsidRPr="00887151">
        <w:rPr>
          <w:bCs/>
          <w:sz w:val="28"/>
          <w:szCs w:val="28"/>
          <w:lang w:val="uk-UA"/>
        </w:rPr>
        <w:t xml:space="preserve"> Анні Анатоліївні для ведення особистого селянського господарства в межах населеного пункту с.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Крупчанське,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271470" w:rsidRPr="005240B0" w:rsidRDefault="00271470" w:rsidP="008A364B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Default="00271470" w:rsidP="00250638">
      <w:pPr>
        <w:ind w:firstLine="708"/>
        <w:jc w:val="both"/>
        <w:rPr>
          <w:sz w:val="28"/>
          <w:szCs w:val="28"/>
          <w:lang w:val="uk-UA"/>
        </w:rPr>
      </w:pPr>
    </w:p>
    <w:p w:rsidR="00271470" w:rsidRPr="00887151" w:rsidRDefault="00271470" w:rsidP="0025063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 </w:t>
      </w:r>
      <w:r w:rsidRPr="00887151">
        <w:rPr>
          <w:bCs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</w:t>
      </w:r>
      <w:r>
        <w:rPr>
          <w:bCs/>
          <w:sz w:val="28"/>
          <w:szCs w:val="28"/>
          <w:lang w:val="uk-UA"/>
        </w:rPr>
        <w:t xml:space="preserve"> власність гр. Антоненко Вероніц</w:t>
      </w:r>
      <w:r w:rsidRPr="00887151">
        <w:rPr>
          <w:bCs/>
          <w:sz w:val="28"/>
          <w:szCs w:val="28"/>
          <w:lang w:val="uk-UA"/>
        </w:rPr>
        <w:t>і Віталіївні для ведення особистого селянського господарства в межах населеного пункту с. Марківське,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271470" w:rsidRPr="005240B0" w:rsidRDefault="00271470" w:rsidP="0025063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Pr="00887151" w:rsidRDefault="00271470" w:rsidP="001471A9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</w:t>
      </w:r>
      <w:r w:rsidRPr="00887151">
        <w:rPr>
          <w:bCs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Антоненку Михайлу Віталійовичу для ведення особистого селянського господарства в межах населеного пункту                               с.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Лісна Поляна,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271470" w:rsidRPr="005240B0" w:rsidRDefault="00271470" w:rsidP="001471A9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Pr="00887151" w:rsidRDefault="00271470" w:rsidP="00DA593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</w:t>
      </w:r>
      <w:r w:rsidRPr="00887151">
        <w:rPr>
          <w:bCs/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у </w:t>
      </w:r>
      <w:r>
        <w:rPr>
          <w:bCs/>
          <w:sz w:val="28"/>
          <w:szCs w:val="28"/>
          <w:lang w:val="uk-UA"/>
        </w:rPr>
        <w:t>приватну власність гр. Антоненко Ларисі</w:t>
      </w:r>
      <w:r w:rsidRPr="00887151">
        <w:rPr>
          <w:bCs/>
          <w:sz w:val="28"/>
          <w:szCs w:val="28"/>
          <w:lang w:val="uk-UA"/>
        </w:rPr>
        <w:t xml:space="preserve"> Іванівн</w:t>
      </w:r>
      <w:r>
        <w:rPr>
          <w:bCs/>
          <w:sz w:val="28"/>
          <w:szCs w:val="28"/>
          <w:lang w:val="uk-UA"/>
        </w:rPr>
        <w:t>і</w:t>
      </w:r>
      <w:r w:rsidRPr="00887151">
        <w:rPr>
          <w:bCs/>
          <w:sz w:val="28"/>
          <w:szCs w:val="28"/>
          <w:lang w:val="uk-UA"/>
        </w:rPr>
        <w:t xml:space="preserve"> для ведення особистого селянського господарства в межах населеного пункту с. Марківське,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271470" w:rsidRPr="005240B0" w:rsidRDefault="00271470" w:rsidP="00DA5932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Default="00271470" w:rsidP="002F076B">
      <w:pPr>
        <w:ind w:firstLine="708"/>
        <w:jc w:val="both"/>
        <w:rPr>
          <w:sz w:val="28"/>
          <w:szCs w:val="28"/>
          <w:lang w:val="uk-UA"/>
        </w:rPr>
      </w:pPr>
    </w:p>
    <w:p w:rsidR="00271470" w:rsidRPr="00887151" w:rsidRDefault="00271470" w:rsidP="002F076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33. </w:t>
      </w:r>
      <w:r w:rsidRPr="00887151">
        <w:rPr>
          <w:bCs/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у приватну власність гр. Сердюку Денису Олександровичу для ведення особистого селянського господарства в межах населеного пункту </w:t>
      </w:r>
      <w:r>
        <w:rPr>
          <w:bCs/>
          <w:sz w:val="28"/>
          <w:szCs w:val="28"/>
          <w:lang w:val="uk-UA"/>
        </w:rPr>
        <w:t xml:space="preserve">                            </w:t>
      </w:r>
      <w:r w:rsidRPr="00887151">
        <w:rPr>
          <w:bCs/>
          <w:sz w:val="28"/>
          <w:szCs w:val="28"/>
          <w:lang w:val="uk-UA"/>
        </w:rPr>
        <w:t>с. Марківське,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271470" w:rsidRPr="005240B0" w:rsidRDefault="00271470" w:rsidP="002F076B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Default="00271470" w:rsidP="00C6176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</w:t>
      </w:r>
      <w:r w:rsidRPr="00C6176E"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Сердюк Олесі Русланівні для ведення особистого селянського господарства в межах населеного пункту с. Марківське, яка за даними Державного земельного кадастру враховується в Ліснополянській сільській раді Марківського району Луганської області</w:t>
      </w:r>
      <w:r>
        <w:rPr>
          <w:bCs/>
          <w:sz w:val="28"/>
          <w:szCs w:val="28"/>
          <w:lang w:val="uk-UA"/>
        </w:rPr>
        <w:t>.</w:t>
      </w:r>
    </w:p>
    <w:p w:rsidR="00271470" w:rsidRPr="005240B0" w:rsidRDefault="00271470" w:rsidP="00C6176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Pr="00887151" w:rsidRDefault="00271470" w:rsidP="0003712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</w:t>
      </w:r>
      <w:r w:rsidRPr="00887151">
        <w:rPr>
          <w:bCs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Пелюшенко Тетяні Миколаївні для ведення особистого селянського господарства в межах населеного пункту с. Марківське,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271470" w:rsidRPr="005240B0" w:rsidRDefault="00271470" w:rsidP="00037122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Pr="00887151" w:rsidRDefault="00271470" w:rsidP="00297E2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</w:t>
      </w:r>
      <w:r w:rsidRPr="00887151">
        <w:rPr>
          <w:bCs/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у приватну власність гр. Літвінову Віктору Миколайовичу для ведення особистого селянського господарства в межах населеного пункту </w:t>
      </w:r>
      <w:r>
        <w:rPr>
          <w:bCs/>
          <w:sz w:val="28"/>
          <w:szCs w:val="28"/>
          <w:lang w:val="uk-UA"/>
        </w:rPr>
        <w:t xml:space="preserve">                    </w:t>
      </w:r>
      <w:r w:rsidRPr="00887151">
        <w:rPr>
          <w:bCs/>
          <w:sz w:val="28"/>
          <w:szCs w:val="28"/>
          <w:lang w:val="uk-UA"/>
        </w:rPr>
        <w:t xml:space="preserve"> с. Марківське,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271470" w:rsidRPr="005240B0" w:rsidRDefault="00271470" w:rsidP="00297E2B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Pr="00887151" w:rsidRDefault="00271470" w:rsidP="00B751E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</w:t>
      </w:r>
      <w:r w:rsidRPr="00887151">
        <w:rPr>
          <w:bCs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Лосю Віталію Зиноновичу для ведення особистого селянського господарства в межах населеного пункту с. Марківське,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271470" w:rsidRPr="005240B0" w:rsidRDefault="00271470" w:rsidP="00B751E5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Pr="00887151" w:rsidRDefault="00271470" w:rsidP="003A6779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</w:t>
      </w:r>
      <w:r w:rsidRPr="00887151">
        <w:rPr>
          <w:bCs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Золотарьовій Ніні Юхимівні у для ведення особистого селянського господарства в межах населеного пункту с.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Крупчанське,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271470" w:rsidRPr="005240B0" w:rsidRDefault="00271470" w:rsidP="003A6779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Default="00271470" w:rsidP="0072192E">
      <w:pPr>
        <w:jc w:val="both"/>
        <w:rPr>
          <w:sz w:val="28"/>
          <w:szCs w:val="28"/>
          <w:lang w:val="uk-UA"/>
        </w:rPr>
      </w:pPr>
    </w:p>
    <w:p w:rsidR="00271470" w:rsidRPr="00887151" w:rsidRDefault="00271470" w:rsidP="003A6779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</w:t>
      </w:r>
      <w:r w:rsidRPr="00887151">
        <w:rPr>
          <w:bCs/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у приватну власність гр. Великохацькій Валентині Миколаївні для ведення особистого селянського господарства в межах населеного пункту </w:t>
      </w:r>
      <w:r>
        <w:rPr>
          <w:bCs/>
          <w:sz w:val="28"/>
          <w:szCs w:val="28"/>
          <w:lang w:val="uk-UA"/>
        </w:rPr>
        <w:t xml:space="preserve">                            </w:t>
      </w:r>
      <w:r w:rsidRPr="00887151">
        <w:rPr>
          <w:bCs/>
          <w:sz w:val="28"/>
          <w:szCs w:val="28"/>
          <w:lang w:val="uk-UA"/>
        </w:rPr>
        <w:t xml:space="preserve"> с. Марківське, яка за даними Державного земельного кадастру враховується в Ліснополянській сільській раді Марківського району Луганської області.</w:t>
      </w:r>
    </w:p>
    <w:p w:rsidR="00271470" w:rsidRPr="005240B0" w:rsidRDefault="00271470" w:rsidP="003A6779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Default="00271470" w:rsidP="0072192E">
      <w:pPr>
        <w:jc w:val="both"/>
        <w:rPr>
          <w:sz w:val="28"/>
          <w:szCs w:val="28"/>
          <w:lang w:val="uk-UA"/>
        </w:rPr>
      </w:pPr>
    </w:p>
    <w:p w:rsidR="00271470" w:rsidRPr="00887151" w:rsidRDefault="00271470" w:rsidP="001A4A9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</w:t>
      </w:r>
      <w:r w:rsidRPr="00887151">
        <w:rPr>
          <w:bCs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«Старобільське» сільськогосподарського призначення (контур № 46)</w:t>
      </w:r>
      <w:r>
        <w:rPr>
          <w:bCs/>
          <w:sz w:val="28"/>
          <w:szCs w:val="28"/>
          <w:lang w:val="uk-UA"/>
        </w:rPr>
        <w:t>.</w:t>
      </w:r>
    </w:p>
    <w:p w:rsidR="00271470" w:rsidRPr="005240B0" w:rsidRDefault="00271470" w:rsidP="001A4A94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Pr="00887151" w:rsidRDefault="00271470" w:rsidP="008A5F9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</w:t>
      </w:r>
      <w:r w:rsidRPr="00887151">
        <w:rPr>
          <w:bCs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</w:t>
      </w:r>
      <w:r>
        <w:rPr>
          <w:bCs/>
          <w:sz w:val="28"/>
          <w:szCs w:val="28"/>
          <w:lang w:val="uk-UA"/>
        </w:rPr>
        <w:t>ризації земель колишнього КСП «</w:t>
      </w:r>
      <w:r w:rsidRPr="00887151">
        <w:rPr>
          <w:bCs/>
          <w:sz w:val="28"/>
          <w:szCs w:val="28"/>
          <w:lang w:val="uk-UA"/>
        </w:rPr>
        <w:t>Старобільське» сільськогосподарського призначення (контур № 39)</w:t>
      </w:r>
      <w:r>
        <w:rPr>
          <w:bCs/>
          <w:sz w:val="28"/>
          <w:szCs w:val="28"/>
          <w:lang w:val="uk-UA"/>
        </w:rPr>
        <w:t>.</w:t>
      </w:r>
    </w:p>
    <w:p w:rsidR="00271470" w:rsidRPr="005240B0" w:rsidRDefault="00271470" w:rsidP="00542CAE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спеціаліст-землевпорядник відділу земельних відносин Марківської селищної ради Таїсія Муравцова.</w:t>
      </w:r>
    </w:p>
    <w:p w:rsidR="00271470" w:rsidRPr="00887151" w:rsidRDefault="00271470" w:rsidP="008A5F9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42. </w:t>
      </w:r>
      <w:r w:rsidRPr="00887151">
        <w:rPr>
          <w:bCs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місцевості), гр. Брюховецькій Євгенії Вікторівні, гр. Брюховецькому Євгену Миколайовичу для будівництва і обслуговування житлового будинку, господарських будівель і споруд (присадибна ділянка), що знаходиться в межах населеного пункту смт Марківка, вул. Єременка 128/1,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271470" w:rsidRPr="005240B0" w:rsidRDefault="00271470" w:rsidP="00A7792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271470" w:rsidRPr="00887151" w:rsidRDefault="00271470" w:rsidP="00A7792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</w:t>
      </w:r>
      <w:r w:rsidRPr="00887151">
        <w:rPr>
          <w:bCs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Вагіній Олені Іллівні, для ведення особистого селянського господарства, за адресою: смт Марківка, пров. Південний, 21/1,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271470" w:rsidRPr="005240B0" w:rsidRDefault="00271470" w:rsidP="00A7792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271470" w:rsidRPr="00887151" w:rsidRDefault="00271470" w:rsidP="00A7792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 </w:t>
      </w:r>
      <w:r w:rsidRPr="00887151">
        <w:rPr>
          <w:bCs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Воробйовій Аліні Станіславівні, для ведення особистого селянського господарства, за адресою: смт Марківка, вул. Дружби народів, 127 (в кінці домоволодіння),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271470" w:rsidRPr="005240B0" w:rsidRDefault="00271470" w:rsidP="00A7792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271470" w:rsidRPr="00887151" w:rsidRDefault="00271470" w:rsidP="00A7792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</w:t>
      </w:r>
      <w:r w:rsidRPr="00887151">
        <w:rPr>
          <w:bCs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Провозіній Надії Стефанівні, для ведення особистого селянського господарства, за адресою: смт Марківка (район вул. Підгорної та стадіону «Нива»),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271470" w:rsidRPr="005240B0" w:rsidRDefault="00271470" w:rsidP="00A7792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271470" w:rsidRPr="00887151" w:rsidRDefault="00271470" w:rsidP="00D2176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46. </w:t>
      </w:r>
      <w:r w:rsidRPr="00887151">
        <w:rPr>
          <w:bCs/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у приватну власність гр. Міхальцову Олексію Петровичу, для будівництва індивідуальних гаражів, що знаходиться за адресою: смт Марківка, квартал Молодіжний, 18а/91, на території,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271470" w:rsidRPr="005240B0" w:rsidRDefault="00271470" w:rsidP="00D2176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271470" w:rsidRPr="00887151" w:rsidRDefault="00271470" w:rsidP="00D2176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47. </w:t>
      </w:r>
      <w:r w:rsidRPr="00887151">
        <w:rPr>
          <w:bCs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місцевості), гр. Сідій Пелагії Михайлівні, для 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в Марківській селищній раді за адресою: смт Марківка, вул. Першотравнева, 57, Марківського району Луганської області.</w:t>
      </w:r>
    </w:p>
    <w:p w:rsidR="00271470" w:rsidRPr="005240B0" w:rsidRDefault="00271470" w:rsidP="00D2176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271470" w:rsidRPr="00887151" w:rsidRDefault="00271470" w:rsidP="00495C2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48. </w:t>
      </w:r>
      <w:r w:rsidRPr="00887151">
        <w:rPr>
          <w:bCs/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у </w:t>
      </w:r>
      <w:r>
        <w:rPr>
          <w:bCs/>
          <w:sz w:val="28"/>
          <w:szCs w:val="28"/>
          <w:lang w:val="uk-UA"/>
        </w:rPr>
        <w:t>спільну часткову</w:t>
      </w:r>
      <w:r w:rsidRPr="00887151">
        <w:rPr>
          <w:bCs/>
          <w:sz w:val="28"/>
          <w:szCs w:val="28"/>
          <w:lang w:val="uk-UA"/>
        </w:rPr>
        <w:t xml:space="preserve"> власність гр. Бачкур Євгену Ярославовичу, гр. Прищепі Волод</w:t>
      </w:r>
      <w:r>
        <w:rPr>
          <w:bCs/>
          <w:sz w:val="28"/>
          <w:szCs w:val="28"/>
          <w:lang w:val="uk-UA"/>
        </w:rPr>
        <w:t>и</w:t>
      </w:r>
      <w:r w:rsidRPr="00887151">
        <w:rPr>
          <w:bCs/>
          <w:sz w:val="28"/>
          <w:szCs w:val="28"/>
          <w:lang w:val="uk-UA"/>
        </w:rPr>
        <w:t>миру Миколайовичу для ведення особистого селянського господарства, за адресою: смт Марківка, вул. Дружби народів, яка за даними Державного земельного кадастру враховується в Марківській селищній раді Марківського району Луганської області.</w:t>
      </w:r>
    </w:p>
    <w:p w:rsidR="00271470" w:rsidRPr="005240B0" w:rsidRDefault="00271470" w:rsidP="00495C2A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271470" w:rsidRPr="00887151" w:rsidRDefault="00271470" w:rsidP="00495C2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49. </w:t>
      </w:r>
      <w:r w:rsidRPr="00887151">
        <w:rPr>
          <w:bCs/>
          <w:sz w:val="28"/>
          <w:szCs w:val="28"/>
          <w:lang w:val="uk-UA"/>
        </w:rPr>
        <w:t>Про розгляд звернення гр. Огієвича Валерія Івановича, щодо погодження межі суміжних домоволодінь № 58 та 62 по вул. Мічуріна.</w:t>
      </w:r>
    </w:p>
    <w:p w:rsidR="00271470" w:rsidRPr="005240B0" w:rsidRDefault="00271470" w:rsidP="00495C2A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271470" w:rsidRDefault="00271470" w:rsidP="00B75575">
      <w:pPr>
        <w:ind w:firstLine="708"/>
        <w:jc w:val="both"/>
        <w:rPr>
          <w:sz w:val="28"/>
          <w:szCs w:val="28"/>
          <w:lang w:val="uk-UA"/>
        </w:rPr>
      </w:pPr>
    </w:p>
    <w:p w:rsidR="00271470" w:rsidRPr="00887151" w:rsidRDefault="00271470" w:rsidP="00AC58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50. </w:t>
      </w:r>
      <w:r w:rsidRPr="00887151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</w:t>
      </w:r>
      <w:r>
        <w:rPr>
          <w:sz w:val="28"/>
          <w:szCs w:val="28"/>
          <w:lang w:val="uk-UA"/>
        </w:rPr>
        <w:t>ї земель колишнього КСП «Радянська Україна</w:t>
      </w:r>
      <w:r w:rsidRPr="00887151">
        <w:rPr>
          <w:sz w:val="28"/>
          <w:szCs w:val="28"/>
          <w:lang w:val="uk-UA"/>
        </w:rPr>
        <w:t xml:space="preserve">» сільськогосподарського призначення (контур № </w:t>
      </w:r>
      <w:r>
        <w:rPr>
          <w:sz w:val="28"/>
          <w:szCs w:val="28"/>
          <w:lang w:val="uk-UA"/>
        </w:rPr>
        <w:t>307</w:t>
      </w:r>
      <w:r w:rsidRPr="0088715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271470" w:rsidRPr="005240B0" w:rsidRDefault="00271470" w:rsidP="00AC587C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Катерина Глазун.</w:t>
      </w:r>
    </w:p>
    <w:p w:rsidR="00271470" w:rsidRDefault="00271470" w:rsidP="00B75575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51. </w:t>
      </w:r>
      <w:r w:rsidRPr="00887151">
        <w:rPr>
          <w:bCs/>
          <w:sz w:val="28"/>
          <w:szCs w:val="28"/>
        </w:rPr>
        <w:t>Про затвердження проекту землеустрою щодо відведення земельної ділянки у власн</w:t>
      </w:r>
      <w:r w:rsidRPr="00887151">
        <w:rPr>
          <w:bCs/>
          <w:sz w:val="28"/>
          <w:szCs w:val="28"/>
          <w:lang w:val="uk-UA"/>
        </w:rPr>
        <w:t>ість гр.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Рішко Надії Петрівні для ведення особистого селянського господарства</w:t>
      </w:r>
      <w:r w:rsidRPr="00887151">
        <w:rPr>
          <w:bCs/>
          <w:sz w:val="28"/>
          <w:szCs w:val="28"/>
        </w:rPr>
        <w:t xml:space="preserve">, що знаходиться в межах населеного пункту, на території, яка за даними Державного земельного кадастру враховується в </w:t>
      </w:r>
      <w:r w:rsidRPr="00887151">
        <w:rPr>
          <w:bCs/>
          <w:sz w:val="28"/>
          <w:szCs w:val="28"/>
          <w:lang w:val="uk-UA"/>
        </w:rPr>
        <w:t xml:space="preserve">Бондарівській </w:t>
      </w:r>
      <w:r w:rsidRPr="00887151">
        <w:rPr>
          <w:bCs/>
          <w:sz w:val="28"/>
          <w:szCs w:val="28"/>
        </w:rPr>
        <w:t xml:space="preserve">сільській раді за адресою: </w:t>
      </w:r>
      <w:r w:rsidRPr="00887151">
        <w:rPr>
          <w:bCs/>
          <w:sz w:val="28"/>
          <w:szCs w:val="28"/>
          <w:lang w:val="uk-UA"/>
        </w:rPr>
        <w:t xml:space="preserve">с. Нова Україна </w:t>
      </w:r>
      <w:r w:rsidRPr="00887151">
        <w:rPr>
          <w:bCs/>
          <w:sz w:val="28"/>
          <w:szCs w:val="28"/>
        </w:rPr>
        <w:t>Марківського району Луганської області</w:t>
      </w:r>
      <w:r w:rsidRPr="00887151">
        <w:rPr>
          <w:bCs/>
          <w:sz w:val="28"/>
          <w:szCs w:val="28"/>
          <w:lang w:val="uk-UA"/>
        </w:rPr>
        <w:t>.</w:t>
      </w:r>
    </w:p>
    <w:p w:rsidR="00271470" w:rsidRPr="005240B0" w:rsidRDefault="00271470" w:rsidP="003D08C9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C4152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52. </w:t>
      </w:r>
      <w:r w:rsidRPr="00887151">
        <w:rPr>
          <w:bCs/>
          <w:sz w:val="28"/>
          <w:szCs w:val="28"/>
        </w:rPr>
        <w:t>Про затвердження проекту землеустрою щодо відведення земельної ділянки у власн</w:t>
      </w:r>
      <w:r w:rsidRPr="00887151">
        <w:rPr>
          <w:bCs/>
          <w:sz w:val="28"/>
          <w:szCs w:val="28"/>
          <w:lang w:val="uk-UA"/>
        </w:rPr>
        <w:t>ість гр.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Тіщенко Анні Олександрівні для ведення особистого селянського господарства</w:t>
      </w:r>
      <w:r w:rsidRPr="00887151">
        <w:rPr>
          <w:bCs/>
          <w:sz w:val="28"/>
          <w:szCs w:val="28"/>
        </w:rPr>
        <w:t xml:space="preserve">, що знаходиться в межах населеного пункту, на території, яка за даними Державного земельного кадастру враховується в </w:t>
      </w:r>
      <w:r w:rsidRPr="00887151">
        <w:rPr>
          <w:bCs/>
          <w:sz w:val="28"/>
          <w:szCs w:val="28"/>
          <w:lang w:val="uk-UA"/>
        </w:rPr>
        <w:t xml:space="preserve">Бондарівській </w:t>
      </w:r>
      <w:r w:rsidRPr="00887151">
        <w:rPr>
          <w:bCs/>
          <w:sz w:val="28"/>
          <w:szCs w:val="28"/>
        </w:rPr>
        <w:t xml:space="preserve">сільській раді за адресою: </w:t>
      </w:r>
      <w:r w:rsidRPr="00887151">
        <w:rPr>
          <w:bCs/>
          <w:sz w:val="28"/>
          <w:szCs w:val="28"/>
          <w:lang w:val="uk-UA"/>
        </w:rPr>
        <w:t xml:space="preserve">с. Бондарівка </w:t>
      </w:r>
      <w:r w:rsidRPr="00887151">
        <w:rPr>
          <w:bCs/>
          <w:sz w:val="28"/>
          <w:szCs w:val="28"/>
        </w:rPr>
        <w:t>Марківського району Луганської області</w:t>
      </w:r>
      <w:r w:rsidRPr="00887151">
        <w:rPr>
          <w:bCs/>
          <w:sz w:val="28"/>
          <w:szCs w:val="28"/>
          <w:lang w:val="uk-UA"/>
        </w:rPr>
        <w:t xml:space="preserve">. </w:t>
      </w:r>
    </w:p>
    <w:p w:rsidR="00271470" w:rsidRPr="005240B0" w:rsidRDefault="00271470" w:rsidP="00C4152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C4152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53. </w:t>
      </w:r>
      <w:r w:rsidRPr="00887151">
        <w:rPr>
          <w:bCs/>
          <w:sz w:val="28"/>
          <w:szCs w:val="28"/>
        </w:rPr>
        <w:t>Про затвердження проекту землеустрою щодо відведення земельної ділянки у власн</w:t>
      </w:r>
      <w:r w:rsidRPr="00887151">
        <w:rPr>
          <w:bCs/>
          <w:sz w:val="28"/>
          <w:szCs w:val="28"/>
          <w:lang w:val="uk-UA"/>
        </w:rPr>
        <w:t>ість гр.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Кіяницькій Людмилі Іванівні для ведення особистого селянського господарства</w:t>
      </w:r>
      <w:r w:rsidRPr="00887151">
        <w:rPr>
          <w:bCs/>
          <w:sz w:val="28"/>
          <w:szCs w:val="28"/>
        </w:rPr>
        <w:t xml:space="preserve">, що знаходиться в межах населеного пункту, на території, яка за даними Державного земельного кадастру враховується в </w:t>
      </w:r>
      <w:r w:rsidRPr="00887151">
        <w:rPr>
          <w:bCs/>
          <w:sz w:val="28"/>
          <w:szCs w:val="28"/>
          <w:lang w:val="uk-UA"/>
        </w:rPr>
        <w:t xml:space="preserve">Бондарівській </w:t>
      </w:r>
      <w:r w:rsidRPr="00887151">
        <w:rPr>
          <w:bCs/>
          <w:sz w:val="28"/>
          <w:szCs w:val="28"/>
        </w:rPr>
        <w:t xml:space="preserve">сільській раді за адресою: </w:t>
      </w:r>
      <w:r w:rsidRPr="00887151">
        <w:rPr>
          <w:bCs/>
          <w:sz w:val="28"/>
          <w:szCs w:val="28"/>
          <w:lang w:val="uk-UA"/>
        </w:rPr>
        <w:t xml:space="preserve">с. Бондарівка </w:t>
      </w:r>
      <w:r w:rsidRPr="00887151">
        <w:rPr>
          <w:bCs/>
          <w:sz w:val="28"/>
          <w:szCs w:val="28"/>
        </w:rPr>
        <w:t>Марківського району Луганської області</w:t>
      </w:r>
      <w:r w:rsidRPr="00887151">
        <w:rPr>
          <w:bCs/>
          <w:sz w:val="28"/>
          <w:szCs w:val="28"/>
          <w:lang w:val="uk-UA"/>
        </w:rPr>
        <w:t xml:space="preserve">. </w:t>
      </w:r>
    </w:p>
    <w:p w:rsidR="00271470" w:rsidRPr="005240B0" w:rsidRDefault="00271470" w:rsidP="00C4152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Default="00271470" w:rsidP="00C415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54. </w:t>
      </w:r>
      <w:r w:rsidRPr="00887151">
        <w:rPr>
          <w:bCs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Pr="00887151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 w:rsidRPr="00887151">
        <w:rPr>
          <w:sz w:val="28"/>
          <w:szCs w:val="28"/>
          <w:lang w:val="uk-UA"/>
        </w:rPr>
        <w:t xml:space="preserve">Гребінніковій Олександрі Олексіївні, для будівництва і обслуговування житлового будинку, господарських будівель і споруд (присадибна ділянка), що знаходиться в межах населеного пункту, на території, яка за даними </w:t>
      </w:r>
      <w:r w:rsidRPr="00887151">
        <w:rPr>
          <w:bCs/>
          <w:sz w:val="28"/>
          <w:szCs w:val="28"/>
          <w:lang w:val="uk-UA"/>
        </w:rPr>
        <w:t>Державного земельного кадастру враховується в Бондарівській сільській раді за адресою: с.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Курячівка, пров.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Садовий, 20а</w:t>
      </w:r>
      <w:r>
        <w:rPr>
          <w:bCs/>
          <w:sz w:val="28"/>
          <w:szCs w:val="28"/>
          <w:lang w:val="uk-UA"/>
        </w:rPr>
        <w:t>,</w:t>
      </w:r>
      <w:r w:rsidRPr="00887151">
        <w:rPr>
          <w:bCs/>
          <w:sz w:val="28"/>
          <w:szCs w:val="28"/>
          <w:lang w:val="uk-UA"/>
        </w:rPr>
        <w:t xml:space="preserve"> Марківського району Луганської області</w:t>
      </w:r>
      <w:r>
        <w:rPr>
          <w:bCs/>
          <w:sz w:val="28"/>
          <w:szCs w:val="28"/>
          <w:lang w:val="uk-UA"/>
        </w:rPr>
        <w:t>.</w:t>
      </w:r>
    </w:p>
    <w:p w:rsidR="00271470" w:rsidRPr="005240B0" w:rsidRDefault="00271470" w:rsidP="00C41528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4509C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55. </w:t>
      </w:r>
      <w:r w:rsidRPr="00887151">
        <w:rPr>
          <w:bCs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ділянка № 710 для ведення товарного сільськогосподарського виробництва </w:t>
      </w:r>
      <w:r w:rsidRPr="00887151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 w:rsidRPr="00887151">
        <w:rPr>
          <w:sz w:val="28"/>
          <w:szCs w:val="28"/>
          <w:lang w:val="uk-UA"/>
        </w:rPr>
        <w:t xml:space="preserve">Котілевському Анатолію Володимировичу, що знаходиться на території, яка за даними </w:t>
      </w:r>
      <w:r w:rsidRPr="00887151">
        <w:rPr>
          <w:bCs/>
          <w:sz w:val="28"/>
          <w:szCs w:val="28"/>
          <w:lang w:val="uk-UA"/>
        </w:rPr>
        <w:t>Державного земельного кадастру враховується в Бондарівській сільській раді Марківського району Луганської області.</w:t>
      </w:r>
    </w:p>
    <w:p w:rsidR="00271470" w:rsidRPr="005240B0" w:rsidRDefault="00271470" w:rsidP="004509CC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4509C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56. </w:t>
      </w:r>
      <w:r w:rsidRPr="00887151">
        <w:rPr>
          <w:bCs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</w:t>
      </w:r>
      <w:r>
        <w:rPr>
          <w:bCs/>
          <w:sz w:val="28"/>
          <w:szCs w:val="28"/>
          <w:lang w:val="uk-UA"/>
        </w:rPr>
        <w:t xml:space="preserve"> </w:t>
      </w:r>
      <w:r w:rsidRPr="00887151">
        <w:rPr>
          <w:bCs/>
          <w:sz w:val="28"/>
          <w:szCs w:val="28"/>
          <w:lang w:val="uk-UA"/>
        </w:rPr>
        <w:t>Мясковській Ніні Дмитрівні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Нова Україна Марківського району Луганської області.</w:t>
      </w:r>
    </w:p>
    <w:p w:rsidR="00271470" w:rsidRPr="005240B0" w:rsidRDefault="00271470" w:rsidP="004509CC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184B6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57. </w:t>
      </w:r>
      <w:r w:rsidRPr="00887151">
        <w:rPr>
          <w:bCs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</w:t>
      </w:r>
      <w:r>
        <w:rPr>
          <w:bCs/>
          <w:sz w:val="28"/>
          <w:szCs w:val="28"/>
          <w:lang w:val="uk-UA"/>
        </w:rPr>
        <w:t xml:space="preserve"> Мясковському</w:t>
      </w:r>
      <w:r w:rsidRPr="0088715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Олексію Миколайовичу</w:t>
      </w:r>
      <w:r w:rsidRPr="00887151">
        <w:rPr>
          <w:bCs/>
          <w:sz w:val="28"/>
          <w:szCs w:val="28"/>
          <w:lang w:val="uk-UA"/>
        </w:rPr>
        <w:t xml:space="preserve"> для ведення особистого селянського господарства, що знаходиться в межах населеного пункту, на території, яка за даними Державного земельного кадастру враховується в Бондарівській сільській раді за адресою: с. Нова Україна Марківського району Луганської області.</w:t>
      </w:r>
    </w:p>
    <w:p w:rsidR="00271470" w:rsidRPr="005240B0" w:rsidRDefault="00271470" w:rsidP="00184B6C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4509C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58. Про внесення змін до </w:t>
      </w:r>
      <w:r w:rsidRPr="00887151">
        <w:rPr>
          <w:bCs/>
          <w:sz w:val="28"/>
          <w:szCs w:val="28"/>
          <w:lang w:val="uk-UA"/>
        </w:rPr>
        <w:t xml:space="preserve">рішення 1 сесії 24 скликання Бондарівської сільської ради від 18.04.2002р </w:t>
      </w:r>
      <w:r>
        <w:rPr>
          <w:bCs/>
          <w:sz w:val="28"/>
          <w:szCs w:val="28"/>
          <w:lang w:val="uk-UA"/>
        </w:rPr>
        <w:t>№ 1/24.</w:t>
      </w:r>
    </w:p>
    <w:p w:rsidR="00271470" w:rsidRPr="005240B0" w:rsidRDefault="00271470" w:rsidP="004509CC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4509C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59. </w:t>
      </w:r>
      <w:r w:rsidRPr="00887151">
        <w:rPr>
          <w:bCs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«Родіна» сільськогосподарського призначення (контур № 84)</w:t>
      </w:r>
      <w:r>
        <w:rPr>
          <w:bCs/>
          <w:sz w:val="28"/>
          <w:szCs w:val="28"/>
          <w:lang w:val="uk-UA"/>
        </w:rPr>
        <w:t>.</w:t>
      </w:r>
    </w:p>
    <w:p w:rsidR="00271470" w:rsidRPr="005240B0" w:rsidRDefault="00271470" w:rsidP="004509CC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EF10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60. </w:t>
      </w:r>
      <w:r w:rsidRPr="00887151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«Родіна» сільськогосподарського призначення (контур № 138а)</w:t>
      </w:r>
      <w:r>
        <w:rPr>
          <w:sz w:val="28"/>
          <w:szCs w:val="28"/>
          <w:lang w:val="uk-UA"/>
        </w:rPr>
        <w:t>.</w:t>
      </w:r>
    </w:p>
    <w:p w:rsidR="00271470" w:rsidRPr="005240B0" w:rsidRDefault="00271470" w:rsidP="00EF10CA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Default="00271470" w:rsidP="004A1F6B">
      <w:pPr>
        <w:ind w:firstLine="708"/>
        <w:jc w:val="both"/>
        <w:rPr>
          <w:sz w:val="28"/>
          <w:szCs w:val="28"/>
          <w:lang w:val="uk-UA"/>
        </w:rPr>
      </w:pPr>
    </w:p>
    <w:p w:rsidR="00271470" w:rsidRPr="00887151" w:rsidRDefault="00271470" w:rsidP="004A1F6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61. </w:t>
      </w:r>
      <w:r w:rsidRPr="00887151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</w:t>
      </w:r>
      <w:r>
        <w:rPr>
          <w:sz w:val="28"/>
          <w:szCs w:val="28"/>
          <w:lang w:val="uk-UA"/>
        </w:rPr>
        <w:t>ї земель колишнього КСП «Родіна</w:t>
      </w:r>
      <w:r w:rsidRPr="00887151">
        <w:rPr>
          <w:sz w:val="28"/>
          <w:szCs w:val="28"/>
          <w:lang w:val="uk-UA"/>
        </w:rPr>
        <w:t>» сільськогосподар</w:t>
      </w:r>
      <w:r>
        <w:rPr>
          <w:sz w:val="28"/>
          <w:szCs w:val="28"/>
          <w:lang w:val="uk-UA"/>
        </w:rPr>
        <w:t>ського призначення (контур № 90</w:t>
      </w:r>
      <w:r w:rsidRPr="0088715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271470" w:rsidRPr="005240B0" w:rsidRDefault="00271470" w:rsidP="004A1F6B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4A1F6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62. </w:t>
      </w:r>
      <w:r w:rsidRPr="00887151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</w:t>
      </w:r>
      <w:r>
        <w:rPr>
          <w:sz w:val="28"/>
          <w:szCs w:val="28"/>
          <w:lang w:val="uk-UA"/>
        </w:rPr>
        <w:t>ї земель колишнього КСП «Родіна</w:t>
      </w:r>
      <w:r w:rsidRPr="00887151">
        <w:rPr>
          <w:sz w:val="28"/>
          <w:szCs w:val="28"/>
          <w:lang w:val="uk-UA"/>
        </w:rPr>
        <w:t>» сільськогосподарського призначення (контур № 143)</w:t>
      </w:r>
      <w:r>
        <w:rPr>
          <w:sz w:val="28"/>
          <w:szCs w:val="28"/>
          <w:lang w:val="uk-UA"/>
        </w:rPr>
        <w:t>.</w:t>
      </w:r>
    </w:p>
    <w:p w:rsidR="00271470" w:rsidRPr="005240B0" w:rsidRDefault="00271470" w:rsidP="004A1F6B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6360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63. </w:t>
      </w:r>
      <w:r w:rsidRPr="00887151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«Родіна» сільськогосподарського призначення (контур № 116)</w:t>
      </w:r>
      <w:r>
        <w:rPr>
          <w:sz w:val="28"/>
          <w:szCs w:val="28"/>
          <w:lang w:val="uk-UA"/>
        </w:rPr>
        <w:t>.</w:t>
      </w:r>
    </w:p>
    <w:p w:rsidR="00271470" w:rsidRPr="005240B0" w:rsidRDefault="00271470" w:rsidP="00636074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6360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64. </w:t>
      </w:r>
      <w:r w:rsidRPr="00887151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</w:t>
      </w:r>
      <w:r>
        <w:rPr>
          <w:sz w:val="28"/>
          <w:szCs w:val="28"/>
          <w:lang w:val="uk-UA"/>
        </w:rPr>
        <w:t>ї земель колишнього КСП «Родіна</w:t>
      </w:r>
      <w:r w:rsidRPr="00887151">
        <w:rPr>
          <w:sz w:val="28"/>
          <w:szCs w:val="28"/>
          <w:lang w:val="uk-UA"/>
        </w:rPr>
        <w:t>» сільськогосподарського призначення (контур № 122)</w:t>
      </w:r>
      <w:r>
        <w:rPr>
          <w:sz w:val="28"/>
          <w:szCs w:val="28"/>
          <w:lang w:val="uk-UA"/>
        </w:rPr>
        <w:t>.</w:t>
      </w:r>
    </w:p>
    <w:p w:rsidR="00271470" w:rsidRPr="005240B0" w:rsidRDefault="00271470" w:rsidP="00636074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887151" w:rsidRDefault="00271470" w:rsidP="007E5D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65. </w:t>
      </w:r>
      <w:r w:rsidRPr="00887151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</w:t>
      </w:r>
      <w:r>
        <w:rPr>
          <w:sz w:val="28"/>
          <w:szCs w:val="28"/>
          <w:lang w:val="uk-UA"/>
        </w:rPr>
        <w:t>ї земель колишнього КСП «Родіна</w:t>
      </w:r>
      <w:r w:rsidRPr="00887151">
        <w:rPr>
          <w:sz w:val="28"/>
          <w:szCs w:val="28"/>
          <w:lang w:val="uk-UA"/>
        </w:rPr>
        <w:t>» сільськогосподарського призначення (контур № 41)</w:t>
      </w:r>
      <w:r>
        <w:rPr>
          <w:sz w:val="28"/>
          <w:szCs w:val="28"/>
          <w:lang w:val="uk-UA"/>
        </w:rPr>
        <w:t>.</w:t>
      </w:r>
    </w:p>
    <w:p w:rsidR="00271470" w:rsidRPr="005240B0" w:rsidRDefault="00271470" w:rsidP="007E5DC0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Pr="009C034C" w:rsidRDefault="00271470" w:rsidP="00640E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66. </w:t>
      </w:r>
      <w:r w:rsidRPr="00887151">
        <w:rPr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</w:t>
      </w:r>
      <w:r>
        <w:rPr>
          <w:sz w:val="28"/>
          <w:szCs w:val="28"/>
          <w:lang w:val="uk-UA"/>
        </w:rPr>
        <w:t>ї земель колишнього КСП «Родіна</w:t>
      </w:r>
      <w:r w:rsidRPr="00887151">
        <w:rPr>
          <w:sz w:val="28"/>
          <w:szCs w:val="28"/>
          <w:lang w:val="uk-UA"/>
        </w:rPr>
        <w:t>» сільськогосподарського признач</w:t>
      </w:r>
      <w:r>
        <w:rPr>
          <w:sz w:val="28"/>
          <w:szCs w:val="28"/>
          <w:lang w:val="uk-UA"/>
        </w:rPr>
        <w:t>ення (контур № 66</w:t>
      </w:r>
      <w:r w:rsidRPr="0088715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271470" w:rsidRPr="005240B0" w:rsidRDefault="00271470" w:rsidP="00640EEC">
      <w:pPr>
        <w:ind w:firstLine="708"/>
        <w:jc w:val="both"/>
        <w:rPr>
          <w:sz w:val="28"/>
          <w:szCs w:val="28"/>
          <w:lang w:val="uk-UA"/>
        </w:rPr>
      </w:pPr>
      <w:r w:rsidRPr="005240B0">
        <w:rPr>
          <w:b/>
          <w:i/>
          <w:sz w:val="28"/>
          <w:szCs w:val="28"/>
          <w:lang w:val="uk-UA"/>
        </w:rPr>
        <w:t>Доповідає:</w:t>
      </w:r>
      <w:r w:rsidRPr="005240B0">
        <w:rPr>
          <w:sz w:val="28"/>
          <w:szCs w:val="28"/>
          <w:lang w:val="uk-UA"/>
        </w:rPr>
        <w:t xml:space="preserve"> спеціаліст 2 категорії-землевпорядник відділу земельних відносин Марківської селищної ради </w:t>
      </w:r>
      <w:r>
        <w:rPr>
          <w:sz w:val="28"/>
          <w:szCs w:val="28"/>
          <w:lang w:val="uk-UA"/>
        </w:rPr>
        <w:t>Лідія Сироватко</w:t>
      </w:r>
      <w:r w:rsidRPr="005240B0">
        <w:rPr>
          <w:sz w:val="28"/>
          <w:szCs w:val="28"/>
          <w:lang w:val="uk-UA"/>
        </w:rPr>
        <w:t>.</w:t>
      </w:r>
    </w:p>
    <w:p w:rsidR="00271470" w:rsidRDefault="00271470" w:rsidP="0072192E">
      <w:pPr>
        <w:jc w:val="both"/>
        <w:rPr>
          <w:sz w:val="28"/>
          <w:szCs w:val="28"/>
          <w:lang w:val="uk-UA"/>
        </w:rPr>
      </w:pPr>
    </w:p>
    <w:p w:rsidR="00271470" w:rsidRDefault="00271470" w:rsidP="00640E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67. Різне.</w:t>
      </w:r>
    </w:p>
    <w:p w:rsidR="00271470" w:rsidRDefault="00271470" w:rsidP="0072192E">
      <w:pPr>
        <w:jc w:val="both"/>
        <w:rPr>
          <w:sz w:val="28"/>
          <w:szCs w:val="28"/>
          <w:lang w:val="uk-UA"/>
        </w:rPr>
      </w:pPr>
    </w:p>
    <w:p w:rsidR="00271470" w:rsidRDefault="00271470" w:rsidP="0072192E">
      <w:pPr>
        <w:jc w:val="both"/>
        <w:rPr>
          <w:sz w:val="28"/>
          <w:szCs w:val="28"/>
          <w:lang w:val="uk-UA"/>
        </w:rPr>
      </w:pPr>
    </w:p>
    <w:p w:rsidR="00271470" w:rsidRPr="00151597" w:rsidRDefault="00271470" w:rsidP="00721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            Ігор ДЗЮБА</w:t>
      </w:r>
    </w:p>
    <w:sectPr w:rsidR="00271470" w:rsidRPr="00151597" w:rsidSect="009E68F8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470" w:rsidRDefault="00271470" w:rsidP="00D96CE1">
      <w:r>
        <w:separator/>
      </w:r>
    </w:p>
  </w:endnote>
  <w:endnote w:type="continuationSeparator" w:id="0">
    <w:p w:rsidR="00271470" w:rsidRDefault="00271470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470" w:rsidRDefault="00271470" w:rsidP="00D96CE1">
      <w:r>
        <w:separator/>
      </w:r>
    </w:p>
  </w:footnote>
  <w:footnote w:type="continuationSeparator" w:id="0">
    <w:p w:rsidR="00271470" w:rsidRDefault="00271470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300F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D84"/>
    <w:rsid w:val="000250F0"/>
    <w:rsid w:val="000252F4"/>
    <w:rsid w:val="00025872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B07"/>
    <w:rsid w:val="00047BA2"/>
    <w:rsid w:val="00047E95"/>
    <w:rsid w:val="00050CCE"/>
    <w:rsid w:val="00051B8F"/>
    <w:rsid w:val="00052308"/>
    <w:rsid w:val="00052462"/>
    <w:rsid w:val="0005313D"/>
    <w:rsid w:val="00053620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1DF"/>
    <w:rsid w:val="00073FBE"/>
    <w:rsid w:val="00074839"/>
    <w:rsid w:val="00074953"/>
    <w:rsid w:val="00074F12"/>
    <w:rsid w:val="00075774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66EE"/>
    <w:rsid w:val="00086E9E"/>
    <w:rsid w:val="000906A2"/>
    <w:rsid w:val="0009087D"/>
    <w:rsid w:val="000908FD"/>
    <w:rsid w:val="0009102A"/>
    <w:rsid w:val="000917E0"/>
    <w:rsid w:val="000917EB"/>
    <w:rsid w:val="00091DD1"/>
    <w:rsid w:val="00092679"/>
    <w:rsid w:val="00092894"/>
    <w:rsid w:val="000928F9"/>
    <w:rsid w:val="00092F99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4A"/>
    <w:rsid w:val="000A314A"/>
    <w:rsid w:val="000A38AB"/>
    <w:rsid w:val="000A3C8B"/>
    <w:rsid w:val="000A40D6"/>
    <w:rsid w:val="000A4859"/>
    <w:rsid w:val="000A4E44"/>
    <w:rsid w:val="000A5253"/>
    <w:rsid w:val="000A5290"/>
    <w:rsid w:val="000A5495"/>
    <w:rsid w:val="000A552F"/>
    <w:rsid w:val="000A5C84"/>
    <w:rsid w:val="000A5DAF"/>
    <w:rsid w:val="000A5DF7"/>
    <w:rsid w:val="000A65B5"/>
    <w:rsid w:val="000A7103"/>
    <w:rsid w:val="000A71DE"/>
    <w:rsid w:val="000A75B7"/>
    <w:rsid w:val="000B05C5"/>
    <w:rsid w:val="000B0B41"/>
    <w:rsid w:val="000B19F7"/>
    <w:rsid w:val="000B1CC3"/>
    <w:rsid w:val="000B215C"/>
    <w:rsid w:val="000B33AF"/>
    <w:rsid w:val="000B3472"/>
    <w:rsid w:val="000B3716"/>
    <w:rsid w:val="000B3F40"/>
    <w:rsid w:val="000B5CDE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D17"/>
    <w:rsid w:val="000E1939"/>
    <w:rsid w:val="000E299B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63CA"/>
    <w:rsid w:val="000F651D"/>
    <w:rsid w:val="000F666F"/>
    <w:rsid w:val="000F745B"/>
    <w:rsid w:val="000F7967"/>
    <w:rsid w:val="000F79FA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B7D"/>
    <w:rsid w:val="00104F96"/>
    <w:rsid w:val="00104FD0"/>
    <w:rsid w:val="001061B6"/>
    <w:rsid w:val="001064C0"/>
    <w:rsid w:val="0010696C"/>
    <w:rsid w:val="00106A37"/>
    <w:rsid w:val="001073D0"/>
    <w:rsid w:val="001106B3"/>
    <w:rsid w:val="00110763"/>
    <w:rsid w:val="00110CD7"/>
    <w:rsid w:val="00110DDD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6837"/>
    <w:rsid w:val="00116F2F"/>
    <w:rsid w:val="001174E1"/>
    <w:rsid w:val="00117552"/>
    <w:rsid w:val="00117582"/>
    <w:rsid w:val="00117DA6"/>
    <w:rsid w:val="001206B6"/>
    <w:rsid w:val="00120C73"/>
    <w:rsid w:val="0012125B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6274"/>
    <w:rsid w:val="001264FD"/>
    <w:rsid w:val="001267C0"/>
    <w:rsid w:val="00126BD0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37B7"/>
    <w:rsid w:val="00133918"/>
    <w:rsid w:val="00134AFB"/>
    <w:rsid w:val="00134EA9"/>
    <w:rsid w:val="001359E7"/>
    <w:rsid w:val="00136210"/>
    <w:rsid w:val="00136BB4"/>
    <w:rsid w:val="00136F12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A25"/>
    <w:rsid w:val="00192D00"/>
    <w:rsid w:val="001931F9"/>
    <w:rsid w:val="00194BBF"/>
    <w:rsid w:val="00195516"/>
    <w:rsid w:val="00195A15"/>
    <w:rsid w:val="00195F47"/>
    <w:rsid w:val="00196766"/>
    <w:rsid w:val="00196CE4"/>
    <w:rsid w:val="00196DFE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77DB"/>
    <w:rsid w:val="001A788D"/>
    <w:rsid w:val="001A7B16"/>
    <w:rsid w:val="001B02BF"/>
    <w:rsid w:val="001B0511"/>
    <w:rsid w:val="001B0AED"/>
    <w:rsid w:val="001B15CC"/>
    <w:rsid w:val="001B1F83"/>
    <w:rsid w:val="001B2124"/>
    <w:rsid w:val="001B2B7D"/>
    <w:rsid w:val="001B31B0"/>
    <w:rsid w:val="001B3FEE"/>
    <w:rsid w:val="001B5382"/>
    <w:rsid w:val="001B57E5"/>
    <w:rsid w:val="001B5E93"/>
    <w:rsid w:val="001B5F98"/>
    <w:rsid w:val="001B6149"/>
    <w:rsid w:val="001B6BC5"/>
    <w:rsid w:val="001B6FC6"/>
    <w:rsid w:val="001B73F5"/>
    <w:rsid w:val="001B7930"/>
    <w:rsid w:val="001B7E5B"/>
    <w:rsid w:val="001B7FF0"/>
    <w:rsid w:val="001C0406"/>
    <w:rsid w:val="001C0678"/>
    <w:rsid w:val="001C0D96"/>
    <w:rsid w:val="001C0FF8"/>
    <w:rsid w:val="001C1B6F"/>
    <w:rsid w:val="001C1F9C"/>
    <w:rsid w:val="001C203B"/>
    <w:rsid w:val="001C208C"/>
    <w:rsid w:val="001C30E0"/>
    <w:rsid w:val="001C3487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E4D"/>
    <w:rsid w:val="001D4617"/>
    <w:rsid w:val="001D4871"/>
    <w:rsid w:val="001D5502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C4C"/>
    <w:rsid w:val="001E1C7B"/>
    <w:rsid w:val="001E2693"/>
    <w:rsid w:val="001E2C2C"/>
    <w:rsid w:val="001E2E39"/>
    <w:rsid w:val="001E31D8"/>
    <w:rsid w:val="001E3763"/>
    <w:rsid w:val="001E3CC1"/>
    <w:rsid w:val="001E3E78"/>
    <w:rsid w:val="001E4390"/>
    <w:rsid w:val="001E4A68"/>
    <w:rsid w:val="001E4C3E"/>
    <w:rsid w:val="001E50EA"/>
    <w:rsid w:val="001E50F4"/>
    <w:rsid w:val="001E5384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426B"/>
    <w:rsid w:val="00204896"/>
    <w:rsid w:val="00204DC7"/>
    <w:rsid w:val="00205280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F62"/>
    <w:rsid w:val="00214103"/>
    <w:rsid w:val="00215384"/>
    <w:rsid w:val="00215955"/>
    <w:rsid w:val="00215F01"/>
    <w:rsid w:val="002177B5"/>
    <w:rsid w:val="00217E80"/>
    <w:rsid w:val="00217EBE"/>
    <w:rsid w:val="0022047A"/>
    <w:rsid w:val="0022096D"/>
    <w:rsid w:val="00220BC0"/>
    <w:rsid w:val="002211BB"/>
    <w:rsid w:val="002217FC"/>
    <w:rsid w:val="00222303"/>
    <w:rsid w:val="00222356"/>
    <w:rsid w:val="00223045"/>
    <w:rsid w:val="0022345A"/>
    <w:rsid w:val="002235D5"/>
    <w:rsid w:val="00223D4E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3D9"/>
    <w:rsid w:val="0023478C"/>
    <w:rsid w:val="00234FFD"/>
    <w:rsid w:val="0023593E"/>
    <w:rsid w:val="00235ABC"/>
    <w:rsid w:val="00235C4E"/>
    <w:rsid w:val="00236314"/>
    <w:rsid w:val="00236611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61C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73F"/>
    <w:rsid w:val="002549DE"/>
    <w:rsid w:val="00254ABB"/>
    <w:rsid w:val="002557A5"/>
    <w:rsid w:val="00255901"/>
    <w:rsid w:val="00255FAB"/>
    <w:rsid w:val="002567A4"/>
    <w:rsid w:val="00256B7A"/>
    <w:rsid w:val="00256DDD"/>
    <w:rsid w:val="00257FC8"/>
    <w:rsid w:val="002609B2"/>
    <w:rsid w:val="002620C6"/>
    <w:rsid w:val="00262BF5"/>
    <w:rsid w:val="00262D2B"/>
    <w:rsid w:val="00263FBA"/>
    <w:rsid w:val="002640EE"/>
    <w:rsid w:val="00264210"/>
    <w:rsid w:val="00264E33"/>
    <w:rsid w:val="00264EB5"/>
    <w:rsid w:val="002654B0"/>
    <w:rsid w:val="00265F39"/>
    <w:rsid w:val="00265F7E"/>
    <w:rsid w:val="00267189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B1A"/>
    <w:rsid w:val="00294C14"/>
    <w:rsid w:val="00294E8C"/>
    <w:rsid w:val="0029576F"/>
    <w:rsid w:val="00295EB0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21F7"/>
    <w:rsid w:val="002B33CB"/>
    <w:rsid w:val="002B43CB"/>
    <w:rsid w:val="002B48EC"/>
    <w:rsid w:val="002B4B5E"/>
    <w:rsid w:val="002B5917"/>
    <w:rsid w:val="002B6002"/>
    <w:rsid w:val="002B62F2"/>
    <w:rsid w:val="002B6464"/>
    <w:rsid w:val="002B70F1"/>
    <w:rsid w:val="002B7F8A"/>
    <w:rsid w:val="002C0178"/>
    <w:rsid w:val="002C080A"/>
    <w:rsid w:val="002C0C6E"/>
    <w:rsid w:val="002C2E73"/>
    <w:rsid w:val="002C3AED"/>
    <w:rsid w:val="002C3EE5"/>
    <w:rsid w:val="002C421C"/>
    <w:rsid w:val="002C48CC"/>
    <w:rsid w:val="002C48F1"/>
    <w:rsid w:val="002C4EDF"/>
    <w:rsid w:val="002C5503"/>
    <w:rsid w:val="002C6E37"/>
    <w:rsid w:val="002C7008"/>
    <w:rsid w:val="002C78CB"/>
    <w:rsid w:val="002C7ECA"/>
    <w:rsid w:val="002D0131"/>
    <w:rsid w:val="002D0949"/>
    <w:rsid w:val="002D16F0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20059"/>
    <w:rsid w:val="00320541"/>
    <w:rsid w:val="00320972"/>
    <w:rsid w:val="00320C84"/>
    <w:rsid w:val="0032148B"/>
    <w:rsid w:val="00322B2E"/>
    <w:rsid w:val="00322F7A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87E"/>
    <w:rsid w:val="00326FCA"/>
    <w:rsid w:val="00327A48"/>
    <w:rsid w:val="00327AFA"/>
    <w:rsid w:val="00327DDE"/>
    <w:rsid w:val="0033019B"/>
    <w:rsid w:val="00330533"/>
    <w:rsid w:val="00330EDA"/>
    <w:rsid w:val="0033183A"/>
    <w:rsid w:val="00331C1F"/>
    <w:rsid w:val="00331DC6"/>
    <w:rsid w:val="00333247"/>
    <w:rsid w:val="0033370E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A21"/>
    <w:rsid w:val="00343D4B"/>
    <w:rsid w:val="003441A6"/>
    <w:rsid w:val="00344345"/>
    <w:rsid w:val="0034485E"/>
    <w:rsid w:val="00346753"/>
    <w:rsid w:val="00346E45"/>
    <w:rsid w:val="00346F69"/>
    <w:rsid w:val="0034755E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570D"/>
    <w:rsid w:val="00355BC3"/>
    <w:rsid w:val="00355EE2"/>
    <w:rsid w:val="00356233"/>
    <w:rsid w:val="00356E9C"/>
    <w:rsid w:val="00357060"/>
    <w:rsid w:val="00357444"/>
    <w:rsid w:val="00357654"/>
    <w:rsid w:val="00357A00"/>
    <w:rsid w:val="00357A8B"/>
    <w:rsid w:val="00357AEE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C1"/>
    <w:rsid w:val="00394E93"/>
    <w:rsid w:val="00394F64"/>
    <w:rsid w:val="0039659C"/>
    <w:rsid w:val="00396F9E"/>
    <w:rsid w:val="00397175"/>
    <w:rsid w:val="00397235"/>
    <w:rsid w:val="003973C9"/>
    <w:rsid w:val="00397AD6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C16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45AF"/>
    <w:rsid w:val="003B45B7"/>
    <w:rsid w:val="003B4A23"/>
    <w:rsid w:val="003B4C6F"/>
    <w:rsid w:val="003B53EE"/>
    <w:rsid w:val="003B5744"/>
    <w:rsid w:val="003B59BA"/>
    <w:rsid w:val="003B5A77"/>
    <w:rsid w:val="003B6E95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D8D"/>
    <w:rsid w:val="003C68FE"/>
    <w:rsid w:val="003C6E70"/>
    <w:rsid w:val="003D08C9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6826"/>
    <w:rsid w:val="003D7544"/>
    <w:rsid w:val="003D763E"/>
    <w:rsid w:val="003D7B42"/>
    <w:rsid w:val="003E014D"/>
    <w:rsid w:val="003E169A"/>
    <w:rsid w:val="003E1821"/>
    <w:rsid w:val="003E2585"/>
    <w:rsid w:val="003E2722"/>
    <w:rsid w:val="003E2778"/>
    <w:rsid w:val="003E4A2A"/>
    <w:rsid w:val="003E4DA5"/>
    <w:rsid w:val="003E5D08"/>
    <w:rsid w:val="003E6234"/>
    <w:rsid w:val="003E64ED"/>
    <w:rsid w:val="003E6D9F"/>
    <w:rsid w:val="003E7C81"/>
    <w:rsid w:val="003F0327"/>
    <w:rsid w:val="003F0B9D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75F2"/>
    <w:rsid w:val="004002EC"/>
    <w:rsid w:val="0040124A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B06"/>
    <w:rsid w:val="00406E02"/>
    <w:rsid w:val="00406E6F"/>
    <w:rsid w:val="004073BD"/>
    <w:rsid w:val="00407B07"/>
    <w:rsid w:val="00407B86"/>
    <w:rsid w:val="0041035E"/>
    <w:rsid w:val="004106FE"/>
    <w:rsid w:val="004108E9"/>
    <w:rsid w:val="00410936"/>
    <w:rsid w:val="00410B4B"/>
    <w:rsid w:val="00411313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6474"/>
    <w:rsid w:val="00416992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37D3"/>
    <w:rsid w:val="00433A57"/>
    <w:rsid w:val="00434E98"/>
    <w:rsid w:val="0043560B"/>
    <w:rsid w:val="00435CB7"/>
    <w:rsid w:val="00435F55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FCD"/>
    <w:rsid w:val="0044538E"/>
    <w:rsid w:val="0044567E"/>
    <w:rsid w:val="00445804"/>
    <w:rsid w:val="00446042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A64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346D"/>
    <w:rsid w:val="0046354E"/>
    <w:rsid w:val="00463E0E"/>
    <w:rsid w:val="0046405F"/>
    <w:rsid w:val="0046432C"/>
    <w:rsid w:val="0046442D"/>
    <w:rsid w:val="00464D69"/>
    <w:rsid w:val="004657D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157A"/>
    <w:rsid w:val="004717ED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804F1"/>
    <w:rsid w:val="004815D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48D"/>
    <w:rsid w:val="004959DF"/>
    <w:rsid w:val="00495B2B"/>
    <w:rsid w:val="00495C2A"/>
    <w:rsid w:val="00495F6B"/>
    <w:rsid w:val="00496EED"/>
    <w:rsid w:val="00497727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2B12"/>
    <w:rsid w:val="004C2B6B"/>
    <w:rsid w:val="004C2EC7"/>
    <w:rsid w:val="004C32B3"/>
    <w:rsid w:val="004C3D23"/>
    <w:rsid w:val="004C537E"/>
    <w:rsid w:val="004C5574"/>
    <w:rsid w:val="004C5E52"/>
    <w:rsid w:val="004C6FF5"/>
    <w:rsid w:val="004C7149"/>
    <w:rsid w:val="004C7C5E"/>
    <w:rsid w:val="004D0890"/>
    <w:rsid w:val="004D0E4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6313"/>
    <w:rsid w:val="004E63B7"/>
    <w:rsid w:val="004E68DB"/>
    <w:rsid w:val="004E7742"/>
    <w:rsid w:val="004E7E8F"/>
    <w:rsid w:val="004F0B25"/>
    <w:rsid w:val="004F12DF"/>
    <w:rsid w:val="004F1D64"/>
    <w:rsid w:val="004F1FE5"/>
    <w:rsid w:val="004F240A"/>
    <w:rsid w:val="004F28DD"/>
    <w:rsid w:val="004F2965"/>
    <w:rsid w:val="004F2DB3"/>
    <w:rsid w:val="004F2EEB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E7E"/>
    <w:rsid w:val="00506FB7"/>
    <w:rsid w:val="00507BAF"/>
    <w:rsid w:val="00507C43"/>
    <w:rsid w:val="00507F40"/>
    <w:rsid w:val="0051004B"/>
    <w:rsid w:val="005107DA"/>
    <w:rsid w:val="00510AD6"/>
    <w:rsid w:val="00512E5C"/>
    <w:rsid w:val="00513436"/>
    <w:rsid w:val="005136BC"/>
    <w:rsid w:val="00514433"/>
    <w:rsid w:val="00514F11"/>
    <w:rsid w:val="0051540F"/>
    <w:rsid w:val="005154A6"/>
    <w:rsid w:val="0051551E"/>
    <w:rsid w:val="00515604"/>
    <w:rsid w:val="00515DC8"/>
    <w:rsid w:val="00516241"/>
    <w:rsid w:val="00517690"/>
    <w:rsid w:val="00517C41"/>
    <w:rsid w:val="00520B18"/>
    <w:rsid w:val="00521620"/>
    <w:rsid w:val="00522B15"/>
    <w:rsid w:val="00522DD4"/>
    <w:rsid w:val="005239E4"/>
    <w:rsid w:val="00523A8F"/>
    <w:rsid w:val="005240B0"/>
    <w:rsid w:val="00524889"/>
    <w:rsid w:val="00524A1A"/>
    <w:rsid w:val="0052535B"/>
    <w:rsid w:val="00525B92"/>
    <w:rsid w:val="00525C34"/>
    <w:rsid w:val="00526982"/>
    <w:rsid w:val="00526A56"/>
    <w:rsid w:val="00526C09"/>
    <w:rsid w:val="0053007F"/>
    <w:rsid w:val="00530661"/>
    <w:rsid w:val="00531294"/>
    <w:rsid w:val="00531740"/>
    <w:rsid w:val="005320F2"/>
    <w:rsid w:val="0053224D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E2C"/>
    <w:rsid w:val="00537E6B"/>
    <w:rsid w:val="00537EBC"/>
    <w:rsid w:val="005402CA"/>
    <w:rsid w:val="005409B0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70B8"/>
    <w:rsid w:val="0058715C"/>
    <w:rsid w:val="005908F4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F56"/>
    <w:rsid w:val="005A465A"/>
    <w:rsid w:val="005A4E5E"/>
    <w:rsid w:val="005A597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F2A"/>
    <w:rsid w:val="005B4542"/>
    <w:rsid w:val="005B45CE"/>
    <w:rsid w:val="005B45FB"/>
    <w:rsid w:val="005B47CC"/>
    <w:rsid w:val="005B49C9"/>
    <w:rsid w:val="005B4D8C"/>
    <w:rsid w:val="005B5DDB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537"/>
    <w:rsid w:val="005D1ADB"/>
    <w:rsid w:val="005D1BF1"/>
    <w:rsid w:val="005D1E1C"/>
    <w:rsid w:val="005D3539"/>
    <w:rsid w:val="005D392C"/>
    <w:rsid w:val="005D3A3F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EB6"/>
    <w:rsid w:val="005E6E03"/>
    <w:rsid w:val="005E759E"/>
    <w:rsid w:val="005F0643"/>
    <w:rsid w:val="005F11B4"/>
    <w:rsid w:val="005F11DB"/>
    <w:rsid w:val="005F177F"/>
    <w:rsid w:val="005F1865"/>
    <w:rsid w:val="005F1935"/>
    <w:rsid w:val="005F1FF1"/>
    <w:rsid w:val="005F38AB"/>
    <w:rsid w:val="005F3F4E"/>
    <w:rsid w:val="005F42A8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7034"/>
    <w:rsid w:val="00607DC3"/>
    <w:rsid w:val="00611613"/>
    <w:rsid w:val="006119B2"/>
    <w:rsid w:val="00611D68"/>
    <w:rsid w:val="00611DDC"/>
    <w:rsid w:val="00612D21"/>
    <w:rsid w:val="00612FFD"/>
    <w:rsid w:val="0061349F"/>
    <w:rsid w:val="0061352A"/>
    <w:rsid w:val="006138D0"/>
    <w:rsid w:val="0061425A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35A0"/>
    <w:rsid w:val="006249A7"/>
    <w:rsid w:val="00624A3D"/>
    <w:rsid w:val="00624F3D"/>
    <w:rsid w:val="006252BC"/>
    <w:rsid w:val="006253C1"/>
    <w:rsid w:val="006259BC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E04"/>
    <w:rsid w:val="00633F17"/>
    <w:rsid w:val="00635662"/>
    <w:rsid w:val="00635BB0"/>
    <w:rsid w:val="00636029"/>
    <w:rsid w:val="00636074"/>
    <w:rsid w:val="00636A98"/>
    <w:rsid w:val="0063754D"/>
    <w:rsid w:val="00637A0C"/>
    <w:rsid w:val="00640B98"/>
    <w:rsid w:val="00640EEC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CB2"/>
    <w:rsid w:val="00645CD4"/>
    <w:rsid w:val="006461E8"/>
    <w:rsid w:val="006464EE"/>
    <w:rsid w:val="006465F9"/>
    <w:rsid w:val="00647849"/>
    <w:rsid w:val="00647A8E"/>
    <w:rsid w:val="006500E8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B3D"/>
    <w:rsid w:val="006644D8"/>
    <w:rsid w:val="00664BA9"/>
    <w:rsid w:val="00664BE0"/>
    <w:rsid w:val="00664E26"/>
    <w:rsid w:val="00665211"/>
    <w:rsid w:val="00665D15"/>
    <w:rsid w:val="00665E76"/>
    <w:rsid w:val="006665FA"/>
    <w:rsid w:val="006676F8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E54"/>
    <w:rsid w:val="00692F12"/>
    <w:rsid w:val="00693E3C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2531"/>
    <w:rsid w:val="006B314A"/>
    <w:rsid w:val="006B3C9B"/>
    <w:rsid w:val="006B3DBF"/>
    <w:rsid w:val="006B3E8A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47"/>
    <w:rsid w:val="006F7186"/>
    <w:rsid w:val="006F71B1"/>
    <w:rsid w:val="006F7368"/>
    <w:rsid w:val="006F7CC2"/>
    <w:rsid w:val="00700732"/>
    <w:rsid w:val="00700A4A"/>
    <w:rsid w:val="00701171"/>
    <w:rsid w:val="00701702"/>
    <w:rsid w:val="0070203E"/>
    <w:rsid w:val="0070258A"/>
    <w:rsid w:val="00702699"/>
    <w:rsid w:val="00702AD3"/>
    <w:rsid w:val="0070332A"/>
    <w:rsid w:val="00703360"/>
    <w:rsid w:val="007036BF"/>
    <w:rsid w:val="0070473C"/>
    <w:rsid w:val="00704B5F"/>
    <w:rsid w:val="00704C77"/>
    <w:rsid w:val="00704DB6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520"/>
    <w:rsid w:val="00710E72"/>
    <w:rsid w:val="00711B32"/>
    <w:rsid w:val="00713306"/>
    <w:rsid w:val="007135B5"/>
    <w:rsid w:val="00713E62"/>
    <w:rsid w:val="007142CD"/>
    <w:rsid w:val="0071474C"/>
    <w:rsid w:val="007155B6"/>
    <w:rsid w:val="00715BEA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57B2"/>
    <w:rsid w:val="00725FE7"/>
    <w:rsid w:val="0072666E"/>
    <w:rsid w:val="00726974"/>
    <w:rsid w:val="007269FB"/>
    <w:rsid w:val="00726A63"/>
    <w:rsid w:val="00727805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B54"/>
    <w:rsid w:val="00736F59"/>
    <w:rsid w:val="0073721D"/>
    <w:rsid w:val="00740115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7BBB"/>
    <w:rsid w:val="00750CBC"/>
    <w:rsid w:val="0075119F"/>
    <w:rsid w:val="00751F03"/>
    <w:rsid w:val="00751F54"/>
    <w:rsid w:val="0075212A"/>
    <w:rsid w:val="00752B39"/>
    <w:rsid w:val="00752B61"/>
    <w:rsid w:val="0075318F"/>
    <w:rsid w:val="007537D2"/>
    <w:rsid w:val="007539FC"/>
    <w:rsid w:val="007544E0"/>
    <w:rsid w:val="0075535B"/>
    <w:rsid w:val="007568F4"/>
    <w:rsid w:val="00756D6C"/>
    <w:rsid w:val="00756FC4"/>
    <w:rsid w:val="007576F0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DA"/>
    <w:rsid w:val="00782EE3"/>
    <w:rsid w:val="00782FB9"/>
    <w:rsid w:val="00783E66"/>
    <w:rsid w:val="00784836"/>
    <w:rsid w:val="00784D6F"/>
    <w:rsid w:val="00785881"/>
    <w:rsid w:val="00786FAD"/>
    <w:rsid w:val="007870B1"/>
    <w:rsid w:val="007873F3"/>
    <w:rsid w:val="00787480"/>
    <w:rsid w:val="007877AF"/>
    <w:rsid w:val="00787C23"/>
    <w:rsid w:val="00787E89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E51"/>
    <w:rsid w:val="00795FEF"/>
    <w:rsid w:val="007962C4"/>
    <w:rsid w:val="00796388"/>
    <w:rsid w:val="00796BC9"/>
    <w:rsid w:val="0079716B"/>
    <w:rsid w:val="007976C7"/>
    <w:rsid w:val="00797DF9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1D46"/>
    <w:rsid w:val="007B31C6"/>
    <w:rsid w:val="007B38B4"/>
    <w:rsid w:val="007B3F13"/>
    <w:rsid w:val="007B4108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C1F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31C8"/>
    <w:rsid w:val="007F3E67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800046"/>
    <w:rsid w:val="00800092"/>
    <w:rsid w:val="00801E1E"/>
    <w:rsid w:val="00803B85"/>
    <w:rsid w:val="00803D41"/>
    <w:rsid w:val="00803F7B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7DE"/>
    <w:rsid w:val="00833CD9"/>
    <w:rsid w:val="00834109"/>
    <w:rsid w:val="0083500E"/>
    <w:rsid w:val="00835046"/>
    <w:rsid w:val="008350BE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DEB"/>
    <w:rsid w:val="0084381E"/>
    <w:rsid w:val="00843877"/>
    <w:rsid w:val="00843B14"/>
    <w:rsid w:val="00843D1D"/>
    <w:rsid w:val="00843E73"/>
    <w:rsid w:val="00844361"/>
    <w:rsid w:val="00844CBF"/>
    <w:rsid w:val="0084521A"/>
    <w:rsid w:val="008457EE"/>
    <w:rsid w:val="00846171"/>
    <w:rsid w:val="00846517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18E"/>
    <w:rsid w:val="00871444"/>
    <w:rsid w:val="0087181C"/>
    <w:rsid w:val="008719F4"/>
    <w:rsid w:val="00871BBF"/>
    <w:rsid w:val="00872868"/>
    <w:rsid w:val="008735CC"/>
    <w:rsid w:val="008737AE"/>
    <w:rsid w:val="00873A9E"/>
    <w:rsid w:val="008741FC"/>
    <w:rsid w:val="008746FB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BA7"/>
    <w:rsid w:val="00881F61"/>
    <w:rsid w:val="00882059"/>
    <w:rsid w:val="00882150"/>
    <w:rsid w:val="00883200"/>
    <w:rsid w:val="00883989"/>
    <w:rsid w:val="0088407B"/>
    <w:rsid w:val="00884871"/>
    <w:rsid w:val="00884E63"/>
    <w:rsid w:val="00885B9A"/>
    <w:rsid w:val="00885F41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56B8"/>
    <w:rsid w:val="00895BB1"/>
    <w:rsid w:val="00895D3D"/>
    <w:rsid w:val="00896425"/>
    <w:rsid w:val="008966E4"/>
    <w:rsid w:val="0089730A"/>
    <w:rsid w:val="008973E2"/>
    <w:rsid w:val="008975C2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EAF"/>
    <w:rsid w:val="008A72BB"/>
    <w:rsid w:val="008A7AB1"/>
    <w:rsid w:val="008B0131"/>
    <w:rsid w:val="008B0396"/>
    <w:rsid w:val="008B03B0"/>
    <w:rsid w:val="008B0841"/>
    <w:rsid w:val="008B1FEC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BD9"/>
    <w:rsid w:val="008C0174"/>
    <w:rsid w:val="008C2277"/>
    <w:rsid w:val="008C2736"/>
    <w:rsid w:val="008C2E72"/>
    <w:rsid w:val="008C3872"/>
    <w:rsid w:val="008C4128"/>
    <w:rsid w:val="008C421E"/>
    <w:rsid w:val="008C4885"/>
    <w:rsid w:val="008C49CD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C80"/>
    <w:rsid w:val="008D0E48"/>
    <w:rsid w:val="008D14FC"/>
    <w:rsid w:val="008D1F8C"/>
    <w:rsid w:val="008D23B7"/>
    <w:rsid w:val="008D379F"/>
    <w:rsid w:val="008D3D85"/>
    <w:rsid w:val="008D3F8F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11E5"/>
    <w:rsid w:val="008E17C7"/>
    <w:rsid w:val="008E18B1"/>
    <w:rsid w:val="008E2318"/>
    <w:rsid w:val="008E3225"/>
    <w:rsid w:val="008E32D0"/>
    <w:rsid w:val="008E39F7"/>
    <w:rsid w:val="008E3AA0"/>
    <w:rsid w:val="008E4516"/>
    <w:rsid w:val="008E5161"/>
    <w:rsid w:val="008E51FE"/>
    <w:rsid w:val="008E529D"/>
    <w:rsid w:val="008E542A"/>
    <w:rsid w:val="008E5F97"/>
    <w:rsid w:val="008E601A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AB2"/>
    <w:rsid w:val="008F2C86"/>
    <w:rsid w:val="008F3397"/>
    <w:rsid w:val="008F360B"/>
    <w:rsid w:val="008F37C8"/>
    <w:rsid w:val="008F3911"/>
    <w:rsid w:val="008F4C6B"/>
    <w:rsid w:val="008F512F"/>
    <w:rsid w:val="008F5309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2943"/>
    <w:rsid w:val="00904471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908"/>
    <w:rsid w:val="00915080"/>
    <w:rsid w:val="009154C9"/>
    <w:rsid w:val="00915682"/>
    <w:rsid w:val="00915BC3"/>
    <w:rsid w:val="009160ED"/>
    <w:rsid w:val="00916549"/>
    <w:rsid w:val="00916802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C8C"/>
    <w:rsid w:val="009342FC"/>
    <w:rsid w:val="009348EB"/>
    <w:rsid w:val="0093495E"/>
    <w:rsid w:val="00934A60"/>
    <w:rsid w:val="00934C7C"/>
    <w:rsid w:val="00934EEF"/>
    <w:rsid w:val="0093549A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0DA6"/>
    <w:rsid w:val="0094197C"/>
    <w:rsid w:val="00942BF9"/>
    <w:rsid w:val="00942C91"/>
    <w:rsid w:val="00942DDC"/>
    <w:rsid w:val="009437EA"/>
    <w:rsid w:val="0094419B"/>
    <w:rsid w:val="00944213"/>
    <w:rsid w:val="00944242"/>
    <w:rsid w:val="0094471D"/>
    <w:rsid w:val="00944B93"/>
    <w:rsid w:val="00944B9B"/>
    <w:rsid w:val="00944E77"/>
    <w:rsid w:val="00944FE8"/>
    <w:rsid w:val="00945780"/>
    <w:rsid w:val="00947B0F"/>
    <w:rsid w:val="00947D95"/>
    <w:rsid w:val="00950168"/>
    <w:rsid w:val="0095047A"/>
    <w:rsid w:val="00951171"/>
    <w:rsid w:val="0095166B"/>
    <w:rsid w:val="00951850"/>
    <w:rsid w:val="00952019"/>
    <w:rsid w:val="00953C2E"/>
    <w:rsid w:val="00953F39"/>
    <w:rsid w:val="009540B1"/>
    <w:rsid w:val="009544ED"/>
    <w:rsid w:val="0095451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7B51"/>
    <w:rsid w:val="00987EBB"/>
    <w:rsid w:val="00987F2D"/>
    <w:rsid w:val="00990166"/>
    <w:rsid w:val="00990179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FD0"/>
    <w:rsid w:val="009A40E6"/>
    <w:rsid w:val="009A44B9"/>
    <w:rsid w:val="009A4658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DC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1191"/>
    <w:rsid w:val="009E1950"/>
    <w:rsid w:val="009E2515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79BA"/>
    <w:rsid w:val="009F0598"/>
    <w:rsid w:val="009F0FE2"/>
    <w:rsid w:val="009F13D6"/>
    <w:rsid w:val="009F148C"/>
    <w:rsid w:val="009F1944"/>
    <w:rsid w:val="009F2C43"/>
    <w:rsid w:val="009F2DA3"/>
    <w:rsid w:val="009F2EE4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66"/>
    <w:rsid w:val="009F62A4"/>
    <w:rsid w:val="009F6D08"/>
    <w:rsid w:val="009F77B3"/>
    <w:rsid w:val="009F7BF6"/>
    <w:rsid w:val="009F7ECB"/>
    <w:rsid w:val="00A01092"/>
    <w:rsid w:val="00A0156D"/>
    <w:rsid w:val="00A016CB"/>
    <w:rsid w:val="00A01C6F"/>
    <w:rsid w:val="00A01F3A"/>
    <w:rsid w:val="00A02B58"/>
    <w:rsid w:val="00A03284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1F89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A34"/>
    <w:rsid w:val="00A41B59"/>
    <w:rsid w:val="00A422AF"/>
    <w:rsid w:val="00A42603"/>
    <w:rsid w:val="00A431AE"/>
    <w:rsid w:val="00A4323A"/>
    <w:rsid w:val="00A43298"/>
    <w:rsid w:val="00A43436"/>
    <w:rsid w:val="00A438F6"/>
    <w:rsid w:val="00A45308"/>
    <w:rsid w:val="00A468F4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C4"/>
    <w:rsid w:val="00A56997"/>
    <w:rsid w:val="00A56C9D"/>
    <w:rsid w:val="00A572C0"/>
    <w:rsid w:val="00A5730D"/>
    <w:rsid w:val="00A574A3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308"/>
    <w:rsid w:val="00A66324"/>
    <w:rsid w:val="00A66E5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4019"/>
    <w:rsid w:val="00A851F0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8A3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72FA"/>
    <w:rsid w:val="00AA73CF"/>
    <w:rsid w:val="00AA79FF"/>
    <w:rsid w:val="00AA7FC6"/>
    <w:rsid w:val="00AB0AF1"/>
    <w:rsid w:val="00AB1827"/>
    <w:rsid w:val="00AB2C22"/>
    <w:rsid w:val="00AB3CEB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DC1"/>
    <w:rsid w:val="00AB70F1"/>
    <w:rsid w:val="00AB78B6"/>
    <w:rsid w:val="00AB7D2C"/>
    <w:rsid w:val="00AC014E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7B4"/>
    <w:rsid w:val="00AC426D"/>
    <w:rsid w:val="00AC5624"/>
    <w:rsid w:val="00AC587C"/>
    <w:rsid w:val="00AC6DAE"/>
    <w:rsid w:val="00AC6E93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F96"/>
    <w:rsid w:val="00B15271"/>
    <w:rsid w:val="00B158E6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827"/>
    <w:rsid w:val="00B51BE2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D77"/>
    <w:rsid w:val="00B71BA4"/>
    <w:rsid w:val="00B71E0A"/>
    <w:rsid w:val="00B71E5D"/>
    <w:rsid w:val="00B724CF"/>
    <w:rsid w:val="00B72C58"/>
    <w:rsid w:val="00B7310A"/>
    <w:rsid w:val="00B73365"/>
    <w:rsid w:val="00B73BFC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7D51"/>
    <w:rsid w:val="00B9086F"/>
    <w:rsid w:val="00B90C0E"/>
    <w:rsid w:val="00B917B7"/>
    <w:rsid w:val="00B922E5"/>
    <w:rsid w:val="00B92E69"/>
    <w:rsid w:val="00B93489"/>
    <w:rsid w:val="00B93B89"/>
    <w:rsid w:val="00B9432E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315"/>
    <w:rsid w:val="00BA237D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601F"/>
    <w:rsid w:val="00BA6358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E46"/>
    <w:rsid w:val="00BC057D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5058"/>
    <w:rsid w:val="00BC5389"/>
    <w:rsid w:val="00BC564E"/>
    <w:rsid w:val="00BC5A74"/>
    <w:rsid w:val="00BC5DCC"/>
    <w:rsid w:val="00BC73EA"/>
    <w:rsid w:val="00BC7B08"/>
    <w:rsid w:val="00BC7DA3"/>
    <w:rsid w:val="00BD056A"/>
    <w:rsid w:val="00BD0601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36EB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51EC"/>
    <w:rsid w:val="00C05230"/>
    <w:rsid w:val="00C057C0"/>
    <w:rsid w:val="00C05C1A"/>
    <w:rsid w:val="00C0657B"/>
    <w:rsid w:val="00C067DF"/>
    <w:rsid w:val="00C06FB4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D8A"/>
    <w:rsid w:val="00C13DE7"/>
    <w:rsid w:val="00C145BE"/>
    <w:rsid w:val="00C14A60"/>
    <w:rsid w:val="00C160E1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1EF"/>
    <w:rsid w:val="00C25349"/>
    <w:rsid w:val="00C2598F"/>
    <w:rsid w:val="00C25B3F"/>
    <w:rsid w:val="00C25C93"/>
    <w:rsid w:val="00C2617D"/>
    <w:rsid w:val="00C26D8C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7064"/>
    <w:rsid w:val="00C37089"/>
    <w:rsid w:val="00C37949"/>
    <w:rsid w:val="00C40035"/>
    <w:rsid w:val="00C402FF"/>
    <w:rsid w:val="00C40851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8E0"/>
    <w:rsid w:val="00C45754"/>
    <w:rsid w:val="00C47D91"/>
    <w:rsid w:val="00C507EE"/>
    <w:rsid w:val="00C51149"/>
    <w:rsid w:val="00C5130F"/>
    <w:rsid w:val="00C51707"/>
    <w:rsid w:val="00C524C3"/>
    <w:rsid w:val="00C52D90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555A"/>
    <w:rsid w:val="00C656A7"/>
    <w:rsid w:val="00C65D47"/>
    <w:rsid w:val="00C65F31"/>
    <w:rsid w:val="00C6609D"/>
    <w:rsid w:val="00C6769A"/>
    <w:rsid w:val="00C67D33"/>
    <w:rsid w:val="00C70581"/>
    <w:rsid w:val="00C70D39"/>
    <w:rsid w:val="00C71086"/>
    <w:rsid w:val="00C71459"/>
    <w:rsid w:val="00C716E1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A03EB"/>
    <w:rsid w:val="00CA04CE"/>
    <w:rsid w:val="00CA094F"/>
    <w:rsid w:val="00CA0D4B"/>
    <w:rsid w:val="00CA1356"/>
    <w:rsid w:val="00CA197F"/>
    <w:rsid w:val="00CA1A6A"/>
    <w:rsid w:val="00CA1DC6"/>
    <w:rsid w:val="00CA25AF"/>
    <w:rsid w:val="00CA2ACF"/>
    <w:rsid w:val="00CA2E2C"/>
    <w:rsid w:val="00CA2E93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32B5"/>
    <w:rsid w:val="00CC3CD6"/>
    <w:rsid w:val="00CC4079"/>
    <w:rsid w:val="00CC55A5"/>
    <w:rsid w:val="00CC55BE"/>
    <w:rsid w:val="00CC72A4"/>
    <w:rsid w:val="00CC73C7"/>
    <w:rsid w:val="00CC7E02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3181"/>
    <w:rsid w:val="00CD3435"/>
    <w:rsid w:val="00CD3685"/>
    <w:rsid w:val="00CD3D20"/>
    <w:rsid w:val="00CD3DF8"/>
    <w:rsid w:val="00CD3F54"/>
    <w:rsid w:val="00CD459B"/>
    <w:rsid w:val="00CD464C"/>
    <w:rsid w:val="00CD4C18"/>
    <w:rsid w:val="00CD4CD3"/>
    <w:rsid w:val="00CD506C"/>
    <w:rsid w:val="00CD5D2D"/>
    <w:rsid w:val="00CD6AD9"/>
    <w:rsid w:val="00CD6ED4"/>
    <w:rsid w:val="00CD7456"/>
    <w:rsid w:val="00CD78E1"/>
    <w:rsid w:val="00CD7C1C"/>
    <w:rsid w:val="00CD7DC6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51F0"/>
    <w:rsid w:val="00CF5203"/>
    <w:rsid w:val="00CF5340"/>
    <w:rsid w:val="00CF580D"/>
    <w:rsid w:val="00CF5E24"/>
    <w:rsid w:val="00CF66EB"/>
    <w:rsid w:val="00CF7853"/>
    <w:rsid w:val="00CF7CAA"/>
    <w:rsid w:val="00CF7E46"/>
    <w:rsid w:val="00CF7F7C"/>
    <w:rsid w:val="00D00434"/>
    <w:rsid w:val="00D00CA8"/>
    <w:rsid w:val="00D018C6"/>
    <w:rsid w:val="00D01F76"/>
    <w:rsid w:val="00D02B92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37DD"/>
    <w:rsid w:val="00D43A1B"/>
    <w:rsid w:val="00D43B13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AC6"/>
    <w:rsid w:val="00D54784"/>
    <w:rsid w:val="00D54A69"/>
    <w:rsid w:val="00D54FAC"/>
    <w:rsid w:val="00D5502E"/>
    <w:rsid w:val="00D556BA"/>
    <w:rsid w:val="00D55745"/>
    <w:rsid w:val="00D5671A"/>
    <w:rsid w:val="00D5672B"/>
    <w:rsid w:val="00D56C18"/>
    <w:rsid w:val="00D574D2"/>
    <w:rsid w:val="00D57869"/>
    <w:rsid w:val="00D6067B"/>
    <w:rsid w:val="00D613DD"/>
    <w:rsid w:val="00D61EA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1005"/>
    <w:rsid w:val="00D7241B"/>
    <w:rsid w:val="00D72DAA"/>
    <w:rsid w:val="00D733BD"/>
    <w:rsid w:val="00D73CD4"/>
    <w:rsid w:val="00D74080"/>
    <w:rsid w:val="00D748B6"/>
    <w:rsid w:val="00D74B0C"/>
    <w:rsid w:val="00D74CC2"/>
    <w:rsid w:val="00D7501F"/>
    <w:rsid w:val="00D7569F"/>
    <w:rsid w:val="00D7593A"/>
    <w:rsid w:val="00D759DA"/>
    <w:rsid w:val="00D7612D"/>
    <w:rsid w:val="00D763A0"/>
    <w:rsid w:val="00D76E1B"/>
    <w:rsid w:val="00D76E3E"/>
    <w:rsid w:val="00D77013"/>
    <w:rsid w:val="00D77A21"/>
    <w:rsid w:val="00D77E66"/>
    <w:rsid w:val="00D80953"/>
    <w:rsid w:val="00D80EF5"/>
    <w:rsid w:val="00D8281B"/>
    <w:rsid w:val="00D82C68"/>
    <w:rsid w:val="00D83381"/>
    <w:rsid w:val="00D83FB0"/>
    <w:rsid w:val="00D84B94"/>
    <w:rsid w:val="00D8504D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4D5A"/>
    <w:rsid w:val="00D954BD"/>
    <w:rsid w:val="00D9558F"/>
    <w:rsid w:val="00D960C9"/>
    <w:rsid w:val="00D96461"/>
    <w:rsid w:val="00D96651"/>
    <w:rsid w:val="00D96684"/>
    <w:rsid w:val="00D96CE1"/>
    <w:rsid w:val="00D96F84"/>
    <w:rsid w:val="00D97238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B0509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CC3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CC0"/>
    <w:rsid w:val="00DE7581"/>
    <w:rsid w:val="00DE7751"/>
    <w:rsid w:val="00DE7D9E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6294"/>
    <w:rsid w:val="00E0681A"/>
    <w:rsid w:val="00E06BA8"/>
    <w:rsid w:val="00E07184"/>
    <w:rsid w:val="00E07B47"/>
    <w:rsid w:val="00E105F7"/>
    <w:rsid w:val="00E10736"/>
    <w:rsid w:val="00E10999"/>
    <w:rsid w:val="00E112AB"/>
    <w:rsid w:val="00E1216B"/>
    <w:rsid w:val="00E1232F"/>
    <w:rsid w:val="00E1267E"/>
    <w:rsid w:val="00E135B0"/>
    <w:rsid w:val="00E135CB"/>
    <w:rsid w:val="00E13D54"/>
    <w:rsid w:val="00E1424C"/>
    <w:rsid w:val="00E1454B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8DE"/>
    <w:rsid w:val="00E21B74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29C"/>
    <w:rsid w:val="00E2753C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64E"/>
    <w:rsid w:val="00E433C9"/>
    <w:rsid w:val="00E43512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8AC"/>
    <w:rsid w:val="00E50DAF"/>
    <w:rsid w:val="00E50E72"/>
    <w:rsid w:val="00E510C8"/>
    <w:rsid w:val="00E51260"/>
    <w:rsid w:val="00E516F6"/>
    <w:rsid w:val="00E517FA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677A"/>
    <w:rsid w:val="00E5751B"/>
    <w:rsid w:val="00E575D5"/>
    <w:rsid w:val="00E605E0"/>
    <w:rsid w:val="00E606C4"/>
    <w:rsid w:val="00E60852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9B4"/>
    <w:rsid w:val="00E70E1D"/>
    <w:rsid w:val="00E713D1"/>
    <w:rsid w:val="00E7156F"/>
    <w:rsid w:val="00E71750"/>
    <w:rsid w:val="00E7192A"/>
    <w:rsid w:val="00E71EA6"/>
    <w:rsid w:val="00E72118"/>
    <w:rsid w:val="00E72393"/>
    <w:rsid w:val="00E7294B"/>
    <w:rsid w:val="00E72A6E"/>
    <w:rsid w:val="00E72EB9"/>
    <w:rsid w:val="00E72F53"/>
    <w:rsid w:val="00E73FA4"/>
    <w:rsid w:val="00E74610"/>
    <w:rsid w:val="00E74A77"/>
    <w:rsid w:val="00E75AE9"/>
    <w:rsid w:val="00E7662A"/>
    <w:rsid w:val="00E76992"/>
    <w:rsid w:val="00E76BEE"/>
    <w:rsid w:val="00E80724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A5F"/>
    <w:rsid w:val="00E90C93"/>
    <w:rsid w:val="00E90CF3"/>
    <w:rsid w:val="00E9126E"/>
    <w:rsid w:val="00E91622"/>
    <w:rsid w:val="00E91A24"/>
    <w:rsid w:val="00E928BC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930"/>
    <w:rsid w:val="00EA4A1F"/>
    <w:rsid w:val="00EA4ACD"/>
    <w:rsid w:val="00EA4BCE"/>
    <w:rsid w:val="00EA4E08"/>
    <w:rsid w:val="00EA54E4"/>
    <w:rsid w:val="00EB0239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D6"/>
    <w:rsid w:val="00EC0203"/>
    <w:rsid w:val="00EC0BCA"/>
    <w:rsid w:val="00EC11BF"/>
    <w:rsid w:val="00EC1A3C"/>
    <w:rsid w:val="00EC26AB"/>
    <w:rsid w:val="00EC28D2"/>
    <w:rsid w:val="00EC2B23"/>
    <w:rsid w:val="00EC32B9"/>
    <w:rsid w:val="00EC3BE9"/>
    <w:rsid w:val="00EC3DFB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6C1"/>
    <w:rsid w:val="00EE0AA5"/>
    <w:rsid w:val="00EE1600"/>
    <w:rsid w:val="00EE19DC"/>
    <w:rsid w:val="00EE2785"/>
    <w:rsid w:val="00EE3635"/>
    <w:rsid w:val="00EE3B3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30"/>
    <w:rsid w:val="00EF20A6"/>
    <w:rsid w:val="00EF24A8"/>
    <w:rsid w:val="00EF2586"/>
    <w:rsid w:val="00EF3319"/>
    <w:rsid w:val="00EF37C8"/>
    <w:rsid w:val="00EF3F89"/>
    <w:rsid w:val="00EF49C0"/>
    <w:rsid w:val="00EF60BC"/>
    <w:rsid w:val="00EF65C7"/>
    <w:rsid w:val="00EF69FA"/>
    <w:rsid w:val="00EF7568"/>
    <w:rsid w:val="00EF7C29"/>
    <w:rsid w:val="00F0132F"/>
    <w:rsid w:val="00F015AD"/>
    <w:rsid w:val="00F020F1"/>
    <w:rsid w:val="00F02730"/>
    <w:rsid w:val="00F02B21"/>
    <w:rsid w:val="00F031D3"/>
    <w:rsid w:val="00F0402E"/>
    <w:rsid w:val="00F045D5"/>
    <w:rsid w:val="00F05C40"/>
    <w:rsid w:val="00F05F4A"/>
    <w:rsid w:val="00F0603B"/>
    <w:rsid w:val="00F06265"/>
    <w:rsid w:val="00F06916"/>
    <w:rsid w:val="00F0761F"/>
    <w:rsid w:val="00F077CF"/>
    <w:rsid w:val="00F07E8A"/>
    <w:rsid w:val="00F1068E"/>
    <w:rsid w:val="00F10D88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3E5"/>
    <w:rsid w:val="00F310EE"/>
    <w:rsid w:val="00F31818"/>
    <w:rsid w:val="00F32137"/>
    <w:rsid w:val="00F33139"/>
    <w:rsid w:val="00F331EB"/>
    <w:rsid w:val="00F33B42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7B54"/>
    <w:rsid w:val="00F50AA5"/>
    <w:rsid w:val="00F51415"/>
    <w:rsid w:val="00F52238"/>
    <w:rsid w:val="00F526D2"/>
    <w:rsid w:val="00F52A89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6256"/>
    <w:rsid w:val="00F864CC"/>
    <w:rsid w:val="00F866F3"/>
    <w:rsid w:val="00F8675A"/>
    <w:rsid w:val="00F875B1"/>
    <w:rsid w:val="00F876CA"/>
    <w:rsid w:val="00F9077B"/>
    <w:rsid w:val="00F90BC9"/>
    <w:rsid w:val="00F914A3"/>
    <w:rsid w:val="00F9189B"/>
    <w:rsid w:val="00F923E9"/>
    <w:rsid w:val="00F92E8B"/>
    <w:rsid w:val="00F941D8"/>
    <w:rsid w:val="00F94765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1713"/>
    <w:rsid w:val="00FA23CB"/>
    <w:rsid w:val="00FA2AA1"/>
    <w:rsid w:val="00FA2C4B"/>
    <w:rsid w:val="00FA346E"/>
    <w:rsid w:val="00FA3ABD"/>
    <w:rsid w:val="00FA4880"/>
    <w:rsid w:val="00FA565F"/>
    <w:rsid w:val="00FA60E1"/>
    <w:rsid w:val="00FA656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8A6"/>
    <w:rsid w:val="00FC6A8D"/>
    <w:rsid w:val="00FC78BF"/>
    <w:rsid w:val="00FD0827"/>
    <w:rsid w:val="00FD109B"/>
    <w:rsid w:val="00FD10C5"/>
    <w:rsid w:val="00FD1235"/>
    <w:rsid w:val="00FD13A5"/>
    <w:rsid w:val="00FD1953"/>
    <w:rsid w:val="00FD1AD8"/>
    <w:rsid w:val="00FD1FB0"/>
    <w:rsid w:val="00FD2064"/>
    <w:rsid w:val="00FD2450"/>
    <w:rsid w:val="00FD2B33"/>
    <w:rsid w:val="00FD36E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1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952</TotalTime>
  <Pages>9</Pages>
  <Words>3913</Words>
  <Characters>22305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176</cp:revision>
  <cp:lastPrinted>2020-07-15T14:18:00Z</cp:lastPrinted>
  <dcterms:created xsi:type="dcterms:W3CDTF">2020-06-15T12:07:00Z</dcterms:created>
  <dcterms:modified xsi:type="dcterms:W3CDTF">2020-07-23T06:56:00Z</dcterms:modified>
</cp:coreProperties>
</file>