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75CD9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0B497C" w:rsidRDefault="000B497C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ШОСТА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B497C" w:rsidRPr="000F6A69" w:rsidRDefault="000B497C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  </w:t>
      </w:r>
    </w:p>
    <w:p w:rsidR="000B497C" w:rsidRPr="000F6A69" w:rsidRDefault="000B497C" w:rsidP="002275F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B497C" w:rsidRPr="003259D9" w:rsidRDefault="000B497C" w:rsidP="002673B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 листопада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№ 6- 1/2019</w:t>
      </w:r>
    </w:p>
    <w:p w:rsidR="000B497C" w:rsidRPr="003259D9" w:rsidRDefault="000B497C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B497C" w:rsidRDefault="000B497C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B497C" w:rsidRDefault="000B497C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93CA7">
        <w:rPr>
          <w:rFonts w:ascii="Times New Roman" w:hAnsi="Times New Roman"/>
          <w:b/>
          <w:sz w:val="28"/>
          <w:szCs w:val="28"/>
          <w:lang w:val="uk-UA"/>
        </w:rPr>
        <w:t>Про внесення змін до бюджету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B497C" w:rsidRPr="00F93CA7" w:rsidRDefault="000B497C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93CA7">
        <w:rPr>
          <w:rFonts w:ascii="Times New Roman" w:hAnsi="Times New Roman"/>
          <w:b/>
          <w:sz w:val="28"/>
          <w:szCs w:val="28"/>
          <w:lang w:val="uk-UA"/>
        </w:rPr>
        <w:t>Кризької сільської ради на 2019 рік</w:t>
      </w:r>
    </w:p>
    <w:p w:rsidR="000B497C" w:rsidRDefault="000B497C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497C" w:rsidRPr="00EF61C7" w:rsidRDefault="000B497C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12AA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0B497C" w:rsidRPr="00EF61C7" w:rsidRDefault="000B497C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97C" w:rsidRDefault="000B497C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B497C" w:rsidRPr="004C25AC" w:rsidRDefault="000B497C" w:rsidP="00DB4203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Кризької сільської ради від 19</w:t>
      </w:r>
      <w:r w:rsidRPr="00EF61C7">
        <w:rPr>
          <w:rFonts w:ascii="Times New Roman" w:hAnsi="Times New Roman"/>
          <w:sz w:val="28"/>
          <w:szCs w:val="28"/>
          <w:lang w:val="uk-UA"/>
        </w:rPr>
        <w:t>.12.2018</w:t>
      </w:r>
      <w:r>
        <w:rPr>
          <w:rFonts w:ascii="Times New Roman" w:hAnsi="Times New Roman"/>
          <w:sz w:val="28"/>
          <w:szCs w:val="28"/>
          <w:lang w:val="uk-UA"/>
        </w:rPr>
        <w:t xml:space="preserve"> № 3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0B497C" w:rsidRPr="008E102E" w:rsidRDefault="000B497C" w:rsidP="00DB4203">
      <w:pPr>
        <w:pStyle w:val="BodyTextIndent"/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E102E">
        <w:rPr>
          <w:sz w:val="28"/>
          <w:szCs w:val="28"/>
        </w:rPr>
        <w:t>У</w:t>
      </w:r>
      <w:r>
        <w:rPr>
          <w:sz w:val="28"/>
          <w:szCs w:val="28"/>
        </w:rPr>
        <w:t xml:space="preserve"> абзаці 2 пункту</w:t>
      </w:r>
      <w:r w:rsidRPr="008E102E">
        <w:rPr>
          <w:sz w:val="28"/>
          <w:szCs w:val="28"/>
        </w:rPr>
        <w:t xml:space="preserve"> 1 рішення цифр</w:t>
      </w:r>
      <w:r>
        <w:rPr>
          <w:sz w:val="28"/>
          <w:szCs w:val="28"/>
        </w:rPr>
        <w:t xml:space="preserve">и </w:t>
      </w:r>
      <w:r w:rsidRPr="008E102E">
        <w:rPr>
          <w:sz w:val="28"/>
          <w:szCs w:val="28"/>
        </w:rPr>
        <w:t>«</w:t>
      </w:r>
      <w:r>
        <w:rPr>
          <w:sz w:val="28"/>
          <w:szCs w:val="28"/>
        </w:rPr>
        <w:t>1697400</w:t>
      </w:r>
      <w:r w:rsidRPr="008E102E"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«1598060</w:t>
      </w:r>
      <w:r w:rsidRPr="008E102E">
        <w:rPr>
          <w:sz w:val="28"/>
          <w:szCs w:val="28"/>
        </w:rPr>
        <w:t xml:space="preserve">» </w:t>
      </w:r>
      <w:r w:rsidRPr="008E102E">
        <w:rPr>
          <w:bCs/>
          <w:sz w:val="28"/>
          <w:szCs w:val="28"/>
        </w:rPr>
        <w:t>замінити відповідно цифрами</w:t>
      </w:r>
      <w:r>
        <w:rPr>
          <w:bCs/>
          <w:sz w:val="28"/>
          <w:szCs w:val="28"/>
        </w:rPr>
        <w:t xml:space="preserve"> «17000400», «1601060»</w:t>
      </w:r>
      <w:r w:rsidRPr="008E102E">
        <w:rPr>
          <w:bCs/>
          <w:sz w:val="28"/>
          <w:szCs w:val="28"/>
        </w:rPr>
        <w:t>.</w:t>
      </w:r>
    </w:p>
    <w:p w:rsidR="000B497C" w:rsidRPr="008E102E" w:rsidRDefault="000B497C" w:rsidP="004C25AC">
      <w:pPr>
        <w:pStyle w:val="BodyTextIndent"/>
        <w:rPr>
          <w:bCs/>
          <w:sz w:val="28"/>
          <w:szCs w:val="28"/>
        </w:rPr>
      </w:pPr>
    </w:p>
    <w:p w:rsidR="000B497C" w:rsidRPr="00110FA8" w:rsidRDefault="000B497C" w:rsidP="00DB4203">
      <w:pPr>
        <w:pStyle w:val="BodyTextIndent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Pr="00110FA8">
        <w:rPr>
          <w:bCs/>
          <w:sz w:val="28"/>
          <w:szCs w:val="28"/>
        </w:rPr>
        <w:t>У пункті 2 рішення цифри</w:t>
      </w:r>
      <w:r w:rsidRPr="00110FA8">
        <w:rPr>
          <w:bCs/>
          <w:sz w:val="28"/>
          <w:szCs w:val="28"/>
          <w:lang w:val="ru-RU"/>
        </w:rPr>
        <w:t xml:space="preserve"> </w:t>
      </w:r>
      <w:r w:rsidRPr="008E102E">
        <w:rPr>
          <w:sz w:val="28"/>
          <w:szCs w:val="28"/>
        </w:rPr>
        <w:t>«</w:t>
      </w:r>
      <w:r>
        <w:rPr>
          <w:sz w:val="28"/>
          <w:szCs w:val="28"/>
        </w:rPr>
        <w:t>1697400»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«1598060</w:t>
      </w:r>
      <w:r w:rsidRPr="008E102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10FA8">
        <w:rPr>
          <w:bCs/>
          <w:sz w:val="28"/>
          <w:szCs w:val="28"/>
        </w:rPr>
        <w:t xml:space="preserve">замінити відповідно цифрами </w:t>
      </w:r>
      <w:r>
        <w:rPr>
          <w:bCs/>
          <w:sz w:val="28"/>
          <w:szCs w:val="28"/>
        </w:rPr>
        <w:t>«17000400», «1601060»</w:t>
      </w:r>
      <w:r w:rsidRPr="008E102E">
        <w:rPr>
          <w:bCs/>
          <w:sz w:val="28"/>
          <w:szCs w:val="28"/>
        </w:rPr>
        <w:t>.</w:t>
      </w:r>
    </w:p>
    <w:p w:rsidR="000B497C" w:rsidRDefault="000B497C" w:rsidP="004C25AC">
      <w:pPr>
        <w:pStyle w:val="ListParagraph"/>
        <w:rPr>
          <w:sz w:val="28"/>
          <w:szCs w:val="28"/>
        </w:rPr>
      </w:pPr>
    </w:p>
    <w:p w:rsidR="000B497C" w:rsidRDefault="000B497C" w:rsidP="00DB4203">
      <w:pPr>
        <w:pStyle w:val="BodyTextIndent"/>
        <w:rPr>
          <w:sz w:val="28"/>
          <w:szCs w:val="28"/>
        </w:rPr>
      </w:pPr>
      <w:r w:rsidRPr="008E102E">
        <w:rPr>
          <w:sz w:val="28"/>
          <w:szCs w:val="28"/>
        </w:rPr>
        <w:t xml:space="preserve">2. </w:t>
      </w:r>
      <w:r>
        <w:rPr>
          <w:sz w:val="28"/>
          <w:szCs w:val="28"/>
        </w:rPr>
        <w:t>Д</w:t>
      </w:r>
      <w:r w:rsidRPr="008E102E">
        <w:rPr>
          <w:sz w:val="28"/>
          <w:szCs w:val="28"/>
        </w:rPr>
        <w:t>одат</w:t>
      </w:r>
      <w:r w:rsidRPr="008E102E">
        <w:rPr>
          <w:sz w:val="28"/>
          <w:szCs w:val="28"/>
          <w:lang w:val="ru-RU"/>
        </w:rPr>
        <w:t>ки</w:t>
      </w:r>
      <w:r>
        <w:rPr>
          <w:sz w:val="28"/>
          <w:szCs w:val="28"/>
          <w:lang w:val="ru-RU"/>
        </w:rPr>
        <w:t xml:space="preserve"> </w:t>
      </w:r>
      <w:r w:rsidRPr="008E102E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Pr="008E102E">
        <w:rPr>
          <w:sz w:val="28"/>
          <w:szCs w:val="28"/>
        </w:rPr>
        <w:t>3,</w:t>
      </w:r>
      <w:r>
        <w:rPr>
          <w:sz w:val="28"/>
          <w:szCs w:val="28"/>
        </w:rPr>
        <w:t xml:space="preserve"> 7 викласти у</w:t>
      </w:r>
      <w:r w:rsidRPr="008E102E">
        <w:rPr>
          <w:sz w:val="28"/>
          <w:szCs w:val="28"/>
        </w:rPr>
        <w:t xml:space="preserve"> новій редакції</w:t>
      </w:r>
      <w:r>
        <w:rPr>
          <w:sz w:val="28"/>
          <w:szCs w:val="28"/>
        </w:rPr>
        <w:t>, що додаються.</w:t>
      </w:r>
    </w:p>
    <w:p w:rsidR="000B497C" w:rsidRPr="008E102E" w:rsidRDefault="000B497C" w:rsidP="004C25AC">
      <w:pPr>
        <w:pStyle w:val="BodyTextIndent"/>
        <w:tabs>
          <w:tab w:val="left" w:pos="993"/>
        </w:tabs>
        <w:rPr>
          <w:sz w:val="28"/>
          <w:szCs w:val="28"/>
        </w:rPr>
      </w:pPr>
    </w:p>
    <w:p w:rsidR="000B497C" w:rsidRPr="004C25AC" w:rsidRDefault="000B497C" w:rsidP="00DB4203">
      <w:pPr>
        <w:spacing w:line="240" w:lineRule="auto"/>
        <w:ind w:right="-244" w:firstLine="567"/>
        <w:jc w:val="both"/>
        <w:rPr>
          <w:rFonts w:ascii="Times New Roman" w:hAnsi="Times New Roman"/>
          <w:sz w:val="28"/>
          <w:szCs w:val="24"/>
        </w:rPr>
      </w:pPr>
      <w:r w:rsidRPr="004C25AC">
        <w:rPr>
          <w:rFonts w:ascii="Times New Roman" w:hAnsi="Times New Roman"/>
          <w:color w:val="000000"/>
          <w:sz w:val="28"/>
          <w:szCs w:val="28"/>
        </w:rPr>
        <w:t>3. Контроль за виконанням рішення покласти на постійну комісію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>з питань планування,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>фінансів,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 xml:space="preserve">бюджету та </w:t>
      </w:r>
      <w:r>
        <w:rPr>
          <w:rFonts w:ascii="Times New Roman" w:hAnsi="Times New Roman"/>
          <w:color w:val="000000"/>
          <w:sz w:val="28"/>
          <w:szCs w:val="28"/>
        </w:rPr>
        <w:t>соціально-</w:t>
      </w:r>
      <w:r w:rsidRPr="004C25AC">
        <w:rPr>
          <w:rFonts w:ascii="Times New Roman" w:hAnsi="Times New Roman"/>
          <w:color w:val="000000"/>
          <w:sz w:val="28"/>
          <w:szCs w:val="28"/>
        </w:rPr>
        <w:t>економічного розвитку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B497C" w:rsidRDefault="000B497C" w:rsidP="00441D2D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0B497C" w:rsidRPr="00EF61C7" w:rsidRDefault="000B497C" w:rsidP="00441D2D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0B497C" w:rsidRPr="00EF61C7" w:rsidRDefault="000B497C" w:rsidP="009923E1">
      <w:pPr>
        <w:tabs>
          <w:tab w:val="left" w:pos="5950"/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                 </w:t>
      </w:r>
      <w:r w:rsidRPr="00EF61C7">
        <w:rPr>
          <w:rFonts w:ascii="Times New Roman" w:hAnsi="Times New Roman"/>
          <w:sz w:val="28"/>
          <w:szCs w:val="24"/>
        </w:rPr>
        <w:t xml:space="preserve">   Ігор ДЗЮБА</w:t>
      </w:r>
    </w:p>
    <w:sectPr w:rsidR="000B497C" w:rsidRPr="00EF61C7" w:rsidSect="00006F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22C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5AA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0D28A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F80C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5E19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0610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4B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404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2F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FCD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1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18"/>
  </w:num>
  <w:num w:numId="5">
    <w:abstractNumId w:val="13"/>
  </w:num>
  <w:num w:numId="6">
    <w:abstractNumId w:val="10"/>
  </w:num>
  <w:num w:numId="7">
    <w:abstractNumId w:val="15"/>
  </w:num>
  <w:num w:numId="8">
    <w:abstractNumId w:val="16"/>
  </w:num>
  <w:num w:numId="9">
    <w:abstractNumId w:val="19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06F04"/>
    <w:rsid w:val="00007067"/>
    <w:rsid w:val="00017421"/>
    <w:rsid w:val="000238AB"/>
    <w:rsid w:val="00024E8F"/>
    <w:rsid w:val="00033C17"/>
    <w:rsid w:val="00042600"/>
    <w:rsid w:val="0006313F"/>
    <w:rsid w:val="000A2108"/>
    <w:rsid w:val="000B454C"/>
    <w:rsid w:val="000B497C"/>
    <w:rsid w:val="000C0059"/>
    <w:rsid w:val="000C0EFE"/>
    <w:rsid w:val="000C7ACE"/>
    <w:rsid w:val="000E36B8"/>
    <w:rsid w:val="000E5B56"/>
    <w:rsid w:val="000E7263"/>
    <w:rsid w:val="000F6A69"/>
    <w:rsid w:val="000F749F"/>
    <w:rsid w:val="0010799F"/>
    <w:rsid w:val="00110FA8"/>
    <w:rsid w:val="00111540"/>
    <w:rsid w:val="00121FAF"/>
    <w:rsid w:val="00130A6E"/>
    <w:rsid w:val="0015051E"/>
    <w:rsid w:val="001574D2"/>
    <w:rsid w:val="00164D95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022F9"/>
    <w:rsid w:val="0020513B"/>
    <w:rsid w:val="002238C1"/>
    <w:rsid w:val="002275F8"/>
    <w:rsid w:val="00240E49"/>
    <w:rsid w:val="002453D6"/>
    <w:rsid w:val="00245A88"/>
    <w:rsid w:val="00260548"/>
    <w:rsid w:val="002673BC"/>
    <w:rsid w:val="002801FF"/>
    <w:rsid w:val="00292E20"/>
    <w:rsid w:val="002B3EDB"/>
    <w:rsid w:val="002C0E98"/>
    <w:rsid w:val="002C437A"/>
    <w:rsid w:val="002D0DEF"/>
    <w:rsid w:val="002E65CD"/>
    <w:rsid w:val="002F1543"/>
    <w:rsid w:val="002F2805"/>
    <w:rsid w:val="00303559"/>
    <w:rsid w:val="00312D05"/>
    <w:rsid w:val="0031555E"/>
    <w:rsid w:val="003259D9"/>
    <w:rsid w:val="00336DF2"/>
    <w:rsid w:val="00385DEE"/>
    <w:rsid w:val="00391F02"/>
    <w:rsid w:val="003D1C2B"/>
    <w:rsid w:val="00403131"/>
    <w:rsid w:val="00412A82"/>
    <w:rsid w:val="004209C3"/>
    <w:rsid w:val="00441D2D"/>
    <w:rsid w:val="00454F88"/>
    <w:rsid w:val="00455D2B"/>
    <w:rsid w:val="004652FB"/>
    <w:rsid w:val="004B5270"/>
    <w:rsid w:val="004B7DD7"/>
    <w:rsid w:val="004C25AC"/>
    <w:rsid w:val="004E24B0"/>
    <w:rsid w:val="004E58D7"/>
    <w:rsid w:val="004F0CEF"/>
    <w:rsid w:val="004F6CD8"/>
    <w:rsid w:val="005009CD"/>
    <w:rsid w:val="00500F28"/>
    <w:rsid w:val="00502668"/>
    <w:rsid w:val="00513808"/>
    <w:rsid w:val="005476D3"/>
    <w:rsid w:val="00566FEF"/>
    <w:rsid w:val="005D3D9B"/>
    <w:rsid w:val="005E1599"/>
    <w:rsid w:val="005F640D"/>
    <w:rsid w:val="00604398"/>
    <w:rsid w:val="0061571F"/>
    <w:rsid w:val="0062093E"/>
    <w:rsid w:val="00626AC1"/>
    <w:rsid w:val="006353CE"/>
    <w:rsid w:val="00642466"/>
    <w:rsid w:val="0065374B"/>
    <w:rsid w:val="0067442F"/>
    <w:rsid w:val="0067537A"/>
    <w:rsid w:val="00677707"/>
    <w:rsid w:val="0069574E"/>
    <w:rsid w:val="00697917"/>
    <w:rsid w:val="006B5A1E"/>
    <w:rsid w:val="006D49FC"/>
    <w:rsid w:val="006E6598"/>
    <w:rsid w:val="0070358A"/>
    <w:rsid w:val="00705494"/>
    <w:rsid w:val="00721A80"/>
    <w:rsid w:val="00731CDA"/>
    <w:rsid w:val="00736919"/>
    <w:rsid w:val="00736E8E"/>
    <w:rsid w:val="00740096"/>
    <w:rsid w:val="00740BCE"/>
    <w:rsid w:val="00740FF1"/>
    <w:rsid w:val="00746924"/>
    <w:rsid w:val="00751209"/>
    <w:rsid w:val="00754963"/>
    <w:rsid w:val="00755342"/>
    <w:rsid w:val="007568AC"/>
    <w:rsid w:val="00764208"/>
    <w:rsid w:val="00773D42"/>
    <w:rsid w:val="00775CD9"/>
    <w:rsid w:val="00785613"/>
    <w:rsid w:val="007A2903"/>
    <w:rsid w:val="007A6CCA"/>
    <w:rsid w:val="007C59FC"/>
    <w:rsid w:val="007C72E7"/>
    <w:rsid w:val="007D4552"/>
    <w:rsid w:val="007F78C1"/>
    <w:rsid w:val="008072D0"/>
    <w:rsid w:val="00812AAC"/>
    <w:rsid w:val="00814F7B"/>
    <w:rsid w:val="00820CCF"/>
    <w:rsid w:val="00835A76"/>
    <w:rsid w:val="008403A3"/>
    <w:rsid w:val="00872E50"/>
    <w:rsid w:val="00881F35"/>
    <w:rsid w:val="00893180"/>
    <w:rsid w:val="008A4B0C"/>
    <w:rsid w:val="008B6D53"/>
    <w:rsid w:val="008C0D80"/>
    <w:rsid w:val="008E102E"/>
    <w:rsid w:val="008F2CDA"/>
    <w:rsid w:val="00903B11"/>
    <w:rsid w:val="009165E7"/>
    <w:rsid w:val="00951CC9"/>
    <w:rsid w:val="00967A4B"/>
    <w:rsid w:val="009923E1"/>
    <w:rsid w:val="009952D2"/>
    <w:rsid w:val="009B2DCF"/>
    <w:rsid w:val="009C7812"/>
    <w:rsid w:val="009D458C"/>
    <w:rsid w:val="009D78D7"/>
    <w:rsid w:val="009F4AB4"/>
    <w:rsid w:val="00A01CF7"/>
    <w:rsid w:val="00A0797F"/>
    <w:rsid w:val="00A11F48"/>
    <w:rsid w:val="00A16528"/>
    <w:rsid w:val="00A2528A"/>
    <w:rsid w:val="00A27BB5"/>
    <w:rsid w:val="00A352F8"/>
    <w:rsid w:val="00A7676B"/>
    <w:rsid w:val="00A859C9"/>
    <w:rsid w:val="00A93D0C"/>
    <w:rsid w:val="00AA6C1F"/>
    <w:rsid w:val="00AF6005"/>
    <w:rsid w:val="00B21CFC"/>
    <w:rsid w:val="00B23154"/>
    <w:rsid w:val="00B26C8E"/>
    <w:rsid w:val="00B37882"/>
    <w:rsid w:val="00B431AD"/>
    <w:rsid w:val="00B46352"/>
    <w:rsid w:val="00B53754"/>
    <w:rsid w:val="00B64763"/>
    <w:rsid w:val="00B71927"/>
    <w:rsid w:val="00B71929"/>
    <w:rsid w:val="00B86E67"/>
    <w:rsid w:val="00B93D97"/>
    <w:rsid w:val="00B94B78"/>
    <w:rsid w:val="00B95B00"/>
    <w:rsid w:val="00B96B98"/>
    <w:rsid w:val="00BA2FE1"/>
    <w:rsid w:val="00BA4FA2"/>
    <w:rsid w:val="00BB20DF"/>
    <w:rsid w:val="00BB328A"/>
    <w:rsid w:val="00BB564C"/>
    <w:rsid w:val="00BB59D5"/>
    <w:rsid w:val="00BD40A4"/>
    <w:rsid w:val="00BE169F"/>
    <w:rsid w:val="00BE384F"/>
    <w:rsid w:val="00BF31D2"/>
    <w:rsid w:val="00C036A0"/>
    <w:rsid w:val="00C130C8"/>
    <w:rsid w:val="00C1507A"/>
    <w:rsid w:val="00C25F95"/>
    <w:rsid w:val="00C261CC"/>
    <w:rsid w:val="00C30EE6"/>
    <w:rsid w:val="00C40538"/>
    <w:rsid w:val="00C4210B"/>
    <w:rsid w:val="00C559D8"/>
    <w:rsid w:val="00C73CE4"/>
    <w:rsid w:val="00C81972"/>
    <w:rsid w:val="00CA3B59"/>
    <w:rsid w:val="00CD1FB6"/>
    <w:rsid w:val="00CE42C6"/>
    <w:rsid w:val="00CF6B1A"/>
    <w:rsid w:val="00CF6B3E"/>
    <w:rsid w:val="00CF76CB"/>
    <w:rsid w:val="00D10EB1"/>
    <w:rsid w:val="00D426B4"/>
    <w:rsid w:val="00D51CEC"/>
    <w:rsid w:val="00D54334"/>
    <w:rsid w:val="00D55022"/>
    <w:rsid w:val="00D8471E"/>
    <w:rsid w:val="00DA21A0"/>
    <w:rsid w:val="00DB3030"/>
    <w:rsid w:val="00DB4203"/>
    <w:rsid w:val="00DC43D5"/>
    <w:rsid w:val="00DC6518"/>
    <w:rsid w:val="00E00150"/>
    <w:rsid w:val="00E00718"/>
    <w:rsid w:val="00E043E7"/>
    <w:rsid w:val="00E34FE1"/>
    <w:rsid w:val="00E3509E"/>
    <w:rsid w:val="00E5371A"/>
    <w:rsid w:val="00E61B13"/>
    <w:rsid w:val="00E71CCC"/>
    <w:rsid w:val="00E7481A"/>
    <w:rsid w:val="00EA5E1E"/>
    <w:rsid w:val="00EA7BBC"/>
    <w:rsid w:val="00EB35E0"/>
    <w:rsid w:val="00EB3DFD"/>
    <w:rsid w:val="00EB43D8"/>
    <w:rsid w:val="00EC1C94"/>
    <w:rsid w:val="00EC79F9"/>
    <w:rsid w:val="00EE2054"/>
    <w:rsid w:val="00EF61C7"/>
    <w:rsid w:val="00F027B1"/>
    <w:rsid w:val="00F0484A"/>
    <w:rsid w:val="00F07B50"/>
    <w:rsid w:val="00F11B34"/>
    <w:rsid w:val="00F472A2"/>
    <w:rsid w:val="00F577B4"/>
    <w:rsid w:val="00F64BFF"/>
    <w:rsid w:val="00F66112"/>
    <w:rsid w:val="00F7006A"/>
    <w:rsid w:val="00F72D89"/>
    <w:rsid w:val="00F745BD"/>
    <w:rsid w:val="00F84CB1"/>
    <w:rsid w:val="00F87DCF"/>
    <w:rsid w:val="00F93CA7"/>
    <w:rsid w:val="00FA3A99"/>
    <w:rsid w:val="00FB3203"/>
    <w:rsid w:val="00FB3A92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7442F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61CC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163</Words>
  <Characters>932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2019-08-14T14:29:00Z</cp:lastPrinted>
  <dcterms:created xsi:type="dcterms:W3CDTF">2019-12-03T15:34:00Z</dcterms:created>
  <dcterms:modified xsi:type="dcterms:W3CDTF">2019-12-03T15:34:00Z</dcterms:modified>
</cp:coreProperties>
</file>