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75F" w:rsidRPr="00DB5D30" w:rsidRDefault="0047475F" w:rsidP="003A4440">
      <w:pPr>
        <w:pStyle w:val="Title"/>
        <w:outlineLvl w:val="0"/>
        <w:rPr>
          <w:b/>
          <w:szCs w:val="28"/>
        </w:rPr>
      </w:pPr>
      <w:r w:rsidRPr="00DB5D30">
        <w:rPr>
          <w:b/>
          <w:szCs w:val="28"/>
        </w:rPr>
        <w:t xml:space="preserve">ПОРЯДОК ДЕННИЙ </w:t>
      </w:r>
    </w:p>
    <w:p w:rsidR="0047475F" w:rsidRPr="00DB5D30" w:rsidRDefault="0047475F" w:rsidP="003A4440">
      <w:pPr>
        <w:pStyle w:val="Title"/>
        <w:tabs>
          <w:tab w:val="center" w:pos="4844"/>
        </w:tabs>
        <w:rPr>
          <w:szCs w:val="28"/>
        </w:rPr>
      </w:pPr>
      <w:r w:rsidRPr="00DB5D30">
        <w:rPr>
          <w:szCs w:val="28"/>
        </w:rPr>
        <w:t xml:space="preserve">пленарного засідання четвертої (позачергової) сесії </w:t>
      </w:r>
    </w:p>
    <w:p w:rsidR="0047475F" w:rsidRPr="00DB5D30" w:rsidRDefault="0047475F" w:rsidP="003A4440">
      <w:pPr>
        <w:pStyle w:val="Title"/>
        <w:tabs>
          <w:tab w:val="center" w:pos="4844"/>
        </w:tabs>
        <w:rPr>
          <w:szCs w:val="28"/>
        </w:rPr>
      </w:pPr>
      <w:r w:rsidRPr="00DB5D30">
        <w:rPr>
          <w:szCs w:val="28"/>
        </w:rPr>
        <w:t>Марківської селищної ради</w:t>
      </w:r>
    </w:p>
    <w:p w:rsidR="0047475F" w:rsidRPr="00DB5D30" w:rsidRDefault="0047475F" w:rsidP="003A4440">
      <w:pPr>
        <w:pStyle w:val="Title"/>
        <w:tabs>
          <w:tab w:val="center" w:pos="4844"/>
        </w:tabs>
        <w:rPr>
          <w:szCs w:val="28"/>
        </w:rPr>
      </w:pPr>
      <w:r w:rsidRPr="00DB5D30">
        <w:rPr>
          <w:szCs w:val="28"/>
        </w:rPr>
        <w:t>восьмого скликання</w:t>
      </w:r>
    </w:p>
    <w:p w:rsidR="0047475F" w:rsidRPr="00DB5D30" w:rsidRDefault="0047475F" w:rsidP="00E27A85">
      <w:pPr>
        <w:pStyle w:val="Title"/>
        <w:ind w:firstLine="708"/>
        <w:jc w:val="left"/>
        <w:rPr>
          <w:i/>
          <w:szCs w:val="28"/>
          <w:lang w:val="ru-RU"/>
        </w:rPr>
      </w:pPr>
    </w:p>
    <w:p w:rsidR="0047475F" w:rsidRPr="00DB5D30" w:rsidRDefault="0047475F" w:rsidP="00E27A85">
      <w:pPr>
        <w:pStyle w:val="Title"/>
        <w:ind w:firstLine="708"/>
        <w:jc w:val="left"/>
        <w:rPr>
          <w:i/>
          <w:szCs w:val="28"/>
        </w:rPr>
      </w:pPr>
      <w:r w:rsidRPr="00DB5D30">
        <w:rPr>
          <w:i/>
          <w:szCs w:val="28"/>
          <w:lang w:val="ru-RU"/>
        </w:rPr>
        <w:t>12 лютого 2021 року</w:t>
      </w:r>
      <w:r w:rsidRPr="00DB5D30">
        <w:rPr>
          <w:i/>
          <w:szCs w:val="28"/>
        </w:rPr>
        <w:tab/>
      </w:r>
      <w:r w:rsidRPr="00DB5D30">
        <w:rPr>
          <w:i/>
          <w:szCs w:val="28"/>
        </w:rPr>
        <w:tab/>
        <w:t xml:space="preserve">                            Початок: 10.00</w:t>
      </w:r>
    </w:p>
    <w:p w:rsidR="0047475F" w:rsidRPr="00DB5D30" w:rsidRDefault="0047475F" w:rsidP="00E27A85">
      <w:pPr>
        <w:pStyle w:val="Title"/>
        <w:ind w:firstLine="708"/>
        <w:jc w:val="left"/>
        <w:rPr>
          <w:szCs w:val="28"/>
        </w:rPr>
      </w:pPr>
      <w:r w:rsidRPr="00DB5D30">
        <w:rPr>
          <w:szCs w:val="28"/>
        </w:rPr>
        <w:t>смт Марківка</w:t>
      </w:r>
      <w:r w:rsidRPr="00DB5D30">
        <w:rPr>
          <w:szCs w:val="28"/>
        </w:rPr>
        <w:tab/>
      </w:r>
      <w:r w:rsidRPr="00DB5D30">
        <w:rPr>
          <w:szCs w:val="28"/>
        </w:rPr>
        <w:tab/>
      </w:r>
      <w:r w:rsidRPr="00DB5D30">
        <w:rPr>
          <w:szCs w:val="28"/>
        </w:rPr>
        <w:tab/>
        <w:t xml:space="preserve">                            Зала засідань райдержадміністрації</w:t>
      </w:r>
    </w:p>
    <w:p w:rsidR="0047475F" w:rsidRPr="00DB5D30" w:rsidRDefault="0047475F" w:rsidP="00C533FC">
      <w:pPr>
        <w:ind w:firstLine="708"/>
        <w:jc w:val="both"/>
        <w:rPr>
          <w:sz w:val="28"/>
          <w:szCs w:val="28"/>
          <w:lang w:val="uk-UA"/>
        </w:rPr>
      </w:pPr>
    </w:p>
    <w:p w:rsidR="0047475F" w:rsidRPr="00DB5D30" w:rsidRDefault="0047475F" w:rsidP="00B4384D">
      <w:pPr>
        <w:ind w:firstLine="708"/>
        <w:jc w:val="both"/>
        <w:rPr>
          <w:sz w:val="28"/>
          <w:szCs w:val="28"/>
          <w:lang w:val="uk-UA"/>
        </w:rPr>
      </w:pPr>
      <w:r w:rsidRPr="00DB5D30">
        <w:rPr>
          <w:sz w:val="28"/>
          <w:szCs w:val="28"/>
          <w:lang w:val="uk-UA"/>
        </w:rPr>
        <w:t>1. Про внесення змін до «Програми фінансової підтримки комунальних підприємств та здійснення внесків до їх статутних фондів на 2020-2022 роки».</w:t>
      </w:r>
    </w:p>
    <w:p w:rsidR="0047475F" w:rsidRPr="00DB5D30" w:rsidRDefault="0047475F" w:rsidP="00B4384D">
      <w:pPr>
        <w:ind w:right="175" w:firstLine="708"/>
        <w:jc w:val="both"/>
        <w:rPr>
          <w:sz w:val="28"/>
          <w:szCs w:val="28"/>
          <w:lang w:val="uk-UA"/>
        </w:rPr>
      </w:pPr>
      <w:r w:rsidRPr="00DB5D30">
        <w:rPr>
          <w:b/>
          <w:i/>
          <w:sz w:val="28"/>
          <w:szCs w:val="28"/>
          <w:lang w:val="uk-UA"/>
        </w:rPr>
        <w:t>Доповідає</w:t>
      </w:r>
      <w:r w:rsidRPr="00DB5D30">
        <w:rPr>
          <w:sz w:val="28"/>
          <w:szCs w:val="28"/>
          <w:lang w:val="uk-UA"/>
        </w:rPr>
        <w:t>: заступник селищного голови з питань діяльності виконавчих органів ради Юрій Ковтун.</w:t>
      </w:r>
    </w:p>
    <w:p w:rsidR="0047475F" w:rsidRPr="00DB5D30" w:rsidRDefault="0047475F" w:rsidP="00EE6EB6">
      <w:pPr>
        <w:ind w:right="175" w:firstLine="708"/>
        <w:jc w:val="both"/>
        <w:rPr>
          <w:sz w:val="28"/>
          <w:szCs w:val="28"/>
          <w:lang w:val="uk-UA"/>
        </w:rPr>
      </w:pPr>
    </w:p>
    <w:p w:rsidR="0047475F" w:rsidRPr="00DB5D30" w:rsidRDefault="0047475F" w:rsidP="00EE6EB6">
      <w:pPr>
        <w:ind w:right="175" w:firstLine="708"/>
        <w:jc w:val="both"/>
        <w:rPr>
          <w:sz w:val="28"/>
          <w:szCs w:val="28"/>
          <w:lang w:val="uk-UA"/>
        </w:rPr>
      </w:pPr>
      <w:r w:rsidRPr="00DB5D30">
        <w:rPr>
          <w:sz w:val="28"/>
          <w:szCs w:val="28"/>
          <w:lang w:val="uk-UA"/>
        </w:rPr>
        <w:t>2. Про затвердження Програми надання соціальних послуг громадянам, які цього потребують на 2021-2022 роки.</w:t>
      </w:r>
    </w:p>
    <w:p w:rsidR="0047475F" w:rsidRPr="00DB5D30" w:rsidRDefault="0047475F" w:rsidP="00460571">
      <w:pPr>
        <w:ind w:right="175" w:firstLine="708"/>
        <w:jc w:val="both"/>
        <w:rPr>
          <w:sz w:val="28"/>
          <w:szCs w:val="28"/>
        </w:rPr>
      </w:pPr>
      <w:r w:rsidRPr="00DB5D30">
        <w:rPr>
          <w:b/>
          <w:i/>
          <w:sz w:val="28"/>
          <w:szCs w:val="28"/>
          <w:lang w:val="uk-UA"/>
        </w:rPr>
        <w:t>Доповідає</w:t>
      </w:r>
      <w:r w:rsidRPr="00DB5D30">
        <w:rPr>
          <w:sz w:val="28"/>
          <w:szCs w:val="28"/>
          <w:lang w:val="uk-UA"/>
        </w:rPr>
        <w:t xml:space="preserve">: начальник відділу </w:t>
      </w:r>
      <w:r w:rsidRPr="00DB5D30">
        <w:rPr>
          <w:sz w:val="28"/>
          <w:szCs w:val="28"/>
        </w:rPr>
        <w:t>соціального захисту населення Марківської селищної ради Костянтин Тищенко.</w:t>
      </w:r>
    </w:p>
    <w:p w:rsidR="0047475F" w:rsidRPr="00DB5D30" w:rsidRDefault="0047475F" w:rsidP="00460571">
      <w:pPr>
        <w:ind w:right="175" w:firstLine="708"/>
        <w:jc w:val="both"/>
        <w:rPr>
          <w:sz w:val="28"/>
          <w:szCs w:val="28"/>
        </w:rPr>
      </w:pPr>
    </w:p>
    <w:p w:rsidR="0047475F" w:rsidRPr="00DB5D30" w:rsidRDefault="0047475F" w:rsidP="00460571">
      <w:pPr>
        <w:ind w:right="175" w:firstLine="708"/>
        <w:jc w:val="both"/>
        <w:rPr>
          <w:sz w:val="28"/>
          <w:szCs w:val="28"/>
        </w:rPr>
      </w:pPr>
      <w:r w:rsidRPr="00DB5D30">
        <w:rPr>
          <w:sz w:val="28"/>
          <w:szCs w:val="28"/>
        </w:rPr>
        <w:t>3. Про внесення змін до Програми розвитку культури Марківської селищної ради на 2020-2021 роки.</w:t>
      </w:r>
    </w:p>
    <w:p w:rsidR="0047475F" w:rsidRPr="00DB5D30" w:rsidRDefault="0047475F" w:rsidP="0055622E">
      <w:pPr>
        <w:ind w:right="175" w:firstLine="708"/>
        <w:jc w:val="both"/>
        <w:rPr>
          <w:sz w:val="28"/>
          <w:szCs w:val="28"/>
        </w:rPr>
      </w:pPr>
      <w:r w:rsidRPr="00DB5D30">
        <w:rPr>
          <w:b/>
          <w:i/>
          <w:sz w:val="28"/>
          <w:szCs w:val="28"/>
          <w:lang w:val="uk-UA"/>
        </w:rPr>
        <w:t>Доповідає</w:t>
      </w:r>
      <w:r w:rsidRPr="00DB5D30">
        <w:rPr>
          <w:sz w:val="28"/>
          <w:szCs w:val="28"/>
          <w:lang w:val="uk-UA"/>
        </w:rPr>
        <w:t>: начальник відділу культури</w:t>
      </w:r>
      <w:r w:rsidRPr="00DB5D30">
        <w:rPr>
          <w:sz w:val="28"/>
          <w:szCs w:val="28"/>
        </w:rPr>
        <w:t xml:space="preserve"> Марківської селищної ради                                Ольга Стрижаченко.</w:t>
      </w:r>
    </w:p>
    <w:p w:rsidR="0047475F" w:rsidRPr="00DB5D30" w:rsidRDefault="0047475F" w:rsidP="00460571">
      <w:pPr>
        <w:ind w:right="175" w:firstLine="708"/>
        <w:jc w:val="both"/>
        <w:rPr>
          <w:sz w:val="28"/>
          <w:szCs w:val="28"/>
        </w:rPr>
      </w:pPr>
    </w:p>
    <w:p w:rsidR="0047475F" w:rsidRPr="00DB5D30" w:rsidRDefault="0047475F" w:rsidP="00EE6EB6">
      <w:pPr>
        <w:ind w:right="175" w:firstLine="708"/>
        <w:jc w:val="both"/>
        <w:rPr>
          <w:sz w:val="28"/>
          <w:szCs w:val="28"/>
          <w:lang w:val="uk-UA"/>
        </w:rPr>
      </w:pPr>
      <w:r w:rsidRPr="00DB5D30">
        <w:rPr>
          <w:sz w:val="28"/>
          <w:szCs w:val="28"/>
          <w:lang w:val="uk-UA"/>
        </w:rPr>
        <w:t>4. Про звіт щодо виконання бюджету Марківської селищної ради за 2020 рік.</w:t>
      </w:r>
    </w:p>
    <w:p w:rsidR="0047475F" w:rsidRPr="00DB5D30" w:rsidRDefault="0047475F" w:rsidP="0023382A">
      <w:pPr>
        <w:ind w:right="175" w:firstLine="708"/>
        <w:jc w:val="both"/>
        <w:rPr>
          <w:sz w:val="28"/>
          <w:szCs w:val="28"/>
          <w:lang w:val="uk-UA"/>
        </w:rPr>
      </w:pPr>
      <w:r w:rsidRPr="00DB5D30">
        <w:rPr>
          <w:b/>
          <w:i/>
          <w:sz w:val="28"/>
          <w:szCs w:val="28"/>
          <w:lang w:val="uk-UA"/>
        </w:rPr>
        <w:t>Доповідає</w:t>
      </w:r>
      <w:r w:rsidRPr="00DB5D30">
        <w:rPr>
          <w:sz w:val="28"/>
          <w:szCs w:val="28"/>
          <w:lang w:val="uk-UA"/>
        </w:rPr>
        <w:t xml:space="preserve">: начальник відділу фінансів Марківської селищної ради </w:t>
      </w:r>
      <w:r>
        <w:rPr>
          <w:sz w:val="28"/>
          <w:szCs w:val="28"/>
          <w:lang w:val="uk-UA"/>
        </w:rPr>
        <w:t xml:space="preserve">                      </w:t>
      </w:r>
      <w:r w:rsidRPr="00DB5D30">
        <w:rPr>
          <w:sz w:val="28"/>
          <w:szCs w:val="28"/>
          <w:lang w:val="uk-UA"/>
        </w:rPr>
        <w:t>Ірина Кравцова.</w:t>
      </w:r>
    </w:p>
    <w:p w:rsidR="0047475F" w:rsidRPr="00DB5D30" w:rsidRDefault="0047475F" w:rsidP="00D93E0A">
      <w:pPr>
        <w:ind w:firstLine="708"/>
        <w:jc w:val="both"/>
        <w:rPr>
          <w:sz w:val="28"/>
          <w:szCs w:val="28"/>
          <w:lang w:val="uk-UA"/>
        </w:rPr>
      </w:pPr>
    </w:p>
    <w:p w:rsidR="0047475F" w:rsidRPr="00DB5D30" w:rsidRDefault="0047475F" w:rsidP="00D93E0A">
      <w:pPr>
        <w:ind w:firstLine="708"/>
        <w:jc w:val="both"/>
        <w:rPr>
          <w:sz w:val="28"/>
          <w:szCs w:val="28"/>
          <w:lang w:val="uk-UA"/>
        </w:rPr>
      </w:pPr>
      <w:r w:rsidRPr="00DB5D30">
        <w:rPr>
          <w:sz w:val="28"/>
          <w:szCs w:val="28"/>
          <w:lang w:val="uk-UA"/>
        </w:rPr>
        <w:t>5. Про внесення змін до рішення Марківської селищної ради від 24.12.2020 року № 2/2-37/2020 «Про бюджет Марківської селищної ради на 2021 рік».</w:t>
      </w:r>
    </w:p>
    <w:p w:rsidR="0047475F" w:rsidRPr="00DB5D30" w:rsidRDefault="0047475F" w:rsidP="00D93E0A">
      <w:pPr>
        <w:ind w:right="175" w:firstLine="708"/>
        <w:jc w:val="both"/>
        <w:rPr>
          <w:sz w:val="28"/>
          <w:szCs w:val="28"/>
          <w:lang w:val="uk-UA"/>
        </w:rPr>
      </w:pPr>
      <w:r w:rsidRPr="00DB5D30">
        <w:rPr>
          <w:b/>
          <w:i/>
          <w:sz w:val="28"/>
          <w:szCs w:val="28"/>
          <w:lang w:val="uk-UA"/>
        </w:rPr>
        <w:t>Доповідає</w:t>
      </w:r>
      <w:r w:rsidRPr="00DB5D30">
        <w:rPr>
          <w:sz w:val="28"/>
          <w:szCs w:val="28"/>
          <w:lang w:val="uk-UA"/>
        </w:rPr>
        <w:t>: начальник відділу фінансів Марківської селищної ради                         Ірина Кравцова.</w:t>
      </w:r>
    </w:p>
    <w:p w:rsidR="0047475F" w:rsidRPr="00DB5D30" w:rsidRDefault="0047475F" w:rsidP="00571B7A">
      <w:pPr>
        <w:ind w:firstLine="708"/>
        <w:jc w:val="both"/>
        <w:rPr>
          <w:sz w:val="28"/>
          <w:szCs w:val="28"/>
          <w:lang w:val="uk-UA"/>
        </w:rPr>
      </w:pPr>
    </w:p>
    <w:p w:rsidR="0047475F" w:rsidRPr="00DB5D30" w:rsidRDefault="0047475F" w:rsidP="00571B7A">
      <w:pPr>
        <w:ind w:firstLine="708"/>
        <w:jc w:val="both"/>
        <w:rPr>
          <w:sz w:val="28"/>
          <w:szCs w:val="28"/>
          <w:lang w:val="uk-UA"/>
        </w:rPr>
      </w:pPr>
      <w:r w:rsidRPr="00DB5D30">
        <w:rPr>
          <w:sz w:val="28"/>
          <w:szCs w:val="28"/>
          <w:lang w:val="uk-UA"/>
        </w:rPr>
        <w:t>6. Про покладання обов’язків із вчинення нотаріальних дій, проведення державної реєстрації актів цивільного стану, вчинення дій щодо ведення погосподарського обліку.</w:t>
      </w:r>
    </w:p>
    <w:p w:rsidR="0047475F" w:rsidRPr="00DB5D30" w:rsidRDefault="0047475F" w:rsidP="00295787">
      <w:pPr>
        <w:ind w:right="175" w:firstLine="708"/>
        <w:jc w:val="both"/>
        <w:rPr>
          <w:sz w:val="28"/>
          <w:szCs w:val="28"/>
          <w:lang w:val="uk-UA"/>
        </w:rPr>
      </w:pPr>
      <w:r w:rsidRPr="00DB5D30">
        <w:rPr>
          <w:b/>
          <w:i/>
          <w:sz w:val="28"/>
          <w:szCs w:val="28"/>
          <w:lang w:val="uk-UA"/>
        </w:rPr>
        <w:t>Доповідає</w:t>
      </w:r>
      <w:r w:rsidRPr="00DB5D30">
        <w:rPr>
          <w:sz w:val="28"/>
          <w:szCs w:val="28"/>
          <w:lang w:val="uk-UA"/>
        </w:rPr>
        <w:t>: секретар ради Надія Кривошлик.</w:t>
      </w:r>
    </w:p>
    <w:p w:rsidR="0047475F" w:rsidRPr="00DB5D30" w:rsidRDefault="0047475F" w:rsidP="00570E21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47475F" w:rsidRPr="00DB5D30" w:rsidRDefault="0047475F" w:rsidP="00D73363">
      <w:pPr>
        <w:ind w:firstLine="708"/>
        <w:jc w:val="both"/>
        <w:rPr>
          <w:sz w:val="28"/>
          <w:szCs w:val="28"/>
          <w:lang w:val="uk-UA"/>
        </w:rPr>
      </w:pPr>
      <w:r w:rsidRPr="00DB5D30">
        <w:rPr>
          <w:sz w:val="28"/>
          <w:szCs w:val="28"/>
          <w:lang w:val="uk-UA"/>
        </w:rPr>
        <w:t>7. Про виготовлення номерних печаток та штампів для старост Марківської селищної ради.</w:t>
      </w:r>
    </w:p>
    <w:p w:rsidR="0047475F" w:rsidRPr="00DB5D30" w:rsidRDefault="0047475F" w:rsidP="00D73363">
      <w:pPr>
        <w:ind w:right="175" w:firstLine="708"/>
        <w:jc w:val="both"/>
        <w:rPr>
          <w:sz w:val="28"/>
          <w:szCs w:val="28"/>
          <w:lang w:val="uk-UA"/>
        </w:rPr>
      </w:pPr>
      <w:r w:rsidRPr="00DB5D30">
        <w:rPr>
          <w:b/>
          <w:i/>
          <w:sz w:val="28"/>
          <w:szCs w:val="28"/>
          <w:lang w:val="uk-UA"/>
        </w:rPr>
        <w:t>Доповідає</w:t>
      </w:r>
      <w:r w:rsidRPr="00DB5D30">
        <w:rPr>
          <w:sz w:val="28"/>
          <w:szCs w:val="28"/>
          <w:lang w:val="uk-UA"/>
        </w:rPr>
        <w:t>: секретар ради Надія Кривошлик.</w:t>
      </w:r>
    </w:p>
    <w:p w:rsidR="0047475F" w:rsidRPr="00DB5D30" w:rsidRDefault="0047475F" w:rsidP="00F263C2">
      <w:pPr>
        <w:ind w:firstLine="708"/>
        <w:jc w:val="both"/>
        <w:rPr>
          <w:sz w:val="28"/>
          <w:szCs w:val="28"/>
          <w:lang w:val="uk-UA"/>
        </w:rPr>
      </w:pPr>
    </w:p>
    <w:p w:rsidR="0047475F" w:rsidRPr="00DB5D30" w:rsidRDefault="0047475F" w:rsidP="00F263C2">
      <w:pPr>
        <w:ind w:firstLine="708"/>
        <w:jc w:val="both"/>
        <w:rPr>
          <w:sz w:val="28"/>
          <w:szCs w:val="28"/>
          <w:lang w:val="uk-UA"/>
        </w:rPr>
      </w:pPr>
      <w:r w:rsidRPr="00DB5D30">
        <w:rPr>
          <w:sz w:val="28"/>
          <w:szCs w:val="28"/>
          <w:lang w:val="uk-UA"/>
        </w:rPr>
        <w:t>8. Про внесення змін до рішення Марківської селищної ради восьмого скликання від 24.12.2020 № 2/2-53/2020 «Про початок реорганізації сільських рад шляхом приєднання до Марківської селищної ради Луганської області».</w:t>
      </w:r>
    </w:p>
    <w:p w:rsidR="0047475F" w:rsidRPr="00DB5D30" w:rsidRDefault="0047475F" w:rsidP="00F263C2">
      <w:pPr>
        <w:ind w:right="175" w:firstLine="708"/>
        <w:jc w:val="both"/>
        <w:rPr>
          <w:sz w:val="28"/>
          <w:szCs w:val="28"/>
          <w:lang w:val="uk-UA"/>
        </w:rPr>
      </w:pPr>
      <w:r w:rsidRPr="00DB5D30">
        <w:rPr>
          <w:b/>
          <w:i/>
          <w:sz w:val="28"/>
          <w:szCs w:val="28"/>
          <w:lang w:val="uk-UA"/>
        </w:rPr>
        <w:t>Доповідає</w:t>
      </w:r>
      <w:r w:rsidRPr="00DB5D30">
        <w:rPr>
          <w:sz w:val="28"/>
          <w:szCs w:val="28"/>
          <w:lang w:val="uk-UA"/>
        </w:rPr>
        <w:t>: секретар ради Надія Кривошлик.</w:t>
      </w:r>
    </w:p>
    <w:p w:rsidR="0047475F" w:rsidRPr="00DB5D30" w:rsidRDefault="0047475F" w:rsidP="00B673D2">
      <w:pPr>
        <w:ind w:right="-365" w:firstLine="708"/>
        <w:jc w:val="both"/>
        <w:rPr>
          <w:sz w:val="28"/>
          <w:szCs w:val="28"/>
          <w:lang w:val="uk-UA"/>
        </w:rPr>
      </w:pPr>
    </w:p>
    <w:p w:rsidR="0047475F" w:rsidRPr="00DB5D30" w:rsidRDefault="0047475F" w:rsidP="00B673D2">
      <w:pPr>
        <w:ind w:right="-365" w:firstLine="708"/>
        <w:jc w:val="both"/>
        <w:rPr>
          <w:bCs/>
          <w:sz w:val="28"/>
          <w:szCs w:val="28"/>
          <w:lang w:val="uk-UA"/>
        </w:rPr>
      </w:pPr>
      <w:r w:rsidRPr="00DB5D30">
        <w:rPr>
          <w:sz w:val="28"/>
          <w:szCs w:val="28"/>
          <w:lang w:val="uk-UA"/>
        </w:rPr>
        <w:t xml:space="preserve">9. </w:t>
      </w:r>
      <w:r w:rsidRPr="00DB5D30">
        <w:rPr>
          <w:bCs/>
          <w:sz w:val="28"/>
          <w:szCs w:val="28"/>
          <w:lang w:val="uk-UA"/>
        </w:rPr>
        <w:t>Про внесення змін до рішення другої сесії Марківської селищної ради восьмого скликання «Про порядок виконання бюджетів Кабичівської, Просянської, Гераськівської, Краснопільської сільських рад до завершення бюджетного періоду».</w:t>
      </w:r>
    </w:p>
    <w:p w:rsidR="0047475F" w:rsidRPr="00DB5D30" w:rsidRDefault="0047475F" w:rsidP="00364A9E">
      <w:pPr>
        <w:ind w:firstLine="708"/>
        <w:jc w:val="both"/>
        <w:rPr>
          <w:sz w:val="28"/>
          <w:szCs w:val="28"/>
          <w:lang w:val="uk-UA"/>
        </w:rPr>
      </w:pPr>
      <w:r w:rsidRPr="00DB5D30">
        <w:rPr>
          <w:b/>
          <w:i/>
          <w:sz w:val="28"/>
          <w:szCs w:val="28"/>
          <w:lang w:val="uk-UA"/>
        </w:rPr>
        <w:t>Доповідає</w:t>
      </w:r>
      <w:r w:rsidRPr="00DB5D30">
        <w:rPr>
          <w:sz w:val="28"/>
          <w:szCs w:val="28"/>
          <w:lang w:val="uk-UA"/>
        </w:rPr>
        <w:t>: начальник відділу бухгалтерського обліку та звітності – головний бухгалтер Марківської селищної ради Алла Житник.</w:t>
      </w:r>
    </w:p>
    <w:p w:rsidR="0047475F" w:rsidRPr="00DB5D30" w:rsidRDefault="0047475F" w:rsidP="00130EAD">
      <w:pPr>
        <w:ind w:firstLine="708"/>
        <w:jc w:val="both"/>
        <w:rPr>
          <w:sz w:val="28"/>
          <w:szCs w:val="28"/>
          <w:lang w:val="uk-UA"/>
        </w:rPr>
      </w:pPr>
    </w:p>
    <w:p w:rsidR="0047475F" w:rsidRPr="00DB5D30" w:rsidRDefault="0047475F" w:rsidP="00130EAD">
      <w:pPr>
        <w:ind w:firstLine="708"/>
        <w:jc w:val="both"/>
        <w:rPr>
          <w:sz w:val="28"/>
          <w:szCs w:val="28"/>
          <w:lang w:val="uk-UA"/>
        </w:rPr>
      </w:pPr>
      <w:r w:rsidRPr="00DB5D30">
        <w:rPr>
          <w:sz w:val="28"/>
          <w:szCs w:val="28"/>
          <w:lang w:val="uk-UA"/>
        </w:rPr>
        <w:t>10. Про внесення змін до складу комісії з питань передачі об’єктів соціальної інфраструктури у комунальну власність Марківської селищної ради, затвердженої рішенням восьмої сесії Марківської селищної ради сьомого скликання від 21.12.2019 № 8-17/2019.</w:t>
      </w:r>
    </w:p>
    <w:p w:rsidR="0047475F" w:rsidRPr="00DB5D30" w:rsidRDefault="0047475F" w:rsidP="00172A16">
      <w:pPr>
        <w:ind w:firstLine="708"/>
        <w:jc w:val="both"/>
        <w:rPr>
          <w:sz w:val="28"/>
          <w:szCs w:val="28"/>
          <w:lang w:val="uk-UA"/>
        </w:rPr>
      </w:pPr>
      <w:r w:rsidRPr="00DB5D30">
        <w:rPr>
          <w:b/>
          <w:i/>
          <w:sz w:val="28"/>
          <w:szCs w:val="28"/>
          <w:lang w:val="uk-UA"/>
        </w:rPr>
        <w:t>Доповідає</w:t>
      </w:r>
      <w:r w:rsidRPr="00DB5D30">
        <w:rPr>
          <w:sz w:val="28"/>
          <w:szCs w:val="28"/>
          <w:lang w:val="uk-UA"/>
        </w:rPr>
        <w:t>: головний спеціаліст юридичного відділу Марківської селищної ради Юлія Кацевал.</w:t>
      </w:r>
    </w:p>
    <w:p w:rsidR="0047475F" w:rsidRPr="00DB5D30" w:rsidRDefault="0047475F" w:rsidP="0099570D">
      <w:pPr>
        <w:ind w:left="720" w:hanging="12"/>
        <w:contextualSpacing/>
        <w:jc w:val="both"/>
        <w:rPr>
          <w:sz w:val="28"/>
          <w:szCs w:val="28"/>
          <w:lang w:val="uk-UA"/>
        </w:rPr>
      </w:pPr>
    </w:p>
    <w:p w:rsidR="0047475F" w:rsidRPr="00DB5D30" w:rsidRDefault="0047475F" w:rsidP="0099570D">
      <w:pPr>
        <w:ind w:firstLine="708"/>
        <w:jc w:val="both"/>
        <w:rPr>
          <w:sz w:val="28"/>
          <w:szCs w:val="28"/>
          <w:lang w:val="uk-UA"/>
        </w:rPr>
      </w:pPr>
      <w:r w:rsidRPr="00DB5D30">
        <w:rPr>
          <w:sz w:val="28"/>
          <w:szCs w:val="28"/>
          <w:lang w:val="uk-UA"/>
        </w:rPr>
        <w:t>11. Про надання дозволу на розробку технічної документації із землеустрою щодо інвентаризації земель колишнього КСП «Дружба» сільськогосподарського призначення (контур № 45 бр.3).</w:t>
      </w:r>
    </w:p>
    <w:p w:rsidR="0047475F" w:rsidRPr="00DB5D30" w:rsidRDefault="0047475F" w:rsidP="0099570D">
      <w:pPr>
        <w:ind w:right="175" w:firstLine="708"/>
        <w:jc w:val="both"/>
        <w:rPr>
          <w:sz w:val="28"/>
          <w:szCs w:val="28"/>
          <w:lang w:val="uk-UA"/>
        </w:rPr>
      </w:pPr>
      <w:r w:rsidRPr="00DB5D30">
        <w:rPr>
          <w:b/>
          <w:i/>
          <w:sz w:val="28"/>
          <w:szCs w:val="28"/>
          <w:lang w:val="uk-UA"/>
        </w:rPr>
        <w:t>Доповідає</w:t>
      </w:r>
      <w:r w:rsidRPr="00DB5D30">
        <w:rPr>
          <w:sz w:val="28"/>
          <w:szCs w:val="28"/>
          <w:lang w:val="uk-UA"/>
        </w:rPr>
        <w:t>: провідний спеціаліст-юрисконсульт юридичного відділу Марківської селищної ради Анна Золотарьова.</w:t>
      </w:r>
    </w:p>
    <w:p w:rsidR="0047475F" w:rsidRPr="00DB5D30" w:rsidRDefault="0047475F" w:rsidP="003E6F15">
      <w:pPr>
        <w:ind w:firstLine="708"/>
        <w:jc w:val="both"/>
        <w:rPr>
          <w:sz w:val="28"/>
          <w:szCs w:val="28"/>
          <w:lang w:val="uk-UA"/>
        </w:rPr>
      </w:pPr>
    </w:p>
    <w:p w:rsidR="0047475F" w:rsidRPr="00DB5D30" w:rsidRDefault="0047475F" w:rsidP="003E6F15">
      <w:pPr>
        <w:ind w:firstLine="708"/>
        <w:jc w:val="both"/>
        <w:rPr>
          <w:sz w:val="28"/>
          <w:szCs w:val="28"/>
          <w:lang w:val="uk-UA"/>
        </w:rPr>
      </w:pPr>
      <w:r w:rsidRPr="00DB5D30">
        <w:rPr>
          <w:sz w:val="28"/>
          <w:szCs w:val="28"/>
          <w:lang w:val="uk-UA"/>
        </w:rPr>
        <w:t>12. Про надання дозволу на розробку технічної документації із землеустрою щодо інвентаризації земель колишнього КСП «Дружба» сільськогосподарського призначення (контур № 51).</w:t>
      </w:r>
    </w:p>
    <w:p w:rsidR="0047475F" w:rsidRPr="00DB5D30" w:rsidRDefault="0047475F" w:rsidP="003E6F15">
      <w:pPr>
        <w:ind w:right="175" w:firstLine="708"/>
        <w:jc w:val="both"/>
        <w:rPr>
          <w:sz w:val="28"/>
          <w:szCs w:val="28"/>
          <w:lang w:val="uk-UA"/>
        </w:rPr>
      </w:pPr>
      <w:r w:rsidRPr="00DB5D30">
        <w:rPr>
          <w:b/>
          <w:i/>
          <w:sz w:val="28"/>
          <w:szCs w:val="28"/>
          <w:lang w:val="uk-UA"/>
        </w:rPr>
        <w:t>Доповідає</w:t>
      </w:r>
      <w:r w:rsidRPr="00DB5D30">
        <w:rPr>
          <w:sz w:val="28"/>
          <w:szCs w:val="28"/>
          <w:lang w:val="uk-UA"/>
        </w:rPr>
        <w:t>: провідний спеціаліст-юрисконсульт юридичного відділу Марківської селищної ради Анна Золотарьова.</w:t>
      </w:r>
    </w:p>
    <w:p w:rsidR="0047475F" w:rsidRPr="00DB5D30" w:rsidRDefault="0047475F" w:rsidP="003E6F15">
      <w:pPr>
        <w:ind w:firstLine="708"/>
        <w:jc w:val="both"/>
        <w:rPr>
          <w:sz w:val="28"/>
          <w:szCs w:val="28"/>
          <w:lang w:val="uk-UA"/>
        </w:rPr>
      </w:pPr>
    </w:p>
    <w:p w:rsidR="0047475F" w:rsidRPr="00DB5D30" w:rsidRDefault="0047475F" w:rsidP="003E6F15">
      <w:pPr>
        <w:ind w:firstLine="708"/>
        <w:jc w:val="both"/>
        <w:rPr>
          <w:sz w:val="28"/>
          <w:szCs w:val="28"/>
          <w:lang w:val="uk-UA"/>
        </w:rPr>
      </w:pPr>
      <w:r w:rsidRPr="00DB5D30">
        <w:rPr>
          <w:sz w:val="28"/>
          <w:szCs w:val="28"/>
          <w:lang w:val="uk-UA"/>
        </w:rPr>
        <w:t>13. Про надання дозволу на розробку технічної документації із землеустрою щодо інвентаризації земель колишнього КСП «Дружба» сільськогосподарського призначення (контур № 79).</w:t>
      </w:r>
    </w:p>
    <w:p w:rsidR="0047475F" w:rsidRPr="00DB5D30" w:rsidRDefault="0047475F" w:rsidP="003E6F15">
      <w:pPr>
        <w:ind w:right="175" w:firstLine="708"/>
        <w:jc w:val="both"/>
        <w:rPr>
          <w:sz w:val="28"/>
          <w:szCs w:val="28"/>
          <w:lang w:val="uk-UA"/>
        </w:rPr>
      </w:pPr>
      <w:r w:rsidRPr="00DB5D30">
        <w:rPr>
          <w:b/>
          <w:i/>
          <w:sz w:val="28"/>
          <w:szCs w:val="28"/>
          <w:lang w:val="uk-UA"/>
        </w:rPr>
        <w:t>Доповідає</w:t>
      </w:r>
      <w:r w:rsidRPr="00DB5D30">
        <w:rPr>
          <w:sz w:val="28"/>
          <w:szCs w:val="28"/>
          <w:lang w:val="uk-UA"/>
        </w:rPr>
        <w:t>: провідний спеціаліст-юрисконсульт юридичного відділу Марківської селищної ради Анна Золотарьова.</w:t>
      </w:r>
    </w:p>
    <w:p w:rsidR="0047475F" w:rsidRPr="00DB5D30" w:rsidRDefault="0047475F" w:rsidP="003E6F15">
      <w:pPr>
        <w:ind w:firstLine="708"/>
        <w:jc w:val="both"/>
        <w:rPr>
          <w:sz w:val="28"/>
          <w:szCs w:val="28"/>
          <w:lang w:val="uk-UA"/>
        </w:rPr>
      </w:pPr>
    </w:p>
    <w:p w:rsidR="0047475F" w:rsidRPr="00DB5D30" w:rsidRDefault="0047475F" w:rsidP="003E6F15">
      <w:pPr>
        <w:ind w:firstLine="708"/>
        <w:jc w:val="both"/>
        <w:rPr>
          <w:sz w:val="28"/>
          <w:szCs w:val="28"/>
          <w:lang w:val="uk-UA"/>
        </w:rPr>
      </w:pPr>
      <w:r w:rsidRPr="00DB5D30">
        <w:rPr>
          <w:sz w:val="28"/>
          <w:szCs w:val="28"/>
          <w:lang w:val="uk-UA"/>
        </w:rPr>
        <w:t>14. Про надання дозволу на розробку технічної документації із землеустрою щодо інвентаризації земель колишнього КСП «Дружба» сільськогосподарського призначення (контур № 80).</w:t>
      </w:r>
    </w:p>
    <w:p w:rsidR="0047475F" w:rsidRPr="00DB5D30" w:rsidRDefault="0047475F" w:rsidP="003E6F15">
      <w:pPr>
        <w:ind w:right="175" w:firstLine="708"/>
        <w:jc w:val="both"/>
        <w:rPr>
          <w:sz w:val="28"/>
          <w:szCs w:val="28"/>
          <w:lang w:val="uk-UA"/>
        </w:rPr>
      </w:pPr>
      <w:r w:rsidRPr="00DB5D30">
        <w:rPr>
          <w:b/>
          <w:i/>
          <w:sz w:val="28"/>
          <w:szCs w:val="28"/>
          <w:lang w:val="uk-UA"/>
        </w:rPr>
        <w:t>Доповідає</w:t>
      </w:r>
      <w:r w:rsidRPr="00DB5D30">
        <w:rPr>
          <w:sz w:val="28"/>
          <w:szCs w:val="28"/>
          <w:lang w:val="uk-UA"/>
        </w:rPr>
        <w:t>: провідний спеціаліст-юрисконсульт юридичного відділу Марківської селищної ради Анна Золотарьова.</w:t>
      </w:r>
    </w:p>
    <w:p w:rsidR="0047475F" w:rsidRPr="00DB5D30" w:rsidRDefault="0047475F" w:rsidP="003E6F15">
      <w:pPr>
        <w:ind w:firstLine="708"/>
        <w:jc w:val="both"/>
        <w:rPr>
          <w:sz w:val="28"/>
          <w:szCs w:val="28"/>
          <w:lang w:val="uk-UA"/>
        </w:rPr>
      </w:pPr>
    </w:p>
    <w:p w:rsidR="0047475F" w:rsidRPr="00DB5D30" w:rsidRDefault="0047475F" w:rsidP="003E6F15">
      <w:pPr>
        <w:ind w:firstLine="708"/>
        <w:jc w:val="both"/>
        <w:rPr>
          <w:sz w:val="28"/>
          <w:szCs w:val="28"/>
          <w:lang w:val="uk-UA"/>
        </w:rPr>
      </w:pPr>
      <w:r w:rsidRPr="00DB5D30">
        <w:rPr>
          <w:sz w:val="28"/>
          <w:szCs w:val="28"/>
          <w:lang w:val="uk-UA"/>
        </w:rPr>
        <w:t>15. Про надання дозволу на розробку технічної документації із землеустрою щодо інвентаризації земель колишнього КСП «Дружба» сільськогосподарського призначення (контур № 43).</w:t>
      </w:r>
    </w:p>
    <w:p w:rsidR="0047475F" w:rsidRPr="00DB5D30" w:rsidRDefault="0047475F" w:rsidP="003E6F15">
      <w:pPr>
        <w:ind w:right="175" w:firstLine="708"/>
        <w:jc w:val="both"/>
        <w:rPr>
          <w:sz w:val="28"/>
          <w:szCs w:val="28"/>
          <w:lang w:val="uk-UA"/>
        </w:rPr>
      </w:pPr>
      <w:r w:rsidRPr="00DB5D30">
        <w:rPr>
          <w:b/>
          <w:i/>
          <w:sz w:val="28"/>
          <w:szCs w:val="28"/>
          <w:lang w:val="uk-UA"/>
        </w:rPr>
        <w:t>Доповідає</w:t>
      </w:r>
      <w:r w:rsidRPr="00DB5D30">
        <w:rPr>
          <w:sz w:val="28"/>
          <w:szCs w:val="28"/>
          <w:lang w:val="uk-UA"/>
        </w:rPr>
        <w:t>: провідний спеціаліст-юрисконсульт юридичного відділу Марківської селищної ради Анна Золотарьова.</w:t>
      </w:r>
    </w:p>
    <w:p w:rsidR="0047475F" w:rsidRPr="00DB5D30" w:rsidRDefault="0047475F" w:rsidP="003E6F15">
      <w:pPr>
        <w:ind w:firstLine="708"/>
        <w:jc w:val="both"/>
        <w:rPr>
          <w:sz w:val="28"/>
          <w:szCs w:val="28"/>
          <w:lang w:val="uk-UA"/>
        </w:rPr>
      </w:pPr>
    </w:p>
    <w:p w:rsidR="0047475F" w:rsidRPr="00DB5D30" w:rsidRDefault="0047475F" w:rsidP="003E6F15">
      <w:pPr>
        <w:ind w:firstLine="708"/>
        <w:jc w:val="both"/>
        <w:rPr>
          <w:sz w:val="28"/>
          <w:szCs w:val="28"/>
          <w:lang w:val="uk-UA"/>
        </w:rPr>
      </w:pPr>
      <w:r w:rsidRPr="00DB5D30">
        <w:rPr>
          <w:sz w:val="28"/>
          <w:szCs w:val="28"/>
          <w:lang w:val="uk-UA"/>
        </w:rPr>
        <w:t>16. Про надання дозволу на розробку технічної документації із землеустрою щодо інвентаризації земель колишнього КСП «Маяк» сільськогосподарського призначення (контур № 35).</w:t>
      </w:r>
    </w:p>
    <w:p w:rsidR="0047475F" w:rsidRPr="00DB5D30" w:rsidRDefault="0047475F" w:rsidP="003E6F15">
      <w:pPr>
        <w:ind w:right="175" w:firstLine="708"/>
        <w:jc w:val="both"/>
        <w:rPr>
          <w:sz w:val="28"/>
          <w:szCs w:val="28"/>
          <w:lang w:val="uk-UA"/>
        </w:rPr>
      </w:pPr>
      <w:r w:rsidRPr="00DB5D30">
        <w:rPr>
          <w:b/>
          <w:i/>
          <w:sz w:val="28"/>
          <w:szCs w:val="28"/>
          <w:lang w:val="uk-UA"/>
        </w:rPr>
        <w:t>Доповідає</w:t>
      </w:r>
      <w:r w:rsidRPr="00DB5D30">
        <w:rPr>
          <w:sz w:val="28"/>
          <w:szCs w:val="28"/>
          <w:lang w:val="uk-UA"/>
        </w:rPr>
        <w:t>: провідний спеціаліст-юрисконсульт юридичного відділу Марківської селищної ради Анна Золотарьова.</w:t>
      </w:r>
    </w:p>
    <w:p w:rsidR="0047475F" w:rsidRPr="00DB5D30" w:rsidRDefault="0047475F" w:rsidP="003E6F15">
      <w:pPr>
        <w:ind w:firstLine="708"/>
        <w:jc w:val="both"/>
        <w:rPr>
          <w:sz w:val="28"/>
          <w:szCs w:val="28"/>
          <w:lang w:val="uk-UA"/>
        </w:rPr>
      </w:pPr>
      <w:r w:rsidRPr="00DB5D30">
        <w:rPr>
          <w:sz w:val="28"/>
          <w:szCs w:val="28"/>
          <w:lang w:val="uk-UA"/>
        </w:rPr>
        <w:t>17. Про надання дозволу на розробку технічної документації із землеустрою щодо інвентаризації земель колишнього КСП «Марківське» сільськогосподарського призначення (контур № 18).</w:t>
      </w:r>
    </w:p>
    <w:p w:rsidR="0047475F" w:rsidRPr="00DB5D30" w:rsidRDefault="0047475F" w:rsidP="003E6F15">
      <w:pPr>
        <w:ind w:right="175" w:firstLine="708"/>
        <w:jc w:val="both"/>
        <w:rPr>
          <w:sz w:val="28"/>
          <w:szCs w:val="28"/>
          <w:lang w:val="uk-UA"/>
        </w:rPr>
      </w:pPr>
      <w:r w:rsidRPr="00DB5D30">
        <w:rPr>
          <w:b/>
          <w:i/>
          <w:sz w:val="28"/>
          <w:szCs w:val="28"/>
          <w:lang w:val="uk-UA"/>
        </w:rPr>
        <w:t>Доповідає</w:t>
      </w:r>
      <w:r w:rsidRPr="00DB5D30">
        <w:rPr>
          <w:sz w:val="28"/>
          <w:szCs w:val="28"/>
          <w:lang w:val="uk-UA"/>
        </w:rPr>
        <w:t>: провідний спеціаліст-юрисконсульт юридичного відділу Марківської селищної ради Анна Золотарьова.</w:t>
      </w:r>
    </w:p>
    <w:p w:rsidR="0047475F" w:rsidRPr="00DB5D30" w:rsidRDefault="0047475F" w:rsidP="00FA0851">
      <w:pPr>
        <w:pStyle w:val="ListParagraph"/>
        <w:spacing w:after="100" w:afterAutospacing="1" w:line="240" w:lineRule="atLeast"/>
        <w:ind w:left="0" w:firstLine="708"/>
        <w:jc w:val="both"/>
        <w:rPr>
          <w:noProof/>
          <w:sz w:val="28"/>
          <w:szCs w:val="28"/>
          <w:lang w:val="uk-UA" w:eastAsia="ar-SA"/>
        </w:rPr>
      </w:pPr>
    </w:p>
    <w:p w:rsidR="0047475F" w:rsidRPr="00DB5D30" w:rsidRDefault="0047475F" w:rsidP="00A57F8D">
      <w:pPr>
        <w:pStyle w:val="ListParagraph"/>
        <w:spacing w:after="100" w:afterAutospacing="1"/>
        <w:ind w:left="0" w:firstLine="708"/>
        <w:jc w:val="both"/>
        <w:rPr>
          <w:sz w:val="28"/>
          <w:szCs w:val="28"/>
        </w:rPr>
      </w:pPr>
      <w:r w:rsidRPr="00DB5D30">
        <w:rPr>
          <w:sz w:val="28"/>
          <w:szCs w:val="28"/>
        </w:rPr>
        <w:t>18. Різне.</w:t>
      </w:r>
    </w:p>
    <w:p w:rsidR="0047475F" w:rsidRPr="00DB5D30" w:rsidRDefault="0047475F" w:rsidP="00B67598">
      <w:pPr>
        <w:ind w:firstLine="708"/>
        <w:jc w:val="both"/>
        <w:rPr>
          <w:sz w:val="28"/>
          <w:szCs w:val="28"/>
          <w:lang w:val="uk-UA"/>
        </w:rPr>
      </w:pPr>
    </w:p>
    <w:p w:rsidR="0047475F" w:rsidRPr="00DB5D30" w:rsidRDefault="0047475F" w:rsidP="000542F0">
      <w:pPr>
        <w:jc w:val="both"/>
        <w:rPr>
          <w:sz w:val="28"/>
          <w:szCs w:val="28"/>
          <w:lang w:val="uk-UA"/>
        </w:rPr>
      </w:pPr>
    </w:p>
    <w:p w:rsidR="0047475F" w:rsidRPr="00CC16DA" w:rsidRDefault="0047475F" w:rsidP="000542F0">
      <w:pPr>
        <w:jc w:val="both"/>
        <w:rPr>
          <w:sz w:val="26"/>
          <w:szCs w:val="26"/>
          <w:lang w:val="uk-UA"/>
        </w:rPr>
      </w:pPr>
      <w:r w:rsidRPr="00CC16DA">
        <w:rPr>
          <w:sz w:val="26"/>
          <w:szCs w:val="26"/>
          <w:lang w:val="uk-UA"/>
        </w:rPr>
        <w:t xml:space="preserve">Селищний голова                </w:t>
      </w:r>
      <w:r>
        <w:rPr>
          <w:sz w:val="26"/>
          <w:szCs w:val="26"/>
          <w:lang w:val="uk-UA"/>
        </w:rPr>
        <w:t xml:space="preserve">    </w:t>
      </w:r>
      <w:r w:rsidRPr="00CC16DA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 xml:space="preserve">                        </w:t>
      </w:r>
      <w:r w:rsidRPr="00CC16DA">
        <w:rPr>
          <w:sz w:val="26"/>
          <w:szCs w:val="26"/>
          <w:lang w:val="uk-UA"/>
        </w:rPr>
        <w:t xml:space="preserve">                                                              Ігор ДЗЮБА</w:t>
      </w:r>
    </w:p>
    <w:sectPr w:rsidR="0047475F" w:rsidRPr="00CC16DA" w:rsidSect="00CC16DA"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75F" w:rsidRDefault="0047475F" w:rsidP="00D96CE1">
      <w:r>
        <w:separator/>
      </w:r>
    </w:p>
  </w:endnote>
  <w:endnote w:type="continuationSeparator" w:id="0">
    <w:p w:rsidR="0047475F" w:rsidRDefault="0047475F" w:rsidP="00D96C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75F" w:rsidRDefault="0047475F" w:rsidP="00D96CE1">
      <w:r>
        <w:separator/>
      </w:r>
    </w:p>
  </w:footnote>
  <w:footnote w:type="continuationSeparator" w:id="0">
    <w:p w:rsidR="0047475F" w:rsidRDefault="0047475F" w:rsidP="00D96C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374E"/>
    <w:multiLevelType w:val="hybridMultilevel"/>
    <w:tmpl w:val="A058D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B01369"/>
    <w:multiLevelType w:val="hybridMultilevel"/>
    <w:tmpl w:val="3A58B21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17165E"/>
    <w:multiLevelType w:val="hybridMultilevel"/>
    <w:tmpl w:val="284670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220708"/>
    <w:multiLevelType w:val="hybridMultilevel"/>
    <w:tmpl w:val="6EDA021A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244F13"/>
    <w:multiLevelType w:val="hybridMultilevel"/>
    <w:tmpl w:val="C9A08CDC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09B6B26"/>
    <w:multiLevelType w:val="hybridMultilevel"/>
    <w:tmpl w:val="AE1CDCCC"/>
    <w:lvl w:ilvl="0" w:tplc="7C50A2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0E7E05"/>
    <w:multiLevelType w:val="hybridMultilevel"/>
    <w:tmpl w:val="668212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E2E3C58"/>
    <w:multiLevelType w:val="hybridMultilevel"/>
    <w:tmpl w:val="76CC1060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4A893B14"/>
    <w:multiLevelType w:val="hybridMultilevel"/>
    <w:tmpl w:val="3E0E1AA6"/>
    <w:lvl w:ilvl="0" w:tplc="FBFA35E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>
    <w:nsid w:val="5C754869"/>
    <w:multiLevelType w:val="hybridMultilevel"/>
    <w:tmpl w:val="2E5A85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249CD2">
      <w:start w:val="1"/>
      <w:numFmt w:val="bullet"/>
      <w:lvlText w:val="-"/>
      <w:lvlJc w:val="left"/>
      <w:pPr>
        <w:ind w:left="2685" w:hanging="705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66B6B0A"/>
    <w:multiLevelType w:val="hybridMultilevel"/>
    <w:tmpl w:val="3B14C0D6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E78470B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F5A26C6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2125B7A"/>
    <w:multiLevelType w:val="hybridMultilevel"/>
    <w:tmpl w:val="0794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A736E48"/>
    <w:multiLevelType w:val="hybridMultilevel"/>
    <w:tmpl w:val="2DDA5F7A"/>
    <w:lvl w:ilvl="0" w:tplc="FB129D1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12"/>
  </w:num>
  <w:num w:numId="4">
    <w:abstractNumId w:val="9"/>
  </w:num>
  <w:num w:numId="5">
    <w:abstractNumId w:val="13"/>
  </w:num>
  <w:num w:numId="6">
    <w:abstractNumId w:val="7"/>
  </w:num>
  <w:num w:numId="7">
    <w:abstractNumId w:val="10"/>
  </w:num>
  <w:num w:numId="8">
    <w:abstractNumId w:val="5"/>
  </w:num>
  <w:num w:numId="9">
    <w:abstractNumId w:val="3"/>
  </w:num>
  <w:num w:numId="10">
    <w:abstractNumId w:val="4"/>
  </w:num>
  <w:num w:numId="11">
    <w:abstractNumId w:val="6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"/>
  </w:num>
  <w:num w:numId="15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722F"/>
    <w:rsid w:val="0000017F"/>
    <w:rsid w:val="00000760"/>
    <w:rsid w:val="000011A2"/>
    <w:rsid w:val="00001DB8"/>
    <w:rsid w:val="00001F17"/>
    <w:rsid w:val="000026FD"/>
    <w:rsid w:val="00002867"/>
    <w:rsid w:val="000036AD"/>
    <w:rsid w:val="00003A71"/>
    <w:rsid w:val="00003D8E"/>
    <w:rsid w:val="0000438E"/>
    <w:rsid w:val="00004D86"/>
    <w:rsid w:val="00004E36"/>
    <w:rsid w:val="0000716C"/>
    <w:rsid w:val="000073A5"/>
    <w:rsid w:val="00007589"/>
    <w:rsid w:val="00007657"/>
    <w:rsid w:val="00007C33"/>
    <w:rsid w:val="00007FCE"/>
    <w:rsid w:val="00010347"/>
    <w:rsid w:val="00010D72"/>
    <w:rsid w:val="00010FAE"/>
    <w:rsid w:val="0001185C"/>
    <w:rsid w:val="000119A4"/>
    <w:rsid w:val="00012178"/>
    <w:rsid w:val="00012573"/>
    <w:rsid w:val="00012BA9"/>
    <w:rsid w:val="0001300F"/>
    <w:rsid w:val="000138B3"/>
    <w:rsid w:val="000138C5"/>
    <w:rsid w:val="00013F4A"/>
    <w:rsid w:val="000144A8"/>
    <w:rsid w:val="00014F0B"/>
    <w:rsid w:val="00014FF3"/>
    <w:rsid w:val="0001668B"/>
    <w:rsid w:val="00016825"/>
    <w:rsid w:val="00016F2B"/>
    <w:rsid w:val="00017361"/>
    <w:rsid w:val="000201B4"/>
    <w:rsid w:val="00020832"/>
    <w:rsid w:val="000212CA"/>
    <w:rsid w:val="00021C19"/>
    <w:rsid w:val="00021C2D"/>
    <w:rsid w:val="00022286"/>
    <w:rsid w:val="00022E17"/>
    <w:rsid w:val="000232B5"/>
    <w:rsid w:val="000235D1"/>
    <w:rsid w:val="00023D84"/>
    <w:rsid w:val="000250F0"/>
    <w:rsid w:val="000252F4"/>
    <w:rsid w:val="00025872"/>
    <w:rsid w:val="0002602B"/>
    <w:rsid w:val="00026149"/>
    <w:rsid w:val="000264A3"/>
    <w:rsid w:val="000265F2"/>
    <w:rsid w:val="000266E9"/>
    <w:rsid w:val="0002686F"/>
    <w:rsid w:val="0002722F"/>
    <w:rsid w:val="000274BC"/>
    <w:rsid w:val="00027523"/>
    <w:rsid w:val="00027690"/>
    <w:rsid w:val="00027B41"/>
    <w:rsid w:val="00027B93"/>
    <w:rsid w:val="00027CAB"/>
    <w:rsid w:val="00027D23"/>
    <w:rsid w:val="000300FE"/>
    <w:rsid w:val="00033399"/>
    <w:rsid w:val="000335BC"/>
    <w:rsid w:val="00034000"/>
    <w:rsid w:val="00034325"/>
    <w:rsid w:val="0003564A"/>
    <w:rsid w:val="00035699"/>
    <w:rsid w:val="00035BE1"/>
    <w:rsid w:val="000360E5"/>
    <w:rsid w:val="000363FD"/>
    <w:rsid w:val="00036523"/>
    <w:rsid w:val="00036608"/>
    <w:rsid w:val="00036A71"/>
    <w:rsid w:val="00036A7C"/>
    <w:rsid w:val="00036AC5"/>
    <w:rsid w:val="000370EB"/>
    <w:rsid w:val="00037122"/>
    <w:rsid w:val="0003718F"/>
    <w:rsid w:val="00037331"/>
    <w:rsid w:val="00037739"/>
    <w:rsid w:val="00037ADA"/>
    <w:rsid w:val="00037B7C"/>
    <w:rsid w:val="00040250"/>
    <w:rsid w:val="00040D17"/>
    <w:rsid w:val="000411DD"/>
    <w:rsid w:val="00041286"/>
    <w:rsid w:val="00041CEF"/>
    <w:rsid w:val="00042CA8"/>
    <w:rsid w:val="00044718"/>
    <w:rsid w:val="00044E25"/>
    <w:rsid w:val="000457CE"/>
    <w:rsid w:val="00045829"/>
    <w:rsid w:val="00045F53"/>
    <w:rsid w:val="00046021"/>
    <w:rsid w:val="0004640F"/>
    <w:rsid w:val="0004654E"/>
    <w:rsid w:val="0004668E"/>
    <w:rsid w:val="0004672C"/>
    <w:rsid w:val="000467A3"/>
    <w:rsid w:val="000473D6"/>
    <w:rsid w:val="000473DA"/>
    <w:rsid w:val="000476A8"/>
    <w:rsid w:val="00047B07"/>
    <w:rsid w:val="00047BA2"/>
    <w:rsid w:val="00047E95"/>
    <w:rsid w:val="00050C43"/>
    <w:rsid w:val="00050CCE"/>
    <w:rsid w:val="00050F2E"/>
    <w:rsid w:val="00051901"/>
    <w:rsid w:val="00051B8F"/>
    <w:rsid w:val="00052308"/>
    <w:rsid w:val="00052462"/>
    <w:rsid w:val="0005313D"/>
    <w:rsid w:val="00053620"/>
    <w:rsid w:val="000542F0"/>
    <w:rsid w:val="00054B2D"/>
    <w:rsid w:val="0005542A"/>
    <w:rsid w:val="0005569F"/>
    <w:rsid w:val="00055883"/>
    <w:rsid w:val="00055E1B"/>
    <w:rsid w:val="000560DA"/>
    <w:rsid w:val="00056453"/>
    <w:rsid w:val="00056994"/>
    <w:rsid w:val="0005700C"/>
    <w:rsid w:val="000570C8"/>
    <w:rsid w:val="00057631"/>
    <w:rsid w:val="00060155"/>
    <w:rsid w:val="000603AA"/>
    <w:rsid w:val="0006053C"/>
    <w:rsid w:val="000606C0"/>
    <w:rsid w:val="000620B9"/>
    <w:rsid w:val="000623D6"/>
    <w:rsid w:val="00062508"/>
    <w:rsid w:val="0006281B"/>
    <w:rsid w:val="0006289E"/>
    <w:rsid w:val="00062919"/>
    <w:rsid w:val="00062F81"/>
    <w:rsid w:val="00063A14"/>
    <w:rsid w:val="00063ACF"/>
    <w:rsid w:val="000645FA"/>
    <w:rsid w:val="00064A0B"/>
    <w:rsid w:val="0006549E"/>
    <w:rsid w:val="00065926"/>
    <w:rsid w:val="000661C3"/>
    <w:rsid w:val="000662FA"/>
    <w:rsid w:val="00066975"/>
    <w:rsid w:val="00066A16"/>
    <w:rsid w:val="00066DA2"/>
    <w:rsid w:val="0006772B"/>
    <w:rsid w:val="00067757"/>
    <w:rsid w:val="00070309"/>
    <w:rsid w:val="000703AD"/>
    <w:rsid w:val="000704C1"/>
    <w:rsid w:val="000707DC"/>
    <w:rsid w:val="00071076"/>
    <w:rsid w:val="0007108B"/>
    <w:rsid w:val="000712FC"/>
    <w:rsid w:val="0007189C"/>
    <w:rsid w:val="00072C0E"/>
    <w:rsid w:val="00072D26"/>
    <w:rsid w:val="000730F5"/>
    <w:rsid w:val="000731DF"/>
    <w:rsid w:val="00073FBE"/>
    <w:rsid w:val="000742A0"/>
    <w:rsid w:val="00074839"/>
    <w:rsid w:val="00074953"/>
    <w:rsid w:val="00074D2A"/>
    <w:rsid w:val="00074F12"/>
    <w:rsid w:val="00075774"/>
    <w:rsid w:val="000761B3"/>
    <w:rsid w:val="00076AA3"/>
    <w:rsid w:val="000772BF"/>
    <w:rsid w:val="00077D29"/>
    <w:rsid w:val="00077DA8"/>
    <w:rsid w:val="000803DB"/>
    <w:rsid w:val="000804A0"/>
    <w:rsid w:val="00080892"/>
    <w:rsid w:val="00080967"/>
    <w:rsid w:val="000812BD"/>
    <w:rsid w:val="00081EC0"/>
    <w:rsid w:val="000823D7"/>
    <w:rsid w:val="00082AB9"/>
    <w:rsid w:val="00082CFE"/>
    <w:rsid w:val="00083220"/>
    <w:rsid w:val="00083573"/>
    <w:rsid w:val="00083715"/>
    <w:rsid w:val="000838E4"/>
    <w:rsid w:val="000843A2"/>
    <w:rsid w:val="00084934"/>
    <w:rsid w:val="00085E8F"/>
    <w:rsid w:val="000866EE"/>
    <w:rsid w:val="00086E9E"/>
    <w:rsid w:val="000875F9"/>
    <w:rsid w:val="000906A2"/>
    <w:rsid w:val="0009087D"/>
    <w:rsid w:val="000908FD"/>
    <w:rsid w:val="00090ACC"/>
    <w:rsid w:val="0009102A"/>
    <w:rsid w:val="000917E0"/>
    <w:rsid w:val="000917EB"/>
    <w:rsid w:val="00091DD1"/>
    <w:rsid w:val="00091F2A"/>
    <w:rsid w:val="000924A4"/>
    <w:rsid w:val="00092679"/>
    <w:rsid w:val="00092894"/>
    <w:rsid w:val="000928F9"/>
    <w:rsid w:val="00092F99"/>
    <w:rsid w:val="0009325D"/>
    <w:rsid w:val="0009379A"/>
    <w:rsid w:val="000944DD"/>
    <w:rsid w:val="00094A78"/>
    <w:rsid w:val="00094F90"/>
    <w:rsid w:val="00095E05"/>
    <w:rsid w:val="00095E0A"/>
    <w:rsid w:val="00096907"/>
    <w:rsid w:val="00097593"/>
    <w:rsid w:val="000976B4"/>
    <w:rsid w:val="000A004F"/>
    <w:rsid w:val="000A0620"/>
    <w:rsid w:val="000A064A"/>
    <w:rsid w:val="000A0AD6"/>
    <w:rsid w:val="000A0B56"/>
    <w:rsid w:val="000A0B9B"/>
    <w:rsid w:val="000A0BB3"/>
    <w:rsid w:val="000A1821"/>
    <w:rsid w:val="000A194B"/>
    <w:rsid w:val="000A1BEA"/>
    <w:rsid w:val="000A20B0"/>
    <w:rsid w:val="000A270B"/>
    <w:rsid w:val="000A2911"/>
    <w:rsid w:val="000A294A"/>
    <w:rsid w:val="000A314A"/>
    <w:rsid w:val="000A38AB"/>
    <w:rsid w:val="000A3C8B"/>
    <w:rsid w:val="000A40D6"/>
    <w:rsid w:val="000A4859"/>
    <w:rsid w:val="000A4B36"/>
    <w:rsid w:val="000A4C93"/>
    <w:rsid w:val="000A4E44"/>
    <w:rsid w:val="000A5253"/>
    <w:rsid w:val="000A5290"/>
    <w:rsid w:val="000A5495"/>
    <w:rsid w:val="000A552F"/>
    <w:rsid w:val="000A5913"/>
    <w:rsid w:val="000A5C84"/>
    <w:rsid w:val="000A5DAF"/>
    <w:rsid w:val="000A5DF7"/>
    <w:rsid w:val="000A65B5"/>
    <w:rsid w:val="000A69C2"/>
    <w:rsid w:val="000A6C08"/>
    <w:rsid w:val="000A7103"/>
    <w:rsid w:val="000A71DE"/>
    <w:rsid w:val="000A725F"/>
    <w:rsid w:val="000A75B7"/>
    <w:rsid w:val="000A7D5E"/>
    <w:rsid w:val="000B05C5"/>
    <w:rsid w:val="000B0B41"/>
    <w:rsid w:val="000B1300"/>
    <w:rsid w:val="000B13C1"/>
    <w:rsid w:val="000B19F7"/>
    <w:rsid w:val="000B1CC3"/>
    <w:rsid w:val="000B215C"/>
    <w:rsid w:val="000B2FC2"/>
    <w:rsid w:val="000B33AF"/>
    <w:rsid w:val="000B3472"/>
    <w:rsid w:val="000B3716"/>
    <w:rsid w:val="000B3F40"/>
    <w:rsid w:val="000B5CDE"/>
    <w:rsid w:val="000B5EC7"/>
    <w:rsid w:val="000B6FC3"/>
    <w:rsid w:val="000B71DF"/>
    <w:rsid w:val="000B7234"/>
    <w:rsid w:val="000B7E47"/>
    <w:rsid w:val="000C01EC"/>
    <w:rsid w:val="000C08E6"/>
    <w:rsid w:val="000C0BCA"/>
    <w:rsid w:val="000C0BE0"/>
    <w:rsid w:val="000C1362"/>
    <w:rsid w:val="000C1A55"/>
    <w:rsid w:val="000C28FC"/>
    <w:rsid w:val="000C319E"/>
    <w:rsid w:val="000C37AA"/>
    <w:rsid w:val="000C3D29"/>
    <w:rsid w:val="000C4629"/>
    <w:rsid w:val="000C4F1B"/>
    <w:rsid w:val="000C5424"/>
    <w:rsid w:val="000C54F0"/>
    <w:rsid w:val="000C5BE4"/>
    <w:rsid w:val="000C63C0"/>
    <w:rsid w:val="000C691B"/>
    <w:rsid w:val="000C6FB0"/>
    <w:rsid w:val="000C70C1"/>
    <w:rsid w:val="000C7170"/>
    <w:rsid w:val="000C77BB"/>
    <w:rsid w:val="000C78C1"/>
    <w:rsid w:val="000D070B"/>
    <w:rsid w:val="000D0755"/>
    <w:rsid w:val="000D0913"/>
    <w:rsid w:val="000D0ECD"/>
    <w:rsid w:val="000D13B0"/>
    <w:rsid w:val="000D140A"/>
    <w:rsid w:val="000D1A68"/>
    <w:rsid w:val="000D1EDE"/>
    <w:rsid w:val="000D2BCD"/>
    <w:rsid w:val="000D3319"/>
    <w:rsid w:val="000D3566"/>
    <w:rsid w:val="000D3C41"/>
    <w:rsid w:val="000D4013"/>
    <w:rsid w:val="000D4EE8"/>
    <w:rsid w:val="000D5C2E"/>
    <w:rsid w:val="000D625C"/>
    <w:rsid w:val="000D68C1"/>
    <w:rsid w:val="000D69AF"/>
    <w:rsid w:val="000D6BC0"/>
    <w:rsid w:val="000D76CE"/>
    <w:rsid w:val="000D784C"/>
    <w:rsid w:val="000D7A4A"/>
    <w:rsid w:val="000D7C0B"/>
    <w:rsid w:val="000D7CE9"/>
    <w:rsid w:val="000E01D4"/>
    <w:rsid w:val="000E020E"/>
    <w:rsid w:val="000E0372"/>
    <w:rsid w:val="000E0D17"/>
    <w:rsid w:val="000E0EDB"/>
    <w:rsid w:val="000E1939"/>
    <w:rsid w:val="000E223A"/>
    <w:rsid w:val="000E299B"/>
    <w:rsid w:val="000E466A"/>
    <w:rsid w:val="000E4932"/>
    <w:rsid w:val="000E6819"/>
    <w:rsid w:val="000E68A8"/>
    <w:rsid w:val="000E76E8"/>
    <w:rsid w:val="000F0175"/>
    <w:rsid w:val="000F03A3"/>
    <w:rsid w:val="000F0EBE"/>
    <w:rsid w:val="000F1299"/>
    <w:rsid w:val="000F1C49"/>
    <w:rsid w:val="000F20F3"/>
    <w:rsid w:val="000F2420"/>
    <w:rsid w:val="000F2573"/>
    <w:rsid w:val="000F2B9B"/>
    <w:rsid w:val="000F2DA5"/>
    <w:rsid w:val="000F3121"/>
    <w:rsid w:val="000F3E1E"/>
    <w:rsid w:val="000F4388"/>
    <w:rsid w:val="000F4D99"/>
    <w:rsid w:val="000F5060"/>
    <w:rsid w:val="000F584E"/>
    <w:rsid w:val="000F5C42"/>
    <w:rsid w:val="000F5E02"/>
    <w:rsid w:val="000F63CA"/>
    <w:rsid w:val="000F651D"/>
    <w:rsid w:val="000F666F"/>
    <w:rsid w:val="000F745B"/>
    <w:rsid w:val="000F7521"/>
    <w:rsid w:val="000F7967"/>
    <w:rsid w:val="000F79FA"/>
    <w:rsid w:val="000F7D4F"/>
    <w:rsid w:val="00100133"/>
    <w:rsid w:val="00100161"/>
    <w:rsid w:val="00100586"/>
    <w:rsid w:val="001011ED"/>
    <w:rsid w:val="001012D8"/>
    <w:rsid w:val="00101922"/>
    <w:rsid w:val="00101EF6"/>
    <w:rsid w:val="00101FAC"/>
    <w:rsid w:val="0010205D"/>
    <w:rsid w:val="00102595"/>
    <w:rsid w:val="00103039"/>
    <w:rsid w:val="0010306C"/>
    <w:rsid w:val="00103323"/>
    <w:rsid w:val="00103510"/>
    <w:rsid w:val="001048A8"/>
    <w:rsid w:val="00104B7D"/>
    <w:rsid w:val="00104F96"/>
    <w:rsid w:val="00104FD0"/>
    <w:rsid w:val="00105919"/>
    <w:rsid w:val="001061B6"/>
    <w:rsid w:val="0010627D"/>
    <w:rsid w:val="001062F6"/>
    <w:rsid w:val="001064C0"/>
    <w:rsid w:val="0010696C"/>
    <w:rsid w:val="00106A37"/>
    <w:rsid w:val="00106E8A"/>
    <w:rsid w:val="001073D0"/>
    <w:rsid w:val="00107792"/>
    <w:rsid w:val="001106B3"/>
    <w:rsid w:val="00110763"/>
    <w:rsid w:val="00110CD7"/>
    <w:rsid w:val="00110DDD"/>
    <w:rsid w:val="00111619"/>
    <w:rsid w:val="00112073"/>
    <w:rsid w:val="001127D7"/>
    <w:rsid w:val="00112AD7"/>
    <w:rsid w:val="001130B9"/>
    <w:rsid w:val="00113432"/>
    <w:rsid w:val="00113EC4"/>
    <w:rsid w:val="001142B5"/>
    <w:rsid w:val="001146EB"/>
    <w:rsid w:val="00114CD9"/>
    <w:rsid w:val="0011569D"/>
    <w:rsid w:val="00115ABE"/>
    <w:rsid w:val="00116837"/>
    <w:rsid w:val="00116F2F"/>
    <w:rsid w:val="00116FD1"/>
    <w:rsid w:val="001174E1"/>
    <w:rsid w:val="00117552"/>
    <w:rsid w:val="00117582"/>
    <w:rsid w:val="00117998"/>
    <w:rsid w:val="00117DA6"/>
    <w:rsid w:val="001206B6"/>
    <w:rsid w:val="00120C73"/>
    <w:rsid w:val="0012125B"/>
    <w:rsid w:val="00122850"/>
    <w:rsid w:val="001228C6"/>
    <w:rsid w:val="00123101"/>
    <w:rsid w:val="00124119"/>
    <w:rsid w:val="0012425B"/>
    <w:rsid w:val="001245A0"/>
    <w:rsid w:val="001248E5"/>
    <w:rsid w:val="0012493A"/>
    <w:rsid w:val="00124CCC"/>
    <w:rsid w:val="001254B9"/>
    <w:rsid w:val="00125895"/>
    <w:rsid w:val="00125C22"/>
    <w:rsid w:val="00126274"/>
    <w:rsid w:val="001264FD"/>
    <w:rsid w:val="001267C0"/>
    <w:rsid w:val="00126BD0"/>
    <w:rsid w:val="00127198"/>
    <w:rsid w:val="001276D2"/>
    <w:rsid w:val="00127864"/>
    <w:rsid w:val="00127D0A"/>
    <w:rsid w:val="001303F9"/>
    <w:rsid w:val="00130859"/>
    <w:rsid w:val="00130880"/>
    <w:rsid w:val="00130939"/>
    <w:rsid w:val="00130D49"/>
    <w:rsid w:val="00130EAD"/>
    <w:rsid w:val="00131F14"/>
    <w:rsid w:val="0013220D"/>
    <w:rsid w:val="0013296D"/>
    <w:rsid w:val="00132DDF"/>
    <w:rsid w:val="001337B7"/>
    <w:rsid w:val="00133918"/>
    <w:rsid w:val="00133998"/>
    <w:rsid w:val="00134AFB"/>
    <w:rsid w:val="00134EA9"/>
    <w:rsid w:val="001359E7"/>
    <w:rsid w:val="00136210"/>
    <w:rsid w:val="00136BB4"/>
    <w:rsid w:val="00136F12"/>
    <w:rsid w:val="001370D7"/>
    <w:rsid w:val="0013771A"/>
    <w:rsid w:val="00140044"/>
    <w:rsid w:val="00140057"/>
    <w:rsid w:val="001403FB"/>
    <w:rsid w:val="00140720"/>
    <w:rsid w:val="00141176"/>
    <w:rsid w:val="001415FB"/>
    <w:rsid w:val="001416B7"/>
    <w:rsid w:val="00141AC5"/>
    <w:rsid w:val="00141D63"/>
    <w:rsid w:val="0014285F"/>
    <w:rsid w:val="00142FD0"/>
    <w:rsid w:val="0014386E"/>
    <w:rsid w:val="00143B2A"/>
    <w:rsid w:val="0014400D"/>
    <w:rsid w:val="00144044"/>
    <w:rsid w:val="00144285"/>
    <w:rsid w:val="00145185"/>
    <w:rsid w:val="001452C5"/>
    <w:rsid w:val="001462AB"/>
    <w:rsid w:val="001471A9"/>
    <w:rsid w:val="00147A97"/>
    <w:rsid w:val="00147C13"/>
    <w:rsid w:val="0015023A"/>
    <w:rsid w:val="0015042C"/>
    <w:rsid w:val="0015060C"/>
    <w:rsid w:val="0015093E"/>
    <w:rsid w:val="00150FE9"/>
    <w:rsid w:val="00151597"/>
    <w:rsid w:val="00151B1E"/>
    <w:rsid w:val="00151E36"/>
    <w:rsid w:val="00152403"/>
    <w:rsid w:val="00152DD2"/>
    <w:rsid w:val="001536BB"/>
    <w:rsid w:val="00154BA9"/>
    <w:rsid w:val="001566A6"/>
    <w:rsid w:val="001567BC"/>
    <w:rsid w:val="001568E5"/>
    <w:rsid w:val="0015696D"/>
    <w:rsid w:val="001569CE"/>
    <w:rsid w:val="00156B64"/>
    <w:rsid w:val="00156F3E"/>
    <w:rsid w:val="00157027"/>
    <w:rsid w:val="001572FE"/>
    <w:rsid w:val="001573CC"/>
    <w:rsid w:val="00157991"/>
    <w:rsid w:val="00157C67"/>
    <w:rsid w:val="00157F50"/>
    <w:rsid w:val="00157FC0"/>
    <w:rsid w:val="00161155"/>
    <w:rsid w:val="00161396"/>
    <w:rsid w:val="00161AA3"/>
    <w:rsid w:val="00162027"/>
    <w:rsid w:val="00162350"/>
    <w:rsid w:val="00162449"/>
    <w:rsid w:val="00162474"/>
    <w:rsid w:val="001627B2"/>
    <w:rsid w:val="001632A4"/>
    <w:rsid w:val="00163419"/>
    <w:rsid w:val="001639C2"/>
    <w:rsid w:val="00163A24"/>
    <w:rsid w:val="00163CA0"/>
    <w:rsid w:val="00164287"/>
    <w:rsid w:val="0016443E"/>
    <w:rsid w:val="0016503D"/>
    <w:rsid w:val="0016575C"/>
    <w:rsid w:val="00165AA3"/>
    <w:rsid w:val="00165CA9"/>
    <w:rsid w:val="00166003"/>
    <w:rsid w:val="001660C4"/>
    <w:rsid w:val="001667E2"/>
    <w:rsid w:val="00166CF8"/>
    <w:rsid w:val="0016708A"/>
    <w:rsid w:val="00167298"/>
    <w:rsid w:val="001673CB"/>
    <w:rsid w:val="001678D5"/>
    <w:rsid w:val="00171420"/>
    <w:rsid w:val="00171D96"/>
    <w:rsid w:val="00172A16"/>
    <w:rsid w:val="00172B3C"/>
    <w:rsid w:val="00172E1D"/>
    <w:rsid w:val="00172F91"/>
    <w:rsid w:val="00173B74"/>
    <w:rsid w:val="00173E69"/>
    <w:rsid w:val="00173F20"/>
    <w:rsid w:val="001741E8"/>
    <w:rsid w:val="0017422F"/>
    <w:rsid w:val="00174696"/>
    <w:rsid w:val="00174A30"/>
    <w:rsid w:val="001770C3"/>
    <w:rsid w:val="0017772C"/>
    <w:rsid w:val="001779E3"/>
    <w:rsid w:val="00177B04"/>
    <w:rsid w:val="001802AE"/>
    <w:rsid w:val="00180362"/>
    <w:rsid w:val="001808EC"/>
    <w:rsid w:val="00180AB2"/>
    <w:rsid w:val="0018157B"/>
    <w:rsid w:val="00181B11"/>
    <w:rsid w:val="00181B79"/>
    <w:rsid w:val="00182BA7"/>
    <w:rsid w:val="001833EA"/>
    <w:rsid w:val="00183C5E"/>
    <w:rsid w:val="00184B6C"/>
    <w:rsid w:val="00185F02"/>
    <w:rsid w:val="00186C0F"/>
    <w:rsid w:val="00186E08"/>
    <w:rsid w:val="00186EA3"/>
    <w:rsid w:val="00187BEC"/>
    <w:rsid w:val="0019052C"/>
    <w:rsid w:val="0019132A"/>
    <w:rsid w:val="001913D3"/>
    <w:rsid w:val="00191DDE"/>
    <w:rsid w:val="00192175"/>
    <w:rsid w:val="0019228D"/>
    <w:rsid w:val="00192479"/>
    <w:rsid w:val="00192989"/>
    <w:rsid w:val="001929B3"/>
    <w:rsid w:val="00192A25"/>
    <w:rsid w:val="00192A95"/>
    <w:rsid w:val="00192D00"/>
    <w:rsid w:val="001931F9"/>
    <w:rsid w:val="00194BBF"/>
    <w:rsid w:val="00195516"/>
    <w:rsid w:val="00195A15"/>
    <w:rsid w:val="00195F47"/>
    <w:rsid w:val="00196766"/>
    <w:rsid w:val="001969B2"/>
    <w:rsid w:val="00196CE4"/>
    <w:rsid w:val="00196DFE"/>
    <w:rsid w:val="00197503"/>
    <w:rsid w:val="00197560"/>
    <w:rsid w:val="001979EE"/>
    <w:rsid w:val="001A0C78"/>
    <w:rsid w:val="001A0F7B"/>
    <w:rsid w:val="001A0F83"/>
    <w:rsid w:val="001A11FC"/>
    <w:rsid w:val="001A1C42"/>
    <w:rsid w:val="001A1CFE"/>
    <w:rsid w:val="001A1DC0"/>
    <w:rsid w:val="001A1F63"/>
    <w:rsid w:val="001A2398"/>
    <w:rsid w:val="001A37B4"/>
    <w:rsid w:val="001A42FE"/>
    <w:rsid w:val="001A4A94"/>
    <w:rsid w:val="001A5475"/>
    <w:rsid w:val="001A5606"/>
    <w:rsid w:val="001A6796"/>
    <w:rsid w:val="001A6AE8"/>
    <w:rsid w:val="001A6D15"/>
    <w:rsid w:val="001A6FA9"/>
    <w:rsid w:val="001A77DB"/>
    <w:rsid w:val="001A788D"/>
    <w:rsid w:val="001A7B16"/>
    <w:rsid w:val="001B02BF"/>
    <w:rsid w:val="001B0511"/>
    <w:rsid w:val="001B09EA"/>
    <w:rsid w:val="001B0AED"/>
    <w:rsid w:val="001B0FD9"/>
    <w:rsid w:val="001B1184"/>
    <w:rsid w:val="001B15CC"/>
    <w:rsid w:val="001B1F83"/>
    <w:rsid w:val="001B2124"/>
    <w:rsid w:val="001B2B7D"/>
    <w:rsid w:val="001B31B0"/>
    <w:rsid w:val="001B39E1"/>
    <w:rsid w:val="001B3FEE"/>
    <w:rsid w:val="001B5382"/>
    <w:rsid w:val="001B57E5"/>
    <w:rsid w:val="001B5E93"/>
    <w:rsid w:val="001B5F98"/>
    <w:rsid w:val="001B6149"/>
    <w:rsid w:val="001B6632"/>
    <w:rsid w:val="001B6BC5"/>
    <w:rsid w:val="001B6F06"/>
    <w:rsid w:val="001B6FC6"/>
    <w:rsid w:val="001B73F5"/>
    <w:rsid w:val="001B7930"/>
    <w:rsid w:val="001B7E5B"/>
    <w:rsid w:val="001B7FF0"/>
    <w:rsid w:val="001C0406"/>
    <w:rsid w:val="001C0678"/>
    <w:rsid w:val="001C0904"/>
    <w:rsid w:val="001C0D96"/>
    <w:rsid w:val="001C0FF8"/>
    <w:rsid w:val="001C1B6F"/>
    <w:rsid w:val="001C1F9C"/>
    <w:rsid w:val="001C203B"/>
    <w:rsid w:val="001C208C"/>
    <w:rsid w:val="001C30E0"/>
    <w:rsid w:val="001C3487"/>
    <w:rsid w:val="001C36E1"/>
    <w:rsid w:val="001C3DFF"/>
    <w:rsid w:val="001C3F86"/>
    <w:rsid w:val="001C4090"/>
    <w:rsid w:val="001C48CC"/>
    <w:rsid w:val="001C4B51"/>
    <w:rsid w:val="001C552B"/>
    <w:rsid w:val="001C64D2"/>
    <w:rsid w:val="001C6A81"/>
    <w:rsid w:val="001C6B1E"/>
    <w:rsid w:val="001C7B9D"/>
    <w:rsid w:val="001C7D41"/>
    <w:rsid w:val="001D0E37"/>
    <w:rsid w:val="001D1145"/>
    <w:rsid w:val="001D1369"/>
    <w:rsid w:val="001D1408"/>
    <w:rsid w:val="001D14EB"/>
    <w:rsid w:val="001D1874"/>
    <w:rsid w:val="001D1F63"/>
    <w:rsid w:val="001D257B"/>
    <w:rsid w:val="001D30DA"/>
    <w:rsid w:val="001D386F"/>
    <w:rsid w:val="001D3E4D"/>
    <w:rsid w:val="001D4617"/>
    <w:rsid w:val="001D4871"/>
    <w:rsid w:val="001D5502"/>
    <w:rsid w:val="001D57B1"/>
    <w:rsid w:val="001D5FB1"/>
    <w:rsid w:val="001D632E"/>
    <w:rsid w:val="001D6426"/>
    <w:rsid w:val="001D6489"/>
    <w:rsid w:val="001D78BB"/>
    <w:rsid w:val="001D7C57"/>
    <w:rsid w:val="001E0474"/>
    <w:rsid w:val="001E0A1E"/>
    <w:rsid w:val="001E0A80"/>
    <w:rsid w:val="001E0C87"/>
    <w:rsid w:val="001E0F7E"/>
    <w:rsid w:val="001E172D"/>
    <w:rsid w:val="001E1793"/>
    <w:rsid w:val="001E1C4C"/>
    <w:rsid w:val="001E1C7B"/>
    <w:rsid w:val="001E2693"/>
    <w:rsid w:val="001E2C2C"/>
    <w:rsid w:val="001E2E39"/>
    <w:rsid w:val="001E31D8"/>
    <w:rsid w:val="001E3763"/>
    <w:rsid w:val="001E3919"/>
    <w:rsid w:val="001E3CC1"/>
    <w:rsid w:val="001E3E78"/>
    <w:rsid w:val="001E4390"/>
    <w:rsid w:val="001E4A68"/>
    <w:rsid w:val="001E4C3E"/>
    <w:rsid w:val="001E50EA"/>
    <w:rsid w:val="001E50F4"/>
    <w:rsid w:val="001E52E1"/>
    <w:rsid w:val="001E5384"/>
    <w:rsid w:val="001E64FE"/>
    <w:rsid w:val="001E6DA2"/>
    <w:rsid w:val="001E7410"/>
    <w:rsid w:val="001F0A93"/>
    <w:rsid w:val="001F1341"/>
    <w:rsid w:val="001F1F48"/>
    <w:rsid w:val="001F20ED"/>
    <w:rsid w:val="001F263A"/>
    <w:rsid w:val="001F2BDA"/>
    <w:rsid w:val="001F2F5A"/>
    <w:rsid w:val="001F41F4"/>
    <w:rsid w:val="001F433B"/>
    <w:rsid w:val="001F4A7C"/>
    <w:rsid w:val="001F4CA9"/>
    <w:rsid w:val="001F5449"/>
    <w:rsid w:val="001F56D5"/>
    <w:rsid w:val="001F56FA"/>
    <w:rsid w:val="001F59C3"/>
    <w:rsid w:val="001F5CDC"/>
    <w:rsid w:val="001F650A"/>
    <w:rsid w:val="001F6BB4"/>
    <w:rsid w:val="001F6EBA"/>
    <w:rsid w:val="001F7201"/>
    <w:rsid w:val="001F7452"/>
    <w:rsid w:val="001F79EF"/>
    <w:rsid w:val="0020062F"/>
    <w:rsid w:val="00200BAF"/>
    <w:rsid w:val="00201630"/>
    <w:rsid w:val="002016F5"/>
    <w:rsid w:val="002022CF"/>
    <w:rsid w:val="00202498"/>
    <w:rsid w:val="00202821"/>
    <w:rsid w:val="00202B69"/>
    <w:rsid w:val="00202EB2"/>
    <w:rsid w:val="00203FC7"/>
    <w:rsid w:val="0020426B"/>
    <w:rsid w:val="00204896"/>
    <w:rsid w:val="00204DC7"/>
    <w:rsid w:val="00205280"/>
    <w:rsid w:val="00205F3C"/>
    <w:rsid w:val="00206A7E"/>
    <w:rsid w:val="00207A02"/>
    <w:rsid w:val="00207A29"/>
    <w:rsid w:val="0021007F"/>
    <w:rsid w:val="00210332"/>
    <w:rsid w:val="002105B0"/>
    <w:rsid w:val="00211BB7"/>
    <w:rsid w:val="00211F04"/>
    <w:rsid w:val="002120D0"/>
    <w:rsid w:val="00212714"/>
    <w:rsid w:val="00212AED"/>
    <w:rsid w:val="00212DFE"/>
    <w:rsid w:val="00212E80"/>
    <w:rsid w:val="00213251"/>
    <w:rsid w:val="0021354F"/>
    <w:rsid w:val="00213D16"/>
    <w:rsid w:val="00213F62"/>
    <w:rsid w:val="00214103"/>
    <w:rsid w:val="00214C95"/>
    <w:rsid w:val="00215384"/>
    <w:rsid w:val="00215955"/>
    <w:rsid w:val="00215F01"/>
    <w:rsid w:val="0021618E"/>
    <w:rsid w:val="002174BC"/>
    <w:rsid w:val="002177B5"/>
    <w:rsid w:val="00217E80"/>
    <w:rsid w:val="00217EBE"/>
    <w:rsid w:val="00217FBC"/>
    <w:rsid w:val="0022047A"/>
    <w:rsid w:val="0022096D"/>
    <w:rsid w:val="00220BC0"/>
    <w:rsid w:val="00220BE9"/>
    <w:rsid w:val="002211BB"/>
    <w:rsid w:val="002217FC"/>
    <w:rsid w:val="00222303"/>
    <w:rsid w:val="00222356"/>
    <w:rsid w:val="00223045"/>
    <w:rsid w:val="00223170"/>
    <w:rsid w:val="0022345A"/>
    <w:rsid w:val="002235D5"/>
    <w:rsid w:val="00223D4E"/>
    <w:rsid w:val="00224822"/>
    <w:rsid w:val="00224999"/>
    <w:rsid w:val="00224FB0"/>
    <w:rsid w:val="00225A63"/>
    <w:rsid w:val="00226345"/>
    <w:rsid w:val="00226C9D"/>
    <w:rsid w:val="00226E4B"/>
    <w:rsid w:val="00227C30"/>
    <w:rsid w:val="00230463"/>
    <w:rsid w:val="002305EF"/>
    <w:rsid w:val="002305F2"/>
    <w:rsid w:val="00230F63"/>
    <w:rsid w:val="00231CCF"/>
    <w:rsid w:val="00231DD3"/>
    <w:rsid w:val="00231E59"/>
    <w:rsid w:val="00232348"/>
    <w:rsid w:val="00232D00"/>
    <w:rsid w:val="00233289"/>
    <w:rsid w:val="002333D9"/>
    <w:rsid w:val="0023382A"/>
    <w:rsid w:val="00233ADA"/>
    <w:rsid w:val="0023478C"/>
    <w:rsid w:val="00234FFD"/>
    <w:rsid w:val="0023593E"/>
    <w:rsid w:val="00235ABC"/>
    <w:rsid w:val="00235C4E"/>
    <w:rsid w:val="00236314"/>
    <w:rsid w:val="00236611"/>
    <w:rsid w:val="002367A1"/>
    <w:rsid w:val="002369D8"/>
    <w:rsid w:val="00237343"/>
    <w:rsid w:val="00237633"/>
    <w:rsid w:val="002377D1"/>
    <w:rsid w:val="002378D2"/>
    <w:rsid w:val="002403CA"/>
    <w:rsid w:val="00240752"/>
    <w:rsid w:val="00240AA7"/>
    <w:rsid w:val="00240B3C"/>
    <w:rsid w:val="002410D6"/>
    <w:rsid w:val="00241546"/>
    <w:rsid w:val="00241836"/>
    <w:rsid w:val="00241888"/>
    <w:rsid w:val="00242058"/>
    <w:rsid w:val="0024241A"/>
    <w:rsid w:val="0024261C"/>
    <w:rsid w:val="00242770"/>
    <w:rsid w:val="002428E0"/>
    <w:rsid w:val="00243ED2"/>
    <w:rsid w:val="002441B9"/>
    <w:rsid w:val="002442A2"/>
    <w:rsid w:val="00244701"/>
    <w:rsid w:val="00244987"/>
    <w:rsid w:val="002450BC"/>
    <w:rsid w:val="00245554"/>
    <w:rsid w:val="00245A0D"/>
    <w:rsid w:val="00245AA1"/>
    <w:rsid w:val="00246E26"/>
    <w:rsid w:val="002471BD"/>
    <w:rsid w:val="00247253"/>
    <w:rsid w:val="0024732D"/>
    <w:rsid w:val="00247333"/>
    <w:rsid w:val="0024750F"/>
    <w:rsid w:val="00247D76"/>
    <w:rsid w:val="00247D8B"/>
    <w:rsid w:val="00247D9A"/>
    <w:rsid w:val="0025035E"/>
    <w:rsid w:val="00250638"/>
    <w:rsid w:val="00250AD9"/>
    <w:rsid w:val="00251EE0"/>
    <w:rsid w:val="0025241C"/>
    <w:rsid w:val="002526CA"/>
    <w:rsid w:val="00252FEB"/>
    <w:rsid w:val="00253269"/>
    <w:rsid w:val="00254335"/>
    <w:rsid w:val="0025473F"/>
    <w:rsid w:val="00254822"/>
    <w:rsid w:val="002549DE"/>
    <w:rsid w:val="00254ABB"/>
    <w:rsid w:val="002554D9"/>
    <w:rsid w:val="002557A5"/>
    <w:rsid w:val="00255901"/>
    <w:rsid w:val="00255FAB"/>
    <w:rsid w:val="002567A4"/>
    <w:rsid w:val="00256B7A"/>
    <w:rsid w:val="00256DDD"/>
    <w:rsid w:val="002573C6"/>
    <w:rsid w:val="00257FC8"/>
    <w:rsid w:val="002609B2"/>
    <w:rsid w:val="002615AF"/>
    <w:rsid w:val="00261C39"/>
    <w:rsid w:val="00261D12"/>
    <w:rsid w:val="002620C6"/>
    <w:rsid w:val="00262BF5"/>
    <w:rsid w:val="00262D2B"/>
    <w:rsid w:val="00263FBA"/>
    <w:rsid w:val="002640EE"/>
    <w:rsid w:val="00264210"/>
    <w:rsid w:val="00264520"/>
    <w:rsid w:val="00264E33"/>
    <w:rsid w:val="00264EB5"/>
    <w:rsid w:val="00265149"/>
    <w:rsid w:val="002654B0"/>
    <w:rsid w:val="00265F39"/>
    <w:rsid w:val="00265F7E"/>
    <w:rsid w:val="00267189"/>
    <w:rsid w:val="00267B75"/>
    <w:rsid w:val="00267C1C"/>
    <w:rsid w:val="002700BA"/>
    <w:rsid w:val="00270955"/>
    <w:rsid w:val="00271470"/>
    <w:rsid w:val="002714D9"/>
    <w:rsid w:val="002715B7"/>
    <w:rsid w:val="00271986"/>
    <w:rsid w:val="00271993"/>
    <w:rsid w:val="00271C04"/>
    <w:rsid w:val="00271E8B"/>
    <w:rsid w:val="00272002"/>
    <w:rsid w:val="002724AD"/>
    <w:rsid w:val="00272D21"/>
    <w:rsid w:val="0027307A"/>
    <w:rsid w:val="002732A6"/>
    <w:rsid w:val="002746B2"/>
    <w:rsid w:val="00276AA0"/>
    <w:rsid w:val="002773E4"/>
    <w:rsid w:val="002778AF"/>
    <w:rsid w:val="00277E0A"/>
    <w:rsid w:val="00280230"/>
    <w:rsid w:val="0028036C"/>
    <w:rsid w:val="002807C6"/>
    <w:rsid w:val="00280F6B"/>
    <w:rsid w:val="0028173A"/>
    <w:rsid w:val="00281AF2"/>
    <w:rsid w:val="00282970"/>
    <w:rsid w:val="00282ABE"/>
    <w:rsid w:val="00282D27"/>
    <w:rsid w:val="00283C6C"/>
    <w:rsid w:val="002846FE"/>
    <w:rsid w:val="00285D84"/>
    <w:rsid w:val="00286383"/>
    <w:rsid w:val="002869E9"/>
    <w:rsid w:val="00286BF4"/>
    <w:rsid w:val="00287B66"/>
    <w:rsid w:val="00287EC0"/>
    <w:rsid w:val="002905F0"/>
    <w:rsid w:val="00290C95"/>
    <w:rsid w:val="002914B5"/>
    <w:rsid w:val="00291B63"/>
    <w:rsid w:val="00291D36"/>
    <w:rsid w:val="002920E9"/>
    <w:rsid w:val="0029239E"/>
    <w:rsid w:val="00292565"/>
    <w:rsid w:val="002927C4"/>
    <w:rsid w:val="00292893"/>
    <w:rsid w:val="00292C84"/>
    <w:rsid w:val="00292E8B"/>
    <w:rsid w:val="00293E6C"/>
    <w:rsid w:val="00294366"/>
    <w:rsid w:val="002943DF"/>
    <w:rsid w:val="00294B1A"/>
    <w:rsid w:val="00294C14"/>
    <w:rsid w:val="00294E8C"/>
    <w:rsid w:val="0029509F"/>
    <w:rsid w:val="0029576F"/>
    <w:rsid w:val="00295787"/>
    <w:rsid w:val="00295EB0"/>
    <w:rsid w:val="00296064"/>
    <w:rsid w:val="002964A9"/>
    <w:rsid w:val="00296A64"/>
    <w:rsid w:val="00296C00"/>
    <w:rsid w:val="0029728A"/>
    <w:rsid w:val="00297E2B"/>
    <w:rsid w:val="002A0A57"/>
    <w:rsid w:val="002A0C9A"/>
    <w:rsid w:val="002A0FF9"/>
    <w:rsid w:val="002A1A20"/>
    <w:rsid w:val="002A2162"/>
    <w:rsid w:val="002A2303"/>
    <w:rsid w:val="002A2C3E"/>
    <w:rsid w:val="002A34F1"/>
    <w:rsid w:val="002A38FF"/>
    <w:rsid w:val="002A394B"/>
    <w:rsid w:val="002A3B1A"/>
    <w:rsid w:val="002A3EBB"/>
    <w:rsid w:val="002A3EDF"/>
    <w:rsid w:val="002A428D"/>
    <w:rsid w:val="002A48A4"/>
    <w:rsid w:val="002A4920"/>
    <w:rsid w:val="002A4965"/>
    <w:rsid w:val="002A4D41"/>
    <w:rsid w:val="002A51D0"/>
    <w:rsid w:val="002A60CB"/>
    <w:rsid w:val="002A6F86"/>
    <w:rsid w:val="002A6FAA"/>
    <w:rsid w:val="002A7051"/>
    <w:rsid w:val="002A7107"/>
    <w:rsid w:val="002A725E"/>
    <w:rsid w:val="002A74BE"/>
    <w:rsid w:val="002A74CE"/>
    <w:rsid w:val="002A7806"/>
    <w:rsid w:val="002A7849"/>
    <w:rsid w:val="002B0DCC"/>
    <w:rsid w:val="002B1532"/>
    <w:rsid w:val="002B1F54"/>
    <w:rsid w:val="002B21F7"/>
    <w:rsid w:val="002B33CB"/>
    <w:rsid w:val="002B43CB"/>
    <w:rsid w:val="002B48EC"/>
    <w:rsid w:val="002B4A56"/>
    <w:rsid w:val="002B4B5E"/>
    <w:rsid w:val="002B4FF0"/>
    <w:rsid w:val="002B5030"/>
    <w:rsid w:val="002B5917"/>
    <w:rsid w:val="002B6002"/>
    <w:rsid w:val="002B62F2"/>
    <w:rsid w:val="002B6464"/>
    <w:rsid w:val="002B70F1"/>
    <w:rsid w:val="002B7865"/>
    <w:rsid w:val="002B7F8A"/>
    <w:rsid w:val="002C0178"/>
    <w:rsid w:val="002C07D0"/>
    <w:rsid w:val="002C080A"/>
    <w:rsid w:val="002C0C6E"/>
    <w:rsid w:val="002C0E8D"/>
    <w:rsid w:val="002C1B83"/>
    <w:rsid w:val="002C2E73"/>
    <w:rsid w:val="002C3AED"/>
    <w:rsid w:val="002C3EE5"/>
    <w:rsid w:val="002C421C"/>
    <w:rsid w:val="002C46EB"/>
    <w:rsid w:val="002C48CC"/>
    <w:rsid w:val="002C48F1"/>
    <w:rsid w:val="002C4EDF"/>
    <w:rsid w:val="002C5503"/>
    <w:rsid w:val="002C6E37"/>
    <w:rsid w:val="002C7008"/>
    <w:rsid w:val="002C7370"/>
    <w:rsid w:val="002C78CB"/>
    <w:rsid w:val="002C7947"/>
    <w:rsid w:val="002C7ECA"/>
    <w:rsid w:val="002D0131"/>
    <w:rsid w:val="002D0949"/>
    <w:rsid w:val="002D16F0"/>
    <w:rsid w:val="002D18C2"/>
    <w:rsid w:val="002D1EE3"/>
    <w:rsid w:val="002D22D8"/>
    <w:rsid w:val="002D2E7A"/>
    <w:rsid w:val="002D2FCA"/>
    <w:rsid w:val="002D3315"/>
    <w:rsid w:val="002D3592"/>
    <w:rsid w:val="002D373C"/>
    <w:rsid w:val="002D41A5"/>
    <w:rsid w:val="002D41FE"/>
    <w:rsid w:val="002D4503"/>
    <w:rsid w:val="002D49E0"/>
    <w:rsid w:val="002D4D16"/>
    <w:rsid w:val="002D4FF6"/>
    <w:rsid w:val="002D51E6"/>
    <w:rsid w:val="002D5970"/>
    <w:rsid w:val="002D59CA"/>
    <w:rsid w:val="002D5FB7"/>
    <w:rsid w:val="002D6432"/>
    <w:rsid w:val="002D6677"/>
    <w:rsid w:val="002D6B3B"/>
    <w:rsid w:val="002D6E2D"/>
    <w:rsid w:val="002D785F"/>
    <w:rsid w:val="002D794F"/>
    <w:rsid w:val="002D79D9"/>
    <w:rsid w:val="002D7B88"/>
    <w:rsid w:val="002E07ED"/>
    <w:rsid w:val="002E148B"/>
    <w:rsid w:val="002E2002"/>
    <w:rsid w:val="002E2382"/>
    <w:rsid w:val="002E43C6"/>
    <w:rsid w:val="002E486E"/>
    <w:rsid w:val="002E4B60"/>
    <w:rsid w:val="002E50E5"/>
    <w:rsid w:val="002E542A"/>
    <w:rsid w:val="002E570D"/>
    <w:rsid w:val="002E5CF8"/>
    <w:rsid w:val="002E5F47"/>
    <w:rsid w:val="002E6E52"/>
    <w:rsid w:val="002E70D1"/>
    <w:rsid w:val="002E7564"/>
    <w:rsid w:val="002E7694"/>
    <w:rsid w:val="002E787E"/>
    <w:rsid w:val="002E7AD8"/>
    <w:rsid w:val="002E7FD2"/>
    <w:rsid w:val="002F01C0"/>
    <w:rsid w:val="002F01E7"/>
    <w:rsid w:val="002F076B"/>
    <w:rsid w:val="002F0805"/>
    <w:rsid w:val="002F086A"/>
    <w:rsid w:val="002F0A8C"/>
    <w:rsid w:val="002F0C61"/>
    <w:rsid w:val="002F183D"/>
    <w:rsid w:val="002F1B29"/>
    <w:rsid w:val="002F24B6"/>
    <w:rsid w:val="002F2C38"/>
    <w:rsid w:val="002F2DF4"/>
    <w:rsid w:val="002F3104"/>
    <w:rsid w:val="002F334C"/>
    <w:rsid w:val="002F33A4"/>
    <w:rsid w:val="002F3622"/>
    <w:rsid w:val="002F3837"/>
    <w:rsid w:val="002F39F2"/>
    <w:rsid w:val="002F4509"/>
    <w:rsid w:val="002F4734"/>
    <w:rsid w:val="002F5184"/>
    <w:rsid w:val="002F5C4C"/>
    <w:rsid w:val="002F5FFE"/>
    <w:rsid w:val="002F643E"/>
    <w:rsid w:val="002F65D7"/>
    <w:rsid w:val="002F6B84"/>
    <w:rsid w:val="002F6EC4"/>
    <w:rsid w:val="002F7003"/>
    <w:rsid w:val="002F734B"/>
    <w:rsid w:val="002F7C4A"/>
    <w:rsid w:val="003012B0"/>
    <w:rsid w:val="00301841"/>
    <w:rsid w:val="0030190B"/>
    <w:rsid w:val="003022B2"/>
    <w:rsid w:val="003029FF"/>
    <w:rsid w:val="00302AB5"/>
    <w:rsid w:val="0030311E"/>
    <w:rsid w:val="003033A8"/>
    <w:rsid w:val="00303683"/>
    <w:rsid w:val="00303993"/>
    <w:rsid w:val="003039C7"/>
    <w:rsid w:val="00303FD2"/>
    <w:rsid w:val="0030404D"/>
    <w:rsid w:val="003041A1"/>
    <w:rsid w:val="003046C3"/>
    <w:rsid w:val="00304B42"/>
    <w:rsid w:val="00304FA2"/>
    <w:rsid w:val="00305339"/>
    <w:rsid w:val="00305763"/>
    <w:rsid w:val="00305990"/>
    <w:rsid w:val="003059D2"/>
    <w:rsid w:val="00305C5B"/>
    <w:rsid w:val="00305E1A"/>
    <w:rsid w:val="00306158"/>
    <w:rsid w:val="0030618B"/>
    <w:rsid w:val="00306651"/>
    <w:rsid w:val="00306A65"/>
    <w:rsid w:val="00307017"/>
    <w:rsid w:val="00307A1C"/>
    <w:rsid w:val="00307B7B"/>
    <w:rsid w:val="00307DAA"/>
    <w:rsid w:val="00307E6E"/>
    <w:rsid w:val="00310400"/>
    <w:rsid w:val="003108DD"/>
    <w:rsid w:val="00311058"/>
    <w:rsid w:val="0031115B"/>
    <w:rsid w:val="0031116B"/>
    <w:rsid w:val="003113AB"/>
    <w:rsid w:val="003116E4"/>
    <w:rsid w:val="00311914"/>
    <w:rsid w:val="003122C1"/>
    <w:rsid w:val="00312646"/>
    <w:rsid w:val="003130FB"/>
    <w:rsid w:val="00313272"/>
    <w:rsid w:val="0031361B"/>
    <w:rsid w:val="0031505F"/>
    <w:rsid w:val="003153B3"/>
    <w:rsid w:val="0031642F"/>
    <w:rsid w:val="00316AC3"/>
    <w:rsid w:val="00317231"/>
    <w:rsid w:val="0031728C"/>
    <w:rsid w:val="00317567"/>
    <w:rsid w:val="00317BBC"/>
    <w:rsid w:val="00320059"/>
    <w:rsid w:val="00320541"/>
    <w:rsid w:val="00320972"/>
    <w:rsid w:val="00320C84"/>
    <w:rsid w:val="0032148B"/>
    <w:rsid w:val="00322B2E"/>
    <w:rsid w:val="00322F33"/>
    <w:rsid w:val="00322F7A"/>
    <w:rsid w:val="0032314C"/>
    <w:rsid w:val="003235CC"/>
    <w:rsid w:val="00323CE3"/>
    <w:rsid w:val="00323D9A"/>
    <w:rsid w:val="0032508F"/>
    <w:rsid w:val="00325176"/>
    <w:rsid w:val="003254C2"/>
    <w:rsid w:val="0032556C"/>
    <w:rsid w:val="003259D9"/>
    <w:rsid w:val="00325B6A"/>
    <w:rsid w:val="00325C70"/>
    <w:rsid w:val="00325F4A"/>
    <w:rsid w:val="00326072"/>
    <w:rsid w:val="003260EF"/>
    <w:rsid w:val="0032687E"/>
    <w:rsid w:val="00326D10"/>
    <w:rsid w:val="00326FCA"/>
    <w:rsid w:val="003271FB"/>
    <w:rsid w:val="00327A48"/>
    <w:rsid w:val="00327AFA"/>
    <w:rsid w:val="00327DDE"/>
    <w:rsid w:val="0033019B"/>
    <w:rsid w:val="00330529"/>
    <w:rsid w:val="00330533"/>
    <w:rsid w:val="00330C44"/>
    <w:rsid w:val="00330EDA"/>
    <w:rsid w:val="003315EF"/>
    <w:rsid w:val="0033183A"/>
    <w:rsid w:val="00331C1F"/>
    <w:rsid w:val="00331CBB"/>
    <w:rsid w:val="00331DC6"/>
    <w:rsid w:val="00333247"/>
    <w:rsid w:val="0033370E"/>
    <w:rsid w:val="003338F9"/>
    <w:rsid w:val="00333F2B"/>
    <w:rsid w:val="0033445D"/>
    <w:rsid w:val="003345AD"/>
    <w:rsid w:val="003347A7"/>
    <w:rsid w:val="00335159"/>
    <w:rsid w:val="00335195"/>
    <w:rsid w:val="00335646"/>
    <w:rsid w:val="0033585E"/>
    <w:rsid w:val="00335965"/>
    <w:rsid w:val="00336108"/>
    <w:rsid w:val="0034023B"/>
    <w:rsid w:val="003402CE"/>
    <w:rsid w:val="00340344"/>
    <w:rsid w:val="003408C5"/>
    <w:rsid w:val="00340EC3"/>
    <w:rsid w:val="0034132B"/>
    <w:rsid w:val="00341676"/>
    <w:rsid w:val="003417FA"/>
    <w:rsid w:val="00342282"/>
    <w:rsid w:val="00342375"/>
    <w:rsid w:val="003429EC"/>
    <w:rsid w:val="0034350D"/>
    <w:rsid w:val="00343A21"/>
    <w:rsid w:val="00343D4B"/>
    <w:rsid w:val="003441A6"/>
    <w:rsid w:val="00344345"/>
    <w:rsid w:val="003443ED"/>
    <w:rsid w:val="0034485E"/>
    <w:rsid w:val="00344CE2"/>
    <w:rsid w:val="00346753"/>
    <w:rsid w:val="00346E45"/>
    <w:rsid w:val="00346F69"/>
    <w:rsid w:val="0034755E"/>
    <w:rsid w:val="00347566"/>
    <w:rsid w:val="0035019F"/>
    <w:rsid w:val="00350380"/>
    <w:rsid w:val="00350C5D"/>
    <w:rsid w:val="00350D0E"/>
    <w:rsid w:val="00351318"/>
    <w:rsid w:val="0035136D"/>
    <w:rsid w:val="0035139D"/>
    <w:rsid w:val="003513CB"/>
    <w:rsid w:val="0035168A"/>
    <w:rsid w:val="00351735"/>
    <w:rsid w:val="00351792"/>
    <w:rsid w:val="0035183D"/>
    <w:rsid w:val="00352C78"/>
    <w:rsid w:val="003530E6"/>
    <w:rsid w:val="00354A13"/>
    <w:rsid w:val="00354F09"/>
    <w:rsid w:val="0035570D"/>
    <w:rsid w:val="00355BC3"/>
    <w:rsid w:val="00355C99"/>
    <w:rsid w:val="00355EE2"/>
    <w:rsid w:val="00356233"/>
    <w:rsid w:val="00356419"/>
    <w:rsid w:val="0035648F"/>
    <w:rsid w:val="00356E9C"/>
    <w:rsid w:val="00357060"/>
    <w:rsid w:val="003573A8"/>
    <w:rsid w:val="00357444"/>
    <w:rsid w:val="00357654"/>
    <w:rsid w:val="00357A00"/>
    <w:rsid w:val="00357A8B"/>
    <w:rsid w:val="00357AEE"/>
    <w:rsid w:val="003612F0"/>
    <w:rsid w:val="0036142E"/>
    <w:rsid w:val="003620DF"/>
    <w:rsid w:val="00362305"/>
    <w:rsid w:val="00362527"/>
    <w:rsid w:val="003627BD"/>
    <w:rsid w:val="00362A5C"/>
    <w:rsid w:val="0036379C"/>
    <w:rsid w:val="0036383B"/>
    <w:rsid w:val="00363849"/>
    <w:rsid w:val="00363A06"/>
    <w:rsid w:val="00363A1B"/>
    <w:rsid w:val="00363B7D"/>
    <w:rsid w:val="0036411E"/>
    <w:rsid w:val="003645D9"/>
    <w:rsid w:val="00364646"/>
    <w:rsid w:val="00364A9E"/>
    <w:rsid w:val="00364FB9"/>
    <w:rsid w:val="00365714"/>
    <w:rsid w:val="00365783"/>
    <w:rsid w:val="003664D8"/>
    <w:rsid w:val="00366B3B"/>
    <w:rsid w:val="0036774B"/>
    <w:rsid w:val="00367DBC"/>
    <w:rsid w:val="0037102B"/>
    <w:rsid w:val="00371939"/>
    <w:rsid w:val="003720C6"/>
    <w:rsid w:val="003727A5"/>
    <w:rsid w:val="00372A55"/>
    <w:rsid w:val="0037343B"/>
    <w:rsid w:val="00373D16"/>
    <w:rsid w:val="00373D59"/>
    <w:rsid w:val="00373E86"/>
    <w:rsid w:val="0037436D"/>
    <w:rsid w:val="00374A0C"/>
    <w:rsid w:val="00374A7F"/>
    <w:rsid w:val="00374BDC"/>
    <w:rsid w:val="00374D5D"/>
    <w:rsid w:val="00374E4B"/>
    <w:rsid w:val="0037563E"/>
    <w:rsid w:val="003763EC"/>
    <w:rsid w:val="00376DDD"/>
    <w:rsid w:val="00377DFC"/>
    <w:rsid w:val="003800C2"/>
    <w:rsid w:val="00381096"/>
    <w:rsid w:val="0038185D"/>
    <w:rsid w:val="00381D9A"/>
    <w:rsid w:val="00381E90"/>
    <w:rsid w:val="00382AED"/>
    <w:rsid w:val="00382B16"/>
    <w:rsid w:val="00382E29"/>
    <w:rsid w:val="003831FE"/>
    <w:rsid w:val="00383F6E"/>
    <w:rsid w:val="003842D2"/>
    <w:rsid w:val="00384737"/>
    <w:rsid w:val="003848C4"/>
    <w:rsid w:val="0038533F"/>
    <w:rsid w:val="00385690"/>
    <w:rsid w:val="00385AFA"/>
    <w:rsid w:val="003862FD"/>
    <w:rsid w:val="00386C55"/>
    <w:rsid w:val="00387166"/>
    <w:rsid w:val="0038732D"/>
    <w:rsid w:val="003878C0"/>
    <w:rsid w:val="00387ACD"/>
    <w:rsid w:val="00387D3D"/>
    <w:rsid w:val="003900C7"/>
    <w:rsid w:val="0039056E"/>
    <w:rsid w:val="00390610"/>
    <w:rsid w:val="003918D9"/>
    <w:rsid w:val="00391B9E"/>
    <w:rsid w:val="00392511"/>
    <w:rsid w:val="003929A0"/>
    <w:rsid w:val="00393603"/>
    <w:rsid w:val="0039421A"/>
    <w:rsid w:val="003946C8"/>
    <w:rsid w:val="00394D15"/>
    <w:rsid w:val="00394DC1"/>
    <w:rsid w:val="00394E93"/>
    <w:rsid w:val="00394F64"/>
    <w:rsid w:val="0039659C"/>
    <w:rsid w:val="00396713"/>
    <w:rsid w:val="003969FE"/>
    <w:rsid w:val="00396F9E"/>
    <w:rsid w:val="00397175"/>
    <w:rsid w:val="00397235"/>
    <w:rsid w:val="003973C9"/>
    <w:rsid w:val="003976A7"/>
    <w:rsid w:val="00397AD6"/>
    <w:rsid w:val="003A036C"/>
    <w:rsid w:val="003A0547"/>
    <w:rsid w:val="003A06C5"/>
    <w:rsid w:val="003A1384"/>
    <w:rsid w:val="003A13C3"/>
    <w:rsid w:val="003A1E68"/>
    <w:rsid w:val="003A202C"/>
    <w:rsid w:val="003A22AA"/>
    <w:rsid w:val="003A36B5"/>
    <w:rsid w:val="003A3AF6"/>
    <w:rsid w:val="003A40C9"/>
    <w:rsid w:val="003A4440"/>
    <w:rsid w:val="003A519D"/>
    <w:rsid w:val="003A5901"/>
    <w:rsid w:val="003A6779"/>
    <w:rsid w:val="003A6AA5"/>
    <w:rsid w:val="003A6C16"/>
    <w:rsid w:val="003A7C9A"/>
    <w:rsid w:val="003B00C8"/>
    <w:rsid w:val="003B089B"/>
    <w:rsid w:val="003B0E71"/>
    <w:rsid w:val="003B1623"/>
    <w:rsid w:val="003B1A58"/>
    <w:rsid w:val="003B1DFF"/>
    <w:rsid w:val="003B1F1A"/>
    <w:rsid w:val="003B2515"/>
    <w:rsid w:val="003B25B0"/>
    <w:rsid w:val="003B25DA"/>
    <w:rsid w:val="003B2672"/>
    <w:rsid w:val="003B2925"/>
    <w:rsid w:val="003B3087"/>
    <w:rsid w:val="003B31A5"/>
    <w:rsid w:val="003B34C3"/>
    <w:rsid w:val="003B3D9B"/>
    <w:rsid w:val="003B45AF"/>
    <w:rsid w:val="003B45B7"/>
    <w:rsid w:val="003B4A23"/>
    <w:rsid w:val="003B4C6F"/>
    <w:rsid w:val="003B51F6"/>
    <w:rsid w:val="003B53EE"/>
    <w:rsid w:val="003B5684"/>
    <w:rsid w:val="003B5744"/>
    <w:rsid w:val="003B59BA"/>
    <w:rsid w:val="003B5A77"/>
    <w:rsid w:val="003B5BF5"/>
    <w:rsid w:val="003B6E95"/>
    <w:rsid w:val="003B72C3"/>
    <w:rsid w:val="003B744B"/>
    <w:rsid w:val="003B764D"/>
    <w:rsid w:val="003B7718"/>
    <w:rsid w:val="003C033A"/>
    <w:rsid w:val="003C076B"/>
    <w:rsid w:val="003C081B"/>
    <w:rsid w:val="003C1091"/>
    <w:rsid w:val="003C1390"/>
    <w:rsid w:val="003C166A"/>
    <w:rsid w:val="003C1DCB"/>
    <w:rsid w:val="003C21B1"/>
    <w:rsid w:val="003C29E9"/>
    <w:rsid w:val="003C2EF2"/>
    <w:rsid w:val="003C3409"/>
    <w:rsid w:val="003C3D41"/>
    <w:rsid w:val="003C4679"/>
    <w:rsid w:val="003C4798"/>
    <w:rsid w:val="003C4C29"/>
    <w:rsid w:val="003C51C4"/>
    <w:rsid w:val="003C5202"/>
    <w:rsid w:val="003C588C"/>
    <w:rsid w:val="003C5A28"/>
    <w:rsid w:val="003C5D8D"/>
    <w:rsid w:val="003C68FE"/>
    <w:rsid w:val="003C6C81"/>
    <w:rsid w:val="003C6E70"/>
    <w:rsid w:val="003C7558"/>
    <w:rsid w:val="003D08C9"/>
    <w:rsid w:val="003D09F6"/>
    <w:rsid w:val="003D0AE6"/>
    <w:rsid w:val="003D1A4A"/>
    <w:rsid w:val="003D1AB4"/>
    <w:rsid w:val="003D1B36"/>
    <w:rsid w:val="003D1FBF"/>
    <w:rsid w:val="003D22C5"/>
    <w:rsid w:val="003D2EE6"/>
    <w:rsid w:val="003D3576"/>
    <w:rsid w:val="003D35FF"/>
    <w:rsid w:val="003D3657"/>
    <w:rsid w:val="003D3A79"/>
    <w:rsid w:val="003D3BCF"/>
    <w:rsid w:val="003D3FDE"/>
    <w:rsid w:val="003D40ED"/>
    <w:rsid w:val="003D413B"/>
    <w:rsid w:val="003D458F"/>
    <w:rsid w:val="003D46F1"/>
    <w:rsid w:val="003D4D52"/>
    <w:rsid w:val="003D4ED5"/>
    <w:rsid w:val="003D517C"/>
    <w:rsid w:val="003D53CF"/>
    <w:rsid w:val="003D6826"/>
    <w:rsid w:val="003D7544"/>
    <w:rsid w:val="003D763E"/>
    <w:rsid w:val="003D7B42"/>
    <w:rsid w:val="003E014D"/>
    <w:rsid w:val="003E15AE"/>
    <w:rsid w:val="003E169A"/>
    <w:rsid w:val="003E1821"/>
    <w:rsid w:val="003E1AC5"/>
    <w:rsid w:val="003E2585"/>
    <w:rsid w:val="003E2722"/>
    <w:rsid w:val="003E2778"/>
    <w:rsid w:val="003E34DB"/>
    <w:rsid w:val="003E4569"/>
    <w:rsid w:val="003E48D6"/>
    <w:rsid w:val="003E4A2A"/>
    <w:rsid w:val="003E4DA5"/>
    <w:rsid w:val="003E4F53"/>
    <w:rsid w:val="003E520C"/>
    <w:rsid w:val="003E5D08"/>
    <w:rsid w:val="003E5FF2"/>
    <w:rsid w:val="003E6234"/>
    <w:rsid w:val="003E64ED"/>
    <w:rsid w:val="003E6D9F"/>
    <w:rsid w:val="003E6DC9"/>
    <w:rsid w:val="003E6F15"/>
    <w:rsid w:val="003E751F"/>
    <w:rsid w:val="003E7C81"/>
    <w:rsid w:val="003F0327"/>
    <w:rsid w:val="003F0B9D"/>
    <w:rsid w:val="003F1000"/>
    <w:rsid w:val="003F149F"/>
    <w:rsid w:val="003F20DF"/>
    <w:rsid w:val="003F32AF"/>
    <w:rsid w:val="003F38D0"/>
    <w:rsid w:val="003F3B84"/>
    <w:rsid w:val="003F52D7"/>
    <w:rsid w:val="003F55A5"/>
    <w:rsid w:val="003F5740"/>
    <w:rsid w:val="003F611E"/>
    <w:rsid w:val="003F6147"/>
    <w:rsid w:val="003F618B"/>
    <w:rsid w:val="003F75F2"/>
    <w:rsid w:val="004002EC"/>
    <w:rsid w:val="00400EB1"/>
    <w:rsid w:val="0040124A"/>
    <w:rsid w:val="0040176B"/>
    <w:rsid w:val="004017C6"/>
    <w:rsid w:val="00402349"/>
    <w:rsid w:val="0040276F"/>
    <w:rsid w:val="00402981"/>
    <w:rsid w:val="00403319"/>
    <w:rsid w:val="00403CC7"/>
    <w:rsid w:val="00404489"/>
    <w:rsid w:val="00404DE9"/>
    <w:rsid w:val="0040542F"/>
    <w:rsid w:val="0040569D"/>
    <w:rsid w:val="004058D0"/>
    <w:rsid w:val="00405A40"/>
    <w:rsid w:val="00406805"/>
    <w:rsid w:val="004068F5"/>
    <w:rsid w:val="00406B06"/>
    <w:rsid w:val="00406E02"/>
    <w:rsid w:val="00406E6F"/>
    <w:rsid w:val="004073BD"/>
    <w:rsid w:val="00407637"/>
    <w:rsid w:val="00407797"/>
    <w:rsid w:val="00407B07"/>
    <w:rsid w:val="00407B86"/>
    <w:rsid w:val="0041035E"/>
    <w:rsid w:val="004106FE"/>
    <w:rsid w:val="004108E9"/>
    <w:rsid w:val="00410936"/>
    <w:rsid w:val="00410B4B"/>
    <w:rsid w:val="00411313"/>
    <w:rsid w:val="004114C0"/>
    <w:rsid w:val="00411BC8"/>
    <w:rsid w:val="00412847"/>
    <w:rsid w:val="00412886"/>
    <w:rsid w:val="00413095"/>
    <w:rsid w:val="004130BB"/>
    <w:rsid w:val="004133A4"/>
    <w:rsid w:val="00413598"/>
    <w:rsid w:val="00413686"/>
    <w:rsid w:val="00413960"/>
    <w:rsid w:val="00413A8E"/>
    <w:rsid w:val="00414A55"/>
    <w:rsid w:val="0041521A"/>
    <w:rsid w:val="00415763"/>
    <w:rsid w:val="00415E1D"/>
    <w:rsid w:val="00416308"/>
    <w:rsid w:val="00416474"/>
    <w:rsid w:val="00416992"/>
    <w:rsid w:val="00416D81"/>
    <w:rsid w:val="00417984"/>
    <w:rsid w:val="00417A70"/>
    <w:rsid w:val="004213E5"/>
    <w:rsid w:val="00421934"/>
    <w:rsid w:val="004221DA"/>
    <w:rsid w:val="00422E37"/>
    <w:rsid w:val="00423A6B"/>
    <w:rsid w:val="004244FE"/>
    <w:rsid w:val="00424547"/>
    <w:rsid w:val="00424B1D"/>
    <w:rsid w:val="00424E82"/>
    <w:rsid w:val="00424E95"/>
    <w:rsid w:val="00425172"/>
    <w:rsid w:val="004255A9"/>
    <w:rsid w:val="00425A50"/>
    <w:rsid w:val="0042608C"/>
    <w:rsid w:val="004263A9"/>
    <w:rsid w:val="004265ED"/>
    <w:rsid w:val="00426A1E"/>
    <w:rsid w:val="00426A8D"/>
    <w:rsid w:val="00427150"/>
    <w:rsid w:val="004273A0"/>
    <w:rsid w:val="00427527"/>
    <w:rsid w:val="00427957"/>
    <w:rsid w:val="00427D08"/>
    <w:rsid w:val="00427E67"/>
    <w:rsid w:val="00427FFE"/>
    <w:rsid w:val="00430577"/>
    <w:rsid w:val="0043095A"/>
    <w:rsid w:val="00431197"/>
    <w:rsid w:val="0043204C"/>
    <w:rsid w:val="004320C6"/>
    <w:rsid w:val="004321C0"/>
    <w:rsid w:val="0043268D"/>
    <w:rsid w:val="00433533"/>
    <w:rsid w:val="004337D3"/>
    <w:rsid w:val="00433A57"/>
    <w:rsid w:val="00434E98"/>
    <w:rsid w:val="0043560B"/>
    <w:rsid w:val="00435CB7"/>
    <w:rsid w:val="00435F55"/>
    <w:rsid w:val="00435F92"/>
    <w:rsid w:val="00436DB9"/>
    <w:rsid w:val="0043713A"/>
    <w:rsid w:val="0044077B"/>
    <w:rsid w:val="00440EF2"/>
    <w:rsid w:val="0044109A"/>
    <w:rsid w:val="00442D09"/>
    <w:rsid w:val="00443269"/>
    <w:rsid w:val="00443BD1"/>
    <w:rsid w:val="00444203"/>
    <w:rsid w:val="0044497C"/>
    <w:rsid w:val="00444D15"/>
    <w:rsid w:val="00444D20"/>
    <w:rsid w:val="00444E31"/>
    <w:rsid w:val="00444FCD"/>
    <w:rsid w:val="0044538E"/>
    <w:rsid w:val="0044567E"/>
    <w:rsid w:val="00445804"/>
    <w:rsid w:val="00446042"/>
    <w:rsid w:val="0044630A"/>
    <w:rsid w:val="00446412"/>
    <w:rsid w:val="00446798"/>
    <w:rsid w:val="0044699B"/>
    <w:rsid w:val="00446DE7"/>
    <w:rsid w:val="00447089"/>
    <w:rsid w:val="004509CC"/>
    <w:rsid w:val="00450A52"/>
    <w:rsid w:val="00450EEE"/>
    <w:rsid w:val="00451449"/>
    <w:rsid w:val="004519BD"/>
    <w:rsid w:val="00451BA0"/>
    <w:rsid w:val="00451CD3"/>
    <w:rsid w:val="00451EB2"/>
    <w:rsid w:val="0045236F"/>
    <w:rsid w:val="004524CD"/>
    <w:rsid w:val="00452613"/>
    <w:rsid w:val="004529FB"/>
    <w:rsid w:val="004533C8"/>
    <w:rsid w:val="00454694"/>
    <w:rsid w:val="00454A64"/>
    <w:rsid w:val="004550F1"/>
    <w:rsid w:val="00455A43"/>
    <w:rsid w:val="00455C1D"/>
    <w:rsid w:val="0045619D"/>
    <w:rsid w:val="00460571"/>
    <w:rsid w:val="004609AB"/>
    <w:rsid w:val="00460DED"/>
    <w:rsid w:val="00460FE0"/>
    <w:rsid w:val="00461678"/>
    <w:rsid w:val="00461DEE"/>
    <w:rsid w:val="004626B7"/>
    <w:rsid w:val="0046299E"/>
    <w:rsid w:val="00462BBE"/>
    <w:rsid w:val="00462D8F"/>
    <w:rsid w:val="00462EEE"/>
    <w:rsid w:val="0046346D"/>
    <w:rsid w:val="0046354E"/>
    <w:rsid w:val="00463E0E"/>
    <w:rsid w:val="0046405F"/>
    <w:rsid w:val="0046432C"/>
    <w:rsid w:val="0046442D"/>
    <w:rsid w:val="00464D69"/>
    <w:rsid w:val="004657D2"/>
    <w:rsid w:val="00465A72"/>
    <w:rsid w:val="00465F41"/>
    <w:rsid w:val="004668A8"/>
    <w:rsid w:val="004668E6"/>
    <w:rsid w:val="004676A1"/>
    <w:rsid w:val="00467A00"/>
    <w:rsid w:val="00467BAE"/>
    <w:rsid w:val="00467D6E"/>
    <w:rsid w:val="00470789"/>
    <w:rsid w:val="00470C6B"/>
    <w:rsid w:val="00470FD0"/>
    <w:rsid w:val="0047157A"/>
    <w:rsid w:val="004717ED"/>
    <w:rsid w:val="004718C7"/>
    <w:rsid w:val="00473BDF"/>
    <w:rsid w:val="0047426D"/>
    <w:rsid w:val="0047475F"/>
    <w:rsid w:val="00474B47"/>
    <w:rsid w:val="00474F48"/>
    <w:rsid w:val="004757F3"/>
    <w:rsid w:val="00476B15"/>
    <w:rsid w:val="00476CE0"/>
    <w:rsid w:val="0047736C"/>
    <w:rsid w:val="00477533"/>
    <w:rsid w:val="00477845"/>
    <w:rsid w:val="00477F27"/>
    <w:rsid w:val="004804F1"/>
    <w:rsid w:val="004815DC"/>
    <w:rsid w:val="0048169C"/>
    <w:rsid w:val="004816A3"/>
    <w:rsid w:val="00481928"/>
    <w:rsid w:val="00481AD4"/>
    <w:rsid w:val="004820EF"/>
    <w:rsid w:val="0048271B"/>
    <w:rsid w:val="00482E17"/>
    <w:rsid w:val="00483530"/>
    <w:rsid w:val="00483877"/>
    <w:rsid w:val="004839E2"/>
    <w:rsid w:val="004850FB"/>
    <w:rsid w:val="00486060"/>
    <w:rsid w:val="00486674"/>
    <w:rsid w:val="00486CDA"/>
    <w:rsid w:val="00487826"/>
    <w:rsid w:val="00490043"/>
    <w:rsid w:val="00490181"/>
    <w:rsid w:val="00490322"/>
    <w:rsid w:val="0049038A"/>
    <w:rsid w:val="004903EF"/>
    <w:rsid w:val="004905C7"/>
    <w:rsid w:val="00490A43"/>
    <w:rsid w:val="00490A79"/>
    <w:rsid w:val="00490C4B"/>
    <w:rsid w:val="00490EDC"/>
    <w:rsid w:val="00491027"/>
    <w:rsid w:val="004913C3"/>
    <w:rsid w:val="004919C3"/>
    <w:rsid w:val="004923AB"/>
    <w:rsid w:val="00492515"/>
    <w:rsid w:val="00492EEF"/>
    <w:rsid w:val="004930EC"/>
    <w:rsid w:val="0049330D"/>
    <w:rsid w:val="00493326"/>
    <w:rsid w:val="00493397"/>
    <w:rsid w:val="00493AB2"/>
    <w:rsid w:val="00494E90"/>
    <w:rsid w:val="0049527D"/>
    <w:rsid w:val="0049528A"/>
    <w:rsid w:val="0049548D"/>
    <w:rsid w:val="004959DF"/>
    <w:rsid w:val="00495B2B"/>
    <w:rsid w:val="00495C2A"/>
    <w:rsid w:val="00495F6B"/>
    <w:rsid w:val="00496EED"/>
    <w:rsid w:val="004976E9"/>
    <w:rsid w:val="00497727"/>
    <w:rsid w:val="00497772"/>
    <w:rsid w:val="00497F18"/>
    <w:rsid w:val="004A1AF7"/>
    <w:rsid w:val="004A1C1E"/>
    <w:rsid w:val="004A1ED1"/>
    <w:rsid w:val="004A1F6B"/>
    <w:rsid w:val="004A23DE"/>
    <w:rsid w:val="004A2923"/>
    <w:rsid w:val="004A3828"/>
    <w:rsid w:val="004A3C4C"/>
    <w:rsid w:val="004A3D11"/>
    <w:rsid w:val="004A3E62"/>
    <w:rsid w:val="004A4F7F"/>
    <w:rsid w:val="004A5A2F"/>
    <w:rsid w:val="004A6322"/>
    <w:rsid w:val="004A634C"/>
    <w:rsid w:val="004A705C"/>
    <w:rsid w:val="004A71EF"/>
    <w:rsid w:val="004A7698"/>
    <w:rsid w:val="004A7877"/>
    <w:rsid w:val="004B022C"/>
    <w:rsid w:val="004B03A5"/>
    <w:rsid w:val="004B05EA"/>
    <w:rsid w:val="004B0B7C"/>
    <w:rsid w:val="004B0FA5"/>
    <w:rsid w:val="004B132F"/>
    <w:rsid w:val="004B144F"/>
    <w:rsid w:val="004B17F1"/>
    <w:rsid w:val="004B1BCC"/>
    <w:rsid w:val="004B2528"/>
    <w:rsid w:val="004B2D64"/>
    <w:rsid w:val="004B3513"/>
    <w:rsid w:val="004B3539"/>
    <w:rsid w:val="004B3A73"/>
    <w:rsid w:val="004B3A93"/>
    <w:rsid w:val="004B3F80"/>
    <w:rsid w:val="004B4A22"/>
    <w:rsid w:val="004B4D76"/>
    <w:rsid w:val="004B51C7"/>
    <w:rsid w:val="004B5338"/>
    <w:rsid w:val="004B57BE"/>
    <w:rsid w:val="004B6D42"/>
    <w:rsid w:val="004B6E31"/>
    <w:rsid w:val="004B7026"/>
    <w:rsid w:val="004B78D4"/>
    <w:rsid w:val="004C00D3"/>
    <w:rsid w:val="004C0F15"/>
    <w:rsid w:val="004C152A"/>
    <w:rsid w:val="004C16AF"/>
    <w:rsid w:val="004C1741"/>
    <w:rsid w:val="004C2411"/>
    <w:rsid w:val="004C2B12"/>
    <w:rsid w:val="004C2B6B"/>
    <w:rsid w:val="004C2EC7"/>
    <w:rsid w:val="004C32B3"/>
    <w:rsid w:val="004C3D23"/>
    <w:rsid w:val="004C3FC5"/>
    <w:rsid w:val="004C537E"/>
    <w:rsid w:val="004C5574"/>
    <w:rsid w:val="004C5E3F"/>
    <w:rsid w:val="004C5E52"/>
    <w:rsid w:val="004C6FF5"/>
    <w:rsid w:val="004C7149"/>
    <w:rsid w:val="004C7C5E"/>
    <w:rsid w:val="004D0771"/>
    <w:rsid w:val="004D0890"/>
    <w:rsid w:val="004D0E41"/>
    <w:rsid w:val="004D0FC1"/>
    <w:rsid w:val="004D0FC4"/>
    <w:rsid w:val="004D19ED"/>
    <w:rsid w:val="004D1A5B"/>
    <w:rsid w:val="004D1C6D"/>
    <w:rsid w:val="004D30A6"/>
    <w:rsid w:val="004D317D"/>
    <w:rsid w:val="004D31D0"/>
    <w:rsid w:val="004D35CA"/>
    <w:rsid w:val="004D45A9"/>
    <w:rsid w:val="004D45EF"/>
    <w:rsid w:val="004D4A37"/>
    <w:rsid w:val="004D4D09"/>
    <w:rsid w:val="004D5060"/>
    <w:rsid w:val="004D6696"/>
    <w:rsid w:val="004D6705"/>
    <w:rsid w:val="004D688A"/>
    <w:rsid w:val="004D6C23"/>
    <w:rsid w:val="004D78F7"/>
    <w:rsid w:val="004D7B07"/>
    <w:rsid w:val="004D7E94"/>
    <w:rsid w:val="004E00C6"/>
    <w:rsid w:val="004E1C1C"/>
    <w:rsid w:val="004E1E0B"/>
    <w:rsid w:val="004E3713"/>
    <w:rsid w:val="004E3A02"/>
    <w:rsid w:val="004E4D89"/>
    <w:rsid w:val="004E4EBD"/>
    <w:rsid w:val="004E4F98"/>
    <w:rsid w:val="004E520F"/>
    <w:rsid w:val="004E5728"/>
    <w:rsid w:val="004E59E3"/>
    <w:rsid w:val="004E5E7F"/>
    <w:rsid w:val="004E6313"/>
    <w:rsid w:val="004E63B7"/>
    <w:rsid w:val="004E68DB"/>
    <w:rsid w:val="004E7742"/>
    <w:rsid w:val="004E7948"/>
    <w:rsid w:val="004E7E8F"/>
    <w:rsid w:val="004F0063"/>
    <w:rsid w:val="004F0B25"/>
    <w:rsid w:val="004F12DF"/>
    <w:rsid w:val="004F1D64"/>
    <w:rsid w:val="004F1FE5"/>
    <w:rsid w:val="004F240A"/>
    <w:rsid w:val="004F2726"/>
    <w:rsid w:val="004F28DD"/>
    <w:rsid w:val="004F2965"/>
    <w:rsid w:val="004F2DB3"/>
    <w:rsid w:val="004F2EEB"/>
    <w:rsid w:val="004F3030"/>
    <w:rsid w:val="004F3162"/>
    <w:rsid w:val="004F356C"/>
    <w:rsid w:val="004F384D"/>
    <w:rsid w:val="004F3E4E"/>
    <w:rsid w:val="004F4224"/>
    <w:rsid w:val="004F4225"/>
    <w:rsid w:val="004F4E02"/>
    <w:rsid w:val="004F4F98"/>
    <w:rsid w:val="004F6360"/>
    <w:rsid w:val="004F6AE6"/>
    <w:rsid w:val="004F714F"/>
    <w:rsid w:val="004F725A"/>
    <w:rsid w:val="004F7529"/>
    <w:rsid w:val="004F7641"/>
    <w:rsid w:val="0050120C"/>
    <w:rsid w:val="00501E1A"/>
    <w:rsid w:val="00502360"/>
    <w:rsid w:val="00502AFA"/>
    <w:rsid w:val="00502BDA"/>
    <w:rsid w:val="00502CF1"/>
    <w:rsid w:val="00502DF4"/>
    <w:rsid w:val="00503512"/>
    <w:rsid w:val="00503999"/>
    <w:rsid w:val="005040C7"/>
    <w:rsid w:val="00505112"/>
    <w:rsid w:val="00505E87"/>
    <w:rsid w:val="005065FA"/>
    <w:rsid w:val="00506E7E"/>
    <w:rsid w:val="00506FB7"/>
    <w:rsid w:val="005074B9"/>
    <w:rsid w:val="00507BAF"/>
    <w:rsid w:val="00507C43"/>
    <w:rsid w:val="00507F40"/>
    <w:rsid w:val="0051004B"/>
    <w:rsid w:val="00510524"/>
    <w:rsid w:val="005107DA"/>
    <w:rsid w:val="00510ABF"/>
    <w:rsid w:val="00510AD6"/>
    <w:rsid w:val="00512E5C"/>
    <w:rsid w:val="00513436"/>
    <w:rsid w:val="005136BC"/>
    <w:rsid w:val="00513AAD"/>
    <w:rsid w:val="00514433"/>
    <w:rsid w:val="005145CE"/>
    <w:rsid w:val="00514F11"/>
    <w:rsid w:val="0051540F"/>
    <w:rsid w:val="005154A6"/>
    <w:rsid w:val="0051551E"/>
    <w:rsid w:val="00515604"/>
    <w:rsid w:val="005156BB"/>
    <w:rsid w:val="00515DC8"/>
    <w:rsid w:val="00516241"/>
    <w:rsid w:val="00517690"/>
    <w:rsid w:val="00517C41"/>
    <w:rsid w:val="00520B18"/>
    <w:rsid w:val="00521620"/>
    <w:rsid w:val="00521D1B"/>
    <w:rsid w:val="005222B0"/>
    <w:rsid w:val="005227AB"/>
    <w:rsid w:val="00522B15"/>
    <w:rsid w:val="00522DD4"/>
    <w:rsid w:val="005231D7"/>
    <w:rsid w:val="005239E4"/>
    <w:rsid w:val="00523A8F"/>
    <w:rsid w:val="005240B0"/>
    <w:rsid w:val="00524889"/>
    <w:rsid w:val="00524917"/>
    <w:rsid w:val="00524A1A"/>
    <w:rsid w:val="00524A84"/>
    <w:rsid w:val="0052535B"/>
    <w:rsid w:val="00525B92"/>
    <w:rsid w:val="00525C34"/>
    <w:rsid w:val="00526982"/>
    <w:rsid w:val="00526A56"/>
    <w:rsid w:val="00526C09"/>
    <w:rsid w:val="00527E8E"/>
    <w:rsid w:val="0053007F"/>
    <w:rsid w:val="00530661"/>
    <w:rsid w:val="005308CD"/>
    <w:rsid w:val="00531294"/>
    <w:rsid w:val="00531740"/>
    <w:rsid w:val="005320F2"/>
    <w:rsid w:val="0053224D"/>
    <w:rsid w:val="00532A80"/>
    <w:rsid w:val="00532DC8"/>
    <w:rsid w:val="00532F26"/>
    <w:rsid w:val="0053343C"/>
    <w:rsid w:val="00533FA4"/>
    <w:rsid w:val="005341B8"/>
    <w:rsid w:val="0053467F"/>
    <w:rsid w:val="00534A88"/>
    <w:rsid w:val="00534AD7"/>
    <w:rsid w:val="00534F79"/>
    <w:rsid w:val="00535693"/>
    <w:rsid w:val="00535D36"/>
    <w:rsid w:val="00535D6F"/>
    <w:rsid w:val="00535F0D"/>
    <w:rsid w:val="00536233"/>
    <w:rsid w:val="005374E8"/>
    <w:rsid w:val="00537E2C"/>
    <w:rsid w:val="00537E6B"/>
    <w:rsid w:val="00537EBC"/>
    <w:rsid w:val="005402CA"/>
    <w:rsid w:val="005409B0"/>
    <w:rsid w:val="00540A78"/>
    <w:rsid w:val="00540ADC"/>
    <w:rsid w:val="0054101E"/>
    <w:rsid w:val="005417CA"/>
    <w:rsid w:val="00542218"/>
    <w:rsid w:val="00542934"/>
    <w:rsid w:val="00542AA5"/>
    <w:rsid w:val="00542CAE"/>
    <w:rsid w:val="00542D26"/>
    <w:rsid w:val="00543086"/>
    <w:rsid w:val="005436AB"/>
    <w:rsid w:val="00546030"/>
    <w:rsid w:val="0054627E"/>
    <w:rsid w:val="005465BC"/>
    <w:rsid w:val="00546636"/>
    <w:rsid w:val="005467DB"/>
    <w:rsid w:val="00546F3F"/>
    <w:rsid w:val="005475DE"/>
    <w:rsid w:val="00547670"/>
    <w:rsid w:val="00547D99"/>
    <w:rsid w:val="00550037"/>
    <w:rsid w:val="00550426"/>
    <w:rsid w:val="00550842"/>
    <w:rsid w:val="00550FB7"/>
    <w:rsid w:val="005514A1"/>
    <w:rsid w:val="005516FF"/>
    <w:rsid w:val="00551BF0"/>
    <w:rsid w:val="00551CB0"/>
    <w:rsid w:val="005524C7"/>
    <w:rsid w:val="0055378F"/>
    <w:rsid w:val="00554031"/>
    <w:rsid w:val="0055426A"/>
    <w:rsid w:val="00554A10"/>
    <w:rsid w:val="00554D32"/>
    <w:rsid w:val="00555526"/>
    <w:rsid w:val="0055567E"/>
    <w:rsid w:val="00555E37"/>
    <w:rsid w:val="00555EEC"/>
    <w:rsid w:val="0055622E"/>
    <w:rsid w:val="005566B9"/>
    <w:rsid w:val="00556783"/>
    <w:rsid w:val="005568FE"/>
    <w:rsid w:val="00556E60"/>
    <w:rsid w:val="0055791B"/>
    <w:rsid w:val="00557B9E"/>
    <w:rsid w:val="00557C65"/>
    <w:rsid w:val="00560625"/>
    <w:rsid w:val="00561294"/>
    <w:rsid w:val="00561BDA"/>
    <w:rsid w:val="00561CA6"/>
    <w:rsid w:val="00561F12"/>
    <w:rsid w:val="005631BC"/>
    <w:rsid w:val="005632EB"/>
    <w:rsid w:val="0056384A"/>
    <w:rsid w:val="005640A6"/>
    <w:rsid w:val="005642EB"/>
    <w:rsid w:val="005644EC"/>
    <w:rsid w:val="005647F9"/>
    <w:rsid w:val="00564F0E"/>
    <w:rsid w:val="005665BF"/>
    <w:rsid w:val="005666C4"/>
    <w:rsid w:val="00566D65"/>
    <w:rsid w:val="005673CE"/>
    <w:rsid w:val="00567627"/>
    <w:rsid w:val="005679AF"/>
    <w:rsid w:val="00567F77"/>
    <w:rsid w:val="0057020E"/>
    <w:rsid w:val="00570687"/>
    <w:rsid w:val="00570E21"/>
    <w:rsid w:val="0057140D"/>
    <w:rsid w:val="0057164A"/>
    <w:rsid w:val="00571918"/>
    <w:rsid w:val="00571B7A"/>
    <w:rsid w:val="0057257F"/>
    <w:rsid w:val="005727F9"/>
    <w:rsid w:val="00573144"/>
    <w:rsid w:val="00573316"/>
    <w:rsid w:val="00573329"/>
    <w:rsid w:val="00574E30"/>
    <w:rsid w:val="00575A62"/>
    <w:rsid w:val="0057676F"/>
    <w:rsid w:val="00577621"/>
    <w:rsid w:val="00577887"/>
    <w:rsid w:val="00577A21"/>
    <w:rsid w:val="00580BA3"/>
    <w:rsid w:val="0058236F"/>
    <w:rsid w:val="00582E85"/>
    <w:rsid w:val="00583284"/>
    <w:rsid w:val="0058391F"/>
    <w:rsid w:val="00583F35"/>
    <w:rsid w:val="00584045"/>
    <w:rsid w:val="005843E7"/>
    <w:rsid w:val="00584749"/>
    <w:rsid w:val="0058482F"/>
    <w:rsid w:val="00584E00"/>
    <w:rsid w:val="00585560"/>
    <w:rsid w:val="00585BD9"/>
    <w:rsid w:val="005870B8"/>
    <w:rsid w:val="0058715C"/>
    <w:rsid w:val="005908F4"/>
    <w:rsid w:val="00590D5C"/>
    <w:rsid w:val="00590E08"/>
    <w:rsid w:val="00591524"/>
    <w:rsid w:val="005919C0"/>
    <w:rsid w:val="00591BBF"/>
    <w:rsid w:val="0059273A"/>
    <w:rsid w:val="00592DD2"/>
    <w:rsid w:val="00592FA6"/>
    <w:rsid w:val="00592FF5"/>
    <w:rsid w:val="00593505"/>
    <w:rsid w:val="00593AD4"/>
    <w:rsid w:val="00593D1B"/>
    <w:rsid w:val="00593D6C"/>
    <w:rsid w:val="00593F74"/>
    <w:rsid w:val="005941CE"/>
    <w:rsid w:val="0059446A"/>
    <w:rsid w:val="00594879"/>
    <w:rsid w:val="00594AF4"/>
    <w:rsid w:val="00594BE3"/>
    <w:rsid w:val="00594E86"/>
    <w:rsid w:val="005951EB"/>
    <w:rsid w:val="0059659E"/>
    <w:rsid w:val="005978FA"/>
    <w:rsid w:val="00597B3A"/>
    <w:rsid w:val="00597C43"/>
    <w:rsid w:val="00597D52"/>
    <w:rsid w:val="005A0307"/>
    <w:rsid w:val="005A04E1"/>
    <w:rsid w:val="005A09BD"/>
    <w:rsid w:val="005A1549"/>
    <w:rsid w:val="005A2529"/>
    <w:rsid w:val="005A2930"/>
    <w:rsid w:val="005A2EC5"/>
    <w:rsid w:val="005A2F30"/>
    <w:rsid w:val="005A34BC"/>
    <w:rsid w:val="005A35E5"/>
    <w:rsid w:val="005A3C82"/>
    <w:rsid w:val="005A3F56"/>
    <w:rsid w:val="005A465A"/>
    <w:rsid w:val="005A48B3"/>
    <w:rsid w:val="005A4E5E"/>
    <w:rsid w:val="005A54D3"/>
    <w:rsid w:val="005A597E"/>
    <w:rsid w:val="005A5BEE"/>
    <w:rsid w:val="005A60E8"/>
    <w:rsid w:val="005A69C1"/>
    <w:rsid w:val="005A6D8C"/>
    <w:rsid w:val="005A6F6F"/>
    <w:rsid w:val="005A7298"/>
    <w:rsid w:val="005A7403"/>
    <w:rsid w:val="005A7E67"/>
    <w:rsid w:val="005B066C"/>
    <w:rsid w:val="005B0A19"/>
    <w:rsid w:val="005B0A1C"/>
    <w:rsid w:val="005B0AC3"/>
    <w:rsid w:val="005B0E8E"/>
    <w:rsid w:val="005B1DDA"/>
    <w:rsid w:val="005B1E00"/>
    <w:rsid w:val="005B2098"/>
    <w:rsid w:val="005B237F"/>
    <w:rsid w:val="005B259E"/>
    <w:rsid w:val="005B2B25"/>
    <w:rsid w:val="005B34D3"/>
    <w:rsid w:val="005B35FD"/>
    <w:rsid w:val="005B37AF"/>
    <w:rsid w:val="005B3932"/>
    <w:rsid w:val="005B3AAD"/>
    <w:rsid w:val="005B3E5C"/>
    <w:rsid w:val="005B3F2A"/>
    <w:rsid w:val="005B4542"/>
    <w:rsid w:val="005B45CE"/>
    <w:rsid w:val="005B45FB"/>
    <w:rsid w:val="005B4707"/>
    <w:rsid w:val="005B47CC"/>
    <w:rsid w:val="005B49C9"/>
    <w:rsid w:val="005B4D8C"/>
    <w:rsid w:val="005B5DDB"/>
    <w:rsid w:val="005B5EBC"/>
    <w:rsid w:val="005B6A8E"/>
    <w:rsid w:val="005B6B49"/>
    <w:rsid w:val="005B6C79"/>
    <w:rsid w:val="005B7AA8"/>
    <w:rsid w:val="005C0E48"/>
    <w:rsid w:val="005C1233"/>
    <w:rsid w:val="005C1CDB"/>
    <w:rsid w:val="005C25AC"/>
    <w:rsid w:val="005C28D9"/>
    <w:rsid w:val="005C2BA2"/>
    <w:rsid w:val="005C38A7"/>
    <w:rsid w:val="005C4390"/>
    <w:rsid w:val="005C496D"/>
    <w:rsid w:val="005C52F3"/>
    <w:rsid w:val="005C5E90"/>
    <w:rsid w:val="005D04D0"/>
    <w:rsid w:val="005D0648"/>
    <w:rsid w:val="005D0984"/>
    <w:rsid w:val="005D13D0"/>
    <w:rsid w:val="005D1537"/>
    <w:rsid w:val="005D1ADB"/>
    <w:rsid w:val="005D1BF1"/>
    <w:rsid w:val="005D1E1C"/>
    <w:rsid w:val="005D2A24"/>
    <w:rsid w:val="005D3539"/>
    <w:rsid w:val="005D392C"/>
    <w:rsid w:val="005D3A3F"/>
    <w:rsid w:val="005D3CA1"/>
    <w:rsid w:val="005D411D"/>
    <w:rsid w:val="005D42A7"/>
    <w:rsid w:val="005D45CF"/>
    <w:rsid w:val="005D4679"/>
    <w:rsid w:val="005D47D6"/>
    <w:rsid w:val="005D5AA2"/>
    <w:rsid w:val="005D5AE1"/>
    <w:rsid w:val="005D6052"/>
    <w:rsid w:val="005D61E4"/>
    <w:rsid w:val="005D635A"/>
    <w:rsid w:val="005D65D2"/>
    <w:rsid w:val="005D6AAC"/>
    <w:rsid w:val="005D6AE7"/>
    <w:rsid w:val="005D737D"/>
    <w:rsid w:val="005D775F"/>
    <w:rsid w:val="005E046C"/>
    <w:rsid w:val="005E18F4"/>
    <w:rsid w:val="005E1E2C"/>
    <w:rsid w:val="005E23A8"/>
    <w:rsid w:val="005E2F77"/>
    <w:rsid w:val="005E34C1"/>
    <w:rsid w:val="005E3C26"/>
    <w:rsid w:val="005E473E"/>
    <w:rsid w:val="005E4819"/>
    <w:rsid w:val="005E4E0B"/>
    <w:rsid w:val="005E50EB"/>
    <w:rsid w:val="005E51F4"/>
    <w:rsid w:val="005E571D"/>
    <w:rsid w:val="005E5EB6"/>
    <w:rsid w:val="005E6103"/>
    <w:rsid w:val="005E6E03"/>
    <w:rsid w:val="005E759E"/>
    <w:rsid w:val="005F0643"/>
    <w:rsid w:val="005F06C9"/>
    <w:rsid w:val="005F11B4"/>
    <w:rsid w:val="005F11DB"/>
    <w:rsid w:val="005F12A4"/>
    <w:rsid w:val="005F177F"/>
    <w:rsid w:val="005F1865"/>
    <w:rsid w:val="005F1935"/>
    <w:rsid w:val="005F1FF1"/>
    <w:rsid w:val="005F2F24"/>
    <w:rsid w:val="005F38AB"/>
    <w:rsid w:val="005F3F4E"/>
    <w:rsid w:val="005F42A8"/>
    <w:rsid w:val="005F5A16"/>
    <w:rsid w:val="005F5BAE"/>
    <w:rsid w:val="005F6B1D"/>
    <w:rsid w:val="005F6E16"/>
    <w:rsid w:val="005F752F"/>
    <w:rsid w:val="005F75A6"/>
    <w:rsid w:val="005F78E4"/>
    <w:rsid w:val="00600089"/>
    <w:rsid w:val="0060008C"/>
    <w:rsid w:val="00600C4C"/>
    <w:rsid w:val="00601856"/>
    <w:rsid w:val="00601884"/>
    <w:rsid w:val="006023A6"/>
    <w:rsid w:val="006028FF"/>
    <w:rsid w:val="00602EB7"/>
    <w:rsid w:val="006037FE"/>
    <w:rsid w:val="00604523"/>
    <w:rsid w:val="0060478F"/>
    <w:rsid w:val="00605A48"/>
    <w:rsid w:val="00605D7A"/>
    <w:rsid w:val="006068D9"/>
    <w:rsid w:val="00607034"/>
    <w:rsid w:val="006078E1"/>
    <w:rsid w:val="006079C9"/>
    <w:rsid w:val="00607DC3"/>
    <w:rsid w:val="00610270"/>
    <w:rsid w:val="00611613"/>
    <w:rsid w:val="006116DD"/>
    <w:rsid w:val="006119B2"/>
    <w:rsid w:val="00611D68"/>
    <w:rsid w:val="00611DDC"/>
    <w:rsid w:val="006124D0"/>
    <w:rsid w:val="00612D21"/>
    <w:rsid w:val="00612FFD"/>
    <w:rsid w:val="0061349F"/>
    <w:rsid w:val="0061352A"/>
    <w:rsid w:val="006138D0"/>
    <w:rsid w:val="0061425A"/>
    <w:rsid w:val="00614355"/>
    <w:rsid w:val="00614DC5"/>
    <w:rsid w:val="006151CB"/>
    <w:rsid w:val="00616821"/>
    <w:rsid w:val="00616D09"/>
    <w:rsid w:val="00616DC9"/>
    <w:rsid w:val="00617256"/>
    <w:rsid w:val="00617529"/>
    <w:rsid w:val="00620AF4"/>
    <w:rsid w:val="00620CA7"/>
    <w:rsid w:val="0062117F"/>
    <w:rsid w:val="0062181C"/>
    <w:rsid w:val="006235A0"/>
    <w:rsid w:val="006249A7"/>
    <w:rsid w:val="00624A3D"/>
    <w:rsid w:val="00624F3D"/>
    <w:rsid w:val="006252BC"/>
    <w:rsid w:val="006253C1"/>
    <w:rsid w:val="006259BC"/>
    <w:rsid w:val="00625FB7"/>
    <w:rsid w:val="00626A98"/>
    <w:rsid w:val="00626EEB"/>
    <w:rsid w:val="006275E2"/>
    <w:rsid w:val="00627A75"/>
    <w:rsid w:val="00627FE1"/>
    <w:rsid w:val="00630618"/>
    <w:rsid w:val="00630736"/>
    <w:rsid w:val="006313F6"/>
    <w:rsid w:val="00631A6F"/>
    <w:rsid w:val="00632682"/>
    <w:rsid w:val="00632CF5"/>
    <w:rsid w:val="00632F30"/>
    <w:rsid w:val="006331F5"/>
    <w:rsid w:val="006335DB"/>
    <w:rsid w:val="00633613"/>
    <w:rsid w:val="00633A0F"/>
    <w:rsid w:val="00633A41"/>
    <w:rsid w:val="00633D6D"/>
    <w:rsid w:val="00633E04"/>
    <w:rsid w:val="00633F17"/>
    <w:rsid w:val="006343A5"/>
    <w:rsid w:val="00635662"/>
    <w:rsid w:val="00635BB0"/>
    <w:rsid w:val="00636029"/>
    <w:rsid w:val="00636074"/>
    <w:rsid w:val="00636A98"/>
    <w:rsid w:val="0063754D"/>
    <w:rsid w:val="00637A0C"/>
    <w:rsid w:val="0064040F"/>
    <w:rsid w:val="00640B98"/>
    <w:rsid w:val="00640EEC"/>
    <w:rsid w:val="006411F3"/>
    <w:rsid w:val="00641524"/>
    <w:rsid w:val="00641564"/>
    <w:rsid w:val="00641613"/>
    <w:rsid w:val="00641794"/>
    <w:rsid w:val="00641806"/>
    <w:rsid w:val="00641B81"/>
    <w:rsid w:val="00641D76"/>
    <w:rsid w:val="0064200E"/>
    <w:rsid w:val="0064241A"/>
    <w:rsid w:val="00642A8C"/>
    <w:rsid w:val="00642BCB"/>
    <w:rsid w:val="00642F9A"/>
    <w:rsid w:val="00642FF5"/>
    <w:rsid w:val="00643376"/>
    <w:rsid w:val="00643895"/>
    <w:rsid w:val="0064449C"/>
    <w:rsid w:val="006444F5"/>
    <w:rsid w:val="00644EBF"/>
    <w:rsid w:val="00645008"/>
    <w:rsid w:val="0064524C"/>
    <w:rsid w:val="006454CD"/>
    <w:rsid w:val="006457E6"/>
    <w:rsid w:val="006458F9"/>
    <w:rsid w:val="00645CB2"/>
    <w:rsid w:val="00645CD4"/>
    <w:rsid w:val="006461E8"/>
    <w:rsid w:val="006464EE"/>
    <w:rsid w:val="006465F9"/>
    <w:rsid w:val="00647849"/>
    <w:rsid w:val="0064794A"/>
    <w:rsid w:val="00647A8E"/>
    <w:rsid w:val="006500E8"/>
    <w:rsid w:val="0065032E"/>
    <w:rsid w:val="00650AF6"/>
    <w:rsid w:val="00650DB6"/>
    <w:rsid w:val="00651718"/>
    <w:rsid w:val="0065187F"/>
    <w:rsid w:val="00651EAC"/>
    <w:rsid w:val="00651EB3"/>
    <w:rsid w:val="00652024"/>
    <w:rsid w:val="00652064"/>
    <w:rsid w:val="00652A94"/>
    <w:rsid w:val="00652D05"/>
    <w:rsid w:val="0065333B"/>
    <w:rsid w:val="006536B7"/>
    <w:rsid w:val="00653742"/>
    <w:rsid w:val="00653F1A"/>
    <w:rsid w:val="0065423B"/>
    <w:rsid w:val="0065525F"/>
    <w:rsid w:val="006558AD"/>
    <w:rsid w:val="006558C3"/>
    <w:rsid w:val="0065646B"/>
    <w:rsid w:val="0065762D"/>
    <w:rsid w:val="006620B0"/>
    <w:rsid w:val="0066229B"/>
    <w:rsid w:val="006629F0"/>
    <w:rsid w:val="00662E02"/>
    <w:rsid w:val="0066324F"/>
    <w:rsid w:val="00663831"/>
    <w:rsid w:val="00663A31"/>
    <w:rsid w:val="00663B3D"/>
    <w:rsid w:val="006644D8"/>
    <w:rsid w:val="00664BA9"/>
    <w:rsid w:val="00664BE0"/>
    <w:rsid w:val="00664E26"/>
    <w:rsid w:val="00665211"/>
    <w:rsid w:val="0066528B"/>
    <w:rsid w:val="0066564A"/>
    <w:rsid w:val="00665D15"/>
    <w:rsid w:val="00665E76"/>
    <w:rsid w:val="006665FA"/>
    <w:rsid w:val="006676F8"/>
    <w:rsid w:val="006677EF"/>
    <w:rsid w:val="00667ED1"/>
    <w:rsid w:val="00667F29"/>
    <w:rsid w:val="00667FA5"/>
    <w:rsid w:val="0067079C"/>
    <w:rsid w:val="00670D61"/>
    <w:rsid w:val="00670FD7"/>
    <w:rsid w:val="006711E6"/>
    <w:rsid w:val="00671239"/>
    <w:rsid w:val="00671319"/>
    <w:rsid w:val="00671774"/>
    <w:rsid w:val="00671C4E"/>
    <w:rsid w:val="006722C0"/>
    <w:rsid w:val="006723E3"/>
    <w:rsid w:val="00672406"/>
    <w:rsid w:val="00672E95"/>
    <w:rsid w:val="00674094"/>
    <w:rsid w:val="00674B25"/>
    <w:rsid w:val="00674C7A"/>
    <w:rsid w:val="00675AFC"/>
    <w:rsid w:val="006763FA"/>
    <w:rsid w:val="006765B2"/>
    <w:rsid w:val="0067691C"/>
    <w:rsid w:val="00676B6D"/>
    <w:rsid w:val="00676C44"/>
    <w:rsid w:val="00677911"/>
    <w:rsid w:val="00677AA2"/>
    <w:rsid w:val="00680671"/>
    <w:rsid w:val="0068073B"/>
    <w:rsid w:val="006807F5"/>
    <w:rsid w:val="00681155"/>
    <w:rsid w:val="0068188C"/>
    <w:rsid w:val="00681C13"/>
    <w:rsid w:val="00681D71"/>
    <w:rsid w:val="00681F5B"/>
    <w:rsid w:val="0068293D"/>
    <w:rsid w:val="00683269"/>
    <w:rsid w:val="00683C21"/>
    <w:rsid w:val="00683E73"/>
    <w:rsid w:val="0068423E"/>
    <w:rsid w:val="00684A05"/>
    <w:rsid w:val="00684AD5"/>
    <w:rsid w:val="00684EB6"/>
    <w:rsid w:val="006852B9"/>
    <w:rsid w:val="006855EE"/>
    <w:rsid w:val="00685818"/>
    <w:rsid w:val="00685ACF"/>
    <w:rsid w:val="00685DA4"/>
    <w:rsid w:val="00686626"/>
    <w:rsid w:val="006870ED"/>
    <w:rsid w:val="00687319"/>
    <w:rsid w:val="00687953"/>
    <w:rsid w:val="00687B26"/>
    <w:rsid w:val="00687C0E"/>
    <w:rsid w:val="00687F5C"/>
    <w:rsid w:val="0069009B"/>
    <w:rsid w:val="00690555"/>
    <w:rsid w:val="00690A9C"/>
    <w:rsid w:val="00690DA9"/>
    <w:rsid w:val="00690EA3"/>
    <w:rsid w:val="006916DA"/>
    <w:rsid w:val="00691F9E"/>
    <w:rsid w:val="0069255E"/>
    <w:rsid w:val="00692E54"/>
    <w:rsid w:val="00692F12"/>
    <w:rsid w:val="006931D2"/>
    <w:rsid w:val="00693E3C"/>
    <w:rsid w:val="00694602"/>
    <w:rsid w:val="00695AF8"/>
    <w:rsid w:val="00695C3D"/>
    <w:rsid w:val="006963B7"/>
    <w:rsid w:val="00696419"/>
    <w:rsid w:val="006966AE"/>
    <w:rsid w:val="006967A3"/>
    <w:rsid w:val="0069686F"/>
    <w:rsid w:val="00696C80"/>
    <w:rsid w:val="00697694"/>
    <w:rsid w:val="00697F4E"/>
    <w:rsid w:val="006A024D"/>
    <w:rsid w:val="006A0586"/>
    <w:rsid w:val="006A0B24"/>
    <w:rsid w:val="006A183B"/>
    <w:rsid w:val="006A1FD8"/>
    <w:rsid w:val="006A22CA"/>
    <w:rsid w:val="006A24B1"/>
    <w:rsid w:val="006A2503"/>
    <w:rsid w:val="006A2B74"/>
    <w:rsid w:val="006A2C67"/>
    <w:rsid w:val="006A3344"/>
    <w:rsid w:val="006A33CF"/>
    <w:rsid w:val="006A33DE"/>
    <w:rsid w:val="006A3936"/>
    <w:rsid w:val="006A3DAF"/>
    <w:rsid w:val="006A3DD3"/>
    <w:rsid w:val="006A4747"/>
    <w:rsid w:val="006A4EBB"/>
    <w:rsid w:val="006A5644"/>
    <w:rsid w:val="006A5D14"/>
    <w:rsid w:val="006A6241"/>
    <w:rsid w:val="006A6D3B"/>
    <w:rsid w:val="006A6F61"/>
    <w:rsid w:val="006A7B0B"/>
    <w:rsid w:val="006B0AF8"/>
    <w:rsid w:val="006B2531"/>
    <w:rsid w:val="006B314A"/>
    <w:rsid w:val="006B3C9B"/>
    <w:rsid w:val="006B3DBF"/>
    <w:rsid w:val="006B3E8A"/>
    <w:rsid w:val="006B50DA"/>
    <w:rsid w:val="006B580C"/>
    <w:rsid w:val="006B5F2C"/>
    <w:rsid w:val="006B6091"/>
    <w:rsid w:val="006B6164"/>
    <w:rsid w:val="006B6352"/>
    <w:rsid w:val="006B6CAE"/>
    <w:rsid w:val="006B7E6F"/>
    <w:rsid w:val="006C04FA"/>
    <w:rsid w:val="006C139D"/>
    <w:rsid w:val="006C13BF"/>
    <w:rsid w:val="006C219B"/>
    <w:rsid w:val="006C29B0"/>
    <w:rsid w:val="006C2DD9"/>
    <w:rsid w:val="006C3765"/>
    <w:rsid w:val="006C38AF"/>
    <w:rsid w:val="006C39AC"/>
    <w:rsid w:val="006C4318"/>
    <w:rsid w:val="006C4327"/>
    <w:rsid w:val="006C44B3"/>
    <w:rsid w:val="006C4A20"/>
    <w:rsid w:val="006C4D6A"/>
    <w:rsid w:val="006C5290"/>
    <w:rsid w:val="006C5340"/>
    <w:rsid w:val="006C5CB3"/>
    <w:rsid w:val="006C5DE0"/>
    <w:rsid w:val="006C6281"/>
    <w:rsid w:val="006C6502"/>
    <w:rsid w:val="006C6885"/>
    <w:rsid w:val="006C6AD4"/>
    <w:rsid w:val="006C701C"/>
    <w:rsid w:val="006C726E"/>
    <w:rsid w:val="006C770E"/>
    <w:rsid w:val="006C7CB0"/>
    <w:rsid w:val="006D02D2"/>
    <w:rsid w:val="006D03FE"/>
    <w:rsid w:val="006D0F58"/>
    <w:rsid w:val="006D1730"/>
    <w:rsid w:val="006D18AB"/>
    <w:rsid w:val="006D1B80"/>
    <w:rsid w:val="006D1FC5"/>
    <w:rsid w:val="006D21D1"/>
    <w:rsid w:val="006D379F"/>
    <w:rsid w:val="006D3B5B"/>
    <w:rsid w:val="006D5199"/>
    <w:rsid w:val="006D5774"/>
    <w:rsid w:val="006D63C3"/>
    <w:rsid w:val="006D650C"/>
    <w:rsid w:val="006D6C22"/>
    <w:rsid w:val="006D72B8"/>
    <w:rsid w:val="006D79E9"/>
    <w:rsid w:val="006D7B3A"/>
    <w:rsid w:val="006D7ED9"/>
    <w:rsid w:val="006D7EF7"/>
    <w:rsid w:val="006E0512"/>
    <w:rsid w:val="006E0C64"/>
    <w:rsid w:val="006E12C0"/>
    <w:rsid w:val="006E1A02"/>
    <w:rsid w:val="006E1AB0"/>
    <w:rsid w:val="006E1B2B"/>
    <w:rsid w:val="006E263C"/>
    <w:rsid w:val="006E2F27"/>
    <w:rsid w:val="006E361C"/>
    <w:rsid w:val="006E3B95"/>
    <w:rsid w:val="006E4179"/>
    <w:rsid w:val="006E41EE"/>
    <w:rsid w:val="006E429C"/>
    <w:rsid w:val="006E4313"/>
    <w:rsid w:val="006E5079"/>
    <w:rsid w:val="006E517C"/>
    <w:rsid w:val="006E51C1"/>
    <w:rsid w:val="006E54CB"/>
    <w:rsid w:val="006E68B9"/>
    <w:rsid w:val="006E69E7"/>
    <w:rsid w:val="006E790E"/>
    <w:rsid w:val="006E79F4"/>
    <w:rsid w:val="006F0A5E"/>
    <w:rsid w:val="006F1750"/>
    <w:rsid w:val="006F1E94"/>
    <w:rsid w:val="006F2794"/>
    <w:rsid w:val="006F2F0F"/>
    <w:rsid w:val="006F3532"/>
    <w:rsid w:val="006F3704"/>
    <w:rsid w:val="006F3C63"/>
    <w:rsid w:val="006F406D"/>
    <w:rsid w:val="006F47AF"/>
    <w:rsid w:val="006F4C30"/>
    <w:rsid w:val="006F5515"/>
    <w:rsid w:val="006F61B6"/>
    <w:rsid w:val="006F6329"/>
    <w:rsid w:val="006F6E4F"/>
    <w:rsid w:val="006F6F26"/>
    <w:rsid w:val="006F6F47"/>
    <w:rsid w:val="006F7186"/>
    <w:rsid w:val="006F71B1"/>
    <w:rsid w:val="006F7368"/>
    <w:rsid w:val="006F7CC2"/>
    <w:rsid w:val="0070053B"/>
    <w:rsid w:val="00700732"/>
    <w:rsid w:val="00700A4A"/>
    <w:rsid w:val="007010F1"/>
    <w:rsid w:val="00701171"/>
    <w:rsid w:val="00701348"/>
    <w:rsid w:val="00701702"/>
    <w:rsid w:val="0070203E"/>
    <w:rsid w:val="0070258A"/>
    <w:rsid w:val="00702699"/>
    <w:rsid w:val="00702AD3"/>
    <w:rsid w:val="0070332A"/>
    <w:rsid w:val="00703360"/>
    <w:rsid w:val="007036BF"/>
    <w:rsid w:val="00703C86"/>
    <w:rsid w:val="0070473C"/>
    <w:rsid w:val="00704B5F"/>
    <w:rsid w:val="00704C77"/>
    <w:rsid w:val="00704DB6"/>
    <w:rsid w:val="00705034"/>
    <w:rsid w:val="007057D9"/>
    <w:rsid w:val="00705897"/>
    <w:rsid w:val="0070602A"/>
    <w:rsid w:val="0070653E"/>
    <w:rsid w:val="007066FE"/>
    <w:rsid w:val="007067A6"/>
    <w:rsid w:val="00706FDF"/>
    <w:rsid w:val="00707101"/>
    <w:rsid w:val="00707287"/>
    <w:rsid w:val="007072A9"/>
    <w:rsid w:val="007076B8"/>
    <w:rsid w:val="00707E77"/>
    <w:rsid w:val="00710318"/>
    <w:rsid w:val="00710520"/>
    <w:rsid w:val="00710DDE"/>
    <w:rsid w:val="00710E72"/>
    <w:rsid w:val="00711B32"/>
    <w:rsid w:val="007126F5"/>
    <w:rsid w:val="00713306"/>
    <w:rsid w:val="007133AF"/>
    <w:rsid w:val="007135B5"/>
    <w:rsid w:val="00713E62"/>
    <w:rsid w:val="007142CD"/>
    <w:rsid w:val="0071474C"/>
    <w:rsid w:val="00714F26"/>
    <w:rsid w:val="007155B6"/>
    <w:rsid w:val="00715701"/>
    <w:rsid w:val="00715B77"/>
    <w:rsid w:val="00715BEA"/>
    <w:rsid w:val="00715DC9"/>
    <w:rsid w:val="007169C0"/>
    <w:rsid w:val="00716B84"/>
    <w:rsid w:val="00717551"/>
    <w:rsid w:val="0072014A"/>
    <w:rsid w:val="007208C7"/>
    <w:rsid w:val="0072192E"/>
    <w:rsid w:val="00721BE0"/>
    <w:rsid w:val="007227A5"/>
    <w:rsid w:val="007229AF"/>
    <w:rsid w:val="0072432D"/>
    <w:rsid w:val="00724A12"/>
    <w:rsid w:val="007257A4"/>
    <w:rsid w:val="007257B2"/>
    <w:rsid w:val="00725FE7"/>
    <w:rsid w:val="0072666E"/>
    <w:rsid w:val="00726974"/>
    <w:rsid w:val="007269FB"/>
    <w:rsid w:val="00726A63"/>
    <w:rsid w:val="00727805"/>
    <w:rsid w:val="00727864"/>
    <w:rsid w:val="0073005C"/>
    <w:rsid w:val="00730EE5"/>
    <w:rsid w:val="00731328"/>
    <w:rsid w:val="007321CD"/>
    <w:rsid w:val="007323D7"/>
    <w:rsid w:val="00732966"/>
    <w:rsid w:val="00732D71"/>
    <w:rsid w:val="00733209"/>
    <w:rsid w:val="0073407B"/>
    <w:rsid w:val="00734396"/>
    <w:rsid w:val="00734D99"/>
    <w:rsid w:val="00735CBF"/>
    <w:rsid w:val="00735DA0"/>
    <w:rsid w:val="0073626E"/>
    <w:rsid w:val="0073633C"/>
    <w:rsid w:val="00736B54"/>
    <w:rsid w:val="00736F59"/>
    <w:rsid w:val="00737081"/>
    <w:rsid w:val="0073721D"/>
    <w:rsid w:val="00737E0D"/>
    <w:rsid w:val="00740115"/>
    <w:rsid w:val="007401F8"/>
    <w:rsid w:val="00740ECE"/>
    <w:rsid w:val="007424E5"/>
    <w:rsid w:val="007427EA"/>
    <w:rsid w:val="00742B87"/>
    <w:rsid w:val="00743266"/>
    <w:rsid w:val="007438F1"/>
    <w:rsid w:val="00745226"/>
    <w:rsid w:val="007452C0"/>
    <w:rsid w:val="00745B08"/>
    <w:rsid w:val="00745E66"/>
    <w:rsid w:val="00745FF2"/>
    <w:rsid w:val="00746492"/>
    <w:rsid w:val="007465AB"/>
    <w:rsid w:val="007468A1"/>
    <w:rsid w:val="007468A5"/>
    <w:rsid w:val="00746A05"/>
    <w:rsid w:val="00747148"/>
    <w:rsid w:val="00747BBB"/>
    <w:rsid w:val="00750CBC"/>
    <w:rsid w:val="0075119F"/>
    <w:rsid w:val="00751BE0"/>
    <w:rsid w:val="00751F03"/>
    <w:rsid w:val="00751F54"/>
    <w:rsid w:val="007520AF"/>
    <w:rsid w:val="0075212A"/>
    <w:rsid w:val="00752B39"/>
    <w:rsid w:val="00752B61"/>
    <w:rsid w:val="0075318F"/>
    <w:rsid w:val="0075330D"/>
    <w:rsid w:val="007537D2"/>
    <w:rsid w:val="007539FC"/>
    <w:rsid w:val="007544E0"/>
    <w:rsid w:val="0075535B"/>
    <w:rsid w:val="007568F4"/>
    <w:rsid w:val="00756D6C"/>
    <w:rsid w:val="00756FC4"/>
    <w:rsid w:val="007576F0"/>
    <w:rsid w:val="00757B73"/>
    <w:rsid w:val="00757CB0"/>
    <w:rsid w:val="00757DAD"/>
    <w:rsid w:val="00760473"/>
    <w:rsid w:val="007608A7"/>
    <w:rsid w:val="00760F59"/>
    <w:rsid w:val="007613D4"/>
    <w:rsid w:val="00761A6C"/>
    <w:rsid w:val="007628F9"/>
    <w:rsid w:val="0076299E"/>
    <w:rsid w:val="00763098"/>
    <w:rsid w:val="007630C6"/>
    <w:rsid w:val="00763304"/>
    <w:rsid w:val="007633D3"/>
    <w:rsid w:val="0076372D"/>
    <w:rsid w:val="00763827"/>
    <w:rsid w:val="00763883"/>
    <w:rsid w:val="00763C26"/>
    <w:rsid w:val="00763DF9"/>
    <w:rsid w:val="00763F1C"/>
    <w:rsid w:val="007641EC"/>
    <w:rsid w:val="00764717"/>
    <w:rsid w:val="00764B0C"/>
    <w:rsid w:val="007653F1"/>
    <w:rsid w:val="007658E7"/>
    <w:rsid w:val="00765BB0"/>
    <w:rsid w:val="00765E1D"/>
    <w:rsid w:val="00766E0F"/>
    <w:rsid w:val="00767316"/>
    <w:rsid w:val="00767343"/>
    <w:rsid w:val="007673B9"/>
    <w:rsid w:val="00767878"/>
    <w:rsid w:val="00767BF5"/>
    <w:rsid w:val="00767D90"/>
    <w:rsid w:val="007700ED"/>
    <w:rsid w:val="00770209"/>
    <w:rsid w:val="007709FD"/>
    <w:rsid w:val="00770B49"/>
    <w:rsid w:val="00771B37"/>
    <w:rsid w:val="00771E66"/>
    <w:rsid w:val="0077305A"/>
    <w:rsid w:val="0077347D"/>
    <w:rsid w:val="00773884"/>
    <w:rsid w:val="00773D6D"/>
    <w:rsid w:val="00774395"/>
    <w:rsid w:val="0077442B"/>
    <w:rsid w:val="00774774"/>
    <w:rsid w:val="00774941"/>
    <w:rsid w:val="00774A66"/>
    <w:rsid w:val="00774F00"/>
    <w:rsid w:val="00775B18"/>
    <w:rsid w:val="00775B7E"/>
    <w:rsid w:val="00776716"/>
    <w:rsid w:val="00776742"/>
    <w:rsid w:val="0077702A"/>
    <w:rsid w:val="0077727D"/>
    <w:rsid w:val="00777449"/>
    <w:rsid w:val="00777FF1"/>
    <w:rsid w:val="007800CB"/>
    <w:rsid w:val="00780533"/>
    <w:rsid w:val="00780DAC"/>
    <w:rsid w:val="00781019"/>
    <w:rsid w:val="00781944"/>
    <w:rsid w:val="0078194A"/>
    <w:rsid w:val="00782188"/>
    <w:rsid w:val="00782A52"/>
    <w:rsid w:val="00782C9C"/>
    <w:rsid w:val="00782CDA"/>
    <w:rsid w:val="00782EE3"/>
    <w:rsid w:val="00782FB9"/>
    <w:rsid w:val="00783E66"/>
    <w:rsid w:val="00784836"/>
    <w:rsid w:val="00784D6F"/>
    <w:rsid w:val="00785088"/>
    <w:rsid w:val="00785881"/>
    <w:rsid w:val="00786FAD"/>
    <w:rsid w:val="007870B1"/>
    <w:rsid w:val="007873F3"/>
    <w:rsid w:val="00787480"/>
    <w:rsid w:val="007877AF"/>
    <w:rsid w:val="00787C23"/>
    <w:rsid w:val="00787E89"/>
    <w:rsid w:val="00790D1C"/>
    <w:rsid w:val="007910F6"/>
    <w:rsid w:val="00791439"/>
    <w:rsid w:val="00791C60"/>
    <w:rsid w:val="00791E4E"/>
    <w:rsid w:val="00791F11"/>
    <w:rsid w:val="00792002"/>
    <w:rsid w:val="00792653"/>
    <w:rsid w:val="00792CD2"/>
    <w:rsid w:val="0079312C"/>
    <w:rsid w:val="0079314C"/>
    <w:rsid w:val="00793526"/>
    <w:rsid w:val="0079395C"/>
    <w:rsid w:val="00793D87"/>
    <w:rsid w:val="007949DE"/>
    <w:rsid w:val="00794FB6"/>
    <w:rsid w:val="00795214"/>
    <w:rsid w:val="00795E51"/>
    <w:rsid w:val="00795FEF"/>
    <w:rsid w:val="007962C4"/>
    <w:rsid w:val="00796388"/>
    <w:rsid w:val="0079659A"/>
    <w:rsid w:val="00796941"/>
    <w:rsid w:val="00796BC9"/>
    <w:rsid w:val="0079716B"/>
    <w:rsid w:val="007976C7"/>
    <w:rsid w:val="00797DF9"/>
    <w:rsid w:val="00797F7C"/>
    <w:rsid w:val="007A117E"/>
    <w:rsid w:val="007A1224"/>
    <w:rsid w:val="007A255B"/>
    <w:rsid w:val="007A2991"/>
    <w:rsid w:val="007A2CCE"/>
    <w:rsid w:val="007A2EEB"/>
    <w:rsid w:val="007A3C7F"/>
    <w:rsid w:val="007A545C"/>
    <w:rsid w:val="007A5C6F"/>
    <w:rsid w:val="007A5E5B"/>
    <w:rsid w:val="007A5E99"/>
    <w:rsid w:val="007A5F32"/>
    <w:rsid w:val="007A5FE9"/>
    <w:rsid w:val="007A62B1"/>
    <w:rsid w:val="007A6B46"/>
    <w:rsid w:val="007B0034"/>
    <w:rsid w:val="007B0629"/>
    <w:rsid w:val="007B09B0"/>
    <w:rsid w:val="007B14C6"/>
    <w:rsid w:val="007B19FC"/>
    <w:rsid w:val="007B1B5E"/>
    <w:rsid w:val="007B1D46"/>
    <w:rsid w:val="007B31C6"/>
    <w:rsid w:val="007B32E9"/>
    <w:rsid w:val="007B38B4"/>
    <w:rsid w:val="007B3F13"/>
    <w:rsid w:val="007B4108"/>
    <w:rsid w:val="007B455B"/>
    <w:rsid w:val="007B4FF0"/>
    <w:rsid w:val="007B5210"/>
    <w:rsid w:val="007B5752"/>
    <w:rsid w:val="007B5B75"/>
    <w:rsid w:val="007B5D8B"/>
    <w:rsid w:val="007B6B9A"/>
    <w:rsid w:val="007B793E"/>
    <w:rsid w:val="007C00D5"/>
    <w:rsid w:val="007C0380"/>
    <w:rsid w:val="007C0758"/>
    <w:rsid w:val="007C162E"/>
    <w:rsid w:val="007C18D4"/>
    <w:rsid w:val="007C2888"/>
    <w:rsid w:val="007C2966"/>
    <w:rsid w:val="007C338D"/>
    <w:rsid w:val="007C36CC"/>
    <w:rsid w:val="007C3FDD"/>
    <w:rsid w:val="007C4128"/>
    <w:rsid w:val="007C486C"/>
    <w:rsid w:val="007C4D04"/>
    <w:rsid w:val="007C5DE9"/>
    <w:rsid w:val="007C639B"/>
    <w:rsid w:val="007C69E9"/>
    <w:rsid w:val="007C6F8B"/>
    <w:rsid w:val="007C72DE"/>
    <w:rsid w:val="007C7660"/>
    <w:rsid w:val="007D0292"/>
    <w:rsid w:val="007D0511"/>
    <w:rsid w:val="007D0A51"/>
    <w:rsid w:val="007D0B90"/>
    <w:rsid w:val="007D0DFB"/>
    <w:rsid w:val="007D0F8A"/>
    <w:rsid w:val="007D15D3"/>
    <w:rsid w:val="007D15D8"/>
    <w:rsid w:val="007D213D"/>
    <w:rsid w:val="007D2AEA"/>
    <w:rsid w:val="007D2B26"/>
    <w:rsid w:val="007D3141"/>
    <w:rsid w:val="007D3235"/>
    <w:rsid w:val="007D47D8"/>
    <w:rsid w:val="007D4EF2"/>
    <w:rsid w:val="007D63B2"/>
    <w:rsid w:val="007D6AB3"/>
    <w:rsid w:val="007D6B7D"/>
    <w:rsid w:val="007D6E32"/>
    <w:rsid w:val="007D6E7D"/>
    <w:rsid w:val="007D700B"/>
    <w:rsid w:val="007D719A"/>
    <w:rsid w:val="007D7345"/>
    <w:rsid w:val="007D7355"/>
    <w:rsid w:val="007D78F3"/>
    <w:rsid w:val="007D7A02"/>
    <w:rsid w:val="007D7B70"/>
    <w:rsid w:val="007E04B7"/>
    <w:rsid w:val="007E0F49"/>
    <w:rsid w:val="007E1BAB"/>
    <w:rsid w:val="007E1DEA"/>
    <w:rsid w:val="007E22E1"/>
    <w:rsid w:val="007E2394"/>
    <w:rsid w:val="007E2727"/>
    <w:rsid w:val="007E2A07"/>
    <w:rsid w:val="007E2BE4"/>
    <w:rsid w:val="007E43BC"/>
    <w:rsid w:val="007E4A99"/>
    <w:rsid w:val="007E4AF5"/>
    <w:rsid w:val="007E509F"/>
    <w:rsid w:val="007E546F"/>
    <w:rsid w:val="007E5575"/>
    <w:rsid w:val="007E5809"/>
    <w:rsid w:val="007E5DC0"/>
    <w:rsid w:val="007E5DD6"/>
    <w:rsid w:val="007E62FF"/>
    <w:rsid w:val="007E6393"/>
    <w:rsid w:val="007E6871"/>
    <w:rsid w:val="007E6A57"/>
    <w:rsid w:val="007E6C1F"/>
    <w:rsid w:val="007E6F98"/>
    <w:rsid w:val="007E70B8"/>
    <w:rsid w:val="007E7433"/>
    <w:rsid w:val="007F0AA2"/>
    <w:rsid w:val="007F102E"/>
    <w:rsid w:val="007F1679"/>
    <w:rsid w:val="007F196B"/>
    <w:rsid w:val="007F1BC5"/>
    <w:rsid w:val="007F1C63"/>
    <w:rsid w:val="007F208D"/>
    <w:rsid w:val="007F243E"/>
    <w:rsid w:val="007F31C8"/>
    <w:rsid w:val="007F3E67"/>
    <w:rsid w:val="007F5183"/>
    <w:rsid w:val="007F548E"/>
    <w:rsid w:val="007F54AE"/>
    <w:rsid w:val="007F59E6"/>
    <w:rsid w:val="007F690C"/>
    <w:rsid w:val="007F6A53"/>
    <w:rsid w:val="007F6B0C"/>
    <w:rsid w:val="007F6EE2"/>
    <w:rsid w:val="007F7204"/>
    <w:rsid w:val="007F7543"/>
    <w:rsid w:val="007F76FA"/>
    <w:rsid w:val="007F7B30"/>
    <w:rsid w:val="00800046"/>
    <w:rsid w:val="00800092"/>
    <w:rsid w:val="00801E1E"/>
    <w:rsid w:val="008020D4"/>
    <w:rsid w:val="0080257D"/>
    <w:rsid w:val="00802879"/>
    <w:rsid w:val="00803B85"/>
    <w:rsid w:val="00803D41"/>
    <w:rsid w:val="00803F7B"/>
    <w:rsid w:val="00804250"/>
    <w:rsid w:val="00804C4C"/>
    <w:rsid w:val="00804E9D"/>
    <w:rsid w:val="00805508"/>
    <w:rsid w:val="00805BF2"/>
    <w:rsid w:val="00805E17"/>
    <w:rsid w:val="00806934"/>
    <w:rsid w:val="00806990"/>
    <w:rsid w:val="00806CA9"/>
    <w:rsid w:val="00806D43"/>
    <w:rsid w:val="00806EAB"/>
    <w:rsid w:val="0080759C"/>
    <w:rsid w:val="0080787E"/>
    <w:rsid w:val="008101FC"/>
    <w:rsid w:val="008102ED"/>
    <w:rsid w:val="00810932"/>
    <w:rsid w:val="008115D0"/>
    <w:rsid w:val="008119B0"/>
    <w:rsid w:val="00811E7B"/>
    <w:rsid w:val="00811E95"/>
    <w:rsid w:val="008123B2"/>
    <w:rsid w:val="0081311F"/>
    <w:rsid w:val="008132BB"/>
    <w:rsid w:val="008137E7"/>
    <w:rsid w:val="00813CD4"/>
    <w:rsid w:val="008142AE"/>
    <w:rsid w:val="00814380"/>
    <w:rsid w:val="00814BAD"/>
    <w:rsid w:val="0081538B"/>
    <w:rsid w:val="00816382"/>
    <w:rsid w:val="008164D8"/>
    <w:rsid w:val="00816DAB"/>
    <w:rsid w:val="0081747A"/>
    <w:rsid w:val="00817C72"/>
    <w:rsid w:val="008203B4"/>
    <w:rsid w:val="00820D66"/>
    <w:rsid w:val="0082167D"/>
    <w:rsid w:val="008223A7"/>
    <w:rsid w:val="008228E2"/>
    <w:rsid w:val="0082328C"/>
    <w:rsid w:val="008242F5"/>
    <w:rsid w:val="00825B65"/>
    <w:rsid w:val="00825BAA"/>
    <w:rsid w:val="00825BF8"/>
    <w:rsid w:val="00825D55"/>
    <w:rsid w:val="008261C8"/>
    <w:rsid w:val="008262DD"/>
    <w:rsid w:val="00826C1B"/>
    <w:rsid w:val="00826D81"/>
    <w:rsid w:val="00827093"/>
    <w:rsid w:val="008271A1"/>
    <w:rsid w:val="00830745"/>
    <w:rsid w:val="00830F59"/>
    <w:rsid w:val="0083156C"/>
    <w:rsid w:val="00832051"/>
    <w:rsid w:val="00832490"/>
    <w:rsid w:val="0083269C"/>
    <w:rsid w:val="008327C2"/>
    <w:rsid w:val="008336C5"/>
    <w:rsid w:val="008337DE"/>
    <w:rsid w:val="00833CD9"/>
    <w:rsid w:val="00834109"/>
    <w:rsid w:val="0083500E"/>
    <w:rsid w:val="00835046"/>
    <w:rsid w:val="008350BE"/>
    <w:rsid w:val="008354A9"/>
    <w:rsid w:val="00835543"/>
    <w:rsid w:val="008356E9"/>
    <w:rsid w:val="00835D91"/>
    <w:rsid w:val="00835F3F"/>
    <w:rsid w:val="00836BD0"/>
    <w:rsid w:val="00836E80"/>
    <w:rsid w:val="008370C0"/>
    <w:rsid w:val="00837940"/>
    <w:rsid w:val="0084010E"/>
    <w:rsid w:val="00840113"/>
    <w:rsid w:val="0084133C"/>
    <w:rsid w:val="00841519"/>
    <w:rsid w:val="008418BB"/>
    <w:rsid w:val="00841919"/>
    <w:rsid w:val="00841DEB"/>
    <w:rsid w:val="0084381E"/>
    <w:rsid w:val="00843877"/>
    <w:rsid w:val="00843B14"/>
    <w:rsid w:val="00843D1D"/>
    <w:rsid w:val="00843E73"/>
    <w:rsid w:val="00844361"/>
    <w:rsid w:val="008448FC"/>
    <w:rsid w:val="00844BBF"/>
    <w:rsid w:val="00844CBF"/>
    <w:rsid w:val="008451BB"/>
    <w:rsid w:val="0084521A"/>
    <w:rsid w:val="008457EE"/>
    <w:rsid w:val="00845F0F"/>
    <w:rsid w:val="00846171"/>
    <w:rsid w:val="00846517"/>
    <w:rsid w:val="00846BC2"/>
    <w:rsid w:val="00846EA9"/>
    <w:rsid w:val="00846ED4"/>
    <w:rsid w:val="00846F0B"/>
    <w:rsid w:val="00847927"/>
    <w:rsid w:val="0084793C"/>
    <w:rsid w:val="00847E27"/>
    <w:rsid w:val="0085040E"/>
    <w:rsid w:val="00850C2C"/>
    <w:rsid w:val="00851041"/>
    <w:rsid w:val="00851BA6"/>
    <w:rsid w:val="00851E8E"/>
    <w:rsid w:val="0085214B"/>
    <w:rsid w:val="00853678"/>
    <w:rsid w:val="00854C59"/>
    <w:rsid w:val="00854E3D"/>
    <w:rsid w:val="0085530F"/>
    <w:rsid w:val="0085562E"/>
    <w:rsid w:val="008556A1"/>
    <w:rsid w:val="00855FF9"/>
    <w:rsid w:val="0085609C"/>
    <w:rsid w:val="00856889"/>
    <w:rsid w:val="00856C31"/>
    <w:rsid w:val="00856DCF"/>
    <w:rsid w:val="00856EE4"/>
    <w:rsid w:val="0085792D"/>
    <w:rsid w:val="00857C41"/>
    <w:rsid w:val="0086126F"/>
    <w:rsid w:val="0086168E"/>
    <w:rsid w:val="00861C2E"/>
    <w:rsid w:val="00861DF2"/>
    <w:rsid w:val="00863380"/>
    <w:rsid w:val="00863761"/>
    <w:rsid w:val="00863F83"/>
    <w:rsid w:val="00864748"/>
    <w:rsid w:val="00864B21"/>
    <w:rsid w:val="00866217"/>
    <w:rsid w:val="008665E1"/>
    <w:rsid w:val="00866981"/>
    <w:rsid w:val="008669D4"/>
    <w:rsid w:val="00867790"/>
    <w:rsid w:val="00867AAB"/>
    <w:rsid w:val="00870730"/>
    <w:rsid w:val="008709E6"/>
    <w:rsid w:val="00870A19"/>
    <w:rsid w:val="00870EAA"/>
    <w:rsid w:val="00871023"/>
    <w:rsid w:val="0087118E"/>
    <w:rsid w:val="00871444"/>
    <w:rsid w:val="0087181C"/>
    <w:rsid w:val="008719F4"/>
    <w:rsid w:val="00871BBF"/>
    <w:rsid w:val="00872868"/>
    <w:rsid w:val="00873010"/>
    <w:rsid w:val="008735CC"/>
    <w:rsid w:val="008737AE"/>
    <w:rsid w:val="00873A9E"/>
    <w:rsid w:val="008741FC"/>
    <w:rsid w:val="008746FB"/>
    <w:rsid w:val="0087537A"/>
    <w:rsid w:val="00875D5D"/>
    <w:rsid w:val="00876085"/>
    <w:rsid w:val="00876217"/>
    <w:rsid w:val="00876328"/>
    <w:rsid w:val="00876F4A"/>
    <w:rsid w:val="00877686"/>
    <w:rsid w:val="00877FFC"/>
    <w:rsid w:val="0088004D"/>
    <w:rsid w:val="0088037E"/>
    <w:rsid w:val="008803E8"/>
    <w:rsid w:val="00880631"/>
    <w:rsid w:val="00880A26"/>
    <w:rsid w:val="00880DE5"/>
    <w:rsid w:val="008810E1"/>
    <w:rsid w:val="0088118A"/>
    <w:rsid w:val="00881471"/>
    <w:rsid w:val="00881BA7"/>
    <w:rsid w:val="00881F61"/>
    <w:rsid w:val="00882059"/>
    <w:rsid w:val="00882150"/>
    <w:rsid w:val="00883200"/>
    <w:rsid w:val="00883989"/>
    <w:rsid w:val="00883C2B"/>
    <w:rsid w:val="0088407B"/>
    <w:rsid w:val="00884871"/>
    <w:rsid w:val="00884E63"/>
    <w:rsid w:val="00885B9A"/>
    <w:rsid w:val="00885F41"/>
    <w:rsid w:val="00886758"/>
    <w:rsid w:val="00886917"/>
    <w:rsid w:val="00886E0C"/>
    <w:rsid w:val="00887151"/>
    <w:rsid w:val="00887980"/>
    <w:rsid w:val="00887E11"/>
    <w:rsid w:val="008901C9"/>
    <w:rsid w:val="00890C1D"/>
    <w:rsid w:val="008910A4"/>
    <w:rsid w:val="00891921"/>
    <w:rsid w:val="00891CC3"/>
    <w:rsid w:val="00891D6B"/>
    <w:rsid w:val="00891F7B"/>
    <w:rsid w:val="0089210D"/>
    <w:rsid w:val="008927C4"/>
    <w:rsid w:val="008932D1"/>
    <w:rsid w:val="00893D42"/>
    <w:rsid w:val="00893E61"/>
    <w:rsid w:val="0089428A"/>
    <w:rsid w:val="008947DD"/>
    <w:rsid w:val="00894B1D"/>
    <w:rsid w:val="00894CA4"/>
    <w:rsid w:val="008956B8"/>
    <w:rsid w:val="00895BB1"/>
    <w:rsid w:val="00895D3D"/>
    <w:rsid w:val="00896425"/>
    <w:rsid w:val="008966E4"/>
    <w:rsid w:val="0089730A"/>
    <w:rsid w:val="008973E2"/>
    <w:rsid w:val="008975C2"/>
    <w:rsid w:val="008979E8"/>
    <w:rsid w:val="00897B48"/>
    <w:rsid w:val="00897C5A"/>
    <w:rsid w:val="00897D04"/>
    <w:rsid w:val="00897E67"/>
    <w:rsid w:val="008A0126"/>
    <w:rsid w:val="008A06C3"/>
    <w:rsid w:val="008A13CD"/>
    <w:rsid w:val="008A1404"/>
    <w:rsid w:val="008A1FB7"/>
    <w:rsid w:val="008A2181"/>
    <w:rsid w:val="008A2583"/>
    <w:rsid w:val="008A2813"/>
    <w:rsid w:val="008A2989"/>
    <w:rsid w:val="008A2A25"/>
    <w:rsid w:val="008A2DE2"/>
    <w:rsid w:val="008A3010"/>
    <w:rsid w:val="008A364B"/>
    <w:rsid w:val="008A4707"/>
    <w:rsid w:val="008A4D74"/>
    <w:rsid w:val="008A54CF"/>
    <w:rsid w:val="008A5AE4"/>
    <w:rsid w:val="008A5F97"/>
    <w:rsid w:val="008A69FB"/>
    <w:rsid w:val="008A6BB8"/>
    <w:rsid w:val="008A6EAF"/>
    <w:rsid w:val="008A72BB"/>
    <w:rsid w:val="008A7AB1"/>
    <w:rsid w:val="008B0131"/>
    <w:rsid w:val="008B0396"/>
    <w:rsid w:val="008B03B0"/>
    <w:rsid w:val="008B0841"/>
    <w:rsid w:val="008B0930"/>
    <w:rsid w:val="008B1FEC"/>
    <w:rsid w:val="008B29E1"/>
    <w:rsid w:val="008B369D"/>
    <w:rsid w:val="008B3F01"/>
    <w:rsid w:val="008B3FA8"/>
    <w:rsid w:val="008B4482"/>
    <w:rsid w:val="008B47F7"/>
    <w:rsid w:val="008B4D76"/>
    <w:rsid w:val="008B4DF6"/>
    <w:rsid w:val="008B4FEB"/>
    <w:rsid w:val="008B563E"/>
    <w:rsid w:val="008B5D72"/>
    <w:rsid w:val="008B63D3"/>
    <w:rsid w:val="008B7515"/>
    <w:rsid w:val="008B79B9"/>
    <w:rsid w:val="008B7A5C"/>
    <w:rsid w:val="008B7BD9"/>
    <w:rsid w:val="008C0174"/>
    <w:rsid w:val="008C12C1"/>
    <w:rsid w:val="008C1F1B"/>
    <w:rsid w:val="008C2277"/>
    <w:rsid w:val="008C2736"/>
    <w:rsid w:val="008C2983"/>
    <w:rsid w:val="008C2E72"/>
    <w:rsid w:val="008C3872"/>
    <w:rsid w:val="008C4128"/>
    <w:rsid w:val="008C421E"/>
    <w:rsid w:val="008C4885"/>
    <w:rsid w:val="008C49CA"/>
    <w:rsid w:val="008C49CD"/>
    <w:rsid w:val="008C4A4F"/>
    <w:rsid w:val="008C4BDD"/>
    <w:rsid w:val="008C4E14"/>
    <w:rsid w:val="008C4EE2"/>
    <w:rsid w:val="008C4FA1"/>
    <w:rsid w:val="008C5AE0"/>
    <w:rsid w:val="008C5C30"/>
    <w:rsid w:val="008C5DBD"/>
    <w:rsid w:val="008C6043"/>
    <w:rsid w:val="008C695E"/>
    <w:rsid w:val="008C6F0C"/>
    <w:rsid w:val="008C6F49"/>
    <w:rsid w:val="008C727A"/>
    <w:rsid w:val="008C77BC"/>
    <w:rsid w:val="008C7919"/>
    <w:rsid w:val="008C797E"/>
    <w:rsid w:val="008C7C8F"/>
    <w:rsid w:val="008C7D15"/>
    <w:rsid w:val="008D0338"/>
    <w:rsid w:val="008D0856"/>
    <w:rsid w:val="008D08AD"/>
    <w:rsid w:val="008D0AE4"/>
    <w:rsid w:val="008D0C80"/>
    <w:rsid w:val="008D0E48"/>
    <w:rsid w:val="008D14FC"/>
    <w:rsid w:val="008D1F8C"/>
    <w:rsid w:val="008D23B7"/>
    <w:rsid w:val="008D2CC5"/>
    <w:rsid w:val="008D379F"/>
    <w:rsid w:val="008D3D85"/>
    <w:rsid w:val="008D3F8F"/>
    <w:rsid w:val="008D439B"/>
    <w:rsid w:val="008D443E"/>
    <w:rsid w:val="008D443F"/>
    <w:rsid w:val="008D4B27"/>
    <w:rsid w:val="008D5898"/>
    <w:rsid w:val="008D5B94"/>
    <w:rsid w:val="008D5D4C"/>
    <w:rsid w:val="008D69FF"/>
    <w:rsid w:val="008D6D65"/>
    <w:rsid w:val="008D70C5"/>
    <w:rsid w:val="008E0096"/>
    <w:rsid w:val="008E0255"/>
    <w:rsid w:val="008E04C2"/>
    <w:rsid w:val="008E07D9"/>
    <w:rsid w:val="008E0B2B"/>
    <w:rsid w:val="008E0E8C"/>
    <w:rsid w:val="008E11E5"/>
    <w:rsid w:val="008E17C7"/>
    <w:rsid w:val="008E18B1"/>
    <w:rsid w:val="008E2318"/>
    <w:rsid w:val="008E3225"/>
    <w:rsid w:val="008E32D0"/>
    <w:rsid w:val="008E39F7"/>
    <w:rsid w:val="008E3AA0"/>
    <w:rsid w:val="008E4472"/>
    <w:rsid w:val="008E4516"/>
    <w:rsid w:val="008E5161"/>
    <w:rsid w:val="008E51FE"/>
    <w:rsid w:val="008E529D"/>
    <w:rsid w:val="008E542A"/>
    <w:rsid w:val="008E54AA"/>
    <w:rsid w:val="008E54B7"/>
    <w:rsid w:val="008E5F97"/>
    <w:rsid w:val="008E601A"/>
    <w:rsid w:val="008E65BC"/>
    <w:rsid w:val="008E6877"/>
    <w:rsid w:val="008E692B"/>
    <w:rsid w:val="008E6A1B"/>
    <w:rsid w:val="008E6A4E"/>
    <w:rsid w:val="008E7B84"/>
    <w:rsid w:val="008F0357"/>
    <w:rsid w:val="008F0AB1"/>
    <w:rsid w:val="008F0BD6"/>
    <w:rsid w:val="008F0BE8"/>
    <w:rsid w:val="008F0D17"/>
    <w:rsid w:val="008F1080"/>
    <w:rsid w:val="008F159F"/>
    <w:rsid w:val="008F183E"/>
    <w:rsid w:val="008F18B7"/>
    <w:rsid w:val="008F2186"/>
    <w:rsid w:val="008F274E"/>
    <w:rsid w:val="008F2AB2"/>
    <w:rsid w:val="008F2C86"/>
    <w:rsid w:val="008F3397"/>
    <w:rsid w:val="008F360B"/>
    <w:rsid w:val="008F37C8"/>
    <w:rsid w:val="008F3911"/>
    <w:rsid w:val="008F3B8D"/>
    <w:rsid w:val="008F4C6B"/>
    <w:rsid w:val="008F512F"/>
    <w:rsid w:val="008F5309"/>
    <w:rsid w:val="008F530F"/>
    <w:rsid w:val="008F577E"/>
    <w:rsid w:val="008F5D32"/>
    <w:rsid w:val="008F5E84"/>
    <w:rsid w:val="008F61F0"/>
    <w:rsid w:val="008F62AC"/>
    <w:rsid w:val="008F6AA6"/>
    <w:rsid w:val="008F6BAE"/>
    <w:rsid w:val="008F7152"/>
    <w:rsid w:val="008F73FA"/>
    <w:rsid w:val="008F7D81"/>
    <w:rsid w:val="009004CD"/>
    <w:rsid w:val="00900763"/>
    <w:rsid w:val="00900B84"/>
    <w:rsid w:val="009010B1"/>
    <w:rsid w:val="009014F3"/>
    <w:rsid w:val="00902943"/>
    <w:rsid w:val="00902CC9"/>
    <w:rsid w:val="00904471"/>
    <w:rsid w:val="00904897"/>
    <w:rsid w:val="009052C7"/>
    <w:rsid w:val="00905418"/>
    <w:rsid w:val="009061EF"/>
    <w:rsid w:val="009063FF"/>
    <w:rsid w:val="009065F3"/>
    <w:rsid w:val="009069CE"/>
    <w:rsid w:val="00906BEE"/>
    <w:rsid w:val="00906E39"/>
    <w:rsid w:val="00907BA8"/>
    <w:rsid w:val="00910A59"/>
    <w:rsid w:val="00910C27"/>
    <w:rsid w:val="00910D16"/>
    <w:rsid w:val="00911007"/>
    <w:rsid w:val="009110A0"/>
    <w:rsid w:val="00911C69"/>
    <w:rsid w:val="00913195"/>
    <w:rsid w:val="00913774"/>
    <w:rsid w:val="00913E4B"/>
    <w:rsid w:val="0091419D"/>
    <w:rsid w:val="00914804"/>
    <w:rsid w:val="00914908"/>
    <w:rsid w:val="00915080"/>
    <w:rsid w:val="0091545E"/>
    <w:rsid w:val="009154C9"/>
    <w:rsid w:val="00915682"/>
    <w:rsid w:val="00915BC3"/>
    <w:rsid w:val="009160ED"/>
    <w:rsid w:val="0091619E"/>
    <w:rsid w:val="00916549"/>
    <w:rsid w:val="00916802"/>
    <w:rsid w:val="00916D5E"/>
    <w:rsid w:val="00916E48"/>
    <w:rsid w:val="00917448"/>
    <w:rsid w:val="0091781A"/>
    <w:rsid w:val="00917B25"/>
    <w:rsid w:val="00920926"/>
    <w:rsid w:val="00920C08"/>
    <w:rsid w:val="00920D13"/>
    <w:rsid w:val="00920E0B"/>
    <w:rsid w:val="0092178E"/>
    <w:rsid w:val="00921F02"/>
    <w:rsid w:val="00922162"/>
    <w:rsid w:val="0092229A"/>
    <w:rsid w:val="0092278C"/>
    <w:rsid w:val="009229B4"/>
    <w:rsid w:val="00922C13"/>
    <w:rsid w:val="0092420C"/>
    <w:rsid w:val="009244B3"/>
    <w:rsid w:val="009248C1"/>
    <w:rsid w:val="009253AC"/>
    <w:rsid w:val="00925926"/>
    <w:rsid w:val="00926C8D"/>
    <w:rsid w:val="00926E23"/>
    <w:rsid w:val="009278BA"/>
    <w:rsid w:val="0093032E"/>
    <w:rsid w:val="0093194A"/>
    <w:rsid w:val="00931EB8"/>
    <w:rsid w:val="00932CD4"/>
    <w:rsid w:val="00933001"/>
    <w:rsid w:val="00933032"/>
    <w:rsid w:val="00933B88"/>
    <w:rsid w:val="00933C8C"/>
    <w:rsid w:val="009342FC"/>
    <w:rsid w:val="009348EB"/>
    <w:rsid w:val="0093495E"/>
    <w:rsid w:val="00934A60"/>
    <w:rsid w:val="00934C7C"/>
    <w:rsid w:val="00934EEF"/>
    <w:rsid w:val="0093549A"/>
    <w:rsid w:val="00935562"/>
    <w:rsid w:val="00935607"/>
    <w:rsid w:val="009358B3"/>
    <w:rsid w:val="00935A9D"/>
    <w:rsid w:val="0093613A"/>
    <w:rsid w:val="0093627F"/>
    <w:rsid w:val="00936438"/>
    <w:rsid w:val="00936889"/>
    <w:rsid w:val="00937A92"/>
    <w:rsid w:val="00937ED5"/>
    <w:rsid w:val="00940920"/>
    <w:rsid w:val="00940C3A"/>
    <w:rsid w:val="00940DA6"/>
    <w:rsid w:val="0094197C"/>
    <w:rsid w:val="009424E3"/>
    <w:rsid w:val="00942BF9"/>
    <w:rsid w:val="00942C91"/>
    <w:rsid w:val="00942DDC"/>
    <w:rsid w:val="009437EA"/>
    <w:rsid w:val="0094419B"/>
    <w:rsid w:val="00944213"/>
    <w:rsid w:val="00944242"/>
    <w:rsid w:val="009446C1"/>
    <w:rsid w:val="0094471D"/>
    <w:rsid w:val="00944B1E"/>
    <w:rsid w:val="00944B93"/>
    <w:rsid w:val="00944B9B"/>
    <w:rsid w:val="00944E77"/>
    <w:rsid w:val="00944FE8"/>
    <w:rsid w:val="00945780"/>
    <w:rsid w:val="00947B0F"/>
    <w:rsid w:val="00947D95"/>
    <w:rsid w:val="00947DBE"/>
    <w:rsid w:val="00950168"/>
    <w:rsid w:val="0095047A"/>
    <w:rsid w:val="00951171"/>
    <w:rsid w:val="0095166B"/>
    <w:rsid w:val="00951850"/>
    <w:rsid w:val="00951E7F"/>
    <w:rsid w:val="00951EEA"/>
    <w:rsid w:val="00952019"/>
    <w:rsid w:val="009520D9"/>
    <w:rsid w:val="00952801"/>
    <w:rsid w:val="00953BC8"/>
    <w:rsid w:val="00953C2E"/>
    <w:rsid w:val="00953F39"/>
    <w:rsid w:val="009540B1"/>
    <w:rsid w:val="009543FD"/>
    <w:rsid w:val="009544ED"/>
    <w:rsid w:val="00954519"/>
    <w:rsid w:val="009547C9"/>
    <w:rsid w:val="00954BD4"/>
    <w:rsid w:val="00954EEE"/>
    <w:rsid w:val="009550AF"/>
    <w:rsid w:val="0095622D"/>
    <w:rsid w:val="00956541"/>
    <w:rsid w:val="00956A9D"/>
    <w:rsid w:val="009570E6"/>
    <w:rsid w:val="00957C7F"/>
    <w:rsid w:val="00960A7C"/>
    <w:rsid w:val="00961376"/>
    <w:rsid w:val="009616E3"/>
    <w:rsid w:val="00961B9E"/>
    <w:rsid w:val="009625C1"/>
    <w:rsid w:val="00962772"/>
    <w:rsid w:val="00962A03"/>
    <w:rsid w:val="00962D81"/>
    <w:rsid w:val="0096386F"/>
    <w:rsid w:val="00963951"/>
    <w:rsid w:val="00963B24"/>
    <w:rsid w:val="00964619"/>
    <w:rsid w:val="00964A2F"/>
    <w:rsid w:val="009653EA"/>
    <w:rsid w:val="00965578"/>
    <w:rsid w:val="00965A33"/>
    <w:rsid w:val="00965BA5"/>
    <w:rsid w:val="00966C8D"/>
    <w:rsid w:val="009671F0"/>
    <w:rsid w:val="0096733F"/>
    <w:rsid w:val="009678C6"/>
    <w:rsid w:val="00967AF6"/>
    <w:rsid w:val="00967D6D"/>
    <w:rsid w:val="009702A3"/>
    <w:rsid w:val="0097071A"/>
    <w:rsid w:val="00970A4D"/>
    <w:rsid w:val="00971F16"/>
    <w:rsid w:val="00972042"/>
    <w:rsid w:val="0097236F"/>
    <w:rsid w:val="0097277E"/>
    <w:rsid w:val="009739B9"/>
    <w:rsid w:val="00973EF3"/>
    <w:rsid w:val="009740A3"/>
    <w:rsid w:val="0097463A"/>
    <w:rsid w:val="00974E05"/>
    <w:rsid w:val="00974E4E"/>
    <w:rsid w:val="0097521D"/>
    <w:rsid w:val="009752DD"/>
    <w:rsid w:val="00975689"/>
    <w:rsid w:val="00975D52"/>
    <w:rsid w:val="00976B01"/>
    <w:rsid w:val="009777F3"/>
    <w:rsid w:val="00977BA6"/>
    <w:rsid w:val="00977DBF"/>
    <w:rsid w:val="00977E5F"/>
    <w:rsid w:val="00980C4F"/>
    <w:rsid w:val="009812EE"/>
    <w:rsid w:val="00981715"/>
    <w:rsid w:val="009821F3"/>
    <w:rsid w:val="0098521E"/>
    <w:rsid w:val="00985685"/>
    <w:rsid w:val="00985F00"/>
    <w:rsid w:val="00986109"/>
    <w:rsid w:val="009869F4"/>
    <w:rsid w:val="00986C70"/>
    <w:rsid w:val="00986D28"/>
    <w:rsid w:val="0098755D"/>
    <w:rsid w:val="00987B51"/>
    <w:rsid w:val="00987EBB"/>
    <w:rsid w:val="00987F2D"/>
    <w:rsid w:val="00990166"/>
    <w:rsid w:val="00990179"/>
    <w:rsid w:val="0099067C"/>
    <w:rsid w:val="00990B34"/>
    <w:rsid w:val="00991055"/>
    <w:rsid w:val="009910B1"/>
    <w:rsid w:val="0099144A"/>
    <w:rsid w:val="00991CC5"/>
    <w:rsid w:val="00991F27"/>
    <w:rsid w:val="00992111"/>
    <w:rsid w:val="00992AB8"/>
    <w:rsid w:val="00992EDA"/>
    <w:rsid w:val="009937F3"/>
    <w:rsid w:val="00994B10"/>
    <w:rsid w:val="0099570D"/>
    <w:rsid w:val="00995C27"/>
    <w:rsid w:val="00995C81"/>
    <w:rsid w:val="00995EDA"/>
    <w:rsid w:val="00996247"/>
    <w:rsid w:val="00996395"/>
    <w:rsid w:val="009963A1"/>
    <w:rsid w:val="009968F1"/>
    <w:rsid w:val="0099721A"/>
    <w:rsid w:val="009975CF"/>
    <w:rsid w:val="009977F0"/>
    <w:rsid w:val="00997822"/>
    <w:rsid w:val="00997A91"/>
    <w:rsid w:val="009A0046"/>
    <w:rsid w:val="009A0E93"/>
    <w:rsid w:val="009A121D"/>
    <w:rsid w:val="009A1AD9"/>
    <w:rsid w:val="009A1E94"/>
    <w:rsid w:val="009A1EEC"/>
    <w:rsid w:val="009A271A"/>
    <w:rsid w:val="009A2A3C"/>
    <w:rsid w:val="009A2B46"/>
    <w:rsid w:val="009A2C19"/>
    <w:rsid w:val="009A31F0"/>
    <w:rsid w:val="009A33D7"/>
    <w:rsid w:val="009A35CE"/>
    <w:rsid w:val="009A3B09"/>
    <w:rsid w:val="009A3FD0"/>
    <w:rsid w:val="009A40E6"/>
    <w:rsid w:val="009A442D"/>
    <w:rsid w:val="009A44B9"/>
    <w:rsid w:val="009A4658"/>
    <w:rsid w:val="009A47C2"/>
    <w:rsid w:val="009A4998"/>
    <w:rsid w:val="009A5F41"/>
    <w:rsid w:val="009A6080"/>
    <w:rsid w:val="009A6440"/>
    <w:rsid w:val="009A6B30"/>
    <w:rsid w:val="009A6EE0"/>
    <w:rsid w:val="009A7A80"/>
    <w:rsid w:val="009A7BD4"/>
    <w:rsid w:val="009A7C3C"/>
    <w:rsid w:val="009B07B3"/>
    <w:rsid w:val="009B0F14"/>
    <w:rsid w:val="009B186B"/>
    <w:rsid w:val="009B19BF"/>
    <w:rsid w:val="009B1B8A"/>
    <w:rsid w:val="009B294D"/>
    <w:rsid w:val="009B2FE9"/>
    <w:rsid w:val="009B3CE9"/>
    <w:rsid w:val="009B4168"/>
    <w:rsid w:val="009B4299"/>
    <w:rsid w:val="009B5353"/>
    <w:rsid w:val="009B5C3B"/>
    <w:rsid w:val="009B6177"/>
    <w:rsid w:val="009B63E0"/>
    <w:rsid w:val="009B659F"/>
    <w:rsid w:val="009B6654"/>
    <w:rsid w:val="009B6707"/>
    <w:rsid w:val="009B6BA9"/>
    <w:rsid w:val="009C034C"/>
    <w:rsid w:val="009C0370"/>
    <w:rsid w:val="009C0E5E"/>
    <w:rsid w:val="009C1031"/>
    <w:rsid w:val="009C1405"/>
    <w:rsid w:val="009C196B"/>
    <w:rsid w:val="009C1A0A"/>
    <w:rsid w:val="009C245D"/>
    <w:rsid w:val="009C2D94"/>
    <w:rsid w:val="009C3164"/>
    <w:rsid w:val="009C38DF"/>
    <w:rsid w:val="009C3938"/>
    <w:rsid w:val="009C41CC"/>
    <w:rsid w:val="009C42FC"/>
    <w:rsid w:val="009C477B"/>
    <w:rsid w:val="009C4BD2"/>
    <w:rsid w:val="009C5023"/>
    <w:rsid w:val="009C513A"/>
    <w:rsid w:val="009C578A"/>
    <w:rsid w:val="009C5E99"/>
    <w:rsid w:val="009C5FD8"/>
    <w:rsid w:val="009C638D"/>
    <w:rsid w:val="009C653A"/>
    <w:rsid w:val="009C65AA"/>
    <w:rsid w:val="009C6720"/>
    <w:rsid w:val="009C6F91"/>
    <w:rsid w:val="009C7404"/>
    <w:rsid w:val="009C7908"/>
    <w:rsid w:val="009C7B6F"/>
    <w:rsid w:val="009D1407"/>
    <w:rsid w:val="009D23B3"/>
    <w:rsid w:val="009D2EB4"/>
    <w:rsid w:val="009D39CF"/>
    <w:rsid w:val="009D3A6A"/>
    <w:rsid w:val="009D3B61"/>
    <w:rsid w:val="009D4607"/>
    <w:rsid w:val="009D4AAF"/>
    <w:rsid w:val="009D4CA9"/>
    <w:rsid w:val="009D5A52"/>
    <w:rsid w:val="009D62E9"/>
    <w:rsid w:val="009D634F"/>
    <w:rsid w:val="009D63DC"/>
    <w:rsid w:val="009D6457"/>
    <w:rsid w:val="009D6A16"/>
    <w:rsid w:val="009D6DD8"/>
    <w:rsid w:val="009D7041"/>
    <w:rsid w:val="009D76B6"/>
    <w:rsid w:val="009D7935"/>
    <w:rsid w:val="009D7AF0"/>
    <w:rsid w:val="009D7CC5"/>
    <w:rsid w:val="009E0306"/>
    <w:rsid w:val="009E0447"/>
    <w:rsid w:val="009E0AA8"/>
    <w:rsid w:val="009E0EB4"/>
    <w:rsid w:val="009E1191"/>
    <w:rsid w:val="009E12FD"/>
    <w:rsid w:val="009E1950"/>
    <w:rsid w:val="009E2515"/>
    <w:rsid w:val="009E2A80"/>
    <w:rsid w:val="009E31AF"/>
    <w:rsid w:val="009E3A4D"/>
    <w:rsid w:val="009E3CC0"/>
    <w:rsid w:val="009E41DF"/>
    <w:rsid w:val="009E4634"/>
    <w:rsid w:val="009E542A"/>
    <w:rsid w:val="009E5D16"/>
    <w:rsid w:val="009E61EE"/>
    <w:rsid w:val="009E68F8"/>
    <w:rsid w:val="009E6EE5"/>
    <w:rsid w:val="009E79BA"/>
    <w:rsid w:val="009F0598"/>
    <w:rsid w:val="009F0FE2"/>
    <w:rsid w:val="009F13D6"/>
    <w:rsid w:val="009F148C"/>
    <w:rsid w:val="009F1944"/>
    <w:rsid w:val="009F1C81"/>
    <w:rsid w:val="009F21D0"/>
    <w:rsid w:val="009F2C43"/>
    <w:rsid w:val="009F2DA3"/>
    <w:rsid w:val="009F2EE4"/>
    <w:rsid w:val="009F3276"/>
    <w:rsid w:val="009F3C37"/>
    <w:rsid w:val="009F3C61"/>
    <w:rsid w:val="009F42AE"/>
    <w:rsid w:val="009F4973"/>
    <w:rsid w:val="009F4A0E"/>
    <w:rsid w:val="009F4ED9"/>
    <w:rsid w:val="009F5167"/>
    <w:rsid w:val="009F53A3"/>
    <w:rsid w:val="009F58B1"/>
    <w:rsid w:val="009F59F1"/>
    <w:rsid w:val="009F5DB0"/>
    <w:rsid w:val="009F6203"/>
    <w:rsid w:val="009F6266"/>
    <w:rsid w:val="009F62A4"/>
    <w:rsid w:val="009F6D08"/>
    <w:rsid w:val="009F77B3"/>
    <w:rsid w:val="009F7A23"/>
    <w:rsid w:val="009F7BF6"/>
    <w:rsid w:val="009F7ECB"/>
    <w:rsid w:val="00A01092"/>
    <w:rsid w:val="00A0156D"/>
    <w:rsid w:val="00A016CB"/>
    <w:rsid w:val="00A01727"/>
    <w:rsid w:val="00A01C6F"/>
    <w:rsid w:val="00A01F3A"/>
    <w:rsid w:val="00A02B58"/>
    <w:rsid w:val="00A03284"/>
    <w:rsid w:val="00A03A65"/>
    <w:rsid w:val="00A03AA9"/>
    <w:rsid w:val="00A03B4A"/>
    <w:rsid w:val="00A03DCE"/>
    <w:rsid w:val="00A04248"/>
    <w:rsid w:val="00A04348"/>
    <w:rsid w:val="00A05270"/>
    <w:rsid w:val="00A05BD1"/>
    <w:rsid w:val="00A062A9"/>
    <w:rsid w:val="00A06B6C"/>
    <w:rsid w:val="00A06B97"/>
    <w:rsid w:val="00A07316"/>
    <w:rsid w:val="00A073D9"/>
    <w:rsid w:val="00A07BBA"/>
    <w:rsid w:val="00A112ED"/>
    <w:rsid w:val="00A1198B"/>
    <w:rsid w:val="00A127B5"/>
    <w:rsid w:val="00A128C2"/>
    <w:rsid w:val="00A12C9A"/>
    <w:rsid w:val="00A134E0"/>
    <w:rsid w:val="00A1378B"/>
    <w:rsid w:val="00A13C15"/>
    <w:rsid w:val="00A14143"/>
    <w:rsid w:val="00A14460"/>
    <w:rsid w:val="00A14710"/>
    <w:rsid w:val="00A1479D"/>
    <w:rsid w:val="00A147DE"/>
    <w:rsid w:val="00A14904"/>
    <w:rsid w:val="00A1742A"/>
    <w:rsid w:val="00A177E6"/>
    <w:rsid w:val="00A17999"/>
    <w:rsid w:val="00A21199"/>
    <w:rsid w:val="00A219BF"/>
    <w:rsid w:val="00A21A0E"/>
    <w:rsid w:val="00A226EB"/>
    <w:rsid w:val="00A22735"/>
    <w:rsid w:val="00A22AA1"/>
    <w:rsid w:val="00A22BAF"/>
    <w:rsid w:val="00A22C9D"/>
    <w:rsid w:val="00A234F3"/>
    <w:rsid w:val="00A24A8D"/>
    <w:rsid w:val="00A24DE1"/>
    <w:rsid w:val="00A25A06"/>
    <w:rsid w:val="00A25A4D"/>
    <w:rsid w:val="00A25BF6"/>
    <w:rsid w:val="00A27233"/>
    <w:rsid w:val="00A27699"/>
    <w:rsid w:val="00A27A4E"/>
    <w:rsid w:val="00A27B38"/>
    <w:rsid w:val="00A318CE"/>
    <w:rsid w:val="00A31A4D"/>
    <w:rsid w:val="00A31DF1"/>
    <w:rsid w:val="00A31F89"/>
    <w:rsid w:val="00A3227D"/>
    <w:rsid w:val="00A32A45"/>
    <w:rsid w:val="00A33460"/>
    <w:rsid w:val="00A3354E"/>
    <w:rsid w:val="00A354EF"/>
    <w:rsid w:val="00A359C4"/>
    <w:rsid w:val="00A35D18"/>
    <w:rsid w:val="00A3600C"/>
    <w:rsid w:val="00A363C1"/>
    <w:rsid w:val="00A363EC"/>
    <w:rsid w:val="00A36832"/>
    <w:rsid w:val="00A37760"/>
    <w:rsid w:val="00A37E23"/>
    <w:rsid w:val="00A37EF4"/>
    <w:rsid w:val="00A400F4"/>
    <w:rsid w:val="00A40EEA"/>
    <w:rsid w:val="00A416F0"/>
    <w:rsid w:val="00A41734"/>
    <w:rsid w:val="00A419A7"/>
    <w:rsid w:val="00A41A34"/>
    <w:rsid w:val="00A41B59"/>
    <w:rsid w:val="00A422AF"/>
    <w:rsid w:val="00A42376"/>
    <w:rsid w:val="00A42603"/>
    <w:rsid w:val="00A431AE"/>
    <w:rsid w:val="00A4323A"/>
    <w:rsid w:val="00A43298"/>
    <w:rsid w:val="00A43436"/>
    <w:rsid w:val="00A436F7"/>
    <w:rsid w:val="00A438F6"/>
    <w:rsid w:val="00A44109"/>
    <w:rsid w:val="00A45308"/>
    <w:rsid w:val="00A468F4"/>
    <w:rsid w:val="00A47AC7"/>
    <w:rsid w:val="00A47B78"/>
    <w:rsid w:val="00A47C4B"/>
    <w:rsid w:val="00A47CF3"/>
    <w:rsid w:val="00A50065"/>
    <w:rsid w:val="00A50CE1"/>
    <w:rsid w:val="00A514A3"/>
    <w:rsid w:val="00A515AA"/>
    <w:rsid w:val="00A518C8"/>
    <w:rsid w:val="00A519D1"/>
    <w:rsid w:val="00A51E2C"/>
    <w:rsid w:val="00A51F6F"/>
    <w:rsid w:val="00A53058"/>
    <w:rsid w:val="00A530B5"/>
    <w:rsid w:val="00A534B1"/>
    <w:rsid w:val="00A5365D"/>
    <w:rsid w:val="00A5366C"/>
    <w:rsid w:val="00A544C8"/>
    <w:rsid w:val="00A545BE"/>
    <w:rsid w:val="00A54AC8"/>
    <w:rsid w:val="00A54DE5"/>
    <w:rsid w:val="00A55564"/>
    <w:rsid w:val="00A55DAE"/>
    <w:rsid w:val="00A561A2"/>
    <w:rsid w:val="00A56503"/>
    <w:rsid w:val="00A56756"/>
    <w:rsid w:val="00A567C4"/>
    <w:rsid w:val="00A56997"/>
    <w:rsid w:val="00A56C9D"/>
    <w:rsid w:val="00A572C0"/>
    <w:rsid w:val="00A5730D"/>
    <w:rsid w:val="00A574A3"/>
    <w:rsid w:val="00A5766B"/>
    <w:rsid w:val="00A57B60"/>
    <w:rsid w:val="00A57E3D"/>
    <w:rsid w:val="00A57F8D"/>
    <w:rsid w:val="00A60E95"/>
    <w:rsid w:val="00A60EC4"/>
    <w:rsid w:val="00A619AB"/>
    <w:rsid w:val="00A61D01"/>
    <w:rsid w:val="00A621E8"/>
    <w:rsid w:val="00A623B9"/>
    <w:rsid w:val="00A62837"/>
    <w:rsid w:val="00A62A3E"/>
    <w:rsid w:val="00A63342"/>
    <w:rsid w:val="00A63F27"/>
    <w:rsid w:val="00A64036"/>
    <w:rsid w:val="00A64199"/>
    <w:rsid w:val="00A64855"/>
    <w:rsid w:val="00A6488C"/>
    <w:rsid w:val="00A65678"/>
    <w:rsid w:val="00A6568C"/>
    <w:rsid w:val="00A65A3B"/>
    <w:rsid w:val="00A65E9D"/>
    <w:rsid w:val="00A65F22"/>
    <w:rsid w:val="00A6612A"/>
    <w:rsid w:val="00A66308"/>
    <w:rsid w:val="00A66324"/>
    <w:rsid w:val="00A66E54"/>
    <w:rsid w:val="00A676E4"/>
    <w:rsid w:val="00A677BC"/>
    <w:rsid w:val="00A70037"/>
    <w:rsid w:val="00A707F0"/>
    <w:rsid w:val="00A7159D"/>
    <w:rsid w:val="00A71644"/>
    <w:rsid w:val="00A71D6D"/>
    <w:rsid w:val="00A728F3"/>
    <w:rsid w:val="00A72A33"/>
    <w:rsid w:val="00A72BC5"/>
    <w:rsid w:val="00A72C53"/>
    <w:rsid w:val="00A72DFF"/>
    <w:rsid w:val="00A73965"/>
    <w:rsid w:val="00A74ABA"/>
    <w:rsid w:val="00A74CA3"/>
    <w:rsid w:val="00A75107"/>
    <w:rsid w:val="00A75235"/>
    <w:rsid w:val="00A753C0"/>
    <w:rsid w:val="00A757A3"/>
    <w:rsid w:val="00A760AD"/>
    <w:rsid w:val="00A761B5"/>
    <w:rsid w:val="00A7651F"/>
    <w:rsid w:val="00A7655C"/>
    <w:rsid w:val="00A7673E"/>
    <w:rsid w:val="00A76D41"/>
    <w:rsid w:val="00A77309"/>
    <w:rsid w:val="00A773A5"/>
    <w:rsid w:val="00A77798"/>
    <w:rsid w:val="00A77928"/>
    <w:rsid w:val="00A77E3D"/>
    <w:rsid w:val="00A800F2"/>
    <w:rsid w:val="00A8068D"/>
    <w:rsid w:val="00A80749"/>
    <w:rsid w:val="00A808FF"/>
    <w:rsid w:val="00A80C91"/>
    <w:rsid w:val="00A80F66"/>
    <w:rsid w:val="00A81564"/>
    <w:rsid w:val="00A818D3"/>
    <w:rsid w:val="00A8192C"/>
    <w:rsid w:val="00A8192E"/>
    <w:rsid w:val="00A827AC"/>
    <w:rsid w:val="00A83FEF"/>
    <w:rsid w:val="00A84019"/>
    <w:rsid w:val="00A8471C"/>
    <w:rsid w:val="00A851F0"/>
    <w:rsid w:val="00A85309"/>
    <w:rsid w:val="00A85ECF"/>
    <w:rsid w:val="00A86CCC"/>
    <w:rsid w:val="00A86E93"/>
    <w:rsid w:val="00A872B4"/>
    <w:rsid w:val="00A87A0A"/>
    <w:rsid w:val="00A87FD8"/>
    <w:rsid w:val="00A90169"/>
    <w:rsid w:val="00A90FEB"/>
    <w:rsid w:val="00A9152B"/>
    <w:rsid w:val="00A91764"/>
    <w:rsid w:val="00A918EE"/>
    <w:rsid w:val="00A923DF"/>
    <w:rsid w:val="00A92964"/>
    <w:rsid w:val="00A92A4A"/>
    <w:rsid w:val="00A93057"/>
    <w:rsid w:val="00A93995"/>
    <w:rsid w:val="00A93BDF"/>
    <w:rsid w:val="00A93FD7"/>
    <w:rsid w:val="00A94F5C"/>
    <w:rsid w:val="00A95100"/>
    <w:rsid w:val="00A954FD"/>
    <w:rsid w:val="00A957FC"/>
    <w:rsid w:val="00A958A3"/>
    <w:rsid w:val="00A9590D"/>
    <w:rsid w:val="00A96BE6"/>
    <w:rsid w:val="00A96E78"/>
    <w:rsid w:val="00A972AD"/>
    <w:rsid w:val="00A974C7"/>
    <w:rsid w:val="00A97B23"/>
    <w:rsid w:val="00AA0006"/>
    <w:rsid w:val="00AA039C"/>
    <w:rsid w:val="00AA06B9"/>
    <w:rsid w:val="00AA0C95"/>
    <w:rsid w:val="00AA0DF2"/>
    <w:rsid w:val="00AA0F0E"/>
    <w:rsid w:val="00AA131D"/>
    <w:rsid w:val="00AA22B9"/>
    <w:rsid w:val="00AA3027"/>
    <w:rsid w:val="00AA304C"/>
    <w:rsid w:val="00AA3066"/>
    <w:rsid w:val="00AA31EB"/>
    <w:rsid w:val="00AA32B1"/>
    <w:rsid w:val="00AA3310"/>
    <w:rsid w:val="00AA33A5"/>
    <w:rsid w:val="00AA3434"/>
    <w:rsid w:val="00AA3D28"/>
    <w:rsid w:val="00AA456E"/>
    <w:rsid w:val="00AA4A64"/>
    <w:rsid w:val="00AA52AD"/>
    <w:rsid w:val="00AA52D9"/>
    <w:rsid w:val="00AA621A"/>
    <w:rsid w:val="00AA72FA"/>
    <w:rsid w:val="00AA73CF"/>
    <w:rsid w:val="00AA79FF"/>
    <w:rsid w:val="00AA7FC6"/>
    <w:rsid w:val="00AB0AF1"/>
    <w:rsid w:val="00AB1653"/>
    <w:rsid w:val="00AB1827"/>
    <w:rsid w:val="00AB2C22"/>
    <w:rsid w:val="00AB3CEB"/>
    <w:rsid w:val="00AB40FE"/>
    <w:rsid w:val="00AB4380"/>
    <w:rsid w:val="00AB44C2"/>
    <w:rsid w:val="00AB4519"/>
    <w:rsid w:val="00AB45F3"/>
    <w:rsid w:val="00AB477E"/>
    <w:rsid w:val="00AB4C9B"/>
    <w:rsid w:val="00AB5AC7"/>
    <w:rsid w:val="00AB6381"/>
    <w:rsid w:val="00AB6591"/>
    <w:rsid w:val="00AB6A89"/>
    <w:rsid w:val="00AB6DC1"/>
    <w:rsid w:val="00AB70F1"/>
    <w:rsid w:val="00AB78B6"/>
    <w:rsid w:val="00AB7D2C"/>
    <w:rsid w:val="00AC014E"/>
    <w:rsid w:val="00AC0546"/>
    <w:rsid w:val="00AC054E"/>
    <w:rsid w:val="00AC0893"/>
    <w:rsid w:val="00AC0A2B"/>
    <w:rsid w:val="00AC0C2C"/>
    <w:rsid w:val="00AC15D1"/>
    <w:rsid w:val="00AC1C7E"/>
    <w:rsid w:val="00AC1FEE"/>
    <w:rsid w:val="00AC2AE4"/>
    <w:rsid w:val="00AC303E"/>
    <w:rsid w:val="00AC32C5"/>
    <w:rsid w:val="00AC37B4"/>
    <w:rsid w:val="00AC426D"/>
    <w:rsid w:val="00AC55CD"/>
    <w:rsid w:val="00AC5624"/>
    <w:rsid w:val="00AC587C"/>
    <w:rsid w:val="00AC62D8"/>
    <w:rsid w:val="00AC65E6"/>
    <w:rsid w:val="00AC6DAE"/>
    <w:rsid w:val="00AC6E93"/>
    <w:rsid w:val="00AD04E2"/>
    <w:rsid w:val="00AD0C70"/>
    <w:rsid w:val="00AD0DC4"/>
    <w:rsid w:val="00AD0E67"/>
    <w:rsid w:val="00AD1462"/>
    <w:rsid w:val="00AD1463"/>
    <w:rsid w:val="00AD14A3"/>
    <w:rsid w:val="00AD15E3"/>
    <w:rsid w:val="00AD249B"/>
    <w:rsid w:val="00AD269B"/>
    <w:rsid w:val="00AD341E"/>
    <w:rsid w:val="00AD3595"/>
    <w:rsid w:val="00AD4017"/>
    <w:rsid w:val="00AD414F"/>
    <w:rsid w:val="00AD4AF3"/>
    <w:rsid w:val="00AD517B"/>
    <w:rsid w:val="00AD51BB"/>
    <w:rsid w:val="00AD5723"/>
    <w:rsid w:val="00AD6062"/>
    <w:rsid w:val="00AD62C3"/>
    <w:rsid w:val="00AD6727"/>
    <w:rsid w:val="00AD67AC"/>
    <w:rsid w:val="00AD67E8"/>
    <w:rsid w:val="00AD6948"/>
    <w:rsid w:val="00AD771C"/>
    <w:rsid w:val="00AD7744"/>
    <w:rsid w:val="00AE0438"/>
    <w:rsid w:val="00AE0AB5"/>
    <w:rsid w:val="00AE0D09"/>
    <w:rsid w:val="00AE0D82"/>
    <w:rsid w:val="00AE118E"/>
    <w:rsid w:val="00AE1586"/>
    <w:rsid w:val="00AE1DCD"/>
    <w:rsid w:val="00AE23AC"/>
    <w:rsid w:val="00AE272B"/>
    <w:rsid w:val="00AE2730"/>
    <w:rsid w:val="00AE279F"/>
    <w:rsid w:val="00AE28F0"/>
    <w:rsid w:val="00AE2A3D"/>
    <w:rsid w:val="00AE399A"/>
    <w:rsid w:val="00AE45C9"/>
    <w:rsid w:val="00AE4DE9"/>
    <w:rsid w:val="00AE4E6B"/>
    <w:rsid w:val="00AE5973"/>
    <w:rsid w:val="00AE5B5F"/>
    <w:rsid w:val="00AE5C8F"/>
    <w:rsid w:val="00AE7C20"/>
    <w:rsid w:val="00AF0613"/>
    <w:rsid w:val="00AF0A17"/>
    <w:rsid w:val="00AF0A64"/>
    <w:rsid w:val="00AF1B2A"/>
    <w:rsid w:val="00AF25A1"/>
    <w:rsid w:val="00AF2719"/>
    <w:rsid w:val="00AF29BF"/>
    <w:rsid w:val="00AF319B"/>
    <w:rsid w:val="00AF330F"/>
    <w:rsid w:val="00AF36BA"/>
    <w:rsid w:val="00AF3FDE"/>
    <w:rsid w:val="00AF404D"/>
    <w:rsid w:val="00AF40F4"/>
    <w:rsid w:val="00AF43C5"/>
    <w:rsid w:val="00AF5437"/>
    <w:rsid w:val="00AF58B9"/>
    <w:rsid w:val="00AF6510"/>
    <w:rsid w:val="00AF726E"/>
    <w:rsid w:val="00AF7371"/>
    <w:rsid w:val="00AF73B6"/>
    <w:rsid w:val="00AF7476"/>
    <w:rsid w:val="00AF78CF"/>
    <w:rsid w:val="00AF7AFA"/>
    <w:rsid w:val="00AF7BAC"/>
    <w:rsid w:val="00AF7D38"/>
    <w:rsid w:val="00B00ABF"/>
    <w:rsid w:val="00B00ACE"/>
    <w:rsid w:val="00B01236"/>
    <w:rsid w:val="00B01F87"/>
    <w:rsid w:val="00B023C7"/>
    <w:rsid w:val="00B02DBF"/>
    <w:rsid w:val="00B037B1"/>
    <w:rsid w:val="00B03E24"/>
    <w:rsid w:val="00B03F16"/>
    <w:rsid w:val="00B041C6"/>
    <w:rsid w:val="00B04B6D"/>
    <w:rsid w:val="00B05DA3"/>
    <w:rsid w:val="00B06040"/>
    <w:rsid w:val="00B061DB"/>
    <w:rsid w:val="00B06244"/>
    <w:rsid w:val="00B06A27"/>
    <w:rsid w:val="00B07002"/>
    <w:rsid w:val="00B0703E"/>
    <w:rsid w:val="00B0711A"/>
    <w:rsid w:val="00B071C1"/>
    <w:rsid w:val="00B075F3"/>
    <w:rsid w:val="00B10092"/>
    <w:rsid w:val="00B1035B"/>
    <w:rsid w:val="00B103E7"/>
    <w:rsid w:val="00B106B4"/>
    <w:rsid w:val="00B10819"/>
    <w:rsid w:val="00B1123A"/>
    <w:rsid w:val="00B128B5"/>
    <w:rsid w:val="00B12952"/>
    <w:rsid w:val="00B13546"/>
    <w:rsid w:val="00B1431F"/>
    <w:rsid w:val="00B14800"/>
    <w:rsid w:val="00B14C78"/>
    <w:rsid w:val="00B14D19"/>
    <w:rsid w:val="00B14F96"/>
    <w:rsid w:val="00B15271"/>
    <w:rsid w:val="00B158E6"/>
    <w:rsid w:val="00B162AF"/>
    <w:rsid w:val="00B168B7"/>
    <w:rsid w:val="00B16F4C"/>
    <w:rsid w:val="00B1710B"/>
    <w:rsid w:val="00B17286"/>
    <w:rsid w:val="00B17562"/>
    <w:rsid w:val="00B17705"/>
    <w:rsid w:val="00B17CF0"/>
    <w:rsid w:val="00B17DF4"/>
    <w:rsid w:val="00B204F9"/>
    <w:rsid w:val="00B20525"/>
    <w:rsid w:val="00B206B7"/>
    <w:rsid w:val="00B2185B"/>
    <w:rsid w:val="00B22548"/>
    <w:rsid w:val="00B22628"/>
    <w:rsid w:val="00B22751"/>
    <w:rsid w:val="00B2290A"/>
    <w:rsid w:val="00B232C1"/>
    <w:rsid w:val="00B236DA"/>
    <w:rsid w:val="00B236E7"/>
    <w:rsid w:val="00B23705"/>
    <w:rsid w:val="00B24821"/>
    <w:rsid w:val="00B251FF"/>
    <w:rsid w:val="00B256FF"/>
    <w:rsid w:val="00B25D41"/>
    <w:rsid w:val="00B25F9E"/>
    <w:rsid w:val="00B26BB7"/>
    <w:rsid w:val="00B26C2D"/>
    <w:rsid w:val="00B27D35"/>
    <w:rsid w:val="00B30E62"/>
    <w:rsid w:val="00B30F19"/>
    <w:rsid w:val="00B314AC"/>
    <w:rsid w:val="00B314E7"/>
    <w:rsid w:val="00B3174E"/>
    <w:rsid w:val="00B3187F"/>
    <w:rsid w:val="00B31BA7"/>
    <w:rsid w:val="00B320CE"/>
    <w:rsid w:val="00B324C1"/>
    <w:rsid w:val="00B3256C"/>
    <w:rsid w:val="00B326E2"/>
    <w:rsid w:val="00B32CC9"/>
    <w:rsid w:val="00B331ED"/>
    <w:rsid w:val="00B33256"/>
    <w:rsid w:val="00B3347D"/>
    <w:rsid w:val="00B33537"/>
    <w:rsid w:val="00B340FA"/>
    <w:rsid w:val="00B343F8"/>
    <w:rsid w:val="00B34A26"/>
    <w:rsid w:val="00B3540F"/>
    <w:rsid w:val="00B3542C"/>
    <w:rsid w:val="00B36511"/>
    <w:rsid w:val="00B37344"/>
    <w:rsid w:val="00B4019D"/>
    <w:rsid w:val="00B4049F"/>
    <w:rsid w:val="00B405BD"/>
    <w:rsid w:val="00B40BB5"/>
    <w:rsid w:val="00B4107E"/>
    <w:rsid w:val="00B41107"/>
    <w:rsid w:val="00B417EC"/>
    <w:rsid w:val="00B41E36"/>
    <w:rsid w:val="00B4215F"/>
    <w:rsid w:val="00B43276"/>
    <w:rsid w:val="00B433FB"/>
    <w:rsid w:val="00B4384D"/>
    <w:rsid w:val="00B443D2"/>
    <w:rsid w:val="00B44778"/>
    <w:rsid w:val="00B44AD5"/>
    <w:rsid w:val="00B44F3E"/>
    <w:rsid w:val="00B4649E"/>
    <w:rsid w:val="00B46669"/>
    <w:rsid w:val="00B466CE"/>
    <w:rsid w:val="00B467F8"/>
    <w:rsid w:val="00B46968"/>
    <w:rsid w:val="00B46B88"/>
    <w:rsid w:val="00B46CDF"/>
    <w:rsid w:val="00B46D74"/>
    <w:rsid w:val="00B50C0F"/>
    <w:rsid w:val="00B51407"/>
    <w:rsid w:val="00B51827"/>
    <w:rsid w:val="00B51BE2"/>
    <w:rsid w:val="00B51DC1"/>
    <w:rsid w:val="00B51FA6"/>
    <w:rsid w:val="00B529EE"/>
    <w:rsid w:val="00B53495"/>
    <w:rsid w:val="00B53645"/>
    <w:rsid w:val="00B54126"/>
    <w:rsid w:val="00B5446E"/>
    <w:rsid w:val="00B545A0"/>
    <w:rsid w:val="00B54864"/>
    <w:rsid w:val="00B54BAB"/>
    <w:rsid w:val="00B54F6A"/>
    <w:rsid w:val="00B55029"/>
    <w:rsid w:val="00B562BA"/>
    <w:rsid w:val="00B56981"/>
    <w:rsid w:val="00B56ADC"/>
    <w:rsid w:val="00B56C0C"/>
    <w:rsid w:val="00B56CEF"/>
    <w:rsid w:val="00B5747C"/>
    <w:rsid w:val="00B607BC"/>
    <w:rsid w:val="00B60829"/>
    <w:rsid w:val="00B60C38"/>
    <w:rsid w:val="00B60E84"/>
    <w:rsid w:val="00B60FCD"/>
    <w:rsid w:val="00B61146"/>
    <w:rsid w:val="00B61360"/>
    <w:rsid w:val="00B6138D"/>
    <w:rsid w:val="00B61423"/>
    <w:rsid w:val="00B614F7"/>
    <w:rsid w:val="00B61546"/>
    <w:rsid w:val="00B61993"/>
    <w:rsid w:val="00B61BF5"/>
    <w:rsid w:val="00B61C03"/>
    <w:rsid w:val="00B62F33"/>
    <w:rsid w:val="00B6315E"/>
    <w:rsid w:val="00B63758"/>
    <w:rsid w:val="00B63D8D"/>
    <w:rsid w:val="00B63EEE"/>
    <w:rsid w:val="00B6441C"/>
    <w:rsid w:val="00B64617"/>
    <w:rsid w:val="00B64A14"/>
    <w:rsid w:val="00B6541C"/>
    <w:rsid w:val="00B65F3D"/>
    <w:rsid w:val="00B6687B"/>
    <w:rsid w:val="00B66913"/>
    <w:rsid w:val="00B673D2"/>
    <w:rsid w:val="00B67598"/>
    <w:rsid w:val="00B67C16"/>
    <w:rsid w:val="00B7047D"/>
    <w:rsid w:val="00B70736"/>
    <w:rsid w:val="00B7080A"/>
    <w:rsid w:val="00B70890"/>
    <w:rsid w:val="00B70D77"/>
    <w:rsid w:val="00B71467"/>
    <w:rsid w:val="00B71BA4"/>
    <w:rsid w:val="00B71E0A"/>
    <w:rsid w:val="00B71E5D"/>
    <w:rsid w:val="00B724CF"/>
    <w:rsid w:val="00B72C58"/>
    <w:rsid w:val="00B7310A"/>
    <w:rsid w:val="00B73365"/>
    <w:rsid w:val="00B73BFC"/>
    <w:rsid w:val="00B74C70"/>
    <w:rsid w:val="00B74C8D"/>
    <w:rsid w:val="00B74D21"/>
    <w:rsid w:val="00B751E5"/>
    <w:rsid w:val="00B7555A"/>
    <w:rsid w:val="00B75575"/>
    <w:rsid w:val="00B75E2E"/>
    <w:rsid w:val="00B75EE7"/>
    <w:rsid w:val="00B761C4"/>
    <w:rsid w:val="00B770ED"/>
    <w:rsid w:val="00B77AD4"/>
    <w:rsid w:val="00B77AD6"/>
    <w:rsid w:val="00B8118F"/>
    <w:rsid w:val="00B812F2"/>
    <w:rsid w:val="00B81319"/>
    <w:rsid w:val="00B82422"/>
    <w:rsid w:val="00B82588"/>
    <w:rsid w:val="00B83339"/>
    <w:rsid w:val="00B8359E"/>
    <w:rsid w:val="00B83936"/>
    <w:rsid w:val="00B83F44"/>
    <w:rsid w:val="00B844AA"/>
    <w:rsid w:val="00B84989"/>
    <w:rsid w:val="00B855A4"/>
    <w:rsid w:val="00B85FF1"/>
    <w:rsid w:val="00B863E7"/>
    <w:rsid w:val="00B86B39"/>
    <w:rsid w:val="00B86E5F"/>
    <w:rsid w:val="00B86FED"/>
    <w:rsid w:val="00B87D51"/>
    <w:rsid w:val="00B9086F"/>
    <w:rsid w:val="00B90C0E"/>
    <w:rsid w:val="00B917B7"/>
    <w:rsid w:val="00B922E5"/>
    <w:rsid w:val="00B92DF4"/>
    <w:rsid w:val="00B92E69"/>
    <w:rsid w:val="00B93489"/>
    <w:rsid w:val="00B93B89"/>
    <w:rsid w:val="00B9432E"/>
    <w:rsid w:val="00B943BA"/>
    <w:rsid w:val="00B94942"/>
    <w:rsid w:val="00B94B30"/>
    <w:rsid w:val="00B95182"/>
    <w:rsid w:val="00B958A1"/>
    <w:rsid w:val="00B95CD7"/>
    <w:rsid w:val="00B963E0"/>
    <w:rsid w:val="00B97716"/>
    <w:rsid w:val="00BA07EB"/>
    <w:rsid w:val="00BA0886"/>
    <w:rsid w:val="00BA09A5"/>
    <w:rsid w:val="00BA0D33"/>
    <w:rsid w:val="00BA16FB"/>
    <w:rsid w:val="00BA1A41"/>
    <w:rsid w:val="00BA1E8C"/>
    <w:rsid w:val="00BA223A"/>
    <w:rsid w:val="00BA2315"/>
    <w:rsid w:val="00BA237D"/>
    <w:rsid w:val="00BA305B"/>
    <w:rsid w:val="00BA392C"/>
    <w:rsid w:val="00BA3A94"/>
    <w:rsid w:val="00BA3C13"/>
    <w:rsid w:val="00BA3F7D"/>
    <w:rsid w:val="00BA423D"/>
    <w:rsid w:val="00BA4336"/>
    <w:rsid w:val="00BA4D0B"/>
    <w:rsid w:val="00BA4F87"/>
    <w:rsid w:val="00BA5391"/>
    <w:rsid w:val="00BA5581"/>
    <w:rsid w:val="00BA5674"/>
    <w:rsid w:val="00BA581A"/>
    <w:rsid w:val="00BA5C88"/>
    <w:rsid w:val="00BA601F"/>
    <w:rsid w:val="00BA6358"/>
    <w:rsid w:val="00BA6505"/>
    <w:rsid w:val="00BA680D"/>
    <w:rsid w:val="00BA6A4D"/>
    <w:rsid w:val="00BA7109"/>
    <w:rsid w:val="00BB0147"/>
    <w:rsid w:val="00BB063B"/>
    <w:rsid w:val="00BB08B1"/>
    <w:rsid w:val="00BB0C5E"/>
    <w:rsid w:val="00BB12C9"/>
    <w:rsid w:val="00BB1A48"/>
    <w:rsid w:val="00BB250F"/>
    <w:rsid w:val="00BB25AF"/>
    <w:rsid w:val="00BB28A9"/>
    <w:rsid w:val="00BB31FB"/>
    <w:rsid w:val="00BB4170"/>
    <w:rsid w:val="00BB41AA"/>
    <w:rsid w:val="00BB446E"/>
    <w:rsid w:val="00BB47FF"/>
    <w:rsid w:val="00BB4830"/>
    <w:rsid w:val="00BB5A55"/>
    <w:rsid w:val="00BB5E38"/>
    <w:rsid w:val="00BB61C0"/>
    <w:rsid w:val="00BB655A"/>
    <w:rsid w:val="00BB678D"/>
    <w:rsid w:val="00BB6893"/>
    <w:rsid w:val="00BB6CF3"/>
    <w:rsid w:val="00BB6D7B"/>
    <w:rsid w:val="00BB6D7F"/>
    <w:rsid w:val="00BB72D2"/>
    <w:rsid w:val="00BB7670"/>
    <w:rsid w:val="00BB7994"/>
    <w:rsid w:val="00BB7A02"/>
    <w:rsid w:val="00BB7DED"/>
    <w:rsid w:val="00BB7E46"/>
    <w:rsid w:val="00BC057D"/>
    <w:rsid w:val="00BC1925"/>
    <w:rsid w:val="00BC19D2"/>
    <w:rsid w:val="00BC1E80"/>
    <w:rsid w:val="00BC1F16"/>
    <w:rsid w:val="00BC2A2E"/>
    <w:rsid w:val="00BC2BD2"/>
    <w:rsid w:val="00BC3255"/>
    <w:rsid w:val="00BC38F5"/>
    <w:rsid w:val="00BC3929"/>
    <w:rsid w:val="00BC3AC5"/>
    <w:rsid w:val="00BC3D6B"/>
    <w:rsid w:val="00BC41FF"/>
    <w:rsid w:val="00BC4214"/>
    <w:rsid w:val="00BC465D"/>
    <w:rsid w:val="00BC46DA"/>
    <w:rsid w:val="00BC472A"/>
    <w:rsid w:val="00BC48DC"/>
    <w:rsid w:val="00BC5058"/>
    <w:rsid w:val="00BC5389"/>
    <w:rsid w:val="00BC564E"/>
    <w:rsid w:val="00BC5A74"/>
    <w:rsid w:val="00BC5DCC"/>
    <w:rsid w:val="00BC73EA"/>
    <w:rsid w:val="00BC7AFC"/>
    <w:rsid w:val="00BC7B08"/>
    <w:rsid w:val="00BC7B63"/>
    <w:rsid w:val="00BC7DA3"/>
    <w:rsid w:val="00BD056A"/>
    <w:rsid w:val="00BD0601"/>
    <w:rsid w:val="00BD06FE"/>
    <w:rsid w:val="00BD0A16"/>
    <w:rsid w:val="00BD1236"/>
    <w:rsid w:val="00BD20B9"/>
    <w:rsid w:val="00BD2713"/>
    <w:rsid w:val="00BD2B56"/>
    <w:rsid w:val="00BD2C7E"/>
    <w:rsid w:val="00BD2F72"/>
    <w:rsid w:val="00BD30E3"/>
    <w:rsid w:val="00BD3426"/>
    <w:rsid w:val="00BD3A58"/>
    <w:rsid w:val="00BD3C71"/>
    <w:rsid w:val="00BD4107"/>
    <w:rsid w:val="00BD6717"/>
    <w:rsid w:val="00BD671F"/>
    <w:rsid w:val="00BD70CB"/>
    <w:rsid w:val="00BD71B2"/>
    <w:rsid w:val="00BD75C4"/>
    <w:rsid w:val="00BD79D7"/>
    <w:rsid w:val="00BD7C2E"/>
    <w:rsid w:val="00BD7C82"/>
    <w:rsid w:val="00BE029E"/>
    <w:rsid w:val="00BE034E"/>
    <w:rsid w:val="00BE04B7"/>
    <w:rsid w:val="00BE0815"/>
    <w:rsid w:val="00BE08B4"/>
    <w:rsid w:val="00BE0D76"/>
    <w:rsid w:val="00BE0EE0"/>
    <w:rsid w:val="00BE0FC9"/>
    <w:rsid w:val="00BE14E1"/>
    <w:rsid w:val="00BE174C"/>
    <w:rsid w:val="00BE1E97"/>
    <w:rsid w:val="00BE2345"/>
    <w:rsid w:val="00BE2587"/>
    <w:rsid w:val="00BE272F"/>
    <w:rsid w:val="00BE2FFB"/>
    <w:rsid w:val="00BE37C0"/>
    <w:rsid w:val="00BE4642"/>
    <w:rsid w:val="00BE4C21"/>
    <w:rsid w:val="00BE5D5E"/>
    <w:rsid w:val="00BE6071"/>
    <w:rsid w:val="00BE69FC"/>
    <w:rsid w:val="00BE71B4"/>
    <w:rsid w:val="00BE7550"/>
    <w:rsid w:val="00BE7BDD"/>
    <w:rsid w:val="00BF0AA5"/>
    <w:rsid w:val="00BF1ACA"/>
    <w:rsid w:val="00BF1BEE"/>
    <w:rsid w:val="00BF1D45"/>
    <w:rsid w:val="00BF285C"/>
    <w:rsid w:val="00BF29D7"/>
    <w:rsid w:val="00BF2F97"/>
    <w:rsid w:val="00BF36EB"/>
    <w:rsid w:val="00BF3EA2"/>
    <w:rsid w:val="00BF3F5C"/>
    <w:rsid w:val="00BF42F9"/>
    <w:rsid w:val="00BF43E0"/>
    <w:rsid w:val="00BF5130"/>
    <w:rsid w:val="00BF5159"/>
    <w:rsid w:val="00BF5205"/>
    <w:rsid w:val="00BF590F"/>
    <w:rsid w:val="00BF61F4"/>
    <w:rsid w:val="00BF6546"/>
    <w:rsid w:val="00BF6578"/>
    <w:rsid w:val="00BF6BFF"/>
    <w:rsid w:val="00BF6F42"/>
    <w:rsid w:val="00BF6F45"/>
    <w:rsid w:val="00C004BD"/>
    <w:rsid w:val="00C010B4"/>
    <w:rsid w:val="00C01EAC"/>
    <w:rsid w:val="00C020BE"/>
    <w:rsid w:val="00C02548"/>
    <w:rsid w:val="00C032E1"/>
    <w:rsid w:val="00C0339F"/>
    <w:rsid w:val="00C038D0"/>
    <w:rsid w:val="00C03C73"/>
    <w:rsid w:val="00C041BC"/>
    <w:rsid w:val="00C04476"/>
    <w:rsid w:val="00C0447E"/>
    <w:rsid w:val="00C051EC"/>
    <w:rsid w:val="00C05230"/>
    <w:rsid w:val="00C057C0"/>
    <w:rsid w:val="00C05C1A"/>
    <w:rsid w:val="00C0657B"/>
    <w:rsid w:val="00C066AF"/>
    <w:rsid w:val="00C067DF"/>
    <w:rsid w:val="00C06E6A"/>
    <w:rsid w:val="00C06FB4"/>
    <w:rsid w:val="00C071A5"/>
    <w:rsid w:val="00C079B8"/>
    <w:rsid w:val="00C07C71"/>
    <w:rsid w:val="00C105D4"/>
    <w:rsid w:val="00C1097A"/>
    <w:rsid w:val="00C10B5B"/>
    <w:rsid w:val="00C112C0"/>
    <w:rsid w:val="00C117BA"/>
    <w:rsid w:val="00C11E99"/>
    <w:rsid w:val="00C122C8"/>
    <w:rsid w:val="00C13B73"/>
    <w:rsid w:val="00C13D8A"/>
    <w:rsid w:val="00C13DE7"/>
    <w:rsid w:val="00C145BE"/>
    <w:rsid w:val="00C14A60"/>
    <w:rsid w:val="00C15341"/>
    <w:rsid w:val="00C160E1"/>
    <w:rsid w:val="00C164BA"/>
    <w:rsid w:val="00C16667"/>
    <w:rsid w:val="00C1704A"/>
    <w:rsid w:val="00C17589"/>
    <w:rsid w:val="00C179EE"/>
    <w:rsid w:val="00C17B54"/>
    <w:rsid w:val="00C17C87"/>
    <w:rsid w:val="00C21E68"/>
    <w:rsid w:val="00C21F6D"/>
    <w:rsid w:val="00C226C3"/>
    <w:rsid w:val="00C22D58"/>
    <w:rsid w:val="00C22D84"/>
    <w:rsid w:val="00C24821"/>
    <w:rsid w:val="00C251EF"/>
    <w:rsid w:val="00C25349"/>
    <w:rsid w:val="00C2598F"/>
    <w:rsid w:val="00C25B3F"/>
    <w:rsid w:val="00C25C93"/>
    <w:rsid w:val="00C2617D"/>
    <w:rsid w:val="00C2618D"/>
    <w:rsid w:val="00C26D8C"/>
    <w:rsid w:val="00C272DE"/>
    <w:rsid w:val="00C2753F"/>
    <w:rsid w:val="00C278BD"/>
    <w:rsid w:val="00C27918"/>
    <w:rsid w:val="00C27A83"/>
    <w:rsid w:val="00C27CBC"/>
    <w:rsid w:val="00C30B8A"/>
    <w:rsid w:val="00C31C43"/>
    <w:rsid w:val="00C32FD9"/>
    <w:rsid w:val="00C331FF"/>
    <w:rsid w:val="00C33C8F"/>
    <w:rsid w:val="00C33D76"/>
    <w:rsid w:val="00C33EB0"/>
    <w:rsid w:val="00C34115"/>
    <w:rsid w:val="00C34576"/>
    <w:rsid w:val="00C35189"/>
    <w:rsid w:val="00C35408"/>
    <w:rsid w:val="00C35675"/>
    <w:rsid w:val="00C3573B"/>
    <w:rsid w:val="00C35773"/>
    <w:rsid w:val="00C35DB2"/>
    <w:rsid w:val="00C35EDF"/>
    <w:rsid w:val="00C36684"/>
    <w:rsid w:val="00C37064"/>
    <w:rsid w:val="00C37089"/>
    <w:rsid w:val="00C37949"/>
    <w:rsid w:val="00C40035"/>
    <w:rsid w:val="00C402FF"/>
    <w:rsid w:val="00C40851"/>
    <w:rsid w:val="00C40B8E"/>
    <w:rsid w:val="00C40F3D"/>
    <w:rsid w:val="00C41528"/>
    <w:rsid w:val="00C41852"/>
    <w:rsid w:val="00C41CAB"/>
    <w:rsid w:val="00C41DF9"/>
    <w:rsid w:val="00C41F84"/>
    <w:rsid w:val="00C424BE"/>
    <w:rsid w:val="00C42F56"/>
    <w:rsid w:val="00C438B7"/>
    <w:rsid w:val="00C442EE"/>
    <w:rsid w:val="00C443AB"/>
    <w:rsid w:val="00C4472C"/>
    <w:rsid w:val="00C448E0"/>
    <w:rsid w:val="00C44DD1"/>
    <w:rsid w:val="00C4540A"/>
    <w:rsid w:val="00C45754"/>
    <w:rsid w:val="00C4799A"/>
    <w:rsid w:val="00C47D91"/>
    <w:rsid w:val="00C507EE"/>
    <w:rsid w:val="00C51149"/>
    <w:rsid w:val="00C5130F"/>
    <w:rsid w:val="00C514D5"/>
    <w:rsid w:val="00C51707"/>
    <w:rsid w:val="00C52342"/>
    <w:rsid w:val="00C524C3"/>
    <w:rsid w:val="00C52D07"/>
    <w:rsid w:val="00C52D90"/>
    <w:rsid w:val="00C533FC"/>
    <w:rsid w:val="00C53CEB"/>
    <w:rsid w:val="00C53D04"/>
    <w:rsid w:val="00C53FBB"/>
    <w:rsid w:val="00C544B5"/>
    <w:rsid w:val="00C547A8"/>
    <w:rsid w:val="00C548CB"/>
    <w:rsid w:val="00C55104"/>
    <w:rsid w:val="00C5564C"/>
    <w:rsid w:val="00C56467"/>
    <w:rsid w:val="00C56789"/>
    <w:rsid w:val="00C568D4"/>
    <w:rsid w:val="00C574B6"/>
    <w:rsid w:val="00C57666"/>
    <w:rsid w:val="00C5784B"/>
    <w:rsid w:val="00C601BF"/>
    <w:rsid w:val="00C60561"/>
    <w:rsid w:val="00C607F9"/>
    <w:rsid w:val="00C60D57"/>
    <w:rsid w:val="00C6176E"/>
    <w:rsid w:val="00C61D6E"/>
    <w:rsid w:val="00C61EB8"/>
    <w:rsid w:val="00C628E4"/>
    <w:rsid w:val="00C629E9"/>
    <w:rsid w:val="00C633FF"/>
    <w:rsid w:val="00C63B2D"/>
    <w:rsid w:val="00C64290"/>
    <w:rsid w:val="00C642CC"/>
    <w:rsid w:val="00C64417"/>
    <w:rsid w:val="00C64421"/>
    <w:rsid w:val="00C64815"/>
    <w:rsid w:val="00C6490E"/>
    <w:rsid w:val="00C64C31"/>
    <w:rsid w:val="00C65411"/>
    <w:rsid w:val="00C6555A"/>
    <w:rsid w:val="00C656A7"/>
    <w:rsid w:val="00C65D47"/>
    <w:rsid w:val="00C65F31"/>
    <w:rsid w:val="00C6609D"/>
    <w:rsid w:val="00C673F7"/>
    <w:rsid w:val="00C673F8"/>
    <w:rsid w:val="00C6769A"/>
    <w:rsid w:val="00C67D33"/>
    <w:rsid w:val="00C67F4B"/>
    <w:rsid w:val="00C70581"/>
    <w:rsid w:val="00C70D39"/>
    <w:rsid w:val="00C71086"/>
    <w:rsid w:val="00C71459"/>
    <w:rsid w:val="00C716E1"/>
    <w:rsid w:val="00C71703"/>
    <w:rsid w:val="00C71902"/>
    <w:rsid w:val="00C71E33"/>
    <w:rsid w:val="00C72425"/>
    <w:rsid w:val="00C72671"/>
    <w:rsid w:val="00C7268F"/>
    <w:rsid w:val="00C729DF"/>
    <w:rsid w:val="00C72B74"/>
    <w:rsid w:val="00C731FA"/>
    <w:rsid w:val="00C732F7"/>
    <w:rsid w:val="00C73419"/>
    <w:rsid w:val="00C73A7A"/>
    <w:rsid w:val="00C73F25"/>
    <w:rsid w:val="00C743E5"/>
    <w:rsid w:val="00C74C35"/>
    <w:rsid w:val="00C755C7"/>
    <w:rsid w:val="00C75A67"/>
    <w:rsid w:val="00C75F2D"/>
    <w:rsid w:val="00C769EE"/>
    <w:rsid w:val="00C76C50"/>
    <w:rsid w:val="00C76D0C"/>
    <w:rsid w:val="00C77415"/>
    <w:rsid w:val="00C77B1C"/>
    <w:rsid w:val="00C80556"/>
    <w:rsid w:val="00C808E2"/>
    <w:rsid w:val="00C80F06"/>
    <w:rsid w:val="00C81122"/>
    <w:rsid w:val="00C81EA3"/>
    <w:rsid w:val="00C82028"/>
    <w:rsid w:val="00C824A6"/>
    <w:rsid w:val="00C8278D"/>
    <w:rsid w:val="00C82EFA"/>
    <w:rsid w:val="00C8350E"/>
    <w:rsid w:val="00C8418F"/>
    <w:rsid w:val="00C855B2"/>
    <w:rsid w:val="00C85725"/>
    <w:rsid w:val="00C85D82"/>
    <w:rsid w:val="00C863C9"/>
    <w:rsid w:val="00C86B20"/>
    <w:rsid w:val="00C870E8"/>
    <w:rsid w:val="00C8727C"/>
    <w:rsid w:val="00C9011C"/>
    <w:rsid w:val="00C901AC"/>
    <w:rsid w:val="00C909A3"/>
    <w:rsid w:val="00C90BBD"/>
    <w:rsid w:val="00C90C83"/>
    <w:rsid w:val="00C914BD"/>
    <w:rsid w:val="00C91818"/>
    <w:rsid w:val="00C91B36"/>
    <w:rsid w:val="00C91C07"/>
    <w:rsid w:val="00C91DFA"/>
    <w:rsid w:val="00C92B80"/>
    <w:rsid w:val="00C92FED"/>
    <w:rsid w:val="00C93AEC"/>
    <w:rsid w:val="00C94012"/>
    <w:rsid w:val="00C94347"/>
    <w:rsid w:val="00C94F45"/>
    <w:rsid w:val="00C950D0"/>
    <w:rsid w:val="00C95554"/>
    <w:rsid w:val="00C9682F"/>
    <w:rsid w:val="00C96B36"/>
    <w:rsid w:val="00C9726D"/>
    <w:rsid w:val="00CA03EB"/>
    <w:rsid w:val="00CA04CE"/>
    <w:rsid w:val="00CA094F"/>
    <w:rsid w:val="00CA0D4B"/>
    <w:rsid w:val="00CA1356"/>
    <w:rsid w:val="00CA197F"/>
    <w:rsid w:val="00CA1A6A"/>
    <w:rsid w:val="00CA1CCC"/>
    <w:rsid w:val="00CA1DC6"/>
    <w:rsid w:val="00CA25AF"/>
    <w:rsid w:val="00CA2ACF"/>
    <w:rsid w:val="00CA2E2C"/>
    <w:rsid w:val="00CA2E93"/>
    <w:rsid w:val="00CA2FD8"/>
    <w:rsid w:val="00CA3D23"/>
    <w:rsid w:val="00CA4693"/>
    <w:rsid w:val="00CA470E"/>
    <w:rsid w:val="00CA4844"/>
    <w:rsid w:val="00CA49CD"/>
    <w:rsid w:val="00CA4D8E"/>
    <w:rsid w:val="00CA504A"/>
    <w:rsid w:val="00CA5316"/>
    <w:rsid w:val="00CA5BF1"/>
    <w:rsid w:val="00CA5DD6"/>
    <w:rsid w:val="00CA5DEF"/>
    <w:rsid w:val="00CA6460"/>
    <w:rsid w:val="00CA7048"/>
    <w:rsid w:val="00CA7203"/>
    <w:rsid w:val="00CA7EAC"/>
    <w:rsid w:val="00CB0434"/>
    <w:rsid w:val="00CB13E6"/>
    <w:rsid w:val="00CB173A"/>
    <w:rsid w:val="00CB19E7"/>
    <w:rsid w:val="00CB2142"/>
    <w:rsid w:val="00CB237F"/>
    <w:rsid w:val="00CB2453"/>
    <w:rsid w:val="00CB2AE0"/>
    <w:rsid w:val="00CB2B57"/>
    <w:rsid w:val="00CB2F04"/>
    <w:rsid w:val="00CB33F7"/>
    <w:rsid w:val="00CB35EE"/>
    <w:rsid w:val="00CB3AD0"/>
    <w:rsid w:val="00CB3DCD"/>
    <w:rsid w:val="00CB4531"/>
    <w:rsid w:val="00CB4534"/>
    <w:rsid w:val="00CB487D"/>
    <w:rsid w:val="00CB5314"/>
    <w:rsid w:val="00CB57D4"/>
    <w:rsid w:val="00CB6E45"/>
    <w:rsid w:val="00CB720D"/>
    <w:rsid w:val="00CB7C1D"/>
    <w:rsid w:val="00CC086A"/>
    <w:rsid w:val="00CC16DA"/>
    <w:rsid w:val="00CC1890"/>
    <w:rsid w:val="00CC2194"/>
    <w:rsid w:val="00CC2BB7"/>
    <w:rsid w:val="00CC2DBC"/>
    <w:rsid w:val="00CC2F4B"/>
    <w:rsid w:val="00CC32B5"/>
    <w:rsid w:val="00CC3CD6"/>
    <w:rsid w:val="00CC4079"/>
    <w:rsid w:val="00CC55A5"/>
    <w:rsid w:val="00CC55BE"/>
    <w:rsid w:val="00CC72A4"/>
    <w:rsid w:val="00CC73C7"/>
    <w:rsid w:val="00CC7E02"/>
    <w:rsid w:val="00CC7EDB"/>
    <w:rsid w:val="00CD0174"/>
    <w:rsid w:val="00CD044B"/>
    <w:rsid w:val="00CD04DF"/>
    <w:rsid w:val="00CD05A0"/>
    <w:rsid w:val="00CD0C7A"/>
    <w:rsid w:val="00CD0DE2"/>
    <w:rsid w:val="00CD149E"/>
    <w:rsid w:val="00CD1DD2"/>
    <w:rsid w:val="00CD23F5"/>
    <w:rsid w:val="00CD2646"/>
    <w:rsid w:val="00CD292E"/>
    <w:rsid w:val="00CD2DCB"/>
    <w:rsid w:val="00CD3181"/>
    <w:rsid w:val="00CD3435"/>
    <w:rsid w:val="00CD3685"/>
    <w:rsid w:val="00CD3CE1"/>
    <w:rsid w:val="00CD3D20"/>
    <w:rsid w:val="00CD3DF8"/>
    <w:rsid w:val="00CD3F54"/>
    <w:rsid w:val="00CD454C"/>
    <w:rsid w:val="00CD459B"/>
    <w:rsid w:val="00CD464C"/>
    <w:rsid w:val="00CD4C18"/>
    <w:rsid w:val="00CD4CD3"/>
    <w:rsid w:val="00CD506C"/>
    <w:rsid w:val="00CD5B58"/>
    <w:rsid w:val="00CD5D2D"/>
    <w:rsid w:val="00CD6AD9"/>
    <w:rsid w:val="00CD6ED4"/>
    <w:rsid w:val="00CD7456"/>
    <w:rsid w:val="00CD78E1"/>
    <w:rsid w:val="00CD7C1C"/>
    <w:rsid w:val="00CD7DC6"/>
    <w:rsid w:val="00CD7EDD"/>
    <w:rsid w:val="00CE03D8"/>
    <w:rsid w:val="00CE04BD"/>
    <w:rsid w:val="00CE22E9"/>
    <w:rsid w:val="00CE269F"/>
    <w:rsid w:val="00CE282D"/>
    <w:rsid w:val="00CE2898"/>
    <w:rsid w:val="00CE29CE"/>
    <w:rsid w:val="00CE36D9"/>
    <w:rsid w:val="00CE37DF"/>
    <w:rsid w:val="00CE39B4"/>
    <w:rsid w:val="00CE49A2"/>
    <w:rsid w:val="00CE4A55"/>
    <w:rsid w:val="00CE4A99"/>
    <w:rsid w:val="00CE52C4"/>
    <w:rsid w:val="00CE541C"/>
    <w:rsid w:val="00CE589B"/>
    <w:rsid w:val="00CE5C6E"/>
    <w:rsid w:val="00CE6AF8"/>
    <w:rsid w:val="00CE6DED"/>
    <w:rsid w:val="00CE6EB5"/>
    <w:rsid w:val="00CE7480"/>
    <w:rsid w:val="00CE764D"/>
    <w:rsid w:val="00CE7809"/>
    <w:rsid w:val="00CF00E5"/>
    <w:rsid w:val="00CF05EC"/>
    <w:rsid w:val="00CF0B5F"/>
    <w:rsid w:val="00CF0E79"/>
    <w:rsid w:val="00CF11DE"/>
    <w:rsid w:val="00CF12CD"/>
    <w:rsid w:val="00CF13C4"/>
    <w:rsid w:val="00CF16A8"/>
    <w:rsid w:val="00CF18F3"/>
    <w:rsid w:val="00CF1DF1"/>
    <w:rsid w:val="00CF2120"/>
    <w:rsid w:val="00CF2377"/>
    <w:rsid w:val="00CF25AB"/>
    <w:rsid w:val="00CF29FE"/>
    <w:rsid w:val="00CF2EB9"/>
    <w:rsid w:val="00CF4215"/>
    <w:rsid w:val="00CF48A8"/>
    <w:rsid w:val="00CF51F0"/>
    <w:rsid w:val="00CF5203"/>
    <w:rsid w:val="00CF5340"/>
    <w:rsid w:val="00CF580D"/>
    <w:rsid w:val="00CF5E24"/>
    <w:rsid w:val="00CF66EB"/>
    <w:rsid w:val="00CF69B6"/>
    <w:rsid w:val="00CF6D09"/>
    <w:rsid w:val="00CF6F2B"/>
    <w:rsid w:val="00CF7853"/>
    <w:rsid w:val="00CF7CAA"/>
    <w:rsid w:val="00CF7E46"/>
    <w:rsid w:val="00CF7F7C"/>
    <w:rsid w:val="00D00434"/>
    <w:rsid w:val="00D00CA8"/>
    <w:rsid w:val="00D0176F"/>
    <w:rsid w:val="00D018C6"/>
    <w:rsid w:val="00D01F76"/>
    <w:rsid w:val="00D02B92"/>
    <w:rsid w:val="00D04EA9"/>
    <w:rsid w:val="00D04F59"/>
    <w:rsid w:val="00D05F1A"/>
    <w:rsid w:val="00D0637C"/>
    <w:rsid w:val="00D0638B"/>
    <w:rsid w:val="00D066D6"/>
    <w:rsid w:val="00D06AE8"/>
    <w:rsid w:val="00D06B90"/>
    <w:rsid w:val="00D07175"/>
    <w:rsid w:val="00D07598"/>
    <w:rsid w:val="00D079BF"/>
    <w:rsid w:val="00D07C4D"/>
    <w:rsid w:val="00D07C82"/>
    <w:rsid w:val="00D100A7"/>
    <w:rsid w:val="00D104A7"/>
    <w:rsid w:val="00D106A1"/>
    <w:rsid w:val="00D106E2"/>
    <w:rsid w:val="00D10798"/>
    <w:rsid w:val="00D10CD4"/>
    <w:rsid w:val="00D119CD"/>
    <w:rsid w:val="00D119D9"/>
    <w:rsid w:val="00D11DCD"/>
    <w:rsid w:val="00D12694"/>
    <w:rsid w:val="00D1305B"/>
    <w:rsid w:val="00D13EF4"/>
    <w:rsid w:val="00D14325"/>
    <w:rsid w:val="00D148AD"/>
    <w:rsid w:val="00D15237"/>
    <w:rsid w:val="00D15E9B"/>
    <w:rsid w:val="00D16A9F"/>
    <w:rsid w:val="00D16FAC"/>
    <w:rsid w:val="00D17874"/>
    <w:rsid w:val="00D17AB4"/>
    <w:rsid w:val="00D17D43"/>
    <w:rsid w:val="00D207FD"/>
    <w:rsid w:val="00D21768"/>
    <w:rsid w:val="00D21E4A"/>
    <w:rsid w:val="00D2250F"/>
    <w:rsid w:val="00D22729"/>
    <w:rsid w:val="00D22F18"/>
    <w:rsid w:val="00D230AD"/>
    <w:rsid w:val="00D231FF"/>
    <w:rsid w:val="00D23EBE"/>
    <w:rsid w:val="00D24582"/>
    <w:rsid w:val="00D24819"/>
    <w:rsid w:val="00D25383"/>
    <w:rsid w:val="00D261E5"/>
    <w:rsid w:val="00D26B39"/>
    <w:rsid w:val="00D27C22"/>
    <w:rsid w:val="00D27EA8"/>
    <w:rsid w:val="00D30015"/>
    <w:rsid w:val="00D30287"/>
    <w:rsid w:val="00D31568"/>
    <w:rsid w:val="00D31745"/>
    <w:rsid w:val="00D31D2B"/>
    <w:rsid w:val="00D320BE"/>
    <w:rsid w:val="00D33845"/>
    <w:rsid w:val="00D33ED0"/>
    <w:rsid w:val="00D3405F"/>
    <w:rsid w:val="00D34CCF"/>
    <w:rsid w:val="00D34CE5"/>
    <w:rsid w:val="00D35A8F"/>
    <w:rsid w:val="00D35BB1"/>
    <w:rsid w:val="00D36555"/>
    <w:rsid w:val="00D36628"/>
    <w:rsid w:val="00D36723"/>
    <w:rsid w:val="00D36849"/>
    <w:rsid w:val="00D370EF"/>
    <w:rsid w:val="00D377E6"/>
    <w:rsid w:val="00D37DF1"/>
    <w:rsid w:val="00D403AA"/>
    <w:rsid w:val="00D403C5"/>
    <w:rsid w:val="00D40958"/>
    <w:rsid w:val="00D4134C"/>
    <w:rsid w:val="00D4157D"/>
    <w:rsid w:val="00D41630"/>
    <w:rsid w:val="00D42136"/>
    <w:rsid w:val="00D42D7A"/>
    <w:rsid w:val="00D42DA4"/>
    <w:rsid w:val="00D436FE"/>
    <w:rsid w:val="00D437DD"/>
    <w:rsid w:val="00D43A1B"/>
    <w:rsid w:val="00D43B13"/>
    <w:rsid w:val="00D444E4"/>
    <w:rsid w:val="00D44A6F"/>
    <w:rsid w:val="00D4502E"/>
    <w:rsid w:val="00D455F3"/>
    <w:rsid w:val="00D45B70"/>
    <w:rsid w:val="00D45E9F"/>
    <w:rsid w:val="00D463AE"/>
    <w:rsid w:val="00D46902"/>
    <w:rsid w:val="00D50B43"/>
    <w:rsid w:val="00D50FED"/>
    <w:rsid w:val="00D513F2"/>
    <w:rsid w:val="00D517FB"/>
    <w:rsid w:val="00D52022"/>
    <w:rsid w:val="00D524C6"/>
    <w:rsid w:val="00D5276A"/>
    <w:rsid w:val="00D52AC6"/>
    <w:rsid w:val="00D54784"/>
    <w:rsid w:val="00D54A69"/>
    <w:rsid w:val="00D54FAC"/>
    <w:rsid w:val="00D5502E"/>
    <w:rsid w:val="00D55526"/>
    <w:rsid w:val="00D556BA"/>
    <w:rsid w:val="00D55745"/>
    <w:rsid w:val="00D55F8B"/>
    <w:rsid w:val="00D5671A"/>
    <w:rsid w:val="00D5672B"/>
    <w:rsid w:val="00D56C18"/>
    <w:rsid w:val="00D574D2"/>
    <w:rsid w:val="00D57869"/>
    <w:rsid w:val="00D57E1E"/>
    <w:rsid w:val="00D6067B"/>
    <w:rsid w:val="00D60DBE"/>
    <w:rsid w:val="00D613DD"/>
    <w:rsid w:val="00D61EA3"/>
    <w:rsid w:val="00D625E3"/>
    <w:rsid w:val="00D627A5"/>
    <w:rsid w:val="00D636BC"/>
    <w:rsid w:val="00D63A61"/>
    <w:rsid w:val="00D645DA"/>
    <w:rsid w:val="00D64A21"/>
    <w:rsid w:val="00D64F6A"/>
    <w:rsid w:val="00D64F9C"/>
    <w:rsid w:val="00D64FCF"/>
    <w:rsid w:val="00D64FF5"/>
    <w:rsid w:val="00D653B8"/>
    <w:rsid w:val="00D65B05"/>
    <w:rsid w:val="00D66446"/>
    <w:rsid w:val="00D664C3"/>
    <w:rsid w:val="00D666F1"/>
    <w:rsid w:val="00D670AF"/>
    <w:rsid w:val="00D67768"/>
    <w:rsid w:val="00D677E3"/>
    <w:rsid w:val="00D70302"/>
    <w:rsid w:val="00D7059E"/>
    <w:rsid w:val="00D71005"/>
    <w:rsid w:val="00D71EAC"/>
    <w:rsid w:val="00D7241B"/>
    <w:rsid w:val="00D72726"/>
    <w:rsid w:val="00D72DAA"/>
    <w:rsid w:val="00D73363"/>
    <w:rsid w:val="00D733BD"/>
    <w:rsid w:val="00D737A6"/>
    <w:rsid w:val="00D73CD4"/>
    <w:rsid w:val="00D74080"/>
    <w:rsid w:val="00D748B6"/>
    <w:rsid w:val="00D74B0C"/>
    <w:rsid w:val="00D74CC2"/>
    <w:rsid w:val="00D7501F"/>
    <w:rsid w:val="00D75429"/>
    <w:rsid w:val="00D7569F"/>
    <w:rsid w:val="00D7593A"/>
    <w:rsid w:val="00D759DA"/>
    <w:rsid w:val="00D7612D"/>
    <w:rsid w:val="00D763A0"/>
    <w:rsid w:val="00D76E1B"/>
    <w:rsid w:val="00D76E3E"/>
    <w:rsid w:val="00D77013"/>
    <w:rsid w:val="00D7704F"/>
    <w:rsid w:val="00D77A21"/>
    <w:rsid w:val="00D77E66"/>
    <w:rsid w:val="00D77F35"/>
    <w:rsid w:val="00D80953"/>
    <w:rsid w:val="00D80EF5"/>
    <w:rsid w:val="00D81650"/>
    <w:rsid w:val="00D8281B"/>
    <w:rsid w:val="00D82C68"/>
    <w:rsid w:val="00D83381"/>
    <w:rsid w:val="00D83FB0"/>
    <w:rsid w:val="00D84B94"/>
    <w:rsid w:val="00D8504D"/>
    <w:rsid w:val="00D857B3"/>
    <w:rsid w:val="00D8582B"/>
    <w:rsid w:val="00D85A11"/>
    <w:rsid w:val="00D85F7F"/>
    <w:rsid w:val="00D8672D"/>
    <w:rsid w:val="00D86777"/>
    <w:rsid w:val="00D86C67"/>
    <w:rsid w:val="00D86EC2"/>
    <w:rsid w:val="00D86F75"/>
    <w:rsid w:val="00D874C1"/>
    <w:rsid w:val="00D87C18"/>
    <w:rsid w:val="00D90A9A"/>
    <w:rsid w:val="00D90EF6"/>
    <w:rsid w:val="00D90F6F"/>
    <w:rsid w:val="00D91005"/>
    <w:rsid w:val="00D92516"/>
    <w:rsid w:val="00D92637"/>
    <w:rsid w:val="00D92F02"/>
    <w:rsid w:val="00D92F4E"/>
    <w:rsid w:val="00D937D9"/>
    <w:rsid w:val="00D93B2B"/>
    <w:rsid w:val="00D93D55"/>
    <w:rsid w:val="00D93E0A"/>
    <w:rsid w:val="00D94D5A"/>
    <w:rsid w:val="00D954BD"/>
    <w:rsid w:val="00D9558F"/>
    <w:rsid w:val="00D960C9"/>
    <w:rsid w:val="00D963F8"/>
    <w:rsid w:val="00D96461"/>
    <w:rsid w:val="00D96651"/>
    <w:rsid w:val="00D96684"/>
    <w:rsid w:val="00D96CE1"/>
    <w:rsid w:val="00D96F84"/>
    <w:rsid w:val="00D97013"/>
    <w:rsid w:val="00D97238"/>
    <w:rsid w:val="00D97F8D"/>
    <w:rsid w:val="00DA0A99"/>
    <w:rsid w:val="00DA15B3"/>
    <w:rsid w:val="00DA1C5B"/>
    <w:rsid w:val="00DA26E6"/>
    <w:rsid w:val="00DA26F3"/>
    <w:rsid w:val="00DA2D23"/>
    <w:rsid w:val="00DA3043"/>
    <w:rsid w:val="00DA37C9"/>
    <w:rsid w:val="00DA397B"/>
    <w:rsid w:val="00DA488B"/>
    <w:rsid w:val="00DA4D00"/>
    <w:rsid w:val="00DA4D29"/>
    <w:rsid w:val="00DA51E0"/>
    <w:rsid w:val="00DA5342"/>
    <w:rsid w:val="00DA5932"/>
    <w:rsid w:val="00DA59B4"/>
    <w:rsid w:val="00DA6305"/>
    <w:rsid w:val="00DA65A6"/>
    <w:rsid w:val="00DA69D9"/>
    <w:rsid w:val="00DA700E"/>
    <w:rsid w:val="00DA7356"/>
    <w:rsid w:val="00DA73AA"/>
    <w:rsid w:val="00DA76A4"/>
    <w:rsid w:val="00DA7822"/>
    <w:rsid w:val="00DA7BEA"/>
    <w:rsid w:val="00DB0509"/>
    <w:rsid w:val="00DB0548"/>
    <w:rsid w:val="00DB0CAE"/>
    <w:rsid w:val="00DB0CB7"/>
    <w:rsid w:val="00DB123C"/>
    <w:rsid w:val="00DB142D"/>
    <w:rsid w:val="00DB1640"/>
    <w:rsid w:val="00DB16ED"/>
    <w:rsid w:val="00DB1B09"/>
    <w:rsid w:val="00DB1D91"/>
    <w:rsid w:val="00DB2ED5"/>
    <w:rsid w:val="00DB303B"/>
    <w:rsid w:val="00DB3B92"/>
    <w:rsid w:val="00DB453E"/>
    <w:rsid w:val="00DB46D3"/>
    <w:rsid w:val="00DB499E"/>
    <w:rsid w:val="00DB49F3"/>
    <w:rsid w:val="00DB49F9"/>
    <w:rsid w:val="00DB4C60"/>
    <w:rsid w:val="00DB52C9"/>
    <w:rsid w:val="00DB5301"/>
    <w:rsid w:val="00DB5D30"/>
    <w:rsid w:val="00DB641E"/>
    <w:rsid w:val="00DB678A"/>
    <w:rsid w:val="00DB6824"/>
    <w:rsid w:val="00DB69E7"/>
    <w:rsid w:val="00DB71D4"/>
    <w:rsid w:val="00DB7415"/>
    <w:rsid w:val="00DB74FF"/>
    <w:rsid w:val="00DC08C9"/>
    <w:rsid w:val="00DC0F43"/>
    <w:rsid w:val="00DC15D1"/>
    <w:rsid w:val="00DC162D"/>
    <w:rsid w:val="00DC1D7F"/>
    <w:rsid w:val="00DC288A"/>
    <w:rsid w:val="00DC305B"/>
    <w:rsid w:val="00DC34DA"/>
    <w:rsid w:val="00DC42EA"/>
    <w:rsid w:val="00DC480B"/>
    <w:rsid w:val="00DC48B6"/>
    <w:rsid w:val="00DC4B83"/>
    <w:rsid w:val="00DC60C8"/>
    <w:rsid w:val="00DC6590"/>
    <w:rsid w:val="00DC7044"/>
    <w:rsid w:val="00DC7194"/>
    <w:rsid w:val="00DC796E"/>
    <w:rsid w:val="00DC7D57"/>
    <w:rsid w:val="00DD0B08"/>
    <w:rsid w:val="00DD1055"/>
    <w:rsid w:val="00DD1B63"/>
    <w:rsid w:val="00DD24E4"/>
    <w:rsid w:val="00DD29F1"/>
    <w:rsid w:val="00DD2AD1"/>
    <w:rsid w:val="00DD339A"/>
    <w:rsid w:val="00DD3B1F"/>
    <w:rsid w:val="00DD3C39"/>
    <w:rsid w:val="00DD411E"/>
    <w:rsid w:val="00DD4166"/>
    <w:rsid w:val="00DD4EA8"/>
    <w:rsid w:val="00DD4F1E"/>
    <w:rsid w:val="00DD4F93"/>
    <w:rsid w:val="00DD5256"/>
    <w:rsid w:val="00DD5391"/>
    <w:rsid w:val="00DD545B"/>
    <w:rsid w:val="00DD57E6"/>
    <w:rsid w:val="00DD5ACC"/>
    <w:rsid w:val="00DD5DC9"/>
    <w:rsid w:val="00DD5DF8"/>
    <w:rsid w:val="00DD60ED"/>
    <w:rsid w:val="00DD622E"/>
    <w:rsid w:val="00DD6941"/>
    <w:rsid w:val="00DD6B4F"/>
    <w:rsid w:val="00DD7238"/>
    <w:rsid w:val="00DD7299"/>
    <w:rsid w:val="00DD7B20"/>
    <w:rsid w:val="00DD7CC3"/>
    <w:rsid w:val="00DE019E"/>
    <w:rsid w:val="00DE0238"/>
    <w:rsid w:val="00DE02F3"/>
    <w:rsid w:val="00DE1CB6"/>
    <w:rsid w:val="00DE216B"/>
    <w:rsid w:val="00DE21BB"/>
    <w:rsid w:val="00DE25E6"/>
    <w:rsid w:val="00DE2883"/>
    <w:rsid w:val="00DE28C0"/>
    <w:rsid w:val="00DE2A73"/>
    <w:rsid w:val="00DE2CCD"/>
    <w:rsid w:val="00DE2D7F"/>
    <w:rsid w:val="00DE3135"/>
    <w:rsid w:val="00DE31AF"/>
    <w:rsid w:val="00DE34CD"/>
    <w:rsid w:val="00DE364E"/>
    <w:rsid w:val="00DE36C1"/>
    <w:rsid w:val="00DE3821"/>
    <w:rsid w:val="00DE3865"/>
    <w:rsid w:val="00DE3B97"/>
    <w:rsid w:val="00DE3EBA"/>
    <w:rsid w:val="00DE41D8"/>
    <w:rsid w:val="00DE4331"/>
    <w:rsid w:val="00DE4CBD"/>
    <w:rsid w:val="00DE4F5E"/>
    <w:rsid w:val="00DE531D"/>
    <w:rsid w:val="00DE5BAE"/>
    <w:rsid w:val="00DE6746"/>
    <w:rsid w:val="00DE6CC0"/>
    <w:rsid w:val="00DE7581"/>
    <w:rsid w:val="00DE7751"/>
    <w:rsid w:val="00DE7D9E"/>
    <w:rsid w:val="00DF0461"/>
    <w:rsid w:val="00DF070E"/>
    <w:rsid w:val="00DF111E"/>
    <w:rsid w:val="00DF1635"/>
    <w:rsid w:val="00DF1B0B"/>
    <w:rsid w:val="00DF209D"/>
    <w:rsid w:val="00DF235F"/>
    <w:rsid w:val="00DF23DB"/>
    <w:rsid w:val="00DF3A3A"/>
    <w:rsid w:val="00DF3B3C"/>
    <w:rsid w:val="00DF3F71"/>
    <w:rsid w:val="00DF413C"/>
    <w:rsid w:val="00DF4F6D"/>
    <w:rsid w:val="00DF528C"/>
    <w:rsid w:val="00DF5680"/>
    <w:rsid w:val="00DF6038"/>
    <w:rsid w:val="00DF6847"/>
    <w:rsid w:val="00DF691C"/>
    <w:rsid w:val="00DF75A1"/>
    <w:rsid w:val="00DF7693"/>
    <w:rsid w:val="00DF7EE1"/>
    <w:rsid w:val="00E002C4"/>
    <w:rsid w:val="00E004A5"/>
    <w:rsid w:val="00E01393"/>
    <w:rsid w:val="00E020D4"/>
    <w:rsid w:val="00E023A5"/>
    <w:rsid w:val="00E0332D"/>
    <w:rsid w:val="00E034AB"/>
    <w:rsid w:val="00E037F2"/>
    <w:rsid w:val="00E05BA2"/>
    <w:rsid w:val="00E05DE5"/>
    <w:rsid w:val="00E06294"/>
    <w:rsid w:val="00E0641C"/>
    <w:rsid w:val="00E0681A"/>
    <w:rsid w:val="00E06BA8"/>
    <w:rsid w:val="00E07184"/>
    <w:rsid w:val="00E07B47"/>
    <w:rsid w:val="00E105F7"/>
    <w:rsid w:val="00E10736"/>
    <w:rsid w:val="00E10999"/>
    <w:rsid w:val="00E112AB"/>
    <w:rsid w:val="00E11C1F"/>
    <w:rsid w:val="00E1216B"/>
    <w:rsid w:val="00E1232F"/>
    <w:rsid w:val="00E1267E"/>
    <w:rsid w:val="00E135B0"/>
    <w:rsid w:val="00E135CB"/>
    <w:rsid w:val="00E13818"/>
    <w:rsid w:val="00E138F7"/>
    <w:rsid w:val="00E13D54"/>
    <w:rsid w:val="00E1424C"/>
    <w:rsid w:val="00E1454B"/>
    <w:rsid w:val="00E1498A"/>
    <w:rsid w:val="00E14E10"/>
    <w:rsid w:val="00E153D5"/>
    <w:rsid w:val="00E15DDC"/>
    <w:rsid w:val="00E164C1"/>
    <w:rsid w:val="00E16BF8"/>
    <w:rsid w:val="00E17144"/>
    <w:rsid w:val="00E177BE"/>
    <w:rsid w:val="00E177EB"/>
    <w:rsid w:val="00E17B88"/>
    <w:rsid w:val="00E17D5C"/>
    <w:rsid w:val="00E17EDF"/>
    <w:rsid w:val="00E20196"/>
    <w:rsid w:val="00E202DE"/>
    <w:rsid w:val="00E20358"/>
    <w:rsid w:val="00E207CA"/>
    <w:rsid w:val="00E207CD"/>
    <w:rsid w:val="00E209D7"/>
    <w:rsid w:val="00E211DB"/>
    <w:rsid w:val="00E21571"/>
    <w:rsid w:val="00E2187C"/>
    <w:rsid w:val="00E218DE"/>
    <w:rsid w:val="00E21B74"/>
    <w:rsid w:val="00E21DB7"/>
    <w:rsid w:val="00E22F5F"/>
    <w:rsid w:val="00E24686"/>
    <w:rsid w:val="00E24798"/>
    <w:rsid w:val="00E248B7"/>
    <w:rsid w:val="00E24AD2"/>
    <w:rsid w:val="00E259C0"/>
    <w:rsid w:val="00E25D4A"/>
    <w:rsid w:val="00E26042"/>
    <w:rsid w:val="00E269C5"/>
    <w:rsid w:val="00E26FEE"/>
    <w:rsid w:val="00E271A8"/>
    <w:rsid w:val="00E2729C"/>
    <w:rsid w:val="00E2753C"/>
    <w:rsid w:val="00E27683"/>
    <w:rsid w:val="00E276DB"/>
    <w:rsid w:val="00E278DB"/>
    <w:rsid w:val="00E27930"/>
    <w:rsid w:val="00E27A85"/>
    <w:rsid w:val="00E30458"/>
    <w:rsid w:val="00E30698"/>
    <w:rsid w:val="00E30D3E"/>
    <w:rsid w:val="00E3132E"/>
    <w:rsid w:val="00E31995"/>
    <w:rsid w:val="00E32082"/>
    <w:rsid w:val="00E321C1"/>
    <w:rsid w:val="00E32B15"/>
    <w:rsid w:val="00E33F7B"/>
    <w:rsid w:val="00E34385"/>
    <w:rsid w:val="00E34C71"/>
    <w:rsid w:val="00E35171"/>
    <w:rsid w:val="00E3560E"/>
    <w:rsid w:val="00E365E6"/>
    <w:rsid w:val="00E3684E"/>
    <w:rsid w:val="00E36DEF"/>
    <w:rsid w:val="00E36E8F"/>
    <w:rsid w:val="00E36EB5"/>
    <w:rsid w:val="00E37386"/>
    <w:rsid w:val="00E37794"/>
    <w:rsid w:val="00E37939"/>
    <w:rsid w:val="00E37D8D"/>
    <w:rsid w:val="00E37DCC"/>
    <w:rsid w:val="00E40A5A"/>
    <w:rsid w:val="00E4169C"/>
    <w:rsid w:val="00E416E4"/>
    <w:rsid w:val="00E417B7"/>
    <w:rsid w:val="00E419AF"/>
    <w:rsid w:val="00E419F9"/>
    <w:rsid w:val="00E41D15"/>
    <w:rsid w:val="00E4243F"/>
    <w:rsid w:val="00E425DF"/>
    <w:rsid w:val="00E4264E"/>
    <w:rsid w:val="00E433C9"/>
    <w:rsid w:val="00E43512"/>
    <w:rsid w:val="00E43656"/>
    <w:rsid w:val="00E438B9"/>
    <w:rsid w:val="00E43E2B"/>
    <w:rsid w:val="00E440A0"/>
    <w:rsid w:val="00E44668"/>
    <w:rsid w:val="00E452CE"/>
    <w:rsid w:val="00E45486"/>
    <w:rsid w:val="00E45854"/>
    <w:rsid w:val="00E4624F"/>
    <w:rsid w:val="00E4640F"/>
    <w:rsid w:val="00E46CB2"/>
    <w:rsid w:val="00E46FE9"/>
    <w:rsid w:val="00E47593"/>
    <w:rsid w:val="00E50441"/>
    <w:rsid w:val="00E508AC"/>
    <w:rsid w:val="00E50DAF"/>
    <w:rsid w:val="00E50E72"/>
    <w:rsid w:val="00E510C8"/>
    <w:rsid w:val="00E51260"/>
    <w:rsid w:val="00E516F6"/>
    <w:rsid w:val="00E517FA"/>
    <w:rsid w:val="00E5188D"/>
    <w:rsid w:val="00E5277A"/>
    <w:rsid w:val="00E52E33"/>
    <w:rsid w:val="00E5315E"/>
    <w:rsid w:val="00E53200"/>
    <w:rsid w:val="00E53417"/>
    <w:rsid w:val="00E53FD5"/>
    <w:rsid w:val="00E5409D"/>
    <w:rsid w:val="00E54167"/>
    <w:rsid w:val="00E54288"/>
    <w:rsid w:val="00E55277"/>
    <w:rsid w:val="00E55BAC"/>
    <w:rsid w:val="00E56294"/>
    <w:rsid w:val="00E5677A"/>
    <w:rsid w:val="00E5751B"/>
    <w:rsid w:val="00E575D5"/>
    <w:rsid w:val="00E605E0"/>
    <w:rsid w:val="00E606C4"/>
    <w:rsid w:val="00E60852"/>
    <w:rsid w:val="00E60A66"/>
    <w:rsid w:val="00E61D85"/>
    <w:rsid w:val="00E62FB1"/>
    <w:rsid w:val="00E63AB8"/>
    <w:rsid w:val="00E63B70"/>
    <w:rsid w:val="00E63F59"/>
    <w:rsid w:val="00E645A7"/>
    <w:rsid w:val="00E645E6"/>
    <w:rsid w:val="00E654AE"/>
    <w:rsid w:val="00E65687"/>
    <w:rsid w:val="00E65716"/>
    <w:rsid w:val="00E66043"/>
    <w:rsid w:val="00E66350"/>
    <w:rsid w:val="00E66916"/>
    <w:rsid w:val="00E669ED"/>
    <w:rsid w:val="00E66F38"/>
    <w:rsid w:val="00E67170"/>
    <w:rsid w:val="00E702C0"/>
    <w:rsid w:val="00E70386"/>
    <w:rsid w:val="00E709B4"/>
    <w:rsid w:val="00E70E1D"/>
    <w:rsid w:val="00E713D1"/>
    <w:rsid w:val="00E7156F"/>
    <w:rsid w:val="00E71750"/>
    <w:rsid w:val="00E7192A"/>
    <w:rsid w:val="00E7199F"/>
    <w:rsid w:val="00E71EA6"/>
    <w:rsid w:val="00E72118"/>
    <w:rsid w:val="00E72393"/>
    <w:rsid w:val="00E72541"/>
    <w:rsid w:val="00E7294B"/>
    <w:rsid w:val="00E72A6E"/>
    <w:rsid w:val="00E72EB9"/>
    <w:rsid w:val="00E72F53"/>
    <w:rsid w:val="00E73B73"/>
    <w:rsid w:val="00E73FA4"/>
    <w:rsid w:val="00E7434E"/>
    <w:rsid w:val="00E74610"/>
    <w:rsid w:val="00E74A77"/>
    <w:rsid w:val="00E75AE9"/>
    <w:rsid w:val="00E7662A"/>
    <w:rsid w:val="00E76992"/>
    <w:rsid w:val="00E76BEE"/>
    <w:rsid w:val="00E77361"/>
    <w:rsid w:val="00E80724"/>
    <w:rsid w:val="00E80E9A"/>
    <w:rsid w:val="00E817F1"/>
    <w:rsid w:val="00E818FF"/>
    <w:rsid w:val="00E82493"/>
    <w:rsid w:val="00E827F7"/>
    <w:rsid w:val="00E82CBE"/>
    <w:rsid w:val="00E830EC"/>
    <w:rsid w:val="00E83394"/>
    <w:rsid w:val="00E835A5"/>
    <w:rsid w:val="00E841D6"/>
    <w:rsid w:val="00E84267"/>
    <w:rsid w:val="00E84815"/>
    <w:rsid w:val="00E84935"/>
    <w:rsid w:val="00E8530B"/>
    <w:rsid w:val="00E853F3"/>
    <w:rsid w:val="00E855C3"/>
    <w:rsid w:val="00E85757"/>
    <w:rsid w:val="00E859A1"/>
    <w:rsid w:val="00E85D81"/>
    <w:rsid w:val="00E85F1A"/>
    <w:rsid w:val="00E8626F"/>
    <w:rsid w:val="00E8649B"/>
    <w:rsid w:val="00E86518"/>
    <w:rsid w:val="00E86896"/>
    <w:rsid w:val="00E86B70"/>
    <w:rsid w:val="00E901B8"/>
    <w:rsid w:val="00E905F7"/>
    <w:rsid w:val="00E90A5F"/>
    <w:rsid w:val="00E90C93"/>
    <w:rsid w:val="00E90CF3"/>
    <w:rsid w:val="00E9126E"/>
    <w:rsid w:val="00E91622"/>
    <w:rsid w:val="00E91A24"/>
    <w:rsid w:val="00E91DEE"/>
    <w:rsid w:val="00E9240D"/>
    <w:rsid w:val="00E928BC"/>
    <w:rsid w:val="00E9297E"/>
    <w:rsid w:val="00E929B3"/>
    <w:rsid w:val="00E92D05"/>
    <w:rsid w:val="00E939CB"/>
    <w:rsid w:val="00E93FD9"/>
    <w:rsid w:val="00E94F39"/>
    <w:rsid w:val="00E95779"/>
    <w:rsid w:val="00E9580A"/>
    <w:rsid w:val="00E96D47"/>
    <w:rsid w:val="00E96DA4"/>
    <w:rsid w:val="00E97738"/>
    <w:rsid w:val="00E97DFD"/>
    <w:rsid w:val="00EA06B9"/>
    <w:rsid w:val="00EA06C7"/>
    <w:rsid w:val="00EA08D7"/>
    <w:rsid w:val="00EA0C2E"/>
    <w:rsid w:val="00EA14B9"/>
    <w:rsid w:val="00EA1606"/>
    <w:rsid w:val="00EA1C56"/>
    <w:rsid w:val="00EA1E88"/>
    <w:rsid w:val="00EA25BE"/>
    <w:rsid w:val="00EA2769"/>
    <w:rsid w:val="00EA2B74"/>
    <w:rsid w:val="00EA2DB4"/>
    <w:rsid w:val="00EA32D6"/>
    <w:rsid w:val="00EA3B73"/>
    <w:rsid w:val="00EA3CCA"/>
    <w:rsid w:val="00EA4061"/>
    <w:rsid w:val="00EA436E"/>
    <w:rsid w:val="00EA4930"/>
    <w:rsid w:val="00EA4A1F"/>
    <w:rsid w:val="00EA4ACD"/>
    <w:rsid w:val="00EA4BCE"/>
    <w:rsid w:val="00EA4E08"/>
    <w:rsid w:val="00EA54E4"/>
    <w:rsid w:val="00EB0239"/>
    <w:rsid w:val="00EB0402"/>
    <w:rsid w:val="00EB17A8"/>
    <w:rsid w:val="00EB17B0"/>
    <w:rsid w:val="00EB24BA"/>
    <w:rsid w:val="00EB259F"/>
    <w:rsid w:val="00EB2EA3"/>
    <w:rsid w:val="00EB3269"/>
    <w:rsid w:val="00EB326B"/>
    <w:rsid w:val="00EB390C"/>
    <w:rsid w:val="00EB47C7"/>
    <w:rsid w:val="00EB4968"/>
    <w:rsid w:val="00EB507F"/>
    <w:rsid w:val="00EB5496"/>
    <w:rsid w:val="00EB5E28"/>
    <w:rsid w:val="00EB62D5"/>
    <w:rsid w:val="00EB7DB5"/>
    <w:rsid w:val="00EC00CD"/>
    <w:rsid w:val="00EC00D6"/>
    <w:rsid w:val="00EC0203"/>
    <w:rsid w:val="00EC0BCA"/>
    <w:rsid w:val="00EC11BF"/>
    <w:rsid w:val="00EC1A3C"/>
    <w:rsid w:val="00EC1D1C"/>
    <w:rsid w:val="00EC26AB"/>
    <w:rsid w:val="00EC28D2"/>
    <w:rsid w:val="00EC2B23"/>
    <w:rsid w:val="00EC32B9"/>
    <w:rsid w:val="00EC36E2"/>
    <w:rsid w:val="00EC3BE9"/>
    <w:rsid w:val="00EC3D4E"/>
    <w:rsid w:val="00EC3DFB"/>
    <w:rsid w:val="00EC42FA"/>
    <w:rsid w:val="00EC43D3"/>
    <w:rsid w:val="00EC4879"/>
    <w:rsid w:val="00EC4A8F"/>
    <w:rsid w:val="00EC534A"/>
    <w:rsid w:val="00EC568C"/>
    <w:rsid w:val="00EC569C"/>
    <w:rsid w:val="00EC5779"/>
    <w:rsid w:val="00EC5C88"/>
    <w:rsid w:val="00EC5D1C"/>
    <w:rsid w:val="00EC5F92"/>
    <w:rsid w:val="00EC6836"/>
    <w:rsid w:val="00EC6C60"/>
    <w:rsid w:val="00EC7341"/>
    <w:rsid w:val="00EC74CB"/>
    <w:rsid w:val="00ED0075"/>
    <w:rsid w:val="00ED044B"/>
    <w:rsid w:val="00ED05D4"/>
    <w:rsid w:val="00ED082B"/>
    <w:rsid w:val="00ED0BCF"/>
    <w:rsid w:val="00ED1942"/>
    <w:rsid w:val="00ED2012"/>
    <w:rsid w:val="00ED216D"/>
    <w:rsid w:val="00ED241F"/>
    <w:rsid w:val="00ED2B59"/>
    <w:rsid w:val="00ED2F7F"/>
    <w:rsid w:val="00ED312E"/>
    <w:rsid w:val="00ED35BE"/>
    <w:rsid w:val="00ED3883"/>
    <w:rsid w:val="00ED38B9"/>
    <w:rsid w:val="00ED44D6"/>
    <w:rsid w:val="00ED49D6"/>
    <w:rsid w:val="00ED4DE7"/>
    <w:rsid w:val="00ED56D0"/>
    <w:rsid w:val="00ED5AC0"/>
    <w:rsid w:val="00ED656B"/>
    <w:rsid w:val="00ED6606"/>
    <w:rsid w:val="00ED7746"/>
    <w:rsid w:val="00ED7BBD"/>
    <w:rsid w:val="00EE02A0"/>
    <w:rsid w:val="00EE04E7"/>
    <w:rsid w:val="00EE05CA"/>
    <w:rsid w:val="00EE06C1"/>
    <w:rsid w:val="00EE0AA5"/>
    <w:rsid w:val="00EE0DF2"/>
    <w:rsid w:val="00EE1600"/>
    <w:rsid w:val="00EE19DC"/>
    <w:rsid w:val="00EE2785"/>
    <w:rsid w:val="00EE32BA"/>
    <w:rsid w:val="00EE3635"/>
    <w:rsid w:val="00EE3B31"/>
    <w:rsid w:val="00EE3CB1"/>
    <w:rsid w:val="00EE4BDC"/>
    <w:rsid w:val="00EE54FA"/>
    <w:rsid w:val="00EE57A1"/>
    <w:rsid w:val="00EE582D"/>
    <w:rsid w:val="00EE607F"/>
    <w:rsid w:val="00EE654D"/>
    <w:rsid w:val="00EE6711"/>
    <w:rsid w:val="00EE6A28"/>
    <w:rsid w:val="00EE6DD1"/>
    <w:rsid w:val="00EE6EB6"/>
    <w:rsid w:val="00EE6F9E"/>
    <w:rsid w:val="00EE72D0"/>
    <w:rsid w:val="00EE786A"/>
    <w:rsid w:val="00EE7E43"/>
    <w:rsid w:val="00EF0145"/>
    <w:rsid w:val="00EF0704"/>
    <w:rsid w:val="00EF0DA9"/>
    <w:rsid w:val="00EF10CA"/>
    <w:rsid w:val="00EF1385"/>
    <w:rsid w:val="00EF159B"/>
    <w:rsid w:val="00EF18E2"/>
    <w:rsid w:val="00EF1C26"/>
    <w:rsid w:val="00EF1C30"/>
    <w:rsid w:val="00EF20A6"/>
    <w:rsid w:val="00EF24A8"/>
    <w:rsid w:val="00EF2586"/>
    <w:rsid w:val="00EF3319"/>
    <w:rsid w:val="00EF37C8"/>
    <w:rsid w:val="00EF3F89"/>
    <w:rsid w:val="00EF49C0"/>
    <w:rsid w:val="00EF4A3C"/>
    <w:rsid w:val="00EF60BC"/>
    <w:rsid w:val="00EF65C7"/>
    <w:rsid w:val="00EF69FA"/>
    <w:rsid w:val="00EF6EC4"/>
    <w:rsid w:val="00EF70A5"/>
    <w:rsid w:val="00EF7568"/>
    <w:rsid w:val="00EF7C29"/>
    <w:rsid w:val="00F0132F"/>
    <w:rsid w:val="00F015AD"/>
    <w:rsid w:val="00F020F1"/>
    <w:rsid w:val="00F02730"/>
    <w:rsid w:val="00F02B21"/>
    <w:rsid w:val="00F03078"/>
    <w:rsid w:val="00F031D3"/>
    <w:rsid w:val="00F0402E"/>
    <w:rsid w:val="00F045D5"/>
    <w:rsid w:val="00F051A7"/>
    <w:rsid w:val="00F05C40"/>
    <w:rsid w:val="00F05F4A"/>
    <w:rsid w:val="00F0603B"/>
    <w:rsid w:val="00F06265"/>
    <w:rsid w:val="00F06646"/>
    <w:rsid w:val="00F06916"/>
    <w:rsid w:val="00F06EAF"/>
    <w:rsid w:val="00F0761F"/>
    <w:rsid w:val="00F077CF"/>
    <w:rsid w:val="00F079CA"/>
    <w:rsid w:val="00F07E8A"/>
    <w:rsid w:val="00F10268"/>
    <w:rsid w:val="00F1068E"/>
    <w:rsid w:val="00F10A22"/>
    <w:rsid w:val="00F10D88"/>
    <w:rsid w:val="00F10FA5"/>
    <w:rsid w:val="00F11329"/>
    <w:rsid w:val="00F113F4"/>
    <w:rsid w:val="00F11F51"/>
    <w:rsid w:val="00F12463"/>
    <w:rsid w:val="00F125A4"/>
    <w:rsid w:val="00F129E4"/>
    <w:rsid w:val="00F12AF9"/>
    <w:rsid w:val="00F12C92"/>
    <w:rsid w:val="00F12EEB"/>
    <w:rsid w:val="00F12F11"/>
    <w:rsid w:val="00F13536"/>
    <w:rsid w:val="00F13C69"/>
    <w:rsid w:val="00F147DA"/>
    <w:rsid w:val="00F14C75"/>
    <w:rsid w:val="00F14DCE"/>
    <w:rsid w:val="00F15116"/>
    <w:rsid w:val="00F15202"/>
    <w:rsid w:val="00F154AD"/>
    <w:rsid w:val="00F1554A"/>
    <w:rsid w:val="00F156FD"/>
    <w:rsid w:val="00F156FE"/>
    <w:rsid w:val="00F16007"/>
    <w:rsid w:val="00F1658F"/>
    <w:rsid w:val="00F166D9"/>
    <w:rsid w:val="00F1695A"/>
    <w:rsid w:val="00F17A6E"/>
    <w:rsid w:val="00F20334"/>
    <w:rsid w:val="00F20549"/>
    <w:rsid w:val="00F205F7"/>
    <w:rsid w:val="00F20847"/>
    <w:rsid w:val="00F20DD9"/>
    <w:rsid w:val="00F2130B"/>
    <w:rsid w:val="00F2209F"/>
    <w:rsid w:val="00F224C6"/>
    <w:rsid w:val="00F228E1"/>
    <w:rsid w:val="00F22AE6"/>
    <w:rsid w:val="00F23C2D"/>
    <w:rsid w:val="00F23F0B"/>
    <w:rsid w:val="00F24D76"/>
    <w:rsid w:val="00F256E2"/>
    <w:rsid w:val="00F25A43"/>
    <w:rsid w:val="00F25A80"/>
    <w:rsid w:val="00F261D2"/>
    <w:rsid w:val="00F2638D"/>
    <w:rsid w:val="00F263C2"/>
    <w:rsid w:val="00F26883"/>
    <w:rsid w:val="00F269E7"/>
    <w:rsid w:val="00F26E3E"/>
    <w:rsid w:val="00F27191"/>
    <w:rsid w:val="00F279F9"/>
    <w:rsid w:val="00F301D7"/>
    <w:rsid w:val="00F3027C"/>
    <w:rsid w:val="00F303E5"/>
    <w:rsid w:val="00F310EE"/>
    <w:rsid w:val="00F3148D"/>
    <w:rsid w:val="00F31818"/>
    <w:rsid w:val="00F32137"/>
    <w:rsid w:val="00F33139"/>
    <w:rsid w:val="00F331EB"/>
    <w:rsid w:val="00F33B42"/>
    <w:rsid w:val="00F343D4"/>
    <w:rsid w:val="00F34441"/>
    <w:rsid w:val="00F34442"/>
    <w:rsid w:val="00F3476D"/>
    <w:rsid w:val="00F347BF"/>
    <w:rsid w:val="00F34ACD"/>
    <w:rsid w:val="00F350BB"/>
    <w:rsid w:val="00F35191"/>
    <w:rsid w:val="00F35219"/>
    <w:rsid w:val="00F356FA"/>
    <w:rsid w:val="00F358DC"/>
    <w:rsid w:val="00F359F8"/>
    <w:rsid w:val="00F35A64"/>
    <w:rsid w:val="00F3706C"/>
    <w:rsid w:val="00F37135"/>
    <w:rsid w:val="00F372EB"/>
    <w:rsid w:val="00F37C0E"/>
    <w:rsid w:val="00F37D28"/>
    <w:rsid w:val="00F411BD"/>
    <w:rsid w:val="00F41A69"/>
    <w:rsid w:val="00F41F20"/>
    <w:rsid w:val="00F42849"/>
    <w:rsid w:val="00F43491"/>
    <w:rsid w:val="00F44122"/>
    <w:rsid w:val="00F44518"/>
    <w:rsid w:val="00F4461D"/>
    <w:rsid w:val="00F45045"/>
    <w:rsid w:val="00F45612"/>
    <w:rsid w:val="00F45717"/>
    <w:rsid w:val="00F45B1B"/>
    <w:rsid w:val="00F47B54"/>
    <w:rsid w:val="00F50AA5"/>
    <w:rsid w:val="00F51415"/>
    <w:rsid w:val="00F52238"/>
    <w:rsid w:val="00F526D2"/>
    <w:rsid w:val="00F52A89"/>
    <w:rsid w:val="00F52B57"/>
    <w:rsid w:val="00F52D88"/>
    <w:rsid w:val="00F52E8F"/>
    <w:rsid w:val="00F533D5"/>
    <w:rsid w:val="00F5352B"/>
    <w:rsid w:val="00F53C08"/>
    <w:rsid w:val="00F53EAB"/>
    <w:rsid w:val="00F53F5E"/>
    <w:rsid w:val="00F5414F"/>
    <w:rsid w:val="00F54721"/>
    <w:rsid w:val="00F54772"/>
    <w:rsid w:val="00F5501E"/>
    <w:rsid w:val="00F555AD"/>
    <w:rsid w:val="00F558F7"/>
    <w:rsid w:val="00F55B5D"/>
    <w:rsid w:val="00F55C99"/>
    <w:rsid w:val="00F55F8D"/>
    <w:rsid w:val="00F56E84"/>
    <w:rsid w:val="00F570AE"/>
    <w:rsid w:val="00F57307"/>
    <w:rsid w:val="00F60258"/>
    <w:rsid w:val="00F603EB"/>
    <w:rsid w:val="00F60A20"/>
    <w:rsid w:val="00F60BC5"/>
    <w:rsid w:val="00F60C82"/>
    <w:rsid w:val="00F60DC5"/>
    <w:rsid w:val="00F616F4"/>
    <w:rsid w:val="00F61F55"/>
    <w:rsid w:val="00F626EF"/>
    <w:rsid w:val="00F63323"/>
    <w:rsid w:val="00F6438D"/>
    <w:rsid w:val="00F649BB"/>
    <w:rsid w:val="00F64B0F"/>
    <w:rsid w:val="00F65FE7"/>
    <w:rsid w:val="00F66134"/>
    <w:rsid w:val="00F66E3F"/>
    <w:rsid w:val="00F674BE"/>
    <w:rsid w:val="00F67806"/>
    <w:rsid w:val="00F67A2B"/>
    <w:rsid w:val="00F70436"/>
    <w:rsid w:val="00F70D01"/>
    <w:rsid w:val="00F714BE"/>
    <w:rsid w:val="00F72887"/>
    <w:rsid w:val="00F73621"/>
    <w:rsid w:val="00F73A24"/>
    <w:rsid w:val="00F73F18"/>
    <w:rsid w:val="00F75584"/>
    <w:rsid w:val="00F75816"/>
    <w:rsid w:val="00F7586B"/>
    <w:rsid w:val="00F75FCB"/>
    <w:rsid w:val="00F7658E"/>
    <w:rsid w:val="00F76861"/>
    <w:rsid w:val="00F76CFD"/>
    <w:rsid w:val="00F77100"/>
    <w:rsid w:val="00F7730D"/>
    <w:rsid w:val="00F7758B"/>
    <w:rsid w:val="00F775EA"/>
    <w:rsid w:val="00F77907"/>
    <w:rsid w:val="00F801B6"/>
    <w:rsid w:val="00F805E6"/>
    <w:rsid w:val="00F80E5F"/>
    <w:rsid w:val="00F81913"/>
    <w:rsid w:val="00F82160"/>
    <w:rsid w:val="00F82A44"/>
    <w:rsid w:val="00F82DE9"/>
    <w:rsid w:val="00F83929"/>
    <w:rsid w:val="00F83B57"/>
    <w:rsid w:val="00F83EC7"/>
    <w:rsid w:val="00F842C9"/>
    <w:rsid w:val="00F842D7"/>
    <w:rsid w:val="00F84D4C"/>
    <w:rsid w:val="00F85010"/>
    <w:rsid w:val="00F85055"/>
    <w:rsid w:val="00F86256"/>
    <w:rsid w:val="00F864CC"/>
    <w:rsid w:val="00F866F3"/>
    <w:rsid w:val="00F8675A"/>
    <w:rsid w:val="00F86B1E"/>
    <w:rsid w:val="00F86B1F"/>
    <w:rsid w:val="00F87203"/>
    <w:rsid w:val="00F875B1"/>
    <w:rsid w:val="00F876CA"/>
    <w:rsid w:val="00F90218"/>
    <w:rsid w:val="00F9077B"/>
    <w:rsid w:val="00F90BC9"/>
    <w:rsid w:val="00F914A3"/>
    <w:rsid w:val="00F9189B"/>
    <w:rsid w:val="00F923E9"/>
    <w:rsid w:val="00F92E8B"/>
    <w:rsid w:val="00F931DF"/>
    <w:rsid w:val="00F938D2"/>
    <w:rsid w:val="00F941D8"/>
    <w:rsid w:val="00F94765"/>
    <w:rsid w:val="00F94A1E"/>
    <w:rsid w:val="00F95314"/>
    <w:rsid w:val="00F953F3"/>
    <w:rsid w:val="00F95423"/>
    <w:rsid w:val="00F9592A"/>
    <w:rsid w:val="00F959D2"/>
    <w:rsid w:val="00F964E4"/>
    <w:rsid w:val="00F96702"/>
    <w:rsid w:val="00F96C3C"/>
    <w:rsid w:val="00F9789A"/>
    <w:rsid w:val="00F97C40"/>
    <w:rsid w:val="00F97D1A"/>
    <w:rsid w:val="00FA0717"/>
    <w:rsid w:val="00FA0851"/>
    <w:rsid w:val="00FA1713"/>
    <w:rsid w:val="00FA1820"/>
    <w:rsid w:val="00FA1CD6"/>
    <w:rsid w:val="00FA217C"/>
    <w:rsid w:val="00FA23CB"/>
    <w:rsid w:val="00FA2AA1"/>
    <w:rsid w:val="00FA2C4B"/>
    <w:rsid w:val="00FA346E"/>
    <w:rsid w:val="00FA3ABD"/>
    <w:rsid w:val="00FA4864"/>
    <w:rsid w:val="00FA4880"/>
    <w:rsid w:val="00FA565F"/>
    <w:rsid w:val="00FA5708"/>
    <w:rsid w:val="00FA60E1"/>
    <w:rsid w:val="00FA656C"/>
    <w:rsid w:val="00FA687C"/>
    <w:rsid w:val="00FA72BD"/>
    <w:rsid w:val="00FA7501"/>
    <w:rsid w:val="00FA75D9"/>
    <w:rsid w:val="00FA79E1"/>
    <w:rsid w:val="00FA7BE7"/>
    <w:rsid w:val="00FB030F"/>
    <w:rsid w:val="00FB0982"/>
    <w:rsid w:val="00FB0B18"/>
    <w:rsid w:val="00FB111A"/>
    <w:rsid w:val="00FB11AA"/>
    <w:rsid w:val="00FB1A07"/>
    <w:rsid w:val="00FB2068"/>
    <w:rsid w:val="00FB31AB"/>
    <w:rsid w:val="00FB3614"/>
    <w:rsid w:val="00FB367F"/>
    <w:rsid w:val="00FB41C7"/>
    <w:rsid w:val="00FB4384"/>
    <w:rsid w:val="00FB45C7"/>
    <w:rsid w:val="00FB4662"/>
    <w:rsid w:val="00FB480C"/>
    <w:rsid w:val="00FB48C5"/>
    <w:rsid w:val="00FB4F0A"/>
    <w:rsid w:val="00FB6032"/>
    <w:rsid w:val="00FB681F"/>
    <w:rsid w:val="00FB70DC"/>
    <w:rsid w:val="00FB7131"/>
    <w:rsid w:val="00FB76E1"/>
    <w:rsid w:val="00FB7761"/>
    <w:rsid w:val="00FC033C"/>
    <w:rsid w:val="00FC07B0"/>
    <w:rsid w:val="00FC0C56"/>
    <w:rsid w:val="00FC21FA"/>
    <w:rsid w:val="00FC2CDD"/>
    <w:rsid w:val="00FC37AE"/>
    <w:rsid w:val="00FC38D6"/>
    <w:rsid w:val="00FC3F09"/>
    <w:rsid w:val="00FC4338"/>
    <w:rsid w:val="00FC4739"/>
    <w:rsid w:val="00FC4788"/>
    <w:rsid w:val="00FC4E5D"/>
    <w:rsid w:val="00FC50AD"/>
    <w:rsid w:val="00FC50C1"/>
    <w:rsid w:val="00FC61EC"/>
    <w:rsid w:val="00FC66A4"/>
    <w:rsid w:val="00FC68A6"/>
    <w:rsid w:val="00FC6A8D"/>
    <w:rsid w:val="00FC755E"/>
    <w:rsid w:val="00FC75A3"/>
    <w:rsid w:val="00FC78BF"/>
    <w:rsid w:val="00FD0827"/>
    <w:rsid w:val="00FD109B"/>
    <w:rsid w:val="00FD10C5"/>
    <w:rsid w:val="00FD1235"/>
    <w:rsid w:val="00FD13A5"/>
    <w:rsid w:val="00FD1953"/>
    <w:rsid w:val="00FD1AD8"/>
    <w:rsid w:val="00FD1CF8"/>
    <w:rsid w:val="00FD1F3D"/>
    <w:rsid w:val="00FD1FB0"/>
    <w:rsid w:val="00FD2064"/>
    <w:rsid w:val="00FD2450"/>
    <w:rsid w:val="00FD2B33"/>
    <w:rsid w:val="00FD34F8"/>
    <w:rsid w:val="00FD36EC"/>
    <w:rsid w:val="00FD41DC"/>
    <w:rsid w:val="00FD42C6"/>
    <w:rsid w:val="00FD4308"/>
    <w:rsid w:val="00FD52BD"/>
    <w:rsid w:val="00FD55F0"/>
    <w:rsid w:val="00FD5696"/>
    <w:rsid w:val="00FD5850"/>
    <w:rsid w:val="00FD5B63"/>
    <w:rsid w:val="00FD601F"/>
    <w:rsid w:val="00FD6105"/>
    <w:rsid w:val="00FD6243"/>
    <w:rsid w:val="00FD6720"/>
    <w:rsid w:val="00FD67A2"/>
    <w:rsid w:val="00FD68FE"/>
    <w:rsid w:val="00FD6907"/>
    <w:rsid w:val="00FD6D2D"/>
    <w:rsid w:val="00FD6E94"/>
    <w:rsid w:val="00FD7557"/>
    <w:rsid w:val="00FD7BC6"/>
    <w:rsid w:val="00FD7D1E"/>
    <w:rsid w:val="00FD7DED"/>
    <w:rsid w:val="00FE015E"/>
    <w:rsid w:val="00FE0794"/>
    <w:rsid w:val="00FE19BE"/>
    <w:rsid w:val="00FE19C6"/>
    <w:rsid w:val="00FE231F"/>
    <w:rsid w:val="00FE2336"/>
    <w:rsid w:val="00FE3279"/>
    <w:rsid w:val="00FE3C5A"/>
    <w:rsid w:val="00FE3FB6"/>
    <w:rsid w:val="00FE410A"/>
    <w:rsid w:val="00FE5065"/>
    <w:rsid w:val="00FE58CC"/>
    <w:rsid w:val="00FE5F3B"/>
    <w:rsid w:val="00FE641F"/>
    <w:rsid w:val="00FE6A93"/>
    <w:rsid w:val="00FE6D51"/>
    <w:rsid w:val="00FE7198"/>
    <w:rsid w:val="00FE78F3"/>
    <w:rsid w:val="00FE7D24"/>
    <w:rsid w:val="00FF0A6A"/>
    <w:rsid w:val="00FF0A87"/>
    <w:rsid w:val="00FF10B9"/>
    <w:rsid w:val="00FF1273"/>
    <w:rsid w:val="00FF1EF3"/>
    <w:rsid w:val="00FF23B3"/>
    <w:rsid w:val="00FF23C9"/>
    <w:rsid w:val="00FF294F"/>
    <w:rsid w:val="00FF2CAE"/>
    <w:rsid w:val="00FF3098"/>
    <w:rsid w:val="00FF3216"/>
    <w:rsid w:val="00FF3D29"/>
    <w:rsid w:val="00FF4203"/>
    <w:rsid w:val="00FF44E5"/>
    <w:rsid w:val="00FF4AEC"/>
    <w:rsid w:val="00FF508B"/>
    <w:rsid w:val="00FF5121"/>
    <w:rsid w:val="00FF60DF"/>
    <w:rsid w:val="00FF63C7"/>
    <w:rsid w:val="00FF66D6"/>
    <w:rsid w:val="00FF704C"/>
    <w:rsid w:val="00FF7753"/>
    <w:rsid w:val="00FF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677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E7564"/>
    <w:pPr>
      <w:keepNext/>
      <w:outlineLvl w:val="0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E7564"/>
    <w:rPr>
      <w:rFonts w:cs="Times New Roman"/>
      <w:sz w:val="28"/>
      <w:szCs w:val="28"/>
      <w:lang w:val="uk-UA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6852B9"/>
    <w:pPr>
      <w:ind w:firstLine="72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17A6E"/>
    <w:rPr>
      <w:rFonts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03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7A6E"/>
    <w:rPr>
      <w:rFonts w:cs="Times New Roman"/>
      <w:sz w:val="2"/>
      <w:lang w:val="ru-RU" w:eastAsia="ru-RU"/>
    </w:rPr>
  </w:style>
  <w:style w:type="table" w:styleId="TableGrid">
    <w:name w:val="Table Grid"/>
    <w:basedOn w:val="TableNormal"/>
    <w:uiPriority w:val="99"/>
    <w:rsid w:val="005F193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703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6CE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6CE1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E78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E786A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5C1CD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C1CDB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51540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154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540F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15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540F"/>
    <w:rPr>
      <w:b/>
      <w:bCs/>
    </w:rPr>
  </w:style>
  <w:style w:type="paragraph" w:styleId="Title">
    <w:name w:val="Title"/>
    <w:basedOn w:val="Normal"/>
    <w:link w:val="TitleChar"/>
    <w:uiPriority w:val="99"/>
    <w:qFormat/>
    <w:rsid w:val="003A4440"/>
    <w:pPr>
      <w:jc w:val="center"/>
    </w:pPr>
    <w:rPr>
      <w:sz w:val="28"/>
      <w:szCs w:val="2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3A4440"/>
    <w:rPr>
      <w:rFonts w:cs="Times New Roman"/>
      <w:sz w:val="28"/>
      <w:lang w:val="uk-UA"/>
    </w:rPr>
  </w:style>
  <w:style w:type="paragraph" w:customStyle="1" w:styleId="a">
    <w:name w:val="Знак Знак Знак Знак"/>
    <w:basedOn w:val="Normal"/>
    <w:uiPriority w:val="99"/>
    <w:rsid w:val="003A4440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aliases w:val="Обычный (Web),Обычный (Web)1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Normal"/>
    <w:link w:val="NormalWebChar"/>
    <w:uiPriority w:val="99"/>
    <w:rsid w:val="00DD5391"/>
    <w:pPr>
      <w:spacing w:before="100" w:beforeAutospacing="1" w:after="100" w:afterAutospacing="1"/>
    </w:pPr>
    <w:rPr>
      <w:szCs w:val="20"/>
      <w:lang w:val="uk-UA" w:eastAsia="uk-UA"/>
    </w:rPr>
  </w:style>
  <w:style w:type="paragraph" w:customStyle="1" w:styleId="a0">
    <w:name w:val="Абзац списка"/>
    <w:basedOn w:val="Normal"/>
    <w:uiPriority w:val="99"/>
    <w:rsid w:val="00C27CBC"/>
    <w:pPr>
      <w:ind w:left="720"/>
      <w:contextualSpacing/>
    </w:pPr>
  </w:style>
  <w:style w:type="paragraph" w:customStyle="1" w:styleId="a1">
    <w:name w:val="Без интервала"/>
    <w:uiPriority w:val="99"/>
    <w:rsid w:val="008A69FB"/>
    <w:rPr>
      <w:rFonts w:ascii="Calibri" w:hAnsi="Calibri"/>
      <w:lang w:val="ru-RU"/>
    </w:rPr>
  </w:style>
  <w:style w:type="paragraph" w:styleId="BodyText2">
    <w:name w:val="Body Text 2"/>
    <w:basedOn w:val="Normal"/>
    <w:link w:val="BodyText2Char"/>
    <w:uiPriority w:val="99"/>
    <w:rsid w:val="00E7294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F4388"/>
    <w:rPr>
      <w:rFonts w:cs="Times New Roman"/>
      <w:sz w:val="24"/>
      <w:szCs w:val="24"/>
      <w:lang w:val="ru-RU" w:eastAsia="ru-RU"/>
    </w:rPr>
  </w:style>
  <w:style w:type="paragraph" w:styleId="NoSpacing">
    <w:name w:val="No Spacing"/>
    <w:uiPriority w:val="99"/>
    <w:qFormat/>
    <w:rsid w:val="000274BC"/>
    <w:rPr>
      <w:rFonts w:ascii="Calibri" w:hAnsi="Calibri"/>
      <w:lang w:val="ru-RU"/>
    </w:rPr>
  </w:style>
  <w:style w:type="character" w:customStyle="1" w:styleId="NormalWebChar">
    <w:name w:val="Normal (Web) Char"/>
    <w:aliases w:val="Обычный (Web) Char,Обычный (Web)1 Char,Обычный (веб) Знак2 Char,Обычный (веб) Знак1 Знак Char,Обычный (веб) Знак2 Знак1 Знак Char,Обычный (веб) Знак1 Знак Знак Знак Char,Обычный (веб) Знак Знак Знак Знак Знак Char"/>
    <w:link w:val="NormalWeb"/>
    <w:uiPriority w:val="99"/>
    <w:locked/>
    <w:rsid w:val="004E63B7"/>
    <w:rPr>
      <w:sz w:val="24"/>
      <w:lang w:val="uk-UA" w:eastAsia="uk-UA"/>
    </w:rPr>
  </w:style>
  <w:style w:type="paragraph" w:customStyle="1" w:styleId="Normal0">
    <w:name w:val="Normal0"/>
    <w:uiPriority w:val="99"/>
    <w:rsid w:val="001142B5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2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1000</TotalTime>
  <Pages>3</Pages>
  <Words>713</Words>
  <Characters>4070</Characters>
  <Application>Microsoft Office Outlook</Application>
  <DocSecurity>0</DocSecurity>
  <Lines>0</Lines>
  <Paragraphs>0</Paragraphs>
  <ScaleCrop>false</ScaleCrop>
  <Company>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subject/>
  <dc:creator>WW</dc:creator>
  <cp:keywords/>
  <dc:description/>
  <cp:lastModifiedBy>Пользователь Windows</cp:lastModifiedBy>
  <cp:revision>247</cp:revision>
  <cp:lastPrinted>2021-02-10T12:36:00Z</cp:lastPrinted>
  <dcterms:created xsi:type="dcterms:W3CDTF">2021-01-06T06:39:00Z</dcterms:created>
  <dcterms:modified xsi:type="dcterms:W3CDTF">2021-02-25T09:28:00Z</dcterms:modified>
</cp:coreProperties>
</file>