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A86" w:rsidRPr="004E198E" w:rsidRDefault="00B61A86" w:rsidP="00EB10CF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val="uk-UA"/>
        </w:rPr>
      </w:pPr>
      <w:r w:rsidRPr="004E198E">
        <w:rPr>
          <w:rFonts w:ascii="Times New Roman" w:hAnsi="Times New Roman"/>
          <w:noProof/>
          <w:sz w:val="28"/>
          <w:szCs w:val="28"/>
          <w:lang w:val="uk-UA"/>
        </w:rPr>
        <w:t xml:space="preserve">                                                                                                             </w:t>
      </w:r>
    </w:p>
    <w:p w:rsidR="00B61A86" w:rsidRPr="004E198E" w:rsidRDefault="00B61A86" w:rsidP="00EB10C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342D2E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6.25pt;height:41.25pt;visibility:visible">
            <v:imagedata r:id="rId5" o:title=""/>
          </v:shape>
        </w:pict>
      </w:r>
    </w:p>
    <w:p w:rsidR="00B61A86" w:rsidRPr="004E198E" w:rsidRDefault="00B61A86" w:rsidP="00EB10CF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4E198E">
        <w:rPr>
          <w:rFonts w:ascii="Times New Roman" w:hAnsi="Times New Roman"/>
          <w:b/>
          <w:sz w:val="28"/>
          <w:szCs w:val="28"/>
          <w:lang w:val="uk-UA"/>
        </w:rPr>
        <w:t>МАРКІВСЬКА СЕЛИЩНА РАДА</w:t>
      </w:r>
    </w:p>
    <w:p w:rsidR="00B61A86" w:rsidRPr="004E198E" w:rsidRDefault="00B61A86" w:rsidP="00EB10CF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4E198E">
        <w:rPr>
          <w:rFonts w:ascii="Times New Roman" w:hAnsi="Times New Roman"/>
          <w:b/>
          <w:sz w:val="28"/>
          <w:szCs w:val="28"/>
          <w:lang w:val="uk-UA"/>
        </w:rPr>
        <w:t>МАРКІВСЬКОГО РАЙОНУ ЛУГАНСЬКОЇ ОБЛАСТІ</w:t>
      </w:r>
    </w:p>
    <w:p w:rsidR="00B61A86" w:rsidRPr="004E198E" w:rsidRDefault="00B61A86" w:rsidP="00EB10CF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4E198E"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B61A86" w:rsidRPr="004E198E" w:rsidRDefault="00B61A86" w:rsidP="00EB10C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61A86" w:rsidRPr="004E198E" w:rsidRDefault="00B61A86" w:rsidP="00EB10CF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4E198E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B61A86" w:rsidRPr="004E198E" w:rsidRDefault="00B61A86" w:rsidP="00EB10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Look w:val="00A0"/>
      </w:tblPr>
      <w:tblGrid>
        <w:gridCol w:w="3209"/>
        <w:gridCol w:w="3209"/>
        <w:gridCol w:w="3210"/>
      </w:tblGrid>
      <w:tr w:rsidR="00B61A86" w:rsidRPr="004E198E" w:rsidTr="008A6D1B">
        <w:tc>
          <w:tcPr>
            <w:tcW w:w="3209" w:type="dxa"/>
          </w:tcPr>
          <w:p w:rsidR="00B61A86" w:rsidRPr="004E198E" w:rsidRDefault="00B61A86" w:rsidP="008A6D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16 вересня </w:t>
            </w:r>
            <w:r w:rsidRPr="004E198E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2020</w:t>
            </w:r>
          </w:p>
        </w:tc>
        <w:tc>
          <w:tcPr>
            <w:tcW w:w="3209" w:type="dxa"/>
          </w:tcPr>
          <w:p w:rsidR="00B61A86" w:rsidRPr="004E198E" w:rsidRDefault="00B61A86" w:rsidP="008A6D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98E">
              <w:rPr>
                <w:rFonts w:ascii="Times New Roman" w:hAnsi="Times New Roman"/>
                <w:sz w:val="28"/>
                <w:szCs w:val="28"/>
              </w:rPr>
              <w:t>смт Марківка</w:t>
            </w:r>
          </w:p>
          <w:p w:rsidR="00B61A86" w:rsidRPr="004E198E" w:rsidRDefault="00B61A86" w:rsidP="008A6D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:rsidR="00B61A86" w:rsidRPr="004E198E" w:rsidRDefault="00B61A86" w:rsidP="008A6D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4E198E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3833B9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230 </w:t>
            </w:r>
          </w:p>
          <w:p w:rsidR="00B61A86" w:rsidRPr="004E198E" w:rsidRDefault="00B61A86" w:rsidP="008A6D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B61A86" w:rsidRDefault="00B61A86" w:rsidP="00EB10CF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B61A86" w:rsidRDefault="00B61A86" w:rsidP="003833B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EB10CF">
        <w:rPr>
          <w:rFonts w:ascii="Times New Roman" w:hAnsi="Times New Roman"/>
          <w:b/>
          <w:sz w:val="28"/>
          <w:szCs w:val="28"/>
          <w:lang w:val="ru-RU"/>
        </w:rPr>
        <w:t>Про створення та функціонування груп продовженого дня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EB10CF">
        <w:rPr>
          <w:rFonts w:ascii="Times New Roman" w:hAnsi="Times New Roman"/>
          <w:b/>
          <w:sz w:val="28"/>
          <w:szCs w:val="28"/>
          <w:lang w:val="ru-RU"/>
        </w:rPr>
        <w:t>в закладах загальної середньої освіти Марківської селищної ради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EB10CF">
        <w:rPr>
          <w:rFonts w:ascii="Times New Roman" w:hAnsi="Times New Roman"/>
          <w:b/>
          <w:sz w:val="28"/>
          <w:szCs w:val="28"/>
          <w:lang w:val="ru-RU"/>
        </w:rPr>
        <w:t>у 2020/2021 навчальному році</w:t>
      </w:r>
    </w:p>
    <w:p w:rsidR="00B61A86" w:rsidRPr="00EB10CF" w:rsidRDefault="00B61A86" w:rsidP="003833B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B61A86" w:rsidRDefault="00B61A86" w:rsidP="003833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B10CF">
        <w:rPr>
          <w:rFonts w:ascii="Times New Roman" w:hAnsi="Times New Roman"/>
          <w:sz w:val="28"/>
          <w:szCs w:val="28"/>
          <w:lang w:val="ru-RU"/>
        </w:rPr>
        <w:t xml:space="preserve">          </w:t>
      </w:r>
      <w:r>
        <w:rPr>
          <w:rFonts w:ascii="Times New Roman" w:hAnsi="Times New Roman"/>
          <w:sz w:val="28"/>
          <w:szCs w:val="28"/>
          <w:lang w:val="ru-RU"/>
        </w:rPr>
        <w:t>Керуючись ст.</w:t>
      </w:r>
      <w:r w:rsidRPr="00EB10CF">
        <w:rPr>
          <w:rFonts w:ascii="Times New Roman" w:hAnsi="Times New Roman"/>
          <w:sz w:val="28"/>
          <w:szCs w:val="28"/>
          <w:lang w:val="ru-RU"/>
        </w:rPr>
        <w:t xml:space="preserve"> 26 Закону України «Про місцеве самоврядування в Україні», Законом України «Про загальну середню освіту», відповідно до Порядку створення груп продовженого дня у державних і комунальних закладах загальної середньої освіти, затвердженого наказом Міністерства освіти і науки України від 25 червня 2018 року № 677,  письмовими заявами батьків, з метою організації навчальної, виховної та пізнавальної діяльності учнів, організації дозвілля учнів, надання кваліфікованої допомоги учням у підготовці уроків та виконання домашніх завдань, формування в учнів ключових компетентностей, необхідних для успішної життєдіяльності та самореалізації особистості, виходячи з фактичної потреби закладів загальної середньої освіти Марківської селищної ради, виконавчий комітет Марківської селищної ради</w:t>
      </w:r>
      <w:r>
        <w:rPr>
          <w:rFonts w:ascii="Times New Roman" w:hAnsi="Times New Roman"/>
          <w:sz w:val="28"/>
          <w:szCs w:val="28"/>
          <w:lang w:val="ru-RU"/>
        </w:rPr>
        <w:t>,</w:t>
      </w:r>
    </w:p>
    <w:p w:rsidR="00B61A86" w:rsidRDefault="00B61A86" w:rsidP="003833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61A86" w:rsidRDefault="00B61A86" w:rsidP="003833B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EB10CF">
        <w:rPr>
          <w:rFonts w:ascii="Times New Roman" w:hAnsi="Times New Roman"/>
          <w:b/>
          <w:sz w:val="28"/>
          <w:szCs w:val="28"/>
          <w:lang w:val="ru-RU"/>
        </w:rPr>
        <w:t xml:space="preserve"> вирішив:</w:t>
      </w:r>
    </w:p>
    <w:p w:rsidR="00B61A86" w:rsidRPr="00EB10CF" w:rsidRDefault="00B61A86" w:rsidP="003833B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B61A86" w:rsidRPr="00EB10CF" w:rsidRDefault="00B61A86" w:rsidP="003833B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B10CF">
        <w:rPr>
          <w:rFonts w:ascii="Times New Roman" w:hAnsi="Times New Roman"/>
          <w:sz w:val="28"/>
          <w:szCs w:val="28"/>
          <w:lang w:val="ru-RU"/>
        </w:rPr>
        <w:t>1.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B10CF">
        <w:rPr>
          <w:rFonts w:ascii="Times New Roman" w:hAnsi="Times New Roman"/>
          <w:sz w:val="28"/>
          <w:szCs w:val="28"/>
          <w:lang w:val="ru-RU"/>
        </w:rPr>
        <w:t>Створити на 2020-2021 навчальний рік групи продовженого дня в закладах загальної середньої освіти Марківської селищної ради:</w:t>
      </w:r>
    </w:p>
    <w:p w:rsidR="00B61A86" w:rsidRPr="00EB10CF" w:rsidRDefault="00B61A86" w:rsidP="003833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B10CF">
        <w:rPr>
          <w:rFonts w:ascii="Times New Roman" w:hAnsi="Times New Roman"/>
          <w:sz w:val="28"/>
          <w:szCs w:val="28"/>
          <w:lang w:val="ru-RU"/>
        </w:rPr>
        <w:t>- Опорний заклад загальної середньої освіти Марківська гімназія – 5</w:t>
      </w:r>
      <w:bookmarkStart w:id="0" w:name="_GoBack"/>
      <w:bookmarkEnd w:id="0"/>
      <w:r w:rsidRPr="00EB10CF">
        <w:rPr>
          <w:rFonts w:ascii="Times New Roman" w:hAnsi="Times New Roman"/>
          <w:sz w:val="28"/>
          <w:szCs w:val="28"/>
          <w:lang w:val="ru-RU"/>
        </w:rPr>
        <w:t xml:space="preserve"> груп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</w:t>
      </w:r>
      <w:r w:rsidRPr="00EB10CF">
        <w:rPr>
          <w:rFonts w:ascii="Times New Roman" w:hAnsi="Times New Roman"/>
          <w:sz w:val="28"/>
          <w:szCs w:val="28"/>
          <w:lang w:val="ru-RU"/>
        </w:rPr>
        <w:t xml:space="preserve">(150 учнів); </w:t>
      </w:r>
    </w:p>
    <w:p w:rsidR="00B61A86" w:rsidRPr="00EB10CF" w:rsidRDefault="00B61A86" w:rsidP="003833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B10CF">
        <w:rPr>
          <w:rFonts w:ascii="Times New Roman" w:hAnsi="Times New Roman"/>
          <w:sz w:val="28"/>
          <w:szCs w:val="28"/>
          <w:lang w:val="ru-RU"/>
        </w:rPr>
        <w:t xml:space="preserve">- Бондарівська гімназія – 1 групу (30 учнів); </w:t>
      </w:r>
    </w:p>
    <w:p w:rsidR="00B61A86" w:rsidRPr="00EB10CF" w:rsidRDefault="00B61A86" w:rsidP="003833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B10CF">
        <w:rPr>
          <w:rFonts w:ascii="Times New Roman" w:hAnsi="Times New Roman"/>
          <w:sz w:val="28"/>
          <w:szCs w:val="28"/>
          <w:lang w:val="ru-RU"/>
        </w:rPr>
        <w:t xml:space="preserve">- Ліснополянська ЗОШ І-ІІІ ступенів – 1 групу (24 учні);  </w:t>
      </w:r>
    </w:p>
    <w:p w:rsidR="00B61A86" w:rsidRPr="00EB10CF" w:rsidRDefault="00B61A86" w:rsidP="003833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B10CF">
        <w:rPr>
          <w:rFonts w:ascii="Times New Roman" w:hAnsi="Times New Roman"/>
          <w:sz w:val="28"/>
          <w:szCs w:val="28"/>
          <w:lang w:val="ru-RU"/>
        </w:rPr>
        <w:t>- Сичанська ЗОШ І-ІІІ</w:t>
      </w:r>
      <w:r>
        <w:rPr>
          <w:rFonts w:ascii="Times New Roman" w:hAnsi="Times New Roman"/>
          <w:sz w:val="28"/>
          <w:szCs w:val="28"/>
          <w:lang w:val="ru-RU"/>
        </w:rPr>
        <w:t xml:space="preserve"> ступенів </w:t>
      </w:r>
      <w:r w:rsidRPr="00EB10CF">
        <w:rPr>
          <w:rFonts w:ascii="Times New Roman" w:hAnsi="Times New Roman"/>
          <w:sz w:val="28"/>
          <w:szCs w:val="28"/>
          <w:lang w:val="ru-RU"/>
        </w:rPr>
        <w:t xml:space="preserve">- 1 групу (16 учнів); </w:t>
      </w:r>
    </w:p>
    <w:p w:rsidR="00B61A86" w:rsidRPr="00EB10CF" w:rsidRDefault="00B61A86" w:rsidP="003833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B10CF">
        <w:rPr>
          <w:rFonts w:ascii="Times New Roman" w:hAnsi="Times New Roman"/>
          <w:sz w:val="28"/>
          <w:szCs w:val="28"/>
          <w:lang w:val="ru-RU"/>
        </w:rPr>
        <w:t xml:space="preserve">- Караван – Солодківська ЗОШ І-ІІІ ступенів – 1 групу (18 учнів);  </w:t>
      </w:r>
    </w:p>
    <w:p w:rsidR="00B61A86" w:rsidRDefault="00B61A86" w:rsidP="003833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B10CF">
        <w:rPr>
          <w:rFonts w:ascii="Times New Roman" w:hAnsi="Times New Roman"/>
          <w:sz w:val="28"/>
          <w:szCs w:val="28"/>
          <w:lang w:val="ru-RU"/>
        </w:rPr>
        <w:t xml:space="preserve">- Кризька ЗОШ І-ІІІ ступенів  - 1 групу (19 учнів ). </w:t>
      </w:r>
    </w:p>
    <w:p w:rsidR="00B61A86" w:rsidRPr="00EB10CF" w:rsidRDefault="00B61A86" w:rsidP="003833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B10CF">
        <w:rPr>
          <w:rFonts w:ascii="Times New Roman" w:hAnsi="Times New Roman"/>
          <w:sz w:val="28"/>
          <w:szCs w:val="28"/>
          <w:lang w:val="ru-RU"/>
        </w:rPr>
        <w:t xml:space="preserve">  </w:t>
      </w:r>
    </w:p>
    <w:p w:rsidR="00B61A86" w:rsidRDefault="00B61A86" w:rsidP="003833B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B10CF">
        <w:rPr>
          <w:rFonts w:ascii="Times New Roman" w:hAnsi="Times New Roman"/>
          <w:sz w:val="28"/>
          <w:szCs w:val="28"/>
          <w:lang w:val="ru-RU"/>
        </w:rPr>
        <w:t>2. Встановити граничну чисельність учнів на групі продовженого дня в закладах загальної середньої освіти від 15 до 30 дітей.</w:t>
      </w:r>
    </w:p>
    <w:p w:rsidR="00B61A86" w:rsidRPr="00EB10CF" w:rsidRDefault="00B61A86" w:rsidP="003833B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61A86" w:rsidRDefault="00B61A86" w:rsidP="003833B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B10CF">
        <w:rPr>
          <w:rFonts w:ascii="Times New Roman" w:hAnsi="Times New Roman"/>
          <w:sz w:val="28"/>
          <w:szCs w:val="28"/>
          <w:lang w:val="ru-RU"/>
        </w:rPr>
        <w:t>3. Фінансування заробітної плати вихователів груп продовженого дня здійснювати за кошти засновника та інші кошти не заборонені законодавством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B61A86" w:rsidRPr="00EB10CF" w:rsidRDefault="00B61A86" w:rsidP="003833B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61A86" w:rsidRPr="00EB10CF" w:rsidRDefault="00B61A86" w:rsidP="003833B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</w:t>
      </w:r>
      <w:r w:rsidRPr="00EB10CF">
        <w:rPr>
          <w:rFonts w:ascii="Times New Roman" w:hAnsi="Times New Roman"/>
          <w:sz w:val="28"/>
          <w:szCs w:val="28"/>
          <w:lang w:val="ru-RU"/>
        </w:rPr>
        <w:t>. Відповідальність за створення необхідних умов для функціонування груп продовженого дня (в тому числі і організацію харчування учнів), загальну організацію освітнього процесу та забезпечення охорони здоров’я та життя дітей в групах продовженого дня покласти на директорів закладів  загальної середньої освіти.</w:t>
      </w:r>
    </w:p>
    <w:p w:rsidR="00B61A86" w:rsidRPr="00EB10CF" w:rsidRDefault="00B61A86" w:rsidP="003833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61A86" w:rsidRPr="00EB10CF" w:rsidRDefault="00B61A86" w:rsidP="003833B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</w:t>
      </w:r>
      <w:r w:rsidRPr="00EB10CF">
        <w:rPr>
          <w:rFonts w:ascii="Times New Roman" w:hAnsi="Times New Roman"/>
          <w:sz w:val="28"/>
          <w:szCs w:val="28"/>
          <w:lang w:val="ru-RU"/>
        </w:rPr>
        <w:t xml:space="preserve">. Контроль за виконанням </w:t>
      </w:r>
      <w:r>
        <w:rPr>
          <w:rFonts w:ascii="Times New Roman" w:hAnsi="Times New Roman"/>
          <w:sz w:val="28"/>
          <w:szCs w:val="28"/>
          <w:lang w:val="ru-RU"/>
        </w:rPr>
        <w:t xml:space="preserve">цього </w:t>
      </w:r>
      <w:r w:rsidRPr="00EB10CF">
        <w:rPr>
          <w:rFonts w:ascii="Times New Roman" w:hAnsi="Times New Roman"/>
          <w:sz w:val="28"/>
          <w:szCs w:val="28"/>
          <w:lang w:val="ru-RU"/>
        </w:rPr>
        <w:t>рішення покласти на заступника голови</w:t>
      </w:r>
      <w:r>
        <w:rPr>
          <w:rFonts w:ascii="Times New Roman" w:hAnsi="Times New Roman"/>
          <w:sz w:val="28"/>
          <w:szCs w:val="28"/>
          <w:lang w:val="ru-RU"/>
        </w:rPr>
        <w:t xml:space="preserve"> Марківської селищної ради </w:t>
      </w:r>
      <w:r w:rsidRPr="00EB10CF">
        <w:rPr>
          <w:rFonts w:ascii="Times New Roman" w:hAnsi="Times New Roman"/>
          <w:sz w:val="28"/>
          <w:szCs w:val="28"/>
          <w:lang w:val="ru-RU"/>
        </w:rPr>
        <w:t>Володимира ЛИЧМАНА</w:t>
      </w:r>
    </w:p>
    <w:p w:rsidR="00B61A86" w:rsidRDefault="00B61A86" w:rsidP="003833B9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B61A86" w:rsidRPr="00D86680" w:rsidRDefault="00B61A86" w:rsidP="003833B9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B61A86" w:rsidRPr="00E233F3" w:rsidRDefault="00B61A86" w:rsidP="003833B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233F3">
        <w:rPr>
          <w:rFonts w:ascii="Times New Roman" w:hAnsi="Times New Roman"/>
          <w:sz w:val="28"/>
          <w:szCs w:val="28"/>
        </w:rPr>
        <w:t xml:space="preserve">Селищний голова                                                                           </w:t>
      </w:r>
      <w:r w:rsidRPr="00E233F3">
        <w:rPr>
          <w:rFonts w:ascii="Times New Roman" w:hAnsi="Times New Roman"/>
          <w:sz w:val="28"/>
          <w:szCs w:val="28"/>
          <w:lang w:val="uk-UA"/>
        </w:rPr>
        <w:t>Ігор ДЗЮБА</w:t>
      </w:r>
    </w:p>
    <w:sectPr w:rsidR="00B61A86" w:rsidRPr="00E233F3" w:rsidSect="0081124E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C5E61"/>
    <w:multiLevelType w:val="hybridMultilevel"/>
    <w:tmpl w:val="CAA22B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6680"/>
    <w:rsid w:val="001A3758"/>
    <w:rsid w:val="002528F5"/>
    <w:rsid w:val="00295729"/>
    <w:rsid w:val="00342D2E"/>
    <w:rsid w:val="00346402"/>
    <w:rsid w:val="003833B9"/>
    <w:rsid w:val="004E198E"/>
    <w:rsid w:val="00592715"/>
    <w:rsid w:val="00755566"/>
    <w:rsid w:val="0081124E"/>
    <w:rsid w:val="008A6D1B"/>
    <w:rsid w:val="00A74C92"/>
    <w:rsid w:val="00AD5371"/>
    <w:rsid w:val="00B24F17"/>
    <w:rsid w:val="00B43081"/>
    <w:rsid w:val="00B61A86"/>
    <w:rsid w:val="00BA6345"/>
    <w:rsid w:val="00C05448"/>
    <w:rsid w:val="00C920B2"/>
    <w:rsid w:val="00CF3651"/>
    <w:rsid w:val="00D259C1"/>
    <w:rsid w:val="00D743B6"/>
    <w:rsid w:val="00D86680"/>
    <w:rsid w:val="00DE2617"/>
    <w:rsid w:val="00E233F3"/>
    <w:rsid w:val="00E97787"/>
    <w:rsid w:val="00EB10CF"/>
    <w:rsid w:val="00EC686B"/>
    <w:rsid w:val="00FF2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787"/>
    <w:pPr>
      <w:spacing w:after="160" w:line="259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E26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AD53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D5371"/>
    <w:rPr>
      <w:rFonts w:ascii="Segoe UI" w:hAnsi="Segoe UI" w:cs="Segoe UI"/>
      <w:sz w:val="18"/>
      <w:szCs w:val="18"/>
    </w:rPr>
  </w:style>
  <w:style w:type="paragraph" w:styleId="NoSpacing">
    <w:name w:val="No Spacing"/>
    <w:uiPriority w:val="99"/>
    <w:qFormat/>
    <w:rsid w:val="00EB10CF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222</TotalTime>
  <Pages>2</Pages>
  <Words>378</Words>
  <Characters>2158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</cp:revision>
  <cp:lastPrinted>2020-09-16T08:49:00Z</cp:lastPrinted>
  <dcterms:created xsi:type="dcterms:W3CDTF">2020-09-09T12:36:00Z</dcterms:created>
  <dcterms:modified xsi:type="dcterms:W3CDTF">2020-09-16T11:00:00Z</dcterms:modified>
</cp:coreProperties>
</file>